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C450FE" w:rsidP="00511679">
      <w:pPr>
        <w:sectPr w:rsidR="00A75E40" w:rsidRPr="000A3A2C" w:rsidSect="008511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5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6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A57110" id="Group 24" o:spid="_x0000_s1026" style="position:absolute;margin-left:45pt;margin-top:36.75pt;width:177.15pt;height:43.65pt;z-index:251657728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+kwgAAANsAAAAPAAAAZHJzL2Rvd25yZXYueG1sRE9Na8JA&#10;EL0X/A/LCF5EN1qQ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AYH/+k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4DC" w:rsidRPr="006C5577" w:rsidRDefault="004924DC" w:rsidP="004924DC">
                            <w:r>
                              <w:t>Z</w:t>
                            </w:r>
                            <w:r w:rsidRPr="006C5577">
                              <w:t xml:space="preserve">pracoval: </w:t>
                            </w:r>
                            <w:r w:rsidR="00B0152E" w:rsidRPr="00B0152E">
                              <w:t>Odbor statistik rozvoje společnosti</w:t>
                            </w:r>
                          </w:p>
                          <w:p w:rsidR="004924DC" w:rsidRPr="006C5577" w:rsidRDefault="004924DC" w:rsidP="004924DC">
                            <w:r w:rsidRPr="006C5577">
                              <w:t xml:space="preserve">Ředitel odboru: </w:t>
                            </w:r>
                            <w:r w:rsidR="00B0152E" w:rsidRPr="00B0152E">
                              <w:t>: Ing. Martin Mana</w:t>
                            </w:r>
                          </w:p>
                          <w:p w:rsidR="001706D6" w:rsidRPr="006C5577" w:rsidRDefault="004924DC" w:rsidP="004924DC">
                            <w:r w:rsidRPr="006C5577">
                              <w:t xml:space="preserve">Kontaktní osoba: </w:t>
                            </w:r>
                            <w:r w:rsidR="00B0152E" w:rsidRPr="00B0152E">
                              <w:t>Ing. Václav Sojka, e-mail: vaclav.sojka@czso.cz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zx9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AALPH2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924DC" w:rsidRPr="006C5577" w:rsidRDefault="004924DC" w:rsidP="004924DC">
                      <w:r>
                        <w:t>Z</w:t>
                      </w:r>
                      <w:r w:rsidRPr="006C5577">
                        <w:t xml:space="preserve">pracoval: </w:t>
                      </w:r>
                      <w:r w:rsidR="00B0152E" w:rsidRPr="00B0152E">
                        <w:t>Odbor statistik rozvoje společnosti</w:t>
                      </w:r>
                    </w:p>
                    <w:p w:rsidR="004924DC" w:rsidRPr="006C5577" w:rsidRDefault="004924DC" w:rsidP="004924DC">
                      <w:r w:rsidRPr="006C5577">
                        <w:t xml:space="preserve">Ředitel odboru: </w:t>
                      </w:r>
                      <w:r w:rsidR="00B0152E" w:rsidRPr="00B0152E">
                        <w:t>: Ing. Martin Mana</w:t>
                      </w:r>
                    </w:p>
                    <w:p w:rsidR="001706D6" w:rsidRPr="006C5577" w:rsidRDefault="004924DC" w:rsidP="004924DC">
                      <w:r w:rsidRPr="006C5577">
                        <w:t xml:space="preserve">Kontaktní osoba: </w:t>
                      </w:r>
                      <w:r w:rsidR="00B0152E" w:rsidRPr="00B0152E">
                        <w:t>Ing. Václav Sojka, e-mail: vaclav.sojka@czso.cz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34937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349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152E" w:rsidRDefault="00B0152E" w:rsidP="004924DC">
                            <w:pPr>
                              <w:pStyle w:val="TLIdentifikace-sted"/>
                            </w:pPr>
                            <w:r w:rsidRPr="00B0152E">
                              <w:t>Věda, výzkum, inovace</w:t>
                            </w:r>
                          </w:p>
                          <w:p w:rsidR="00B0152E" w:rsidRDefault="00EA16EC" w:rsidP="004924DC">
                            <w:pPr>
                              <w:pStyle w:val="TLIdentifikace-sted"/>
                            </w:pPr>
                            <w:r>
                              <w:t>Praha, červen</w:t>
                            </w:r>
                            <w:r w:rsidR="004508DD">
                              <w:t xml:space="preserve"> 2020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 xml:space="preserve">Kód publikace: </w:t>
                            </w:r>
                            <w:r w:rsidR="004508DD">
                              <w:t>213003-20</w:t>
                            </w:r>
                          </w:p>
                          <w:p w:rsidR="004924DC" w:rsidRPr="004924DC" w:rsidRDefault="004924DC" w:rsidP="004924DC">
                            <w:pPr>
                              <w:pStyle w:val="TLIdentifikace-sted"/>
                            </w:pPr>
                            <w:r w:rsidRPr="004924DC">
                              <w:t>Č. j</w:t>
                            </w:r>
                            <w:r w:rsidRPr="00CF67D3">
                              <w:t xml:space="preserve">.: </w:t>
                            </w:r>
                            <w:r w:rsidR="00CF67D3" w:rsidRPr="00CF67D3">
                              <w:t>CSU-006518/2020-63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06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" filled="f" stroked="f">
                <v:textbox style="mso-fit-shape-to-text:t" inset="0,0,0,0">
                  <w:txbxContent>
                    <w:p w:rsidR="00B0152E" w:rsidRDefault="00B0152E" w:rsidP="004924DC">
                      <w:pPr>
                        <w:pStyle w:val="TLIdentifikace-sted"/>
                      </w:pPr>
                      <w:r w:rsidRPr="00B0152E">
                        <w:t>Věda, výzkum, inovace</w:t>
                      </w:r>
                    </w:p>
                    <w:p w:rsidR="00B0152E" w:rsidRDefault="00EA16EC" w:rsidP="004924DC">
                      <w:pPr>
                        <w:pStyle w:val="TLIdentifikace-sted"/>
                      </w:pPr>
                      <w:r>
                        <w:t>Praha, červen</w:t>
                      </w:r>
                      <w:r w:rsidR="004508DD">
                        <w:t xml:space="preserve"> 2020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 xml:space="preserve">Kód publikace: </w:t>
                      </w:r>
                      <w:r w:rsidR="004508DD">
                        <w:t>213003-20</w:t>
                      </w:r>
                    </w:p>
                    <w:p w:rsidR="004924DC" w:rsidRPr="004924DC" w:rsidRDefault="004924DC" w:rsidP="004924DC">
                      <w:pPr>
                        <w:pStyle w:val="TLIdentifikace-sted"/>
                      </w:pPr>
                      <w:r w:rsidRPr="004924DC">
                        <w:t>Č. j</w:t>
                      </w:r>
                      <w:bookmarkStart w:id="1" w:name="_GoBack"/>
                      <w:r w:rsidRPr="00CF67D3">
                        <w:t xml:space="preserve">.: </w:t>
                      </w:r>
                      <w:r w:rsidR="00CF67D3" w:rsidRPr="00CF67D3">
                        <w:t>CSU-006518/2020-63</w:t>
                      </w:r>
                      <w:bookmarkEnd w:id="1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129667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29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6647" w:rsidRDefault="003E6647" w:rsidP="00B0152E">
                            <w:pPr>
                              <w:pStyle w:val="Nzev"/>
                              <w:rPr>
                                <w:sz w:val="44"/>
                              </w:rPr>
                            </w:pPr>
                          </w:p>
                          <w:p w:rsidR="00B0152E" w:rsidRPr="000E6FBD" w:rsidRDefault="00F06635" w:rsidP="00B0152E">
                            <w:pPr>
                              <w:pStyle w:val="Nzev"/>
                            </w:pPr>
                            <w:r w:rsidRPr="00F06635">
                              <w:rPr>
                                <w:sz w:val="44"/>
                              </w:rPr>
                              <w:t>Inovační aktivity podniků</w:t>
                            </w:r>
                          </w:p>
                          <w:p w:rsidR="00B0152E" w:rsidRPr="0012192F" w:rsidRDefault="00B0152E" w:rsidP="00B0152E">
                            <w:pPr>
                              <w:pStyle w:val="Podnadpis"/>
                            </w:pPr>
                          </w:p>
                          <w:p w:rsidR="001706D6" w:rsidRPr="00F06635" w:rsidRDefault="00EA16EC" w:rsidP="0012192F">
                            <w:pPr>
                              <w:pStyle w:val="Podnadpis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v letech </w:t>
                            </w:r>
                            <w:r w:rsidR="004508DD">
                              <w:rPr>
                                <w:sz w:val="32"/>
                              </w:rPr>
                              <w:t>2016</w:t>
                            </w:r>
                            <w:r w:rsidR="00F06635" w:rsidRPr="00F06635">
                              <w:rPr>
                                <w:sz w:val="32"/>
                              </w:rPr>
                              <w:t>–</w:t>
                            </w:r>
                            <w:r w:rsidR="004508DD">
                              <w:rPr>
                                <w:sz w:val="32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102.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" filled="f" stroked="f">
                <v:textbox style="mso-fit-shape-to-text:t" inset="0,0,0,0">
                  <w:txbxContent>
                    <w:p w:rsidR="003E6647" w:rsidRDefault="003E6647" w:rsidP="00B0152E">
                      <w:pPr>
                        <w:pStyle w:val="Nzev"/>
                        <w:rPr>
                          <w:sz w:val="44"/>
                        </w:rPr>
                      </w:pPr>
                    </w:p>
                    <w:p w:rsidR="00B0152E" w:rsidRPr="000E6FBD" w:rsidRDefault="00F06635" w:rsidP="00B0152E">
                      <w:pPr>
                        <w:pStyle w:val="Nzev"/>
                      </w:pPr>
                      <w:r w:rsidRPr="00F06635">
                        <w:rPr>
                          <w:sz w:val="44"/>
                        </w:rPr>
                        <w:t>Inovační aktivity podniků</w:t>
                      </w:r>
                    </w:p>
                    <w:p w:rsidR="00B0152E" w:rsidRPr="0012192F" w:rsidRDefault="00B0152E" w:rsidP="00B0152E">
                      <w:pPr>
                        <w:pStyle w:val="Podnadpis"/>
                      </w:pPr>
                    </w:p>
                    <w:p w:rsidR="001706D6" w:rsidRPr="00F06635" w:rsidRDefault="00EA16EC" w:rsidP="0012192F">
                      <w:pPr>
                        <w:pStyle w:val="Podnadpis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v letech </w:t>
                      </w:r>
                      <w:r w:rsidR="004508DD">
                        <w:rPr>
                          <w:sz w:val="32"/>
                        </w:rPr>
                        <w:t>2016</w:t>
                      </w:r>
                      <w:r w:rsidR="00F06635" w:rsidRPr="00F06635">
                        <w:rPr>
                          <w:sz w:val="32"/>
                        </w:rPr>
                        <w:t>–</w:t>
                      </w:r>
                      <w:r w:rsidR="004508DD">
                        <w:rPr>
                          <w:sz w:val="32"/>
                        </w:rPr>
                        <w:t>2018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0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924DC" w:rsidRDefault="00665BA4" w:rsidP="004924DC">
                            <w:r w:rsidRPr="004924DC">
                              <w:t xml:space="preserve">© Český </w:t>
                            </w:r>
                            <w:r w:rsidR="004508DD">
                              <w:t>statistický úřad, Praha, 2020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GtuQ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" filled="f" stroked="f">
                <v:textbox inset="0,0,0,0">
                  <w:txbxContent>
                    <w:p w:rsidR="00665BA4" w:rsidRPr="004924DC" w:rsidRDefault="00665BA4" w:rsidP="004924DC">
                      <w:r w:rsidRPr="004924DC">
                        <w:t xml:space="preserve">© Český </w:t>
                      </w:r>
                      <w:r w:rsidR="004508DD">
                        <w:t>statistický úřad, Praha, 2020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3632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31F853" id="Přímá spojnice 33" o:spid="_x0000_s1026" style="position:absolute;z-index:251653632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 w:rsidR="003D7360"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1440180</wp:posOffset>
                </wp:positionV>
                <wp:extent cx="6119495" cy="7690485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7690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0135" w:rsidRPr="006F5416" w:rsidRDefault="00320135" w:rsidP="00320135">
                            <w:pPr>
                              <w:pStyle w:val="TLKontaktyerven"/>
                            </w:pPr>
                            <w:r w:rsidRPr="006F5416">
                              <w:t>KONTAKTY V ÚSTŘEDÍ</w:t>
                            </w:r>
                          </w:p>
                          <w:p w:rsidR="00320135" w:rsidRPr="007D40DF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Český statistický úřad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 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10, 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tel.: 274 051 111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Oddělení informačních služeb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274 052 304, 274 052 451 | e-mail: infoservis@czso.cz</w:t>
                            </w:r>
                          </w:p>
                          <w:p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Prodejna publikací ČSÚ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prodejna@czso.cz</w:t>
                            </w:r>
                          </w:p>
                          <w:p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Evropská data (ESDS), mezinárodní srovnání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274 052 347, 274 052 757 | e-mail: esds@czso.cz</w:t>
                            </w:r>
                          </w:p>
                          <w:p w:rsidR="00320135" w:rsidRPr="00D235B7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b w:val="0"/>
                                <w:color w:val="auto"/>
                              </w:rPr>
                            </w:pPr>
                            <w:r w:rsidRPr="00D235B7">
                              <w:rPr>
                                <w:color w:val="auto"/>
                              </w:rPr>
                              <w:t>Ústřední statistická knihovna</w:t>
                            </w:r>
                            <w:r w:rsidRPr="00D235B7">
                              <w:rPr>
                                <w:b w:val="0"/>
                                <w:color w:val="auto"/>
                              </w:rPr>
                              <w:t xml:space="preserve"> | tel.: 274 052 361 | e-mail: knihovna@czso.cz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contextualSpacing w:val="0"/>
                              <w:rPr>
                                <w:color w:val="auto"/>
                              </w:rPr>
                            </w:pPr>
                          </w:p>
                          <w:p w:rsidR="00320135" w:rsidRPr="00D66223" w:rsidRDefault="00320135" w:rsidP="00320135">
                            <w:pPr>
                              <w:pStyle w:val="TLKontaktyerven"/>
                            </w:pPr>
                            <w:r w:rsidRPr="00D66223">
                              <w:t>INFORMAČNÍ SLUŽBY V REGIONECH</w:t>
                            </w: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Hl. m. Praha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padesátém 81, 100 82 Praha 10,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274 052 673,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274 054 223</w:t>
                            </w: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Středočeský kraj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274 054 175</w:t>
                            </w: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>386 718 440</w:t>
                            </w:r>
                          </w:p>
                          <w:p w:rsidR="00320135" w:rsidRPr="00992CF3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BC731E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377 612 108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, 377 612 145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Pr="00095135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353 114 529, 353 114 525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472 706 176,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472 706 121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485 238 811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495 762 322,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495 762 317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,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tel.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466 743 480, 466 743 418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586 01 Jihlava, tel.: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567 109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062, 567 109 073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320135" w:rsidRDefault="00320135" w:rsidP="00320135">
                            <w:pPr>
                              <w:pStyle w:val="TLKontakty"/>
                              <w:spacing w:after="80" w:line="240" w:lineRule="auto"/>
                            </w:pPr>
                          </w:p>
                          <w:p w:rsidR="00320135" w:rsidRPr="00BC731E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tel: 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542 528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115, 542 528 200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320135" w:rsidRPr="004A61C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tel.: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585 731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516, 585 731 511</w:t>
                            </w: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</w:t>
                            </w:r>
                            <w:r w:rsidRPr="00BC731E">
                              <w:rPr>
                                <w:b w:val="0"/>
                                <w:color w:val="auto"/>
                              </w:rPr>
                              <w:t>tel.: 577 004 932, 5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77 004 935</w:t>
                            </w:r>
                          </w:p>
                          <w:p w:rsidR="00320135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227A53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320135" w:rsidRPr="005E7C78" w:rsidRDefault="00320135" w:rsidP="00320135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</w:t>
                            </w:r>
                            <w:r>
                              <w:rPr>
                                <w:b w:val="0"/>
                                <w:color w:val="auto"/>
                              </w:rPr>
                              <w:t xml:space="preserve"> tel: 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>595 131 230, 595 131 232</w:t>
                            </w:r>
                          </w:p>
                          <w:p w:rsidR="00EF302A" w:rsidRPr="00EF302A" w:rsidRDefault="00320135" w:rsidP="00825C4D">
                            <w:pPr>
                              <w:pStyle w:val="TLKontakty"/>
                              <w:spacing w:after="80" w:line="240" w:lineRule="auto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113.4pt;width:481.85pt;height:605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" filled="f" stroked="f">
                <v:textbox style="mso-fit-shape-to-text:t" inset="0,0,0,0">
                  <w:txbxContent>
                    <w:p w:rsidR="00320135" w:rsidRPr="006F5416" w:rsidRDefault="00320135" w:rsidP="00320135">
                      <w:pPr>
                        <w:pStyle w:val="TLKontaktyerven"/>
                      </w:pPr>
                      <w:r w:rsidRPr="006F5416">
                        <w:t>KONTAKTY V ÚSTŘEDÍ</w:t>
                      </w:r>
                    </w:p>
                    <w:p w:rsidR="00320135" w:rsidRPr="007D40DF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66223">
                        <w:t>Český statistický úřad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</w:t>
                      </w:r>
                      <w:r w:rsidRPr="007D40DF">
                        <w:rPr>
                          <w:b w:val="0"/>
                          <w:color w:val="auto"/>
                        </w:rPr>
                        <w:t> </w:t>
                      </w:r>
                      <w:r>
                        <w:rPr>
                          <w:b w:val="0"/>
                          <w:color w:val="auto"/>
                        </w:rPr>
                        <w:t xml:space="preserve">10, 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tel.: 274 051 111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Oddělení informačních služeb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274 052 304, 274 052 451 | e-mail: infoservis@czso.cz</w:t>
                      </w:r>
                    </w:p>
                    <w:p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Prodejna publikací ČSÚ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prodejna@czso.cz</w:t>
                      </w:r>
                    </w:p>
                    <w:p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Evropská data (ESDS), mezinárodní srovnání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274 052 347, 274 052 757 | e-mail: esds@czso.cz</w:t>
                      </w:r>
                    </w:p>
                    <w:p w:rsidR="00320135" w:rsidRPr="00D235B7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b w:val="0"/>
                          <w:color w:val="auto"/>
                        </w:rPr>
                      </w:pPr>
                      <w:r w:rsidRPr="00D235B7">
                        <w:rPr>
                          <w:color w:val="auto"/>
                        </w:rPr>
                        <w:t>Ústřední statistická knihovna</w:t>
                      </w:r>
                      <w:r w:rsidRPr="00D235B7">
                        <w:rPr>
                          <w:b w:val="0"/>
                          <w:color w:val="auto"/>
                        </w:rPr>
                        <w:t xml:space="preserve"> | tel.: 274 052 361 | e-mail: knihovna@czso.cz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contextualSpacing w:val="0"/>
                        <w:rPr>
                          <w:color w:val="auto"/>
                        </w:rPr>
                      </w:pPr>
                    </w:p>
                    <w:p w:rsidR="00320135" w:rsidRPr="00D66223" w:rsidRDefault="00320135" w:rsidP="00320135">
                      <w:pPr>
                        <w:pStyle w:val="TLKontaktyerven"/>
                      </w:pPr>
                      <w:r w:rsidRPr="00D66223">
                        <w:t>INFORMAČNÍ SLUŽBY V REGIONECH</w:t>
                      </w: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Hl. m. Praha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</w:t>
                      </w:r>
                      <w:r>
                        <w:rPr>
                          <w:b w:val="0"/>
                          <w:color w:val="auto"/>
                        </w:rPr>
                        <w:t xml:space="preserve"> padesátém 81, 100 82 Praha 10,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274 052 673,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274 054 223</w:t>
                      </w: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Středočeský kraj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274 054 175</w:t>
                      </w: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992CF3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992CF3">
                        <w:rPr>
                          <w:b w:val="0"/>
                          <w:color w:val="auto"/>
                        </w:rPr>
                        <w:t>386 718 440</w:t>
                      </w:r>
                    </w:p>
                    <w:p w:rsidR="00320135" w:rsidRPr="00992CF3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BC731E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377 612 108</w:t>
                      </w:r>
                      <w:r w:rsidRPr="00BC731E">
                        <w:rPr>
                          <w:b w:val="0"/>
                          <w:color w:val="auto"/>
                        </w:rPr>
                        <w:t>, 377 612 145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Pr="00095135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353 114 529, 353 114 525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472 706 176,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472 706 121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tel.</w:t>
                      </w:r>
                      <w:r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4A61C5">
                        <w:rPr>
                          <w:b w:val="0"/>
                          <w:color w:val="auto"/>
                        </w:rPr>
                        <w:t>485 238 811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</w:t>
                      </w:r>
                      <w:r>
                        <w:rPr>
                          <w:b w:val="0"/>
                          <w:color w:val="auto"/>
                        </w:rPr>
                        <w:t>tel.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495 762 322,</w:t>
                      </w:r>
                      <w:r>
                        <w:rPr>
                          <w:b w:val="0"/>
                          <w:color w:val="auto"/>
                        </w:rPr>
                        <w:t xml:space="preserve"> </w:t>
                      </w:r>
                      <w:r w:rsidRPr="004A61C5">
                        <w:rPr>
                          <w:b w:val="0"/>
                          <w:color w:val="auto"/>
                        </w:rPr>
                        <w:t>495 762 317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</w:t>
                      </w:r>
                      <w:r>
                        <w:rPr>
                          <w:b w:val="0"/>
                          <w:color w:val="auto"/>
                        </w:rPr>
                        <w:t xml:space="preserve">, </w:t>
                      </w:r>
                      <w:r w:rsidRPr="004A61C5">
                        <w:rPr>
                          <w:b w:val="0"/>
                          <w:color w:val="auto"/>
                        </w:rPr>
                        <w:t>tel.</w:t>
                      </w:r>
                      <w:r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466 743 480, 466 743 418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</w:t>
                      </w:r>
                      <w:r>
                        <w:rPr>
                          <w:b w:val="0"/>
                          <w:color w:val="auto"/>
                        </w:rPr>
                        <w:t xml:space="preserve"> 586 01 Jihlava, tel.: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567 109 </w:t>
                      </w:r>
                      <w:r w:rsidRPr="00BC731E">
                        <w:rPr>
                          <w:b w:val="0"/>
                          <w:color w:val="auto"/>
                        </w:rPr>
                        <w:t>062, 567 109 073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320135" w:rsidRDefault="00320135" w:rsidP="00320135">
                      <w:pPr>
                        <w:pStyle w:val="TLKontakty"/>
                        <w:spacing w:after="80" w:line="240" w:lineRule="auto"/>
                      </w:pPr>
                    </w:p>
                    <w:p w:rsidR="00320135" w:rsidRPr="00BC731E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</w:t>
                      </w:r>
                      <w:r>
                        <w:rPr>
                          <w:b w:val="0"/>
                          <w:color w:val="auto"/>
                        </w:rPr>
                        <w:t xml:space="preserve">tel: 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542 528 </w:t>
                      </w:r>
                      <w:r w:rsidRPr="00BC731E">
                        <w:rPr>
                          <w:b w:val="0"/>
                          <w:color w:val="auto"/>
                        </w:rPr>
                        <w:t>115, 542 528 200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320135" w:rsidRPr="004A61C5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</w:t>
                      </w:r>
                      <w:r>
                        <w:rPr>
                          <w:b w:val="0"/>
                          <w:color w:val="auto"/>
                        </w:rPr>
                        <w:t xml:space="preserve">tel.: 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585 731 </w:t>
                      </w:r>
                      <w:r w:rsidRPr="00BC731E">
                        <w:rPr>
                          <w:b w:val="0"/>
                          <w:color w:val="auto"/>
                        </w:rPr>
                        <w:t>516, 585 731 511</w:t>
                      </w: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</w:t>
                      </w:r>
                      <w:r w:rsidRPr="00BC731E">
                        <w:rPr>
                          <w:b w:val="0"/>
                          <w:color w:val="auto"/>
                        </w:rPr>
                        <w:t>tel.: 577 004 932, 5</w:t>
                      </w:r>
                      <w:r w:rsidRPr="005E7C78">
                        <w:rPr>
                          <w:b w:val="0"/>
                          <w:color w:val="auto"/>
                        </w:rPr>
                        <w:t>77 004 935</w:t>
                      </w:r>
                    </w:p>
                    <w:p w:rsidR="00320135" w:rsidRDefault="00320135" w:rsidP="00320135">
                      <w:pPr>
                        <w:pStyle w:val="TLKontakty"/>
                        <w:spacing w:after="80" w:line="240" w:lineRule="auto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227A53">
                        <w:rPr>
                          <w:color w:val="auto"/>
                        </w:rPr>
                        <w:t>www.zlin.czso.cz</w:t>
                      </w:r>
                      <w:bookmarkStart w:id="1" w:name="_GoBack"/>
                      <w:bookmarkEnd w:id="1"/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</w:p>
                    <w:p w:rsidR="00320135" w:rsidRPr="005E7C78" w:rsidRDefault="00320135" w:rsidP="00320135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</w:t>
                      </w:r>
                      <w:r>
                        <w:rPr>
                          <w:b w:val="0"/>
                          <w:color w:val="auto"/>
                        </w:rPr>
                        <w:t xml:space="preserve"> tel: </w:t>
                      </w:r>
                      <w:r w:rsidRPr="005E7C78">
                        <w:rPr>
                          <w:b w:val="0"/>
                          <w:color w:val="auto"/>
                        </w:rPr>
                        <w:t>595 131 230, 595 131 232</w:t>
                      </w:r>
                    </w:p>
                    <w:p w:rsidR="00EF302A" w:rsidRPr="00EF302A" w:rsidRDefault="00320135" w:rsidP="00825C4D">
                      <w:pPr>
                        <w:pStyle w:val="TLKontakty"/>
                        <w:spacing w:after="80" w:line="240" w:lineRule="auto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321924" w:rsidRDefault="000A3A2C" w:rsidP="008F029B">
                            <w:r w:rsidRPr="003A10B0">
                              <w:rPr>
                                <w:szCs w:val="26"/>
                              </w:rPr>
                              <w:t xml:space="preserve">ISBN </w:t>
                            </w:r>
                            <w:r w:rsidR="00226FF6" w:rsidRPr="00226FF6">
                              <w:rPr>
                                <w:szCs w:val="26"/>
                              </w:rPr>
                              <w:t>978-80-250-3011-0</w:t>
                            </w:r>
                            <w:r w:rsidR="00834304" w:rsidRPr="00321924">
                              <w:br/>
                            </w:r>
                            <w:r w:rsidRPr="00321924">
                              <w:t>© Český statistický úřad</w:t>
                            </w:r>
                            <w:r w:rsidR="00321924" w:rsidRPr="00321924">
                              <w:t xml:space="preserve">, </w:t>
                            </w:r>
                            <w:r w:rsidR="004508DD">
                              <w:t>Praha, 2020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6.7pt;margin-top:747pt;width:481.9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321924" w:rsidRDefault="000A3A2C" w:rsidP="008F029B">
                      <w:r w:rsidRPr="003A10B0">
                        <w:rPr>
                          <w:szCs w:val="26"/>
                        </w:rPr>
                        <w:t xml:space="preserve">ISBN </w:t>
                      </w:r>
                      <w:r w:rsidR="00226FF6" w:rsidRPr="00226FF6">
                        <w:rPr>
                          <w:szCs w:val="26"/>
                        </w:rPr>
                        <w:t>978-80-250-3011-0</w:t>
                      </w:r>
                      <w:bookmarkStart w:id="1" w:name="_GoBack"/>
                      <w:bookmarkEnd w:id="1"/>
                      <w:r w:rsidR="00834304" w:rsidRPr="00321924">
                        <w:br/>
                      </w:r>
                      <w:r w:rsidRPr="00321924">
                        <w:t>© Český statistický úřad</w:t>
                      </w:r>
                      <w:r w:rsidR="00321924" w:rsidRPr="00321924">
                        <w:t xml:space="preserve">, </w:t>
                      </w:r>
                      <w:r w:rsidR="004508DD">
                        <w:t>Praha, 2020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572770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9A1902" w:rsidRDefault="000A3A2C" w:rsidP="000A3A2C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="004A14E4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95pt;margin-top:56.95pt;width:481.85pt;height:45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" filled="f" stroked="f">
                <v:textbox style="mso-fit-shape-to-text:t" inset="0,0,0,0">
                  <w:txbxContent>
                    <w:p w:rsidR="000A3A2C" w:rsidRPr="009A1902" w:rsidRDefault="000A3A2C" w:rsidP="000A3A2C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="004A14E4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EE4B1B" w:rsidRPr="006F5416" w:rsidRDefault="00EE4B1B" w:rsidP="006F5416">
      <w:pPr>
        <w:pStyle w:val="Obsah"/>
      </w:pPr>
      <w:r w:rsidRPr="006F5416">
        <w:lastRenderedPageBreak/>
        <w:t>Obsah</w:t>
      </w:r>
    </w:p>
    <w:p w:rsidR="00DD2588" w:rsidRDefault="00DD2588" w:rsidP="00DD2588">
      <w:pPr>
        <w:tabs>
          <w:tab w:val="right" w:leader="dot" w:pos="9072"/>
        </w:tabs>
        <w:spacing w:after="120"/>
        <w:rPr>
          <w:b/>
        </w:rPr>
      </w:pPr>
      <w:r w:rsidRPr="00DD2588">
        <w:rPr>
          <w:b/>
          <w:color w:val="009BB4"/>
        </w:rPr>
        <w:t>ÚVOD</w:t>
      </w:r>
      <w:r>
        <w:rPr>
          <w:b/>
        </w:rPr>
        <w:tab/>
      </w:r>
      <w:r>
        <w:rPr>
          <w:b/>
        </w:rPr>
        <w:tab/>
        <w:t>5</w:t>
      </w:r>
    </w:p>
    <w:p w:rsidR="00DD2588" w:rsidRPr="00071C08" w:rsidRDefault="00DD2588" w:rsidP="00DD2588">
      <w:pPr>
        <w:tabs>
          <w:tab w:val="right" w:leader="dot" w:pos="9072"/>
        </w:tabs>
        <w:spacing w:after="120"/>
        <w:rPr>
          <w:b/>
        </w:rPr>
      </w:pPr>
      <w:r w:rsidRPr="00DD2588">
        <w:rPr>
          <w:b/>
          <w:color w:val="009BB4"/>
        </w:rPr>
        <w:t>METODICKÁ ČÁST</w:t>
      </w:r>
      <w:r w:rsidRPr="00071C08">
        <w:rPr>
          <w:b/>
        </w:rPr>
        <w:tab/>
      </w:r>
      <w:r w:rsidRPr="00071C08">
        <w:rPr>
          <w:b/>
        </w:rPr>
        <w:tab/>
      </w:r>
      <w:r w:rsidR="000A077E">
        <w:rPr>
          <w:b/>
        </w:rPr>
        <w:t>x</w:t>
      </w:r>
    </w:p>
    <w:p w:rsidR="00DD2588" w:rsidRPr="00071C08" w:rsidRDefault="00DD2588" w:rsidP="00DD2588">
      <w:pPr>
        <w:tabs>
          <w:tab w:val="right" w:leader="dot" w:pos="9072"/>
        </w:tabs>
        <w:spacing w:after="120"/>
      </w:pPr>
      <w:r w:rsidRPr="00071C08">
        <w:t>1. Zák</w:t>
      </w:r>
      <w:r w:rsidR="000A077E">
        <w:t>ladní informace o šetření</w:t>
      </w:r>
      <w:r w:rsidR="000A077E">
        <w:tab/>
      </w:r>
      <w:r w:rsidR="000A077E">
        <w:tab/>
      </w:r>
      <w:proofErr w:type="spellStart"/>
      <w:r w:rsidR="000A077E">
        <w:t>xx</w:t>
      </w:r>
      <w:proofErr w:type="spellEnd"/>
    </w:p>
    <w:p w:rsidR="00DD2588" w:rsidRPr="00071C08" w:rsidRDefault="00DD2588" w:rsidP="00DD2588">
      <w:pPr>
        <w:tabs>
          <w:tab w:val="right" w:leader="dot" w:pos="9072"/>
        </w:tabs>
        <w:spacing w:after="120"/>
      </w:pPr>
      <w:r w:rsidRPr="00071C08">
        <w:t xml:space="preserve">2. Metodika </w:t>
      </w:r>
      <w:r>
        <w:t xml:space="preserve">úlohy </w:t>
      </w:r>
      <w:r w:rsidRPr="00071C08">
        <w:t>a definice ukazatelů</w:t>
      </w:r>
      <w:r w:rsidR="000A077E">
        <w:t xml:space="preserve"> inovačních aktivit</w:t>
      </w:r>
      <w:r w:rsidR="000A077E">
        <w:tab/>
      </w:r>
      <w:r w:rsidR="000A077E">
        <w:tab/>
      </w:r>
      <w:proofErr w:type="spellStart"/>
      <w:r w:rsidR="000A077E">
        <w:t>xx</w:t>
      </w:r>
      <w:proofErr w:type="spellEnd"/>
    </w:p>
    <w:p w:rsidR="00DD2588" w:rsidRPr="00071C08" w:rsidRDefault="00DD2588" w:rsidP="00DD2588">
      <w:pPr>
        <w:tabs>
          <w:tab w:val="right" w:leader="dot" w:pos="9072"/>
        </w:tabs>
        <w:spacing w:after="120"/>
        <w:ind w:left="284"/>
      </w:pPr>
      <w:r w:rsidRPr="00071C08">
        <w:t xml:space="preserve">2.1 </w:t>
      </w:r>
      <w:r w:rsidR="000A077E">
        <w:t>Inovační aktivity</w:t>
      </w:r>
      <w:r w:rsidR="000A077E">
        <w:tab/>
      </w:r>
      <w:r w:rsidR="000A077E">
        <w:tab/>
      </w:r>
      <w:proofErr w:type="spellStart"/>
      <w:r w:rsidR="000A077E">
        <w:t>xx</w:t>
      </w:r>
      <w:proofErr w:type="spellEnd"/>
    </w:p>
    <w:p w:rsidR="00DD2588" w:rsidRPr="004B70E1" w:rsidRDefault="00DD2588" w:rsidP="00DD2588">
      <w:pPr>
        <w:tabs>
          <w:tab w:val="right" w:leader="dot" w:pos="9072"/>
        </w:tabs>
        <w:spacing w:after="120"/>
        <w:ind w:left="284"/>
      </w:pPr>
      <w:r w:rsidRPr="004B70E1">
        <w:t>2.2</w:t>
      </w:r>
      <w:r w:rsidR="00D476F5">
        <w:t xml:space="preserve"> Informace o šetření TI 2018</w:t>
      </w:r>
      <w:r w:rsidR="000A077E">
        <w:tab/>
      </w:r>
      <w:r w:rsidR="000A077E">
        <w:tab/>
      </w:r>
      <w:proofErr w:type="spellStart"/>
      <w:r w:rsidR="000A077E">
        <w:t>xx</w:t>
      </w:r>
      <w:proofErr w:type="spellEnd"/>
    </w:p>
    <w:p w:rsidR="00DD2588" w:rsidRPr="004B70E1" w:rsidRDefault="00DD2588" w:rsidP="00DD2588">
      <w:pPr>
        <w:tabs>
          <w:tab w:val="right" w:leader="dot" w:pos="9072"/>
        </w:tabs>
        <w:spacing w:after="120"/>
        <w:ind w:left="284"/>
      </w:pPr>
      <w:r w:rsidRPr="004B70E1">
        <w:t>2.3 Základní s</w:t>
      </w:r>
      <w:r w:rsidR="000A077E">
        <w:t>ledované ukazatele a třídění</w:t>
      </w:r>
      <w:r w:rsidR="000A077E">
        <w:tab/>
      </w:r>
      <w:r w:rsidR="000A077E">
        <w:tab/>
      </w:r>
      <w:proofErr w:type="spellStart"/>
      <w:r w:rsidR="000A077E">
        <w:t>xx</w:t>
      </w:r>
      <w:proofErr w:type="spellEnd"/>
    </w:p>
    <w:p w:rsidR="00DD2588" w:rsidRPr="004B70E1" w:rsidRDefault="00DD2588" w:rsidP="00DD2588">
      <w:pPr>
        <w:tabs>
          <w:tab w:val="right" w:leader="dot" w:pos="9072"/>
        </w:tabs>
        <w:spacing w:after="120"/>
      </w:pPr>
      <w:r w:rsidRPr="00DD2588">
        <w:rPr>
          <w:b/>
          <w:color w:val="009BB4"/>
        </w:rPr>
        <w:t>ANALYTICKÁ ČÁST</w:t>
      </w:r>
      <w:r w:rsidR="000A077E">
        <w:rPr>
          <w:b/>
        </w:rPr>
        <w:tab/>
      </w:r>
      <w:r w:rsidR="000A077E">
        <w:rPr>
          <w:b/>
        </w:rPr>
        <w:tab/>
      </w:r>
      <w:proofErr w:type="spellStart"/>
      <w:r w:rsidR="000A077E">
        <w:rPr>
          <w:b/>
        </w:rPr>
        <w:t>xx</w:t>
      </w:r>
      <w:proofErr w:type="spellEnd"/>
    </w:p>
    <w:p w:rsidR="00DD2588" w:rsidRDefault="00DD2588" w:rsidP="00DD2588">
      <w:pPr>
        <w:tabs>
          <w:tab w:val="right" w:leader="dot" w:pos="9072"/>
        </w:tabs>
        <w:spacing w:after="120"/>
      </w:pPr>
      <w:r w:rsidRPr="004B70E1">
        <w:t xml:space="preserve">3.1 Shrnutí základních údajů o inovačních </w:t>
      </w:r>
      <w:r w:rsidR="000A077E">
        <w:t>aktivitách podniků</w:t>
      </w:r>
      <w:r w:rsidR="000A077E">
        <w:tab/>
      </w:r>
      <w:r w:rsidR="000A077E">
        <w:tab/>
      </w:r>
      <w:proofErr w:type="spellStart"/>
      <w:r w:rsidR="000A077E">
        <w:t>xx</w:t>
      </w:r>
      <w:proofErr w:type="spellEnd"/>
    </w:p>
    <w:p w:rsidR="00DD2588" w:rsidRDefault="00DD2588" w:rsidP="00DD2588">
      <w:pPr>
        <w:tabs>
          <w:tab w:val="right" w:leader="dot" w:pos="9072"/>
        </w:tabs>
        <w:spacing w:after="120"/>
      </w:pPr>
      <w:r>
        <w:t>3.2</w:t>
      </w:r>
      <w:r w:rsidRPr="004B70E1">
        <w:t xml:space="preserve"> </w:t>
      </w:r>
      <w:r w:rsidRPr="0041579A">
        <w:t>Podniky s inovačními aktivitami</w:t>
      </w:r>
      <w:r w:rsidR="000A077E">
        <w:tab/>
      </w:r>
      <w:r w:rsidR="000A077E">
        <w:tab/>
      </w:r>
      <w:proofErr w:type="spellStart"/>
      <w:r w:rsidR="000A077E">
        <w:t>xx</w:t>
      </w:r>
      <w:proofErr w:type="spellEnd"/>
    </w:p>
    <w:p w:rsidR="00DD2588" w:rsidRDefault="00DD2588" w:rsidP="00DD2588">
      <w:pPr>
        <w:tabs>
          <w:tab w:val="right" w:leader="dot" w:pos="9072"/>
        </w:tabs>
        <w:spacing w:after="120"/>
      </w:pPr>
      <w:r>
        <w:t>3.3</w:t>
      </w:r>
      <w:r w:rsidRPr="004B70E1">
        <w:t xml:space="preserve"> </w:t>
      </w:r>
      <w:r w:rsidRPr="0041579A">
        <w:t>Podniky s inovačními aktivitami – mezinárodní srovnání</w:t>
      </w:r>
      <w:r w:rsidR="000A077E">
        <w:tab/>
      </w:r>
      <w:r w:rsidR="000A077E">
        <w:tab/>
      </w:r>
      <w:proofErr w:type="spellStart"/>
      <w:r w:rsidR="000A077E">
        <w:t>xx</w:t>
      </w:r>
      <w:proofErr w:type="spellEnd"/>
    </w:p>
    <w:p w:rsidR="00DD2588" w:rsidRPr="004B70E1" w:rsidRDefault="00DD2588" w:rsidP="00DD2588">
      <w:pPr>
        <w:tabs>
          <w:tab w:val="right" w:leader="dot" w:pos="9072"/>
        </w:tabs>
        <w:spacing w:after="120"/>
        <w:rPr>
          <w:b/>
        </w:rPr>
      </w:pPr>
      <w:r w:rsidRPr="00DD2588">
        <w:rPr>
          <w:b/>
          <w:color w:val="009BB4"/>
        </w:rPr>
        <w:t>TABULKOVÁ ČÁST</w:t>
      </w:r>
      <w:r w:rsidR="000A077E">
        <w:rPr>
          <w:b/>
        </w:rPr>
        <w:tab/>
      </w:r>
      <w:r w:rsidR="000A077E">
        <w:rPr>
          <w:b/>
        </w:rPr>
        <w:tab/>
      </w:r>
      <w:proofErr w:type="spellStart"/>
      <w:r w:rsidR="000A077E">
        <w:rPr>
          <w:b/>
        </w:rPr>
        <w:t>xx</w:t>
      </w:r>
      <w:proofErr w:type="spellEnd"/>
    </w:p>
    <w:p w:rsidR="00DD2588" w:rsidRDefault="000A077E" w:rsidP="00DD2588">
      <w:pPr>
        <w:tabs>
          <w:tab w:val="right" w:leader="dot" w:pos="9072"/>
        </w:tabs>
        <w:spacing w:after="120"/>
      </w:pPr>
      <w:r>
        <w:t>Seznam tabulek</w:t>
      </w:r>
      <w:r>
        <w:tab/>
      </w:r>
      <w:r>
        <w:tab/>
      </w:r>
      <w:proofErr w:type="spellStart"/>
      <w:r>
        <w:t>xx</w:t>
      </w:r>
      <w:proofErr w:type="spellEnd"/>
    </w:p>
    <w:p w:rsidR="00DD2588" w:rsidRPr="004B70E1" w:rsidRDefault="00784032" w:rsidP="00DD2588">
      <w:pPr>
        <w:tabs>
          <w:tab w:val="right" w:leader="dot" w:pos="9072"/>
        </w:tabs>
        <w:spacing w:after="120"/>
      </w:pPr>
      <w:r>
        <w:t>Tabulky TAB 1A až TAB 43B</w:t>
      </w:r>
      <w:bookmarkStart w:id="0" w:name="_GoBack"/>
      <w:bookmarkEnd w:id="0"/>
      <w:r w:rsidR="000A077E">
        <w:tab/>
      </w:r>
      <w:r w:rsidR="000A077E">
        <w:tab/>
      </w:r>
      <w:proofErr w:type="spellStart"/>
      <w:r w:rsidR="000A077E">
        <w:t>xx</w:t>
      </w:r>
      <w:proofErr w:type="spellEnd"/>
    </w:p>
    <w:p w:rsidR="00DD2588" w:rsidRPr="004B70E1" w:rsidRDefault="00DD2588" w:rsidP="00DD2588">
      <w:pPr>
        <w:tabs>
          <w:tab w:val="right" w:leader="dot" w:pos="9072"/>
        </w:tabs>
        <w:spacing w:after="120"/>
        <w:rPr>
          <w:b/>
        </w:rPr>
      </w:pPr>
      <w:r w:rsidRPr="00DD2588">
        <w:rPr>
          <w:b/>
          <w:color w:val="009BB4"/>
        </w:rPr>
        <w:t>PŘÍLOHY</w:t>
      </w:r>
      <w:r w:rsidR="000A077E">
        <w:rPr>
          <w:b/>
        </w:rPr>
        <w:tab/>
      </w:r>
      <w:r w:rsidR="000A077E">
        <w:rPr>
          <w:b/>
        </w:rPr>
        <w:tab/>
      </w:r>
      <w:proofErr w:type="spellStart"/>
      <w:r w:rsidR="000A077E">
        <w:rPr>
          <w:b/>
        </w:rPr>
        <w:t>xxx</w:t>
      </w:r>
      <w:proofErr w:type="spellEnd"/>
    </w:p>
    <w:p w:rsidR="00DD2588" w:rsidRPr="004B70E1" w:rsidRDefault="00DD2588" w:rsidP="00DD2588">
      <w:pPr>
        <w:tabs>
          <w:tab w:val="right" w:leader="dot" w:pos="9072"/>
        </w:tabs>
        <w:spacing w:after="120"/>
      </w:pPr>
      <w:r>
        <w:t>Výstupy ČSÚ</w:t>
      </w:r>
      <w:r w:rsidRPr="004B70E1">
        <w:t xml:space="preserve"> za oblast statistik </w:t>
      </w:r>
      <w:r w:rsidR="000A077E">
        <w:t>vědy, technologií a inovací</w:t>
      </w:r>
      <w:r w:rsidR="000A077E">
        <w:tab/>
      </w:r>
      <w:r w:rsidR="000A077E">
        <w:tab/>
      </w:r>
      <w:proofErr w:type="spellStart"/>
      <w:r w:rsidR="000A077E">
        <w:t>xxx</w:t>
      </w:r>
      <w:proofErr w:type="spellEnd"/>
    </w:p>
    <w:p w:rsidR="00DD2588" w:rsidRPr="00BD5414" w:rsidRDefault="00D476F5" w:rsidP="00DD2588">
      <w:pPr>
        <w:tabs>
          <w:tab w:val="right" w:leader="dot" w:pos="9072"/>
        </w:tabs>
        <w:spacing w:after="120"/>
      </w:pPr>
      <w:r>
        <w:t>Dotazník TI 2018</w:t>
      </w:r>
      <w:r w:rsidR="000A077E">
        <w:tab/>
      </w:r>
      <w:r w:rsidR="000A077E">
        <w:tab/>
      </w:r>
      <w:proofErr w:type="spellStart"/>
      <w:r w:rsidR="000A077E">
        <w:t>xxx</w:t>
      </w:r>
      <w:proofErr w:type="spellEnd"/>
    </w:p>
    <w:p w:rsidR="00EA3E39" w:rsidRPr="00B73343" w:rsidRDefault="00EA3E39" w:rsidP="00EA3E39">
      <w:pPr>
        <w:tabs>
          <w:tab w:val="right" w:leader="dot" w:pos="9072"/>
        </w:tabs>
        <w:spacing w:after="0"/>
      </w:pPr>
    </w:p>
    <w:p w:rsidR="00EA3E39" w:rsidRDefault="00EA3E39" w:rsidP="00EA3E39">
      <w:pPr>
        <w:pStyle w:val="Obsahpoloky"/>
      </w:pPr>
    </w:p>
    <w:p w:rsidR="00EA3E39" w:rsidRDefault="00EA3E39" w:rsidP="00EA3E39">
      <w:pPr>
        <w:pStyle w:val="Obsahpoloky"/>
      </w:pPr>
    </w:p>
    <w:p w:rsidR="00A50D73" w:rsidRDefault="00EA3E39" w:rsidP="00EA3E39">
      <w:pPr>
        <w:pStyle w:val="Obsahpoloky"/>
      </w:pPr>
      <w:r>
        <w:t xml:space="preserve"> </w:t>
      </w:r>
    </w:p>
    <w:sectPr w:rsidR="00A50D73" w:rsidSect="006F5416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009" w:rsidRDefault="00BC4009" w:rsidP="00E71A58">
      <w:r>
        <w:separator/>
      </w:r>
    </w:p>
  </w:endnote>
  <w:endnote w:type="continuationSeparator" w:id="0">
    <w:p w:rsidR="00BC4009" w:rsidRDefault="00BC400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8DD" w:rsidRDefault="004508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8DD" w:rsidRDefault="004508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8DD" w:rsidRDefault="004508D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05B5A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A05B5A" w:rsidRPr="00932443">
      <w:rPr>
        <w:szCs w:val="16"/>
      </w:rPr>
      <w:fldChar w:fldCharType="separate"/>
    </w:r>
    <w:r w:rsidR="00DD2588">
      <w:rPr>
        <w:szCs w:val="16"/>
      </w:rPr>
      <w:t>4</w:t>
    </w:r>
    <w:r w:rsidR="00A05B5A" w:rsidRPr="00932443">
      <w:rPr>
        <w:szCs w:val="16"/>
      </w:rPr>
      <w:fldChar w:fldCharType="end"/>
    </w:r>
    <w:r w:rsidR="005647BF" w:rsidRPr="00932443">
      <w:rPr>
        <w:szCs w:val="16"/>
      </w:rPr>
      <w:tab/>
    </w:r>
    <w:r w:rsidR="00565C01">
      <w:rPr>
        <w:szCs w:val="16"/>
      </w:rPr>
      <w:t>2014–</w:t>
    </w:r>
    <w:r w:rsidR="00EA3E39">
      <w:rPr>
        <w:szCs w:val="16"/>
      </w:rPr>
      <w:t>2016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47BF" w:rsidRPr="00932443">
      <w:rPr>
        <w:szCs w:val="16"/>
      </w:rPr>
      <w:tab/>
    </w:r>
    <w:r w:rsidR="004508DD">
      <w:rPr>
        <w:szCs w:val="16"/>
      </w:rPr>
      <w:t>2016</w:t>
    </w:r>
    <w:r w:rsidR="00565C01">
      <w:rPr>
        <w:szCs w:val="16"/>
      </w:rPr>
      <w:t>–</w:t>
    </w:r>
    <w:r w:rsidR="004508DD">
      <w:rPr>
        <w:rStyle w:val="ZpatChar"/>
        <w:szCs w:val="16"/>
      </w:rPr>
      <w:t>2018</w:t>
    </w:r>
    <w:r w:rsidR="005647BF" w:rsidRPr="00932443">
      <w:rPr>
        <w:szCs w:val="16"/>
      </w:rPr>
      <w:tab/>
    </w:r>
    <w:r w:rsidR="00A05B5A" w:rsidRPr="00932443">
      <w:rPr>
        <w:rStyle w:val="ZpatChar"/>
        <w:szCs w:val="16"/>
      </w:rPr>
      <w:fldChar w:fldCharType="begin"/>
    </w:r>
    <w:r w:rsidR="005647BF" w:rsidRPr="00932443">
      <w:rPr>
        <w:rStyle w:val="ZpatChar"/>
        <w:szCs w:val="16"/>
      </w:rPr>
      <w:instrText>PAGE   \* MERGEFORMAT</w:instrText>
    </w:r>
    <w:r w:rsidR="00A05B5A" w:rsidRPr="00932443">
      <w:rPr>
        <w:rStyle w:val="ZpatChar"/>
        <w:szCs w:val="16"/>
      </w:rPr>
      <w:fldChar w:fldCharType="separate"/>
    </w:r>
    <w:r w:rsidR="00784032">
      <w:rPr>
        <w:rStyle w:val="ZpatChar"/>
        <w:szCs w:val="16"/>
      </w:rPr>
      <w:t>3</w:t>
    </w:r>
    <w:r w:rsidR="00A05B5A"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009" w:rsidRDefault="00BC4009" w:rsidP="00E71A58">
      <w:r>
        <w:separator/>
      </w:r>
    </w:p>
  </w:footnote>
  <w:footnote w:type="continuationSeparator" w:id="0">
    <w:p w:rsidR="00BC4009" w:rsidRDefault="00BC400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8DD" w:rsidRDefault="004508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8DD" w:rsidRDefault="004508D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8DD" w:rsidRDefault="004508D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565C01" w:rsidRDefault="00565C01" w:rsidP="00565C01">
    <w:pPr>
      <w:pStyle w:val="Zhlav"/>
    </w:pPr>
    <w:r w:rsidRPr="00565C01">
      <w:t>INOVAČNÍ AKTIVITY PODNIKŮ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565C01" w:rsidRDefault="004508DD" w:rsidP="00565C01">
    <w:pPr>
      <w:pStyle w:val="Zhlav"/>
    </w:pPr>
    <w:r>
      <w:t>Inovační aktivity podniků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A9B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077E"/>
    <w:rsid w:val="000A1183"/>
    <w:rsid w:val="000A256D"/>
    <w:rsid w:val="000A3077"/>
    <w:rsid w:val="000A3A2C"/>
    <w:rsid w:val="000C3408"/>
    <w:rsid w:val="000C39FB"/>
    <w:rsid w:val="000C6AFD"/>
    <w:rsid w:val="000D1186"/>
    <w:rsid w:val="000D5637"/>
    <w:rsid w:val="000E6FBD"/>
    <w:rsid w:val="00100F5C"/>
    <w:rsid w:val="00104C4C"/>
    <w:rsid w:val="0012192F"/>
    <w:rsid w:val="00123652"/>
    <w:rsid w:val="00125D69"/>
    <w:rsid w:val="001405FA"/>
    <w:rsid w:val="001425C3"/>
    <w:rsid w:val="0016256B"/>
    <w:rsid w:val="00163793"/>
    <w:rsid w:val="001706D6"/>
    <w:rsid w:val="001714F2"/>
    <w:rsid w:val="00172B65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2ABB"/>
    <w:rsid w:val="001F4597"/>
    <w:rsid w:val="001F64A5"/>
    <w:rsid w:val="002118B9"/>
    <w:rsid w:val="00217C5B"/>
    <w:rsid w:val="0022139E"/>
    <w:rsid w:val="002252E0"/>
    <w:rsid w:val="002255F6"/>
    <w:rsid w:val="00226F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135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10B0"/>
    <w:rsid w:val="003A2B4D"/>
    <w:rsid w:val="003A478C"/>
    <w:rsid w:val="003A5525"/>
    <w:rsid w:val="003A6B38"/>
    <w:rsid w:val="003B5A32"/>
    <w:rsid w:val="003C3490"/>
    <w:rsid w:val="003D6920"/>
    <w:rsid w:val="003D7360"/>
    <w:rsid w:val="003E4C91"/>
    <w:rsid w:val="003E6647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508DD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65C0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28CC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3765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4032"/>
    <w:rsid w:val="00790764"/>
    <w:rsid w:val="0079453C"/>
    <w:rsid w:val="00794677"/>
    <w:rsid w:val="007A715F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873D4"/>
    <w:rsid w:val="00893E85"/>
    <w:rsid w:val="00894031"/>
    <w:rsid w:val="008A678F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572F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05B5A"/>
    <w:rsid w:val="00A10D66"/>
    <w:rsid w:val="00A14114"/>
    <w:rsid w:val="00A16413"/>
    <w:rsid w:val="00A23E43"/>
    <w:rsid w:val="00A30F65"/>
    <w:rsid w:val="00A418BC"/>
    <w:rsid w:val="00A467BE"/>
    <w:rsid w:val="00A46DE0"/>
    <w:rsid w:val="00A50D73"/>
    <w:rsid w:val="00A52CAD"/>
    <w:rsid w:val="00A53FC7"/>
    <w:rsid w:val="00A5674D"/>
    <w:rsid w:val="00A62CE1"/>
    <w:rsid w:val="00A6741E"/>
    <w:rsid w:val="00A75E40"/>
    <w:rsid w:val="00A77D1D"/>
    <w:rsid w:val="00A857C0"/>
    <w:rsid w:val="00AA2659"/>
    <w:rsid w:val="00AA2996"/>
    <w:rsid w:val="00AA52BF"/>
    <w:rsid w:val="00AA559A"/>
    <w:rsid w:val="00AB2AF1"/>
    <w:rsid w:val="00AC5231"/>
    <w:rsid w:val="00AD306C"/>
    <w:rsid w:val="00AE09B3"/>
    <w:rsid w:val="00AE1A83"/>
    <w:rsid w:val="00B00913"/>
    <w:rsid w:val="00B0152E"/>
    <w:rsid w:val="00B01593"/>
    <w:rsid w:val="00B10A4D"/>
    <w:rsid w:val="00B17E71"/>
    <w:rsid w:val="00B17FDE"/>
    <w:rsid w:val="00B22184"/>
    <w:rsid w:val="00B2379C"/>
    <w:rsid w:val="00B2687D"/>
    <w:rsid w:val="00B32DDB"/>
    <w:rsid w:val="00B34528"/>
    <w:rsid w:val="00B402FC"/>
    <w:rsid w:val="00B40A9B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4009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0FE"/>
    <w:rsid w:val="00C4513B"/>
    <w:rsid w:val="00C54697"/>
    <w:rsid w:val="00C73885"/>
    <w:rsid w:val="00C747B1"/>
    <w:rsid w:val="00C82191"/>
    <w:rsid w:val="00C90CF4"/>
    <w:rsid w:val="00C92EB6"/>
    <w:rsid w:val="00C93389"/>
    <w:rsid w:val="00CA321C"/>
    <w:rsid w:val="00CA78D3"/>
    <w:rsid w:val="00CB4930"/>
    <w:rsid w:val="00CB6DAA"/>
    <w:rsid w:val="00CC2E7D"/>
    <w:rsid w:val="00CD10A5"/>
    <w:rsid w:val="00CD2076"/>
    <w:rsid w:val="00CE2CC5"/>
    <w:rsid w:val="00CE670B"/>
    <w:rsid w:val="00CF51EC"/>
    <w:rsid w:val="00CF67D3"/>
    <w:rsid w:val="00CF73AE"/>
    <w:rsid w:val="00D040DD"/>
    <w:rsid w:val="00D0486C"/>
    <w:rsid w:val="00D13986"/>
    <w:rsid w:val="00D235B7"/>
    <w:rsid w:val="00D25F28"/>
    <w:rsid w:val="00D27973"/>
    <w:rsid w:val="00D45593"/>
    <w:rsid w:val="00D476F5"/>
    <w:rsid w:val="00D50F46"/>
    <w:rsid w:val="00D66223"/>
    <w:rsid w:val="00D8084C"/>
    <w:rsid w:val="00DA7C0C"/>
    <w:rsid w:val="00DB2EC8"/>
    <w:rsid w:val="00DC5B3B"/>
    <w:rsid w:val="00DD129F"/>
    <w:rsid w:val="00DD2588"/>
    <w:rsid w:val="00DF42FF"/>
    <w:rsid w:val="00E01C0E"/>
    <w:rsid w:val="00E03D32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16EC"/>
    <w:rsid w:val="00EA32BC"/>
    <w:rsid w:val="00EA3E39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302A"/>
    <w:rsid w:val="00EF47BF"/>
    <w:rsid w:val="00F04811"/>
    <w:rsid w:val="00F0488C"/>
    <w:rsid w:val="00F06635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B8D644E"/>
  <w15:docId w15:val="{56D8D211-77A4-4A3E-B690-7B13E45D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COVNI\02_Statistick&#233;%20&#250;lohy\00_GBOARD\07_Nep&#345;&#237;m&#225;%20podpora%20VaV\05_V&#253;stupy\03_Publikace\npvv2016_21100318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9F973-D038-4A5F-AF20-A54B5E41F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6</TotalTime>
  <Pages>3</Pages>
  <Words>88</Words>
  <Characters>524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611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sojka7725</dc:creator>
  <cp:lastModifiedBy>sojka7725</cp:lastModifiedBy>
  <cp:revision>14</cp:revision>
  <cp:lastPrinted>2014-07-17T14:07:00Z</cp:lastPrinted>
  <dcterms:created xsi:type="dcterms:W3CDTF">2018-05-30T06:35:00Z</dcterms:created>
  <dcterms:modified xsi:type="dcterms:W3CDTF">2020-06-02T21:30:00Z</dcterms:modified>
</cp:coreProperties>
</file>