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295A4" w14:textId="2CC08DEC" w:rsidR="003265F0" w:rsidRPr="00146F06" w:rsidRDefault="009425B3" w:rsidP="00146F06">
      <w:pPr>
        <w:pStyle w:val="Nadpis1"/>
        <w:rPr>
          <w:rFonts w:cs="Arial"/>
          <w:b w:val="0"/>
          <w:sz w:val="24"/>
        </w:rPr>
      </w:pPr>
      <w:r w:rsidRPr="00146F06">
        <w:t>Úvod</w:t>
      </w:r>
      <w:r w:rsidR="00F86C7D">
        <w:t>ní slovo</w:t>
      </w:r>
    </w:p>
    <w:p w14:paraId="2D407DFF" w14:textId="19A55EE8" w:rsidR="00895F40" w:rsidRDefault="00D42A65" w:rsidP="00612D8E">
      <w:pPr>
        <w:pStyle w:val="Textpoznpodarou"/>
        <w:spacing w:before="240" w:after="120"/>
        <w:jc w:val="both"/>
      </w:pPr>
      <w:r>
        <w:t>Publikace seznamuje</w:t>
      </w:r>
      <w:r w:rsidR="00046BBC" w:rsidRPr="003D3275">
        <w:t xml:space="preserve"> čtenáře s </w:t>
      </w:r>
      <w:r w:rsidR="00046BBC">
        <w:t>výsledky</w:t>
      </w:r>
      <w:r w:rsidR="00046BBC" w:rsidRPr="003D3275">
        <w:t xml:space="preserve"> </w:t>
      </w:r>
      <w:r w:rsidR="00046BBC">
        <w:t>Ročního podnikového zjišťování</w:t>
      </w:r>
      <w:r w:rsidR="00B733E8">
        <w:t xml:space="preserve"> </w:t>
      </w:r>
      <w:r w:rsidR="00046BBC" w:rsidRPr="003D3275">
        <w:t>o</w:t>
      </w:r>
      <w:r w:rsidR="00046BBC">
        <w:t> </w:t>
      </w:r>
      <w:r w:rsidR="00046BBC" w:rsidRPr="003D3275">
        <w:t>využívání informačních a</w:t>
      </w:r>
      <w:r w:rsidR="006B2712">
        <w:t> </w:t>
      </w:r>
      <w:r w:rsidR="00046BBC" w:rsidRPr="003D3275">
        <w:t xml:space="preserve">komunikačních technologií </w:t>
      </w:r>
      <w:r w:rsidR="00B733E8">
        <w:t>v České re</w:t>
      </w:r>
      <w:r w:rsidR="00095C16">
        <w:t>p</w:t>
      </w:r>
      <w:r w:rsidR="00B733E8">
        <w:t>ublice</w:t>
      </w:r>
      <w:r w:rsidR="00046BBC" w:rsidRPr="003D3275">
        <w:t xml:space="preserve">. Většina </w:t>
      </w:r>
      <w:r w:rsidR="00046BBC">
        <w:t>zde prezentovaných</w:t>
      </w:r>
      <w:r w:rsidR="00B733E8">
        <w:t xml:space="preserve"> údajů</w:t>
      </w:r>
      <w:r w:rsidR="00046BBC" w:rsidRPr="003D3275">
        <w:t xml:space="preserve"> se vztahuje </w:t>
      </w:r>
      <w:r w:rsidR="00046BBC" w:rsidRPr="00B733E8">
        <w:rPr>
          <w:b/>
        </w:rPr>
        <w:t>k</w:t>
      </w:r>
      <w:r w:rsidR="00B733E8" w:rsidRPr="00B733E8">
        <w:rPr>
          <w:b/>
        </w:rPr>
        <w:t> </w:t>
      </w:r>
      <w:r w:rsidR="00816CD6" w:rsidRPr="00816CD6">
        <w:rPr>
          <w:b/>
          <w:bCs/>
        </w:rPr>
        <w:t>měsíci</w:t>
      </w:r>
      <w:r w:rsidR="00816CD6" w:rsidRPr="00867043">
        <w:rPr>
          <w:b/>
        </w:rPr>
        <w:t xml:space="preserve"> </w:t>
      </w:r>
      <w:r w:rsidR="00046BBC" w:rsidRPr="00867043">
        <w:rPr>
          <w:b/>
        </w:rPr>
        <w:t>roku 20</w:t>
      </w:r>
      <w:r w:rsidR="00046BBC">
        <w:rPr>
          <w:b/>
        </w:rPr>
        <w:t>2</w:t>
      </w:r>
      <w:r w:rsidR="00816CD6">
        <w:rPr>
          <w:b/>
        </w:rPr>
        <w:t>5</w:t>
      </w:r>
      <w:r w:rsidR="00B733E8">
        <w:t>,</w:t>
      </w:r>
      <w:r w:rsidR="00816CD6">
        <w:t xml:space="preserve"> v</w:t>
      </w:r>
      <w:r w:rsidR="00B733E8">
        <w:t xml:space="preserve">e kterém podnik vyplnil výkaz (obvykle </w:t>
      </w:r>
      <w:r>
        <w:t>leden až srpen</w:t>
      </w:r>
      <w:r w:rsidR="00B733E8">
        <w:t>)</w:t>
      </w:r>
      <w:r w:rsidR="00046BBC" w:rsidRPr="003D3275">
        <w:t>.</w:t>
      </w:r>
      <w:r w:rsidR="00046BBC">
        <w:t xml:space="preserve"> Otázky týkající se elektronického </w:t>
      </w:r>
      <w:r w:rsidR="002B092F">
        <w:t>prodeje</w:t>
      </w:r>
      <w:r w:rsidR="00B733E8">
        <w:t xml:space="preserve"> </w:t>
      </w:r>
      <w:r w:rsidR="00046BBC">
        <w:t xml:space="preserve">se vztahují </w:t>
      </w:r>
      <w:r w:rsidR="00046BBC" w:rsidRPr="00867043">
        <w:rPr>
          <w:b/>
        </w:rPr>
        <w:t>k celému roku</w:t>
      </w:r>
      <w:r w:rsidR="00046BBC" w:rsidRPr="00B733E8">
        <w:t>, který předcházel vlastnímu šetření,</w:t>
      </w:r>
      <w:r w:rsidR="00046BBC">
        <w:t xml:space="preserve"> tedy k roku </w:t>
      </w:r>
      <w:r w:rsidR="00046BBC" w:rsidRPr="00867043">
        <w:rPr>
          <w:b/>
        </w:rPr>
        <w:t>20</w:t>
      </w:r>
      <w:r w:rsidR="00046BBC">
        <w:rPr>
          <w:b/>
        </w:rPr>
        <w:t>2</w:t>
      </w:r>
      <w:r w:rsidR="00816CD6">
        <w:rPr>
          <w:b/>
        </w:rPr>
        <w:t>4</w:t>
      </w:r>
      <w:r w:rsidR="00046BBC" w:rsidRPr="00520C24">
        <w:t>.</w:t>
      </w:r>
      <w:r w:rsidR="00046BBC">
        <w:t xml:space="preserve"> </w:t>
      </w:r>
      <w:r w:rsidR="00046BBC" w:rsidRPr="003D3275">
        <w:t>U</w:t>
      </w:r>
      <w:r w:rsidR="00612D8E">
        <w:t> </w:t>
      </w:r>
      <w:r w:rsidR="00046BBC">
        <w:t>většiny</w:t>
      </w:r>
      <w:r w:rsidR="00046BBC" w:rsidRPr="003D3275">
        <w:t xml:space="preserve"> ukazatelů jsou data doplněna o </w:t>
      </w:r>
      <w:r w:rsidR="00046BBC" w:rsidRPr="00520C24">
        <w:rPr>
          <w:b/>
        </w:rPr>
        <w:t>mezinárodní srovnání</w:t>
      </w:r>
      <w:r w:rsidR="00046BBC" w:rsidRPr="003D3275">
        <w:t xml:space="preserve"> výsledků členských zemí </w:t>
      </w:r>
      <w:r w:rsidR="00046BBC">
        <w:t xml:space="preserve">EU27. Zdrojem pro mezinárodní srovnání je </w:t>
      </w:r>
      <w:r w:rsidR="00046BBC" w:rsidRPr="008C1A5A">
        <w:rPr>
          <w:b/>
        </w:rPr>
        <w:t>databáze Eurostatu</w:t>
      </w:r>
      <w:r w:rsidR="00B733E8" w:rsidRPr="00B733E8">
        <w:t xml:space="preserve">, která byla </w:t>
      </w:r>
      <w:r w:rsidR="00B733E8" w:rsidRPr="00895F40">
        <w:t>zveřejněna</w:t>
      </w:r>
      <w:r w:rsidR="00B733E8" w:rsidRPr="00895F40">
        <w:rPr>
          <w:b/>
        </w:rPr>
        <w:t xml:space="preserve"> </w:t>
      </w:r>
      <w:r>
        <w:t>v prosinci 202</w:t>
      </w:r>
      <w:r w:rsidR="00816CD6">
        <w:t>5</w:t>
      </w:r>
      <w:r w:rsidR="00077BB2" w:rsidRPr="00895F40">
        <w:t xml:space="preserve"> </w:t>
      </w:r>
      <w:r w:rsidR="00D04225">
        <w:t>a je dostupná pod následujícím odkazem (Statistics on enterprises, soubor v MS Access)</w:t>
      </w:r>
      <w:r w:rsidR="00895F40">
        <w:t>:</w:t>
      </w:r>
      <w:r w:rsidR="00241DBC">
        <w:t xml:space="preserve"> </w:t>
      </w:r>
    </w:p>
    <w:p w14:paraId="1E2E5942" w14:textId="77777777" w:rsidR="00046BBC" w:rsidRPr="00146F06" w:rsidRDefault="000D2F59" w:rsidP="00895F40">
      <w:pPr>
        <w:pStyle w:val="Textpoznpodarou"/>
        <w:jc w:val="both"/>
        <w:rPr>
          <w:color w:val="009CB5"/>
        </w:rPr>
      </w:pPr>
      <w:r w:rsidRPr="00146F06">
        <w:rPr>
          <w:color w:val="009CB5"/>
        </w:rPr>
        <w:t xml:space="preserve"> </w:t>
      </w:r>
      <w:hyperlink r:id="rId8" w:history="1">
        <w:hyperlink r:id="rId9" w:history="1">
          <w:r w:rsidR="000F4D33" w:rsidRPr="00146F06">
            <w:rPr>
              <w:rStyle w:val="Hypertextovodkaz"/>
              <w:rFonts w:cs="Arial"/>
              <w:bCs/>
              <w:color w:val="009CB5"/>
              <w:szCs w:val="24"/>
            </w:rPr>
            <w:t>https://ec.europa.eu/eurostat/web/digital-economy-and-society/database/comprehensive-database</w:t>
          </w:r>
        </w:hyperlink>
        <w:r w:rsidRPr="00146F06">
          <w:rPr>
            <w:rStyle w:val="Hypertextovodkaz"/>
            <w:rFonts w:cs="Arial"/>
            <w:bCs/>
            <w:color w:val="009CB5"/>
            <w:szCs w:val="24"/>
          </w:rPr>
          <w:t xml:space="preserve"> </w:t>
        </w:r>
      </w:hyperlink>
      <w:r w:rsidR="00B733E8" w:rsidRPr="00146F06">
        <w:rPr>
          <w:rStyle w:val="Hypertextovodkaz"/>
          <w:rFonts w:cs="Arial"/>
          <w:bCs/>
          <w:color w:val="009CB5"/>
          <w:szCs w:val="24"/>
        </w:rPr>
        <w:t xml:space="preserve"> </w:t>
      </w:r>
    </w:p>
    <w:p w14:paraId="73230699" w14:textId="26B724F6" w:rsidR="00046BBC" w:rsidRDefault="00046BBC" w:rsidP="000D2F59">
      <w:pPr>
        <w:spacing w:before="240" w:after="120"/>
        <w:jc w:val="both"/>
      </w:pPr>
      <w:r w:rsidRPr="003D3275">
        <w:t xml:space="preserve">Publikace obsahuje </w:t>
      </w:r>
      <w:r w:rsidRPr="00B733E8">
        <w:rPr>
          <w:b/>
        </w:rPr>
        <w:t>metodickou část</w:t>
      </w:r>
      <w:r>
        <w:t xml:space="preserve"> </w:t>
      </w:r>
      <w:r w:rsidR="00B733E8">
        <w:t>se základními údaji o statistickém šetření ICT 5-01 včetně informací o</w:t>
      </w:r>
      <w:r w:rsidR="00612D8E">
        <w:t> </w:t>
      </w:r>
      <w:r w:rsidR="00B733E8">
        <w:t>sledovaných ukazatelích a jejich definicích.</w:t>
      </w:r>
      <w:r>
        <w:t xml:space="preserve"> Za metodickou částí následuje </w:t>
      </w:r>
      <w:r w:rsidRPr="00B733E8">
        <w:rPr>
          <w:b/>
        </w:rPr>
        <w:t>analytická část</w:t>
      </w:r>
      <w:r w:rsidRPr="003D3275">
        <w:t xml:space="preserve">, která představuje </w:t>
      </w:r>
      <w:r>
        <w:t xml:space="preserve">nejnovější zjištěné údaje za Českou republiku doplněné u </w:t>
      </w:r>
      <w:r w:rsidR="00D42A65">
        <w:t>většiny</w:t>
      </w:r>
      <w:r>
        <w:t xml:space="preserve"> ukazatelů o porovnání ČR s ostatními státy Unie. Po analytické části následuje </w:t>
      </w:r>
      <w:r w:rsidRPr="00B733E8">
        <w:rPr>
          <w:b/>
        </w:rPr>
        <w:t>tabulková část</w:t>
      </w:r>
      <w:r>
        <w:t xml:space="preserve"> s</w:t>
      </w:r>
      <w:r w:rsidR="00D42A65">
        <w:t>e</w:t>
      </w:r>
      <w:r>
        <w:t xml:space="preserve"> statistickými údaji o využívání </w:t>
      </w:r>
      <w:r w:rsidR="00D42A65">
        <w:t>ICT</w:t>
      </w:r>
      <w:r>
        <w:t xml:space="preserve"> v podnikatelském sektoru v České republice</w:t>
      </w:r>
      <w:r w:rsidR="00643074">
        <w:t xml:space="preserve"> i v rámci zemí EU27</w:t>
      </w:r>
      <w:r>
        <w:t xml:space="preserve">. </w:t>
      </w:r>
      <w:r w:rsidRPr="003D3275">
        <w:t xml:space="preserve">Přílohou publikace je také </w:t>
      </w:r>
      <w:r w:rsidRPr="00B733E8">
        <w:rPr>
          <w:b/>
        </w:rPr>
        <w:t>dotazník ICT 5-01</w:t>
      </w:r>
      <w:r w:rsidRPr="003D3275">
        <w:t xml:space="preserve"> pro</w:t>
      </w:r>
      <w:r>
        <w:t xml:space="preserve"> sledované referenční období, kterým se zjišťovala data prezentovaná v této publikaci</w:t>
      </w:r>
      <w:r w:rsidRPr="003D3275">
        <w:t>.</w:t>
      </w:r>
    </w:p>
    <w:p w14:paraId="21C122AE" w14:textId="711A6BDC" w:rsidR="00046BBC" w:rsidRDefault="00046BBC" w:rsidP="000D2F59">
      <w:pPr>
        <w:pStyle w:val="Zkladn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before="360" w:after="120" w:line="288" w:lineRule="auto"/>
        <w:ind w:right="0"/>
        <w:rPr>
          <w:rStyle w:val="Hypertextovodkaz"/>
          <w:rFonts w:cs="Arial"/>
          <w:sz w:val="20"/>
        </w:rPr>
      </w:pPr>
      <w:r>
        <w:rPr>
          <w:rFonts w:ascii="Arial" w:hAnsi="Arial" w:cs="Arial"/>
          <w:sz w:val="20"/>
        </w:rPr>
        <w:t xml:space="preserve">ČSÚ </w:t>
      </w:r>
      <w:r w:rsidR="00643074">
        <w:rPr>
          <w:rFonts w:ascii="Arial" w:hAnsi="Arial" w:cs="Arial"/>
          <w:sz w:val="20"/>
        </w:rPr>
        <w:t>zveřejňuje</w:t>
      </w:r>
      <w:r w:rsidRPr="002F742A">
        <w:rPr>
          <w:rFonts w:ascii="Arial" w:hAnsi="Arial" w:cs="Arial"/>
          <w:sz w:val="20"/>
        </w:rPr>
        <w:t xml:space="preserve"> další </w:t>
      </w:r>
      <w:r>
        <w:rPr>
          <w:rFonts w:ascii="Arial" w:hAnsi="Arial" w:cs="Arial"/>
          <w:sz w:val="20"/>
        </w:rPr>
        <w:t>výstupy</w:t>
      </w:r>
      <w:r w:rsidRPr="002F742A">
        <w:rPr>
          <w:rFonts w:ascii="Arial" w:hAnsi="Arial" w:cs="Arial"/>
          <w:sz w:val="20"/>
        </w:rPr>
        <w:t xml:space="preserve"> z tohoto šetření</w:t>
      </w:r>
      <w:r>
        <w:rPr>
          <w:rFonts w:ascii="Arial" w:hAnsi="Arial" w:cs="Arial"/>
          <w:sz w:val="20"/>
        </w:rPr>
        <w:t>,</w:t>
      </w:r>
      <w:r w:rsidRPr="002F742A">
        <w:rPr>
          <w:rFonts w:ascii="Arial" w:hAnsi="Arial" w:cs="Arial"/>
          <w:sz w:val="20"/>
        </w:rPr>
        <w:t xml:space="preserve"> včetně mezinárodního srovnání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br/>
      </w:r>
      <w:r w:rsidRPr="002F742A">
        <w:rPr>
          <w:rFonts w:ascii="Arial" w:hAnsi="Arial" w:cs="Arial"/>
          <w:sz w:val="20"/>
        </w:rPr>
        <w:t>na</w:t>
      </w:r>
      <w:r>
        <w:rPr>
          <w:rFonts w:ascii="Arial" w:hAnsi="Arial" w:cs="Arial"/>
          <w:sz w:val="20"/>
        </w:rPr>
        <w:t xml:space="preserve"> svých </w:t>
      </w:r>
      <w:r w:rsidR="00643074">
        <w:rPr>
          <w:rFonts w:ascii="Arial" w:hAnsi="Arial" w:cs="Arial"/>
          <w:sz w:val="20"/>
        </w:rPr>
        <w:t>webových</w:t>
      </w:r>
      <w:r>
        <w:rPr>
          <w:rFonts w:ascii="Arial" w:hAnsi="Arial" w:cs="Arial"/>
          <w:sz w:val="20"/>
        </w:rPr>
        <w:t xml:space="preserve"> stránkách</w:t>
      </w:r>
      <w:r w:rsidR="00241DBC">
        <w:rPr>
          <w:rFonts w:ascii="Arial" w:hAnsi="Arial" w:cs="Arial"/>
          <w:sz w:val="20"/>
        </w:rPr>
        <w:t xml:space="preserve"> </w:t>
      </w:r>
      <w:r w:rsidR="00D422CF" w:rsidRPr="00146F06">
        <w:rPr>
          <w:rStyle w:val="Hypertextovodkaz"/>
          <w:rFonts w:ascii="Arial" w:hAnsi="Arial" w:cs="Arial"/>
          <w:b w:val="0"/>
          <w:color w:val="009CB5"/>
          <w:sz w:val="20"/>
        </w:rPr>
        <w:t>https://csu.gov.cz/ict-v-podnicich</w:t>
      </w:r>
      <w:r w:rsidRPr="00146F06">
        <w:rPr>
          <w:rFonts w:ascii="Arial" w:hAnsi="Arial" w:cs="Arial"/>
          <w:color w:val="009CB5"/>
          <w:sz w:val="20"/>
        </w:rPr>
        <w:t xml:space="preserve"> </w:t>
      </w:r>
    </w:p>
    <w:p w14:paraId="095C33DF" w14:textId="77777777" w:rsidR="00046BBC" w:rsidRPr="002A7ACD" w:rsidRDefault="009119C9" w:rsidP="002A7ACD">
      <w:pPr>
        <w:pStyle w:val="Nadpis2"/>
        <w:spacing w:before="240"/>
      </w:pPr>
      <w:r w:rsidRPr="002A7ACD">
        <w:t>Metodický úvod</w:t>
      </w:r>
    </w:p>
    <w:p w14:paraId="313EB081" w14:textId="3496C6A7" w:rsidR="006B2712" w:rsidRDefault="006B2712" w:rsidP="006B2712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Publikovaná data </w:t>
      </w:r>
      <w:r w:rsidR="003265F0">
        <w:rPr>
          <w:rFonts w:ascii="Arial" w:hAnsi="Arial" w:cs="Arial"/>
          <w:sz w:val="20"/>
        </w:rPr>
        <w:t>vycházejí z výsledků roční</w:t>
      </w:r>
      <w:r w:rsidR="005038BF">
        <w:rPr>
          <w:rFonts w:ascii="Arial" w:hAnsi="Arial" w:cs="Arial"/>
          <w:sz w:val="20"/>
        </w:rPr>
        <w:t>ho</w:t>
      </w:r>
      <w:r w:rsidR="003265F0">
        <w:rPr>
          <w:rFonts w:ascii="Arial" w:hAnsi="Arial" w:cs="Arial"/>
          <w:sz w:val="20"/>
        </w:rPr>
        <w:t xml:space="preserve"> statistick</w:t>
      </w:r>
      <w:r w:rsidR="005038BF">
        <w:rPr>
          <w:rFonts w:ascii="Arial" w:hAnsi="Arial" w:cs="Arial"/>
          <w:sz w:val="20"/>
        </w:rPr>
        <w:t>ého</w:t>
      </w:r>
      <w:r w:rsidR="003265F0">
        <w:rPr>
          <w:rFonts w:ascii="Arial" w:hAnsi="Arial" w:cs="Arial"/>
          <w:sz w:val="20"/>
        </w:rPr>
        <w:t xml:space="preserve"> </w:t>
      </w:r>
      <w:r w:rsidR="005038BF">
        <w:rPr>
          <w:rFonts w:ascii="Arial" w:hAnsi="Arial" w:cs="Arial"/>
          <w:sz w:val="20"/>
        </w:rPr>
        <w:t>zjišťování</w:t>
      </w:r>
      <w:r w:rsidR="003265F0">
        <w:rPr>
          <w:rFonts w:ascii="Arial" w:hAnsi="Arial" w:cs="Arial"/>
          <w:sz w:val="20"/>
        </w:rPr>
        <w:t xml:space="preserve"> ČSÚ o využívání informačních a</w:t>
      </w:r>
      <w:r>
        <w:rPr>
          <w:rFonts w:ascii="Arial" w:hAnsi="Arial" w:cs="Arial"/>
          <w:sz w:val="20"/>
        </w:rPr>
        <w:t> </w:t>
      </w:r>
      <w:r w:rsidR="003265F0">
        <w:rPr>
          <w:rFonts w:ascii="Arial" w:hAnsi="Arial" w:cs="Arial"/>
          <w:sz w:val="20"/>
        </w:rPr>
        <w:t>komunikačních technologií v podnikatelském sektoru v</w:t>
      </w:r>
      <w:r w:rsidR="005038BF">
        <w:rPr>
          <w:rFonts w:ascii="Arial" w:hAnsi="Arial" w:cs="Arial"/>
          <w:sz w:val="20"/>
        </w:rPr>
        <w:t> </w:t>
      </w:r>
      <w:r w:rsidR="003265F0">
        <w:rPr>
          <w:rFonts w:ascii="Arial" w:hAnsi="Arial" w:cs="Arial"/>
          <w:sz w:val="20"/>
        </w:rPr>
        <w:t>Č</w:t>
      </w:r>
      <w:r w:rsidR="005038BF">
        <w:rPr>
          <w:rFonts w:ascii="Arial" w:hAnsi="Arial" w:cs="Arial"/>
          <w:sz w:val="20"/>
        </w:rPr>
        <w:t>eské republice.</w:t>
      </w:r>
      <w:r w:rsidR="003265F0">
        <w:rPr>
          <w:rFonts w:ascii="Arial" w:hAnsi="Arial" w:cs="Arial"/>
          <w:sz w:val="20"/>
        </w:rPr>
        <w:t xml:space="preserve"> Toto šetření se provádí v Česk</w:t>
      </w:r>
      <w:r w:rsidR="005038BF">
        <w:rPr>
          <w:rFonts w:ascii="Arial" w:hAnsi="Arial" w:cs="Arial"/>
          <w:sz w:val="20"/>
        </w:rPr>
        <w:t>u</w:t>
      </w:r>
      <w:r w:rsidR="003265F0">
        <w:rPr>
          <w:rFonts w:ascii="Arial" w:hAnsi="Arial" w:cs="Arial"/>
          <w:sz w:val="20"/>
        </w:rPr>
        <w:t xml:space="preserve"> od roku 2003 </w:t>
      </w:r>
      <w:r w:rsidR="005038BF">
        <w:rPr>
          <w:rFonts w:ascii="Arial" w:hAnsi="Arial" w:cs="Arial"/>
          <w:sz w:val="20"/>
        </w:rPr>
        <w:t xml:space="preserve">jako součást Programu statistických zjišťování za příslušný rok a je prováděno prostřednictvím </w:t>
      </w:r>
      <w:r w:rsidR="00FE0F8B">
        <w:rPr>
          <w:rFonts w:ascii="Arial" w:hAnsi="Arial" w:cs="Arial"/>
          <w:sz w:val="20"/>
        </w:rPr>
        <w:t>Dotazníku</w:t>
      </w:r>
      <w:r w:rsidR="005038BF">
        <w:rPr>
          <w:rFonts w:ascii="Arial" w:hAnsi="Arial" w:cs="Arial"/>
          <w:sz w:val="20"/>
        </w:rPr>
        <w:t xml:space="preserve"> o využívání informačních a komunikačních technologií ICT 5-01. </w:t>
      </w:r>
      <w:r>
        <w:rPr>
          <w:rFonts w:ascii="Arial" w:hAnsi="Arial" w:cs="Arial"/>
          <w:sz w:val="20"/>
        </w:rPr>
        <w:t xml:space="preserve">Pilotní šetření proběhlo v roce 2002 a zjišťovaly se v něm údaje za roky 2000 a 2001. </w:t>
      </w:r>
    </w:p>
    <w:p w14:paraId="4D060B12" w14:textId="77777777" w:rsidR="003265F0" w:rsidRDefault="005038BF" w:rsidP="000D2F59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Jelikož je toto šetření na mezinárodní úrovni koordinováno Evropským statistickým úřadem (EUROSTAT) umožňují o</w:t>
      </w:r>
      <w:r w:rsidR="003265F0">
        <w:rPr>
          <w:rFonts w:ascii="Arial" w:hAnsi="Arial" w:cs="Arial"/>
          <w:sz w:val="20"/>
        </w:rPr>
        <w:t>d roku 2006</w:t>
      </w:r>
      <w:r>
        <w:rPr>
          <w:rFonts w:ascii="Arial" w:hAnsi="Arial" w:cs="Arial"/>
          <w:sz w:val="20"/>
        </w:rPr>
        <w:t xml:space="preserve"> zjištěné výsledky </w:t>
      </w:r>
      <w:r w:rsidR="00505930">
        <w:rPr>
          <w:rFonts w:ascii="Arial" w:hAnsi="Arial" w:cs="Arial"/>
          <w:sz w:val="20"/>
        </w:rPr>
        <w:t xml:space="preserve">srovnání Česka s ostatními zeměmi EU. </w:t>
      </w:r>
      <w:r w:rsidR="00505930" w:rsidRPr="00505930">
        <w:rPr>
          <w:rFonts w:ascii="Arial" w:hAnsi="Arial" w:cs="Arial"/>
          <w:sz w:val="20"/>
        </w:rPr>
        <w:t>Respektováním</w:t>
      </w:r>
      <w:r w:rsidR="003265F0">
        <w:rPr>
          <w:rFonts w:ascii="Arial" w:hAnsi="Arial" w:cs="Arial"/>
          <w:sz w:val="20"/>
        </w:rPr>
        <w:t xml:space="preserve"> </w:t>
      </w:r>
      <w:r w:rsidR="003265F0" w:rsidRPr="00046BBC">
        <w:rPr>
          <w:rFonts w:ascii="Arial" w:hAnsi="Arial" w:cs="Arial"/>
          <w:sz w:val="20"/>
        </w:rPr>
        <w:t>nařízení Evropského parlamentu a</w:t>
      </w:r>
      <w:r w:rsidR="00FB347A" w:rsidRPr="00046BBC">
        <w:rPr>
          <w:rFonts w:ascii="Arial" w:hAnsi="Arial" w:cs="Arial"/>
          <w:sz w:val="20"/>
        </w:rPr>
        <w:t> </w:t>
      </w:r>
      <w:r w:rsidR="003265F0" w:rsidRPr="00046BBC">
        <w:rPr>
          <w:rFonts w:ascii="Arial" w:hAnsi="Arial" w:cs="Arial"/>
          <w:sz w:val="20"/>
        </w:rPr>
        <w:t xml:space="preserve">Rady </w:t>
      </w:r>
      <w:r w:rsidR="00046BBC" w:rsidRPr="00046BBC">
        <w:rPr>
          <w:rFonts w:ascii="Arial" w:hAnsi="Arial" w:cs="Arial"/>
          <w:sz w:val="20"/>
        </w:rPr>
        <w:t>Evropy</w:t>
      </w:r>
      <w:r w:rsidR="00046BBC">
        <w:rPr>
          <w:rFonts w:ascii="Arial" w:hAnsi="Arial" w:cs="Arial"/>
          <w:sz w:val="20"/>
        </w:rPr>
        <w:t xml:space="preserve"> je zajištěna mezinárodní srovnatelnost. Jednotný obsah a metodika je každoročně stanovena podle příslušných prováděcích nařízení Komise a dále podle modelového dotazníku a</w:t>
      </w:r>
      <w:r w:rsidR="006B2712">
        <w:rPr>
          <w:rFonts w:ascii="Arial" w:hAnsi="Arial" w:cs="Arial"/>
          <w:sz w:val="20"/>
        </w:rPr>
        <w:t> </w:t>
      </w:r>
      <w:r w:rsidR="00046BBC">
        <w:rPr>
          <w:rFonts w:ascii="Arial" w:hAnsi="Arial" w:cs="Arial"/>
          <w:sz w:val="20"/>
        </w:rPr>
        <w:t>manuálu Eurostatu k této statistice.</w:t>
      </w:r>
    </w:p>
    <w:p w14:paraId="7BE392F1" w14:textId="77777777" w:rsidR="006B2712" w:rsidRDefault="006B2712" w:rsidP="006B2712">
      <w:pPr>
        <w:pStyle w:val="Zkladntext"/>
        <w:spacing w:before="24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Údaje z tohoto zjišťování slouží k pravidelnému monitoringu plnění jednotlivých oblastí </w:t>
      </w:r>
      <w:r w:rsidRPr="00B733E8">
        <w:rPr>
          <w:rFonts w:ascii="Arial" w:hAnsi="Arial" w:cs="Arial"/>
          <w:b/>
          <w:sz w:val="20"/>
        </w:rPr>
        <w:t>Digitální agendy pro Evropu</w:t>
      </w:r>
      <w:r>
        <w:rPr>
          <w:rFonts w:ascii="Arial" w:hAnsi="Arial" w:cs="Arial"/>
          <w:sz w:val="20"/>
        </w:rPr>
        <w:t xml:space="preserve">, pro výkon státní správy České republiky v oblasti rozvoje </w:t>
      </w:r>
      <w:r w:rsidRPr="00B733E8">
        <w:rPr>
          <w:rFonts w:ascii="Arial" w:hAnsi="Arial" w:cs="Arial"/>
          <w:b/>
          <w:sz w:val="20"/>
        </w:rPr>
        <w:t>informační společnosti a digitální ekonomiky</w:t>
      </w:r>
      <w:r>
        <w:rPr>
          <w:rFonts w:ascii="Arial" w:hAnsi="Arial" w:cs="Arial"/>
          <w:sz w:val="20"/>
        </w:rPr>
        <w:t>, a to například v rámci plnění Státní politiky v elektronických komunikacích (</w:t>
      </w:r>
      <w:r w:rsidRPr="00B733E8">
        <w:rPr>
          <w:rFonts w:ascii="Arial" w:hAnsi="Arial" w:cs="Arial"/>
          <w:b/>
          <w:sz w:val="20"/>
        </w:rPr>
        <w:t>Digitální Česko</w:t>
      </w:r>
      <w:r>
        <w:rPr>
          <w:rFonts w:ascii="Arial" w:hAnsi="Arial" w:cs="Arial"/>
          <w:b/>
          <w:sz w:val="20"/>
        </w:rPr>
        <w:t>, Národní strategický plán pro digitální dekádu</w:t>
      </w:r>
      <w:r w:rsidR="00495110">
        <w:rPr>
          <w:rFonts w:ascii="Arial" w:hAnsi="Arial" w:cs="Arial"/>
          <w:b/>
          <w:sz w:val="20"/>
        </w:rPr>
        <w:t xml:space="preserve"> – Digitální dekáda 2030</w:t>
      </w:r>
      <w:r>
        <w:rPr>
          <w:rFonts w:ascii="Arial" w:hAnsi="Arial" w:cs="Arial"/>
          <w:sz w:val="20"/>
        </w:rPr>
        <w:t>). Výsledky slouží také k informování odborné veřejnosti.</w:t>
      </w:r>
    </w:p>
    <w:p w14:paraId="4502D5C5" w14:textId="77777777" w:rsidR="002A7ACD" w:rsidRDefault="002A7ACD">
      <w:pPr>
        <w:spacing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br w:type="page"/>
      </w:r>
    </w:p>
    <w:p w14:paraId="64892CD9" w14:textId="1A583556" w:rsidR="003265F0" w:rsidRPr="002A7ACD" w:rsidRDefault="003265F0" w:rsidP="002A7ACD">
      <w:pPr>
        <w:pStyle w:val="Nadpis2"/>
        <w:spacing w:after="120"/>
      </w:pPr>
      <w:r w:rsidRPr="002A7ACD">
        <w:lastRenderedPageBreak/>
        <w:t>Základní údaje o šetření</w:t>
      </w:r>
    </w:p>
    <w:tbl>
      <w:tblPr>
        <w:tblW w:w="970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19"/>
      </w:tblGrid>
      <w:tr w:rsidR="003265F0" w14:paraId="19F7AF4D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D8A6010" w14:textId="77777777" w:rsidR="003265F0" w:rsidRPr="006C0BEA" w:rsidRDefault="003265F0" w:rsidP="00FB347A">
            <w:pPr>
              <w:rPr>
                <w:rFonts w:cs="Arial"/>
                <w:b/>
                <w:color w:val="009CB5"/>
              </w:rPr>
            </w:pPr>
            <w:r w:rsidRPr="006C0BEA">
              <w:rPr>
                <w:rFonts w:cs="Arial"/>
                <w:b/>
                <w:color w:val="009CB5"/>
              </w:rPr>
              <w:t>Název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09440D8" w14:textId="1C3DE8DE" w:rsidR="003265F0" w:rsidRDefault="00FE7F58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Roční statistické zjišťování</w:t>
            </w:r>
            <w:r w:rsidR="003265F0">
              <w:rPr>
                <w:rFonts w:cs="Arial"/>
              </w:rPr>
              <w:t xml:space="preserve"> o </w:t>
            </w:r>
            <w:r w:rsidR="003265F0" w:rsidRPr="00FE0F8B">
              <w:rPr>
                <w:rFonts w:cs="Arial"/>
                <w:b/>
                <w:bCs/>
              </w:rPr>
              <w:t>využívání informačních a</w:t>
            </w:r>
            <w:r w:rsidRPr="00FE0F8B">
              <w:rPr>
                <w:rFonts w:cs="Arial"/>
                <w:b/>
                <w:bCs/>
              </w:rPr>
              <w:t> </w:t>
            </w:r>
            <w:r w:rsidR="003265F0" w:rsidRPr="00FE0F8B">
              <w:rPr>
                <w:rFonts w:cs="Arial"/>
                <w:b/>
                <w:bCs/>
              </w:rPr>
              <w:t>komunikačních technologií v podnikatelském sektoru</w:t>
            </w:r>
            <w:r w:rsidR="003265F0">
              <w:rPr>
                <w:rFonts w:cs="Arial"/>
              </w:rPr>
              <w:t xml:space="preserve"> </w:t>
            </w:r>
          </w:p>
          <w:p w14:paraId="12888234" w14:textId="77777777"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7071A5" w14:paraId="7ED796BC" w14:textId="77777777" w:rsidTr="00C851A8">
        <w:trPr>
          <w:trHeight w:val="70"/>
        </w:trPr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779D9CA" w14:textId="77777777"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A50C59" w14:textId="77777777" w:rsidR="007071A5" w:rsidRPr="00871610" w:rsidRDefault="007071A5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14:paraId="38107B8A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FBE936C" w14:textId="77777777" w:rsidR="003265F0" w:rsidRPr="00AC7424" w:rsidRDefault="003265F0" w:rsidP="00FB347A">
            <w:pPr>
              <w:rPr>
                <w:rFonts w:cs="Arial"/>
                <w:b/>
              </w:rPr>
            </w:pPr>
            <w:r w:rsidRPr="006C0BEA">
              <w:rPr>
                <w:rFonts w:cs="Arial"/>
                <w:b/>
                <w:color w:val="009CB5"/>
              </w:rPr>
              <w:t>Předmět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D2A6A14" w14:textId="2DB588F6" w:rsidR="003265F0" w:rsidRDefault="00B733E8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Získání </w:t>
            </w:r>
            <w:r w:rsidRPr="00FE0F8B">
              <w:rPr>
                <w:rFonts w:cs="Arial"/>
                <w:b/>
                <w:bCs/>
              </w:rPr>
              <w:t>mezinárodně srovnatelných údajů</w:t>
            </w:r>
            <w:r>
              <w:rPr>
                <w:rFonts w:cs="Arial"/>
              </w:rPr>
              <w:t xml:space="preserve"> o rozšíření a využívání vybraných </w:t>
            </w:r>
            <w:r w:rsidR="00214C61">
              <w:rPr>
                <w:rFonts w:cs="Arial"/>
              </w:rPr>
              <w:t xml:space="preserve">informačních a komunikačních technologií (dále jen „ICT“) a na ně navazujících elektronických aplikací, systémů a procesů včetně elektronického </w:t>
            </w:r>
            <w:r w:rsidR="005B0B96">
              <w:rPr>
                <w:rFonts w:cs="Arial"/>
              </w:rPr>
              <w:t>prodeje</w:t>
            </w:r>
            <w:r w:rsidR="00214C61">
              <w:rPr>
                <w:rFonts w:cs="Arial"/>
              </w:rPr>
              <w:t xml:space="preserve"> v podnikatelském sektoru v České republice</w:t>
            </w:r>
          </w:p>
          <w:p w14:paraId="1F3464EC" w14:textId="77777777"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14:paraId="076D3D9E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B6033BF" w14:textId="77777777"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14:paraId="64AE25B0" w14:textId="77777777"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7E8C228" w14:textId="77777777"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14:paraId="640FBE0B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E19C03" w14:textId="77777777" w:rsidR="003265F0" w:rsidRPr="00AC7424" w:rsidRDefault="003265F0" w:rsidP="00FB347A">
            <w:pPr>
              <w:rPr>
                <w:rFonts w:cs="Arial"/>
                <w:b/>
              </w:rPr>
            </w:pPr>
            <w:r w:rsidRPr="006C0BEA">
              <w:rPr>
                <w:rFonts w:cs="Arial"/>
                <w:b/>
                <w:color w:val="009CB5"/>
              </w:rPr>
              <w:t>Referenční období: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2AC8C0" w14:textId="368A3F9C" w:rsidR="00C22DDA" w:rsidRDefault="009319FE" w:rsidP="00C22DDA">
            <w:pPr>
              <w:spacing w:line="276" w:lineRule="auto"/>
              <w:jc w:val="both"/>
              <w:rPr>
                <w:rFonts w:cs="Arial"/>
              </w:rPr>
            </w:pPr>
            <w:r w:rsidRPr="009319FE">
              <w:rPr>
                <w:rFonts w:cs="Arial"/>
              </w:rPr>
              <w:t>Měsíc roku</w:t>
            </w:r>
            <w:r>
              <w:rPr>
                <w:rFonts w:cs="Arial"/>
                <w:b/>
                <w:bCs/>
              </w:rPr>
              <w:t xml:space="preserve"> </w:t>
            </w:r>
            <w:r w:rsidR="006042B8" w:rsidRPr="009319FE">
              <w:rPr>
                <w:rFonts w:cs="Arial"/>
                <w:b/>
                <w:bCs/>
              </w:rPr>
              <w:t>2025</w:t>
            </w:r>
            <w:r>
              <w:rPr>
                <w:rFonts w:cs="Arial"/>
                <w:b/>
                <w:bCs/>
              </w:rPr>
              <w:t>,</w:t>
            </w:r>
            <w:r w:rsidR="006042B8">
              <w:rPr>
                <w:rFonts w:cs="Arial"/>
              </w:rPr>
              <w:t xml:space="preserve"> </w:t>
            </w:r>
            <w:r w:rsidR="00C22DDA">
              <w:rPr>
                <w:rFonts w:cs="Arial"/>
              </w:rPr>
              <w:t xml:space="preserve">ve kterém podnikatelské subjekty vyplňovaly výkaz </w:t>
            </w:r>
            <w:r w:rsidR="007A64FC">
              <w:rPr>
                <w:rFonts w:cs="Arial"/>
              </w:rPr>
              <w:br/>
            </w:r>
            <w:r>
              <w:rPr>
                <w:rFonts w:cs="Arial"/>
              </w:rPr>
              <w:t>(</w:t>
            </w:r>
            <w:r w:rsidR="00C22DDA">
              <w:rPr>
                <w:rFonts w:cs="Arial"/>
              </w:rPr>
              <w:t xml:space="preserve">leden až srpen </w:t>
            </w:r>
            <w:r>
              <w:rPr>
                <w:rFonts w:cs="Arial"/>
              </w:rPr>
              <w:t>tohoto roku</w:t>
            </w:r>
            <w:r w:rsidR="00C22DDA">
              <w:rPr>
                <w:rFonts w:cs="Arial"/>
              </w:rPr>
              <w:t xml:space="preserve">); </w:t>
            </w:r>
            <w:r w:rsidR="0083339A">
              <w:rPr>
                <w:rFonts w:cs="Arial"/>
              </w:rPr>
              <w:t xml:space="preserve">u </w:t>
            </w:r>
            <w:r w:rsidR="00C22DDA" w:rsidRPr="0083339A">
              <w:rPr>
                <w:rFonts w:cs="Arial"/>
                <w:b/>
                <w:bCs/>
              </w:rPr>
              <w:t>elektronické</w:t>
            </w:r>
            <w:r w:rsidR="0083339A">
              <w:rPr>
                <w:rFonts w:cs="Arial"/>
                <w:b/>
                <w:bCs/>
              </w:rPr>
              <w:t>ho</w:t>
            </w:r>
            <w:r w:rsidR="00C22DDA" w:rsidRPr="0083339A">
              <w:rPr>
                <w:rFonts w:cs="Arial"/>
                <w:b/>
                <w:bCs/>
              </w:rPr>
              <w:t xml:space="preserve"> </w:t>
            </w:r>
            <w:r w:rsidR="00FE7F58" w:rsidRPr="0083339A">
              <w:rPr>
                <w:rFonts w:cs="Arial"/>
                <w:b/>
                <w:bCs/>
              </w:rPr>
              <w:t>prodej</w:t>
            </w:r>
            <w:r w:rsidR="0083339A">
              <w:rPr>
                <w:rFonts w:cs="Arial"/>
                <w:b/>
                <w:bCs/>
              </w:rPr>
              <w:t>e</w:t>
            </w:r>
            <w:r w:rsidR="00C22DDA">
              <w:rPr>
                <w:rFonts w:cs="Arial"/>
              </w:rPr>
              <w:t xml:space="preserve"> </w:t>
            </w:r>
            <w:r w:rsidR="00072F6C">
              <w:rPr>
                <w:rFonts w:cs="Arial"/>
              </w:rPr>
              <w:t>se jedná o</w:t>
            </w:r>
            <w:r w:rsidR="0083339A">
              <w:rPr>
                <w:rFonts w:cs="Arial"/>
              </w:rPr>
              <w:t> </w:t>
            </w:r>
            <w:r w:rsidR="0083339A" w:rsidRPr="0083339A">
              <w:rPr>
                <w:rFonts w:cs="Arial"/>
                <w:b/>
                <w:bCs/>
              </w:rPr>
              <w:t>údaje za celý rok 2024</w:t>
            </w:r>
          </w:p>
          <w:p w14:paraId="2A64474A" w14:textId="77777777" w:rsidR="003265F0" w:rsidRPr="00A3505C" w:rsidRDefault="003265F0" w:rsidP="00FB347A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14:paraId="1ECE142D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FA95DF" w14:textId="77777777"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14:paraId="0A5458BE" w14:textId="77777777"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DD247F" w14:textId="77777777"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14:paraId="7E8E9B32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2E8B55F" w14:textId="77777777" w:rsidR="003265F0" w:rsidRPr="00AC7424" w:rsidRDefault="003265F0" w:rsidP="00FB347A">
            <w:pPr>
              <w:rPr>
                <w:rFonts w:cs="Arial"/>
                <w:b/>
              </w:rPr>
            </w:pPr>
            <w:r w:rsidRPr="006C0BEA">
              <w:rPr>
                <w:rFonts w:cs="Arial"/>
                <w:b/>
                <w:color w:val="009CB5"/>
              </w:rPr>
              <w:t>Technika šetření: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2F21A" w14:textId="570D5437" w:rsidR="003265F0" w:rsidRPr="00A3505C" w:rsidRDefault="00840076" w:rsidP="00840076">
            <w:pPr>
              <w:spacing w:line="276" w:lineRule="auto"/>
              <w:jc w:val="both"/>
              <w:rPr>
                <w:rFonts w:cs="Arial"/>
                <w:sz w:val="10"/>
                <w:szCs w:val="10"/>
              </w:rPr>
            </w:pPr>
            <w:r w:rsidRPr="00F54EEA">
              <w:rPr>
                <w:rFonts w:cs="Arial"/>
                <w:szCs w:val="20"/>
              </w:rPr>
              <w:t xml:space="preserve">Výkaz </w:t>
            </w:r>
            <w:r>
              <w:rPr>
                <w:rFonts w:cs="Arial"/>
                <w:szCs w:val="20"/>
              </w:rPr>
              <w:t>bylo možné</w:t>
            </w:r>
            <w:r w:rsidRPr="00F54EEA">
              <w:rPr>
                <w:rFonts w:cs="Arial"/>
                <w:szCs w:val="20"/>
              </w:rPr>
              <w:t xml:space="preserve"> vyplnit ve formě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83339A">
              <w:rPr>
                <w:rFonts w:cs="Arial"/>
                <w:b/>
                <w:bCs/>
                <w:szCs w:val="20"/>
              </w:rPr>
              <w:t xml:space="preserve">editovatelného PDF </w:t>
            </w:r>
            <w:r w:rsidRPr="00F54EEA">
              <w:rPr>
                <w:rFonts w:cs="Arial"/>
                <w:szCs w:val="20"/>
              </w:rPr>
              <w:t>so</w:t>
            </w:r>
            <w:r>
              <w:rPr>
                <w:rFonts w:cs="Arial"/>
                <w:szCs w:val="20"/>
              </w:rPr>
              <w:t>u</w:t>
            </w:r>
            <w:r w:rsidRPr="00F54EEA">
              <w:rPr>
                <w:rFonts w:cs="Arial"/>
                <w:szCs w:val="20"/>
              </w:rPr>
              <w:t>boru</w:t>
            </w:r>
            <w:r>
              <w:rPr>
                <w:rFonts w:cs="Arial"/>
                <w:szCs w:val="20"/>
              </w:rPr>
              <w:t>,</w:t>
            </w:r>
            <w:r w:rsidRPr="00F54EEA">
              <w:rPr>
                <w:rFonts w:cs="Arial"/>
                <w:szCs w:val="20"/>
              </w:rPr>
              <w:t xml:space="preserve"> </w:t>
            </w:r>
            <w:r w:rsidR="0083339A">
              <w:rPr>
                <w:rFonts w:cs="Arial"/>
                <w:szCs w:val="20"/>
              </w:rPr>
              <w:t xml:space="preserve">online </w:t>
            </w:r>
            <w:r w:rsidRPr="00F54EEA">
              <w:rPr>
                <w:rFonts w:cs="Arial"/>
                <w:szCs w:val="20"/>
              </w:rPr>
              <w:t>prostředn</w:t>
            </w:r>
            <w:r>
              <w:rPr>
                <w:rFonts w:cs="Arial"/>
                <w:szCs w:val="20"/>
              </w:rPr>
              <w:t xml:space="preserve">ictvím </w:t>
            </w:r>
            <w:r w:rsidRPr="0083339A">
              <w:rPr>
                <w:rFonts w:cs="Arial"/>
                <w:b/>
                <w:bCs/>
                <w:szCs w:val="20"/>
              </w:rPr>
              <w:t>aplikace Dante Web</w:t>
            </w:r>
            <w:r w:rsidRPr="00F54EEA">
              <w:rPr>
                <w:rFonts w:cs="Arial"/>
                <w:szCs w:val="20"/>
              </w:rPr>
              <w:t>,</w:t>
            </w:r>
            <w:r>
              <w:rPr>
                <w:rFonts w:cs="Arial"/>
                <w:szCs w:val="20"/>
              </w:rPr>
              <w:t xml:space="preserve"> nebo do </w:t>
            </w:r>
            <w:r w:rsidRPr="00F54EEA">
              <w:rPr>
                <w:rFonts w:cs="Arial"/>
                <w:szCs w:val="20"/>
              </w:rPr>
              <w:t>tištěného</w:t>
            </w:r>
            <w:r w:rsidRPr="0072255D">
              <w:rPr>
                <w:rFonts w:cs="Arial"/>
                <w:szCs w:val="20"/>
              </w:rPr>
              <w:t xml:space="preserve"> </w:t>
            </w:r>
            <w:r w:rsidRPr="00F54EEA">
              <w:rPr>
                <w:rFonts w:cs="Arial"/>
                <w:szCs w:val="20"/>
              </w:rPr>
              <w:t>dotazníku</w:t>
            </w:r>
            <w:r>
              <w:rPr>
                <w:rFonts w:cs="Arial"/>
                <w:szCs w:val="20"/>
              </w:rPr>
              <w:t>, který byl</w:t>
            </w:r>
            <w:r w:rsidR="003265F0">
              <w:rPr>
                <w:rFonts w:cs="Arial"/>
              </w:rPr>
              <w:t xml:space="preserve"> rozesl</w:t>
            </w:r>
            <w:r>
              <w:rPr>
                <w:rFonts w:cs="Arial"/>
              </w:rPr>
              <w:t>án</w:t>
            </w:r>
            <w:r w:rsidR="00F54EEA">
              <w:rPr>
                <w:rFonts w:cs="Arial"/>
              </w:rPr>
              <w:t xml:space="preserve"> zpravodajským jednotkám</w:t>
            </w:r>
            <w:r>
              <w:rPr>
                <w:rFonts w:cs="Arial"/>
              </w:rPr>
              <w:t xml:space="preserve"> d</w:t>
            </w:r>
            <w:r>
              <w:rPr>
                <w:rFonts w:cs="Arial"/>
                <w:szCs w:val="20"/>
              </w:rPr>
              <w:t>o datové schránky nebo</w:t>
            </w:r>
            <w:r w:rsidR="00F54EEA">
              <w:rPr>
                <w:rFonts w:cs="Arial"/>
              </w:rPr>
              <w:t xml:space="preserve"> </w:t>
            </w:r>
            <w:r w:rsidR="0089105B">
              <w:rPr>
                <w:rFonts w:cs="Arial"/>
              </w:rPr>
              <w:t>na</w:t>
            </w:r>
            <w:r w:rsidR="003265F0">
              <w:rPr>
                <w:rFonts w:cs="Arial"/>
              </w:rPr>
              <w:t xml:space="preserve"> </w:t>
            </w:r>
            <w:r w:rsidR="00234D4B">
              <w:rPr>
                <w:rFonts w:cs="Arial"/>
              </w:rPr>
              <w:t>poštovní</w:t>
            </w:r>
            <w:r w:rsidR="000C1079">
              <w:rPr>
                <w:rFonts w:cs="Arial"/>
              </w:rPr>
              <w:t xml:space="preserve"> adresu</w:t>
            </w:r>
            <w:r w:rsidR="00F54EEA" w:rsidRPr="00F54EEA">
              <w:rPr>
                <w:rFonts w:cs="Arial"/>
                <w:szCs w:val="20"/>
              </w:rPr>
              <w:t xml:space="preserve">. </w:t>
            </w:r>
          </w:p>
        </w:tc>
      </w:tr>
      <w:tr w:rsidR="0017650E" w14:paraId="4A5D6BA6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FE4BF81" w14:textId="77777777" w:rsidR="0017650E" w:rsidRPr="00AC7424" w:rsidRDefault="0017650E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59398E5" w14:textId="77777777" w:rsidR="0017650E" w:rsidRDefault="0017650E" w:rsidP="00FB347A">
            <w:pPr>
              <w:jc w:val="both"/>
              <w:rPr>
                <w:rFonts w:cs="Arial"/>
              </w:rPr>
            </w:pPr>
          </w:p>
        </w:tc>
      </w:tr>
      <w:tr w:rsidR="0089105B" w14:paraId="27EA91A7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F78CB4" w14:textId="77777777" w:rsidR="0089105B" w:rsidRPr="006C0BEA" w:rsidRDefault="0089105B" w:rsidP="00FB347A">
            <w:pPr>
              <w:rPr>
                <w:rFonts w:cs="Arial"/>
                <w:b/>
                <w:color w:val="009CB5"/>
              </w:rPr>
            </w:pPr>
            <w:r w:rsidRPr="006C0BEA">
              <w:rPr>
                <w:rFonts w:cs="Arial"/>
                <w:b/>
                <w:color w:val="009CB5"/>
              </w:rPr>
              <w:t xml:space="preserve">Zpravodajské jednotky </w:t>
            </w:r>
          </w:p>
          <w:p w14:paraId="3FDDC795" w14:textId="77777777" w:rsidR="0089105B" w:rsidRPr="006C0BEA" w:rsidRDefault="0089105B" w:rsidP="00FB347A">
            <w:pPr>
              <w:rPr>
                <w:rFonts w:cs="Arial"/>
                <w:b/>
                <w:color w:val="009CB5"/>
              </w:rPr>
            </w:pPr>
            <w:r w:rsidRPr="006C0BEA">
              <w:rPr>
                <w:rFonts w:cs="Arial"/>
                <w:b/>
                <w:color w:val="009CB5"/>
              </w:rPr>
              <w:t>(cílová populace)</w:t>
            </w:r>
          </w:p>
          <w:p w14:paraId="3A3E7213" w14:textId="77777777"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AB1FAB" w14:textId="4B9FD539" w:rsidR="0089105B" w:rsidRDefault="0089105B" w:rsidP="00214C61">
            <w:pPr>
              <w:spacing w:line="276" w:lineRule="auto"/>
              <w:jc w:val="both"/>
              <w:rPr>
                <w:rFonts w:cs="Arial"/>
              </w:rPr>
            </w:pPr>
            <w:r w:rsidRPr="00FE0F8B">
              <w:rPr>
                <w:rFonts w:cs="Arial"/>
                <w:b/>
                <w:bCs/>
              </w:rPr>
              <w:t>Podnikatelské subjekty s 10 a více zaměstnanci</w:t>
            </w:r>
            <w:r>
              <w:rPr>
                <w:rFonts w:cs="Arial"/>
              </w:rPr>
              <w:t xml:space="preserve"> ve </w:t>
            </w:r>
            <w:r w:rsidR="00214C61">
              <w:rPr>
                <w:rFonts w:cs="Arial"/>
              </w:rPr>
              <w:t>všech</w:t>
            </w:r>
            <w:r w:rsidRPr="002806D5">
              <w:rPr>
                <w:rFonts w:cs="Arial"/>
                <w:szCs w:val="20"/>
              </w:rPr>
              <w:t xml:space="preserve"> odvětv</w:t>
            </w:r>
            <w:r w:rsidR="00214C61">
              <w:rPr>
                <w:rFonts w:cs="Arial"/>
                <w:szCs w:val="20"/>
              </w:rPr>
              <w:t>ový</w:t>
            </w:r>
            <w:r w:rsidRPr="002806D5">
              <w:rPr>
                <w:rFonts w:cs="Arial"/>
                <w:szCs w:val="20"/>
              </w:rPr>
              <w:t>ch</w:t>
            </w:r>
            <w:r w:rsidR="00214C61">
              <w:rPr>
                <w:rFonts w:cs="Arial"/>
                <w:szCs w:val="20"/>
              </w:rPr>
              <w:t xml:space="preserve"> sekcích definovaných dle </w:t>
            </w:r>
            <w:r w:rsidR="00214C61" w:rsidRPr="002806D5">
              <w:rPr>
                <w:rFonts w:cs="Arial"/>
                <w:szCs w:val="20"/>
              </w:rPr>
              <w:t>Klasifikace ekonomických činností (CZ-NACE</w:t>
            </w:r>
            <w:r w:rsidR="00375944">
              <w:rPr>
                <w:rFonts w:cs="Arial"/>
                <w:szCs w:val="20"/>
              </w:rPr>
              <w:t xml:space="preserve"> – původní verze</w:t>
            </w:r>
            <w:r w:rsidR="004F6CD9">
              <w:rPr>
                <w:rFonts w:cs="Arial"/>
                <w:szCs w:val="20"/>
              </w:rPr>
              <w:t xml:space="preserve"> platná od roku 2008</w:t>
            </w:r>
            <w:r w:rsidR="00214C61" w:rsidRPr="002806D5">
              <w:rPr>
                <w:rFonts w:cs="Arial"/>
                <w:szCs w:val="20"/>
              </w:rPr>
              <w:t>)</w:t>
            </w:r>
            <w:r w:rsidR="00214C61">
              <w:rPr>
                <w:rFonts w:cs="Arial"/>
                <w:szCs w:val="20"/>
              </w:rPr>
              <w:t xml:space="preserve"> </w:t>
            </w:r>
            <w:r w:rsidR="00214C61" w:rsidRPr="00214C61">
              <w:rPr>
                <w:rFonts w:cs="Arial"/>
                <w:b/>
                <w:szCs w:val="20"/>
              </w:rPr>
              <w:t>kromě</w:t>
            </w:r>
            <w:r w:rsidR="00214C61">
              <w:rPr>
                <w:rFonts w:cs="Arial"/>
                <w:szCs w:val="20"/>
              </w:rPr>
              <w:t xml:space="preserve"> Zemědělství (sekce A), Těžby a dobývání (sekce B), Peněžnictví a pojišťovnictví (sekce K) a sekcí O až U zahrnující Vzdělávání, zdravotnictví a kulturní činnosti</w:t>
            </w:r>
            <w:r w:rsidR="00214C61" w:rsidRPr="002806D5">
              <w:rPr>
                <w:rFonts w:cs="Arial"/>
                <w:szCs w:val="20"/>
              </w:rPr>
              <w:t>.</w:t>
            </w:r>
            <w:r w:rsidR="00214C61">
              <w:rPr>
                <w:rFonts w:cs="Arial"/>
                <w:szCs w:val="20"/>
              </w:rPr>
              <w:t xml:space="preserve"> </w:t>
            </w:r>
            <w:r w:rsidRPr="002806D5">
              <w:rPr>
                <w:rFonts w:cs="Arial"/>
                <w:szCs w:val="20"/>
              </w:rPr>
              <w:t xml:space="preserve">  </w:t>
            </w:r>
          </w:p>
        </w:tc>
      </w:tr>
      <w:tr w:rsidR="0089105B" w14:paraId="55D80748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E285C9" w14:textId="77777777" w:rsidR="0089105B" w:rsidRPr="00AC7424" w:rsidRDefault="0089105B" w:rsidP="00FB347A">
            <w:pPr>
              <w:rPr>
                <w:rFonts w:cs="Arial"/>
                <w:b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337338" w14:textId="77777777" w:rsidR="0089105B" w:rsidRDefault="0089105B" w:rsidP="00FB347A">
            <w:pPr>
              <w:jc w:val="both"/>
              <w:rPr>
                <w:rFonts w:cs="Arial"/>
              </w:rPr>
            </w:pPr>
          </w:p>
        </w:tc>
      </w:tr>
      <w:tr w:rsidR="003265F0" w14:paraId="5A4896E5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9C2A20" w14:textId="77777777" w:rsidR="003265F0" w:rsidRPr="006C0BEA" w:rsidRDefault="003265F0" w:rsidP="00FB347A">
            <w:pPr>
              <w:rPr>
                <w:rFonts w:cs="Arial"/>
                <w:b/>
                <w:color w:val="009CB5"/>
              </w:rPr>
            </w:pPr>
            <w:r w:rsidRPr="006C0BEA">
              <w:rPr>
                <w:rFonts w:cs="Arial"/>
                <w:b/>
                <w:color w:val="009CB5"/>
              </w:rPr>
              <w:t>Opora výběru: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108E6B8" w14:textId="77777777" w:rsidR="0017650E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Koordinační databáze a Registr ekonomických subjektů – </w:t>
            </w:r>
          </w:p>
          <w:p w14:paraId="1D87D333" w14:textId="3E522505"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stav k 3</w:t>
            </w:r>
            <w:r w:rsidR="009E39BA">
              <w:rPr>
                <w:rFonts w:cs="Arial"/>
              </w:rPr>
              <w:t>1</w:t>
            </w:r>
            <w:r>
              <w:rPr>
                <w:rFonts w:cs="Arial"/>
              </w:rPr>
              <w:t>.12.20</w:t>
            </w:r>
            <w:r w:rsidR="00840076">
              <w:rPr>
                <w:rFonts w:cs="Arial"/>
              </w:rPr>
              <w:t>2</w:t>
            </w:r>
            <w:r w:rsidR="005B0B96">
              <w:rPr>
                <w:rFonts w:cs="Arial"/>
              </w:rPr>
              <w:t>4</w:t>
            </w:r>
            <w:r>
              <w:rPr>
                <w:rFonts w:cs="Arial"/>
              </w:rPr>
              <w:t>.</w:t>
            </w:r>
          </w:p>
          <w:p w14:paraId="7EBE0166" w14:textId="77777777"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14:paraId="6194C257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DD1BE50" w14:textId="77777777"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14:paraId="627EC4D9" w14:textId="77777777"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452A51B" w14:textId="77777777"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14:paraId="60B0594C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2F07307" w14:textId="77777777" w:rsidR="003265F0" w:rsidRPr="00AC7424" w:rsidRDefault="003265F0" w:rsidP="00FB347A">
            <w:pPr>
              <w:rPr>
                <w:rFonts w:cs="Arial"/>
                <w:b/>
              </w:rPr>
            </w:pPr>
            <w:r w:rsidRPr="006C0BEA">
              <w:rPr>
                <w:rFonts w:cs="Arial"/>
                <w:b/>
                <w:color w:val="009CB5"/>
              </w:rPr>
              <w:t>Způsob výběru jednotek: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D798AD6" w14:textId="77777777" w:rsidR="003265F0" w:rsidRDefault="003265F0" w:rsidP="00FB347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Kombinace </w:t>
            </w:r>
            <w:r w:rsidRPr="009D17CC">
              <w:rPr>
                <w:rFonts w:cs="Arial"/>
                <w:b/>
                <w:bCs/>
              </w:rPr>
              <w:t>plošného, záměrného a stratifikovaného náhodného výběru</w:t>
            </w:r>
            <w:r>
              <w:rPr>
                <w:rFonts w:cs="Arial"/>
              </w:rPr>
              <w:t>.</w:t>
            </w:r>
            <w:r w:rsidR="002806D5">
              <w:rPr>
                <w:rFonts w:cs="Arial"/>
              </w:rPr>
              <w:t xml:space="preserve"> Plošně se šetří velké </w:t>
            </w:r>
            <w:r w:rsidR="00234D4B">
              <w:rPr>
                <w:rFonts w:cs="Arial"/>
              </w:rPr>
              <w:t>subjekt</w:t>
            </w:r>
            <w:r w:rsidR="002806D5">
              <w:rPr>
                <w:rFonts w:cs="Arial"/>
              </w:rPr>
              <w:t>y s více než 250 zaměstnanci</w:t>
            </w:r>
            <w:r w:rsidR="00214C61">
              <w:rPr>
                <w:rFonts w:cs="Arial"/>
              </w:rPr>
              <w:t>.</w:t>
            </w:r>
            <w:r w:rsidR="00234D4B">
              <w:rPr>
                <w:rFonts w:cs="Arial"/>
              </w:rPr>
              <w:t xml:space="preserve"> </w:t>
            </w:r>
          </w:p>
          <w:p w14:paraId="3AD035E5" w14:textId="77777777" w:rsidR="003265F0" w:rsidRPr="00A3505C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14:paraId="57C166FB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85EA0E8" w14:textId="77777777" w:rsidR="003265F0" w:rsidRPr="00AC7424" w:rsidRDefault="003265F0" w:rsidP="00FB347A">
            <w:pPr>
              <w:rPr>
                <w:rFonts w:cs="Arial"/>
                <w:b/>
                <w:sz w:val="14"/>
                <w:szCs w:val="14"/>
              </w:rPr>
            </w:pPr>
          </w:p>
          <w:p w14:paraId="114FDE7E" w14:textId="77777777"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0174511" w14:textId="77777777"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:rsidRPr="00AE009D" w14:paraId="54350BFF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19881CD" w14:textId="77777777" w:rsidR="003265F0" w:rsidRPr="006C0BEA" w:rsidRDefault="00F54EEA" w:rsidP="00214C61">
            <w:pPr>
              <w:rPr>
                <w:rFonts w:cs="Arial"/>
                <w:b/>
                <w:color w:val="009CB5"/>
              </w:rPr>
            </w:pPr>
            <w:r w:rsidRPr="006C0BEA">
              <w:rPr>
                <w:rFonts w:cs="Arial"/>
                <w:b/>
                <w:color w:val="009CB5"/>
              </w:rPr>
              <w:t xml:space="preserve">Počet </w:t>
            </w:r>
            <w:r w:rsidR="00214C61" w:rsidRPr="006C0BEA">
              <w:rPr>
                <w:rFonts w:cs="Arial"/>
                <w:b/>
                <w:color w:val="009CB5"/>
              </w:rPr>
              <w:t xml:space="preserve">podniků </w:t>
            </w:r>
            <w:r w:rsidRPr="006C0BEA">
              <w:rPr>
                <w:rFonts w:cs="Arial"/>
                <w:b/>
                <w:color w:val="009CB5"/>
              </w:rPr>
              <w:t>ve v</w:t>
            </w:r>
            <w:r w:rsidR="003265F0" w:rsidRPr="006C0BEA">
              <w:rPr>
                <w:rFonts w:cs="Arial"/>
                <w:b/>
                <w:color w:val="009CB5"/>
              </w:rPr>
              <w:t>ýběrov</w:t>
            </w:r>
            <w:r w:rsidRPr="006C0BEA">
              <w:rPr>
                <w:rFonts w:cs="Arial"/>
                <w:b/>
                <w:color w:val="009CB5"/>
              </w:rPr>
              <w:t>ém</w:t>
            </w:r>
            <w:r w:rsidR="003265F0" w:rsidRPr="006C0BEA">
              <w:rPr>
                <w:rFonts w:cs="Arial"/>
                <w:b/>
                <w:color w:val="009CB5"/>
              </w:rPr>
              <w:t xml:space="preserve"> soubor</w:t>
            </w:r>
            <w:r w:rsidRPr="006C0BEA">
              <w:rPr>
                <w:rFonts w:cs="Arial"/>
                <w:b/>
                <w:color w:val="009CB5"/>
              </w:rPr>
              <w:t xml:space="preserve">u/ počet </w:t>
            </w:r>
            <w:r w:rsidR="00214C61" w:rsidRPr="006C0BEA">
              <w:rPr>
                <w:rFonts w:cs="Arial"/>
                <w:b/>
                <w:color w:val="009CB5"/>
              </w:rPr>
              <w:t>vyšetřených podniků</w:t>
            </w:r>
            <w:r w:rsidR="003265F0" w:rsidRPr="006C0BEA">
              <w:rPr>
                <w:rFonts w:cs="Arial"/>
                <w:b/>
                <w:color w:val="009CB5"/>
              </w:rPr>
              <w:t>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B86E6A" w14:textId="451F5F49" w:rsidR="00C22DDA" w:rsidRPr="009E39BA" w:rsidRDefault="006C0BEA" w:rsidP="00C22DDA">
            <w:pPr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7 930</w:t>
            </w:r>
            <w:r w:rsidR="00C22DDA" w:rsidRPr="004A3D97">
              <w:rPr>
                <w:rFonts w:cs="Arial"/>
              </w:rPr>
              <w:t xml:space="preserve"> / </w:t>
            </w:r>
            <w:r w:rsidR="00C22DDA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030</w:t>
            </w:r>
          </w:p>
          <w:p w14:paraId="3870A349" w14:textId="77777777" w:rsidR="003265F0" w:rsidRPr="009E39BA" w:rsidRDefault="003265F0" w:rsidP="00FB347A">
            <w:pPr>
              <w:jc w:val="both"/>
              <w:rPr>
                <w:rFonts w:cs="Arial"/>
                <w:sz w:val="10"/>
                <w:szCs w:val="10"/>
              </w:rPr>
            </w:pPr>
          </w:p>
        </w:tc>
      </w:tr>
      <w:tr w:rsidR="003265F0" w:rsidRPr="00871610" w14:paraId="59DDE534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264696" w14:textId="77777777" w:rsidR="007071A5" w:rsidRPr="00AC7424" w:rsidRDefault="007071A5" w:rsidP="00FB347A">
            <w:pPr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76E9F31" w14:textId="77777777" w:rsidR="003265F0" w:rsidRPr="00871610" w:rsidRDefault="003265F0" w:rsidP="00FB347A">
            <w:pPr>
              <w:jc w:val="both"/>
              <w:rPr>
                <w:rFonts w:cs="Arial"/>
                <w:sz w:val="14"/>
                <w:szCs w:val="14"/>
              </w:rPr>
            </w:pPr>
          </w:p>
        </w:tc>
      </w:tr>
      <w:tr w:rsidR="003265F0" w14:paraId="3D09B693" w14:textId="77777777" w:rsidTr="0017650E">
        <w:tc>
          <w:tcPr>
            <w:tcW w:w="34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0AEE3E4" w14:textId="77777777" w:rsidR="007071A5" w:rsidRPr="006C0BEA" w:rsidRDefault="003265F0" w:rsidP="00FB347A">
            <w:pPr>
              <w:rPr>
                <w:rFonts w:cs="Arial"/>
                <w:b/>
                <w:color w:val="009CB5"/>
              </w:rPr>
            </w:pPr>
            <w:r w:rsidRPr="006C0BEA">
              <w:rPr>
                <w:rFonts w:cs="Arial"/>
                <w:b/>
                <w:color w:val="009CB5"/>
              </w:rPr>
              <w:t xml:space="preserve">Dopočty </w:t>
            </w:r>
          </w:p>
          <w:p w14:paraId="4069802A" w14:textId="77777777" w:rsidR="003265F0" w:rsidRPr="00AC7424" w:rsidRDefault="003265F0" w:rsidP="00FB347A">
            <w:pPr>
              <w:rPr>
                <w:rFonts w:cs="Arial"/>
                <w:b/>
              </w:rPr>
            </w:pPr>
            <w:r w:rsidRPr="006C0BEA">
              <w:rPr>
                <w:rFonts w:cs="Arial"/>
                <w:b/>
                <w:color w:val="009CB5"/>
              </w:rPr>
              <w:t>(odhad na sledovanou populaci):</w:t>
            </w:r>
          </w:p>
        </w:tc>
        <w:tc>
          <w:tcPr>
            <w:tcW w:w="6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669909" w14:textId="7DAC18A8" w:rsidR="003265F0" w:rsidRDefault="0089105B" w:rsidP="00FB347A">
            <w:pPr>
              <w:spacing w:line="276" w:lineRule="auto"/>
              <w:jc w:val="both"/>
              <w:rPr>
                <w:rFonts w:cs="Arial"/>
              </w:rPr>
            </w:pPr>
            <w:r w:rsidRPr="0089105B">
              <w:rPr>
                <w:rFonts w:cs="Arial"/>
                <w:szCs w:val="20"/>
              </w:rPr>
              <w:t xml:space="preserve">Sebrané údaje se </w:t>
            </w:r>
            <w:r w:rsidRPr="009D17CC">
              <w:rPr>
                <w:rFonts w:cs="Arial"/>
                <w:b/>
                <w:bCs/>
                <w:szCs w:val="20"/>
              </w:rPr>
              <w:t>dopočítávají na základní soubor</w:t>
            </w:r>
            <w:r>
              <w:rPr>
                <w:rFonts w:cs="Arial"/>
                <w:szCs w:val="20"/>
              </w:rPr>
              <w:t xml:space="preserve">. </w:t>
            </w:r>
            <w:r w:rsidR="003265F0">
              <w:rPr>
                <w:rFonts w:cs="Arial"/>
              </w:rPr>
              <w:t>Váhy stanoveny pomocí programu CLAN, kalibrace vah pomocí metody GREG;</w:t>
            </w:r>
            <w:r w:rsidR="009D17CC">
              <w:rPr>
                <w:rFonts w:cs="Arial"/>
              </w:rPr>
              <w:t xml:space="preserve"> </w:t>
            </w:r>
            <w:r w:rsidR="003265F0">
              <w:rPr>
                <w:rFonts w:cs="Arial"/>
              </w:rPr>
              <w:t>jako pomocná proměnná byl použit průměrný počet pojištěnců.</w:t>
            </w:r>
          </w:p>
        </w:tc>
      </w:tr>
    </w:tbl>
    <w:p w14:paraId="589FC695" w14:textId="77777777" w:rsidR="00DA21BB" w:rsidRDefault="00DA21BB" w:rsidP="00DA21BB">
      <w:pPr>
        <w:pStyle w:val="Nadpis2"/>
        <w:spacing w:before="120" w:after="120"/>
      </w:pPr>
    </w:p>
    <w:p w14:paraId="16F3F0F3" w14:textId="77777777" w:rsidR="00DA21BB" w:rsidRDefault="00DA21BB">
      <w:pPr>
        <w:spacing w:line="240" w:lineRule="auto"/>
        <w:rPr>
          <w:rFonts w:eastAsia="MS Gothic"/>
          <w:b/>
          <w:bCs/>
          <w:color w:val="009BB4"/>
          <w:sz w:val="28"/>
          <w:szCs w:val="26"/>
        </w:rPr>
      </w:pPr>
      <w:r>
        <w:rPr>
          <w:rFonts w:eastAsia="MS Gothic"/>
          <w:b/>
          <w:bCs/>
          <w:color w:val="009BB4"/>
          <w:sz w:val="28"/>
          <w:szCs w:val="26"/>
        </w:rPr>
        <w:br w:type="page"/>
      </w:r>
    </w:p>
    <w:p w14:paraId="024B25D7" w14:textId="458B9585" w:rsidR="00A27D96" w:rsidRDefault="00297CEB" w:rsidP="00A27D96">
      <w:pPr>
        <w:pStyle w:val="Zkladntext"/>
        <w:spacing w:before="480" w:after="0"/>
        <w:ind w:right="0"/>
        <w:jc w:val="left"/>
      </w:pPr>
      <w:r w:rsidRPr="00C12201">
        <w:rPr>
          <w:rStyle w:val="Nadpis2Char"/>
        </w:rPr>
        <w:lastRenderedPageBreak/>
        <w:t>S</w:t>
      </w:r>
      <w:r w:rsidR="00A27D96" w:rsidRPr="00C12201">
        <w:rPr>
          <w:rStyle w:val="Nadpis2Char"/>
        </w:rPr>
        <w:t>truktura výsledného dopočteného souboru podle velikosti firem</w:t>
      </w:r>
      <w:r w:rsidR="00A27D96" w:rsidRPr="00C12201">
        <w:rPr>
          <w:rStyle w:val="Nadpis2Char"/>
        </w:rPr>
        <w:br/>
      </w:r>
      <w:r w:rsidR="00A27D96"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(počtu zaměstnanců)</w:t>
      </w:r>
      <w:r w:rsidR="00A27D96">
        <w:t xml:space="preserve"> </w:t>
      </w:r>
    </w:p>
    <w:p w14:paraId="17F75EC2" w14:textId="5BC94057" w:rsidR="00A27D96" w:rsidRDefault="00E210B6" w:rsidP="00A27D96">
      <w:pPr>
        <w:pStyle w:val="Zkladntext"/>
        <w:spacing w:line="288" w:lineRule="auto"/>
        <w:ind w:right="0"/>
        <w:jc w:val="center"/>
        <w:rPr>
          <w:rFonts w:ascii="Arial" w:eastAsia="MS Gothic" w:hAnsi="Arial"/>
          <w:b/>
          <w:bCs/>
          <w:color w:val="009BB4"/>
          <w:sz w:val="28"/>
          <w:szCs w:val="26"/>
        </w:rPr>
      </w:pPr>
      <w:bookmarkStart w:id="0" w:name="_Toc467826756"/>
      <w:bookmarkStart w:id="1" w:name="_Toc468105930"/>
      <w:r>
        <w:rPr>
          <w:rFonts w:ascii="Arial" w:eastAsia="MS Gothic" w:hAnsi="Arial"/>
          <w:b/>
          <w:bCs/>
          <w:noProof/>
          <w:color w:val="009BB4"/>
          <w:sz w:val="28"/>
          <w:szCs w:val="26"/>
        </w:rPr>
        <w:drawing>
          <wp:inline distT="0" distB="0" distL="0" distR="0" wp14:anchorId="52B637C0" wp14:editId="43669409">
            <wp:extent cx="6000750" cy="2846972"/>
            <wp:effectExtent l="0" t="0" r="0" b="0"/>
            <wp:docPr id="1635858102" name="Obrázek 4" descr="Obsah obrázku text, snímek obrazovky, kruh,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858102" name="Obrázek 4" descr="Obsah obrázku text, snímek obrazovky, kruh, diagra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240" cy="28609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FD8800" w14:textId="77777777" w:rsidR="00A27D96" w:rsidRDefault="00A27D96" w:rsidP="00A27D96">
      <w:pPr>
        <w:pStyle w:val="Zkladntext"/>
        <w:spacing w:line="288" w:lineRule="auto"/>
        <w:ind w:right="0"/>
        <w:jc w:val="left"/>
        <w:rPr>
          <w:rFonts w:ascii="Arial" w:eastAsia="MS Gothic" w:hAnsi="Arial"/>
          <w:b/>
          <w:bCs/>
          <w:color w:val="009BB4"/>
          <w:sz w:val="20"/>
          <w:szCs w:val="20"/>
        </w:rPr>
      </w:pPr>
      <w:r w:rsidRPr="00C12201">
        <w:rPr>
          <w:rStyle w:val="Nadpis2Char"/>
        </w:rPr>
        <w:t xml:space="preserve">Struktura výsledného dopočteného souboru podle odvětví </w:t>
      </w:r>
      <w:r w:rsidRPr="00871610">
        <w:rPr>
          <w:rFonts w:ascii="Arial" w:eastAsia="MS Gothic" w:hAnsi="Arial"/>
          <w:b/>
          <w:bCs/>
          <w:color w:val="009BB4"/>
          <w:sz w:val="28"/>
          <w:szCs w:val="26"/>
        </w:rPr>
        <w:br/>
      </w:r>
      <w:r w:rsidRPr="00871610">
        <w:rPr>
          <w:rFonts w:ascii="Arial" w:eastAsia="MS Gothic" w:hAnsi="Arial"/>
          <w:b/>
          <w:bCs/>
          <w:color w:val="009BB4"/>
          <w:sz w:val="20"/>
          <w:szCs w:val="20"/>
        </w:rPr>
        <w:t>(převažující ekonomické činnosti firem)</w:t>
      </w:r>
    </w:p>
    <w:p w14:paraId="70574C32" w14:textId="28C9DAC8" w:rsidR="00A27D96" w:rsidRDefault="00056BD8" w:rsidP="00A27D96">
      <w:pPr>
        <w:pStyle w:val="Zkladntext"/>
        <w:spacing w:line="288" w:lineRule="auto"/>
        <w:ind w:right="0"/>
        <w:jc w:val="center"/>
        <w:rPr>
          <w:noProof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2DB0312" wp14:editId="791FBFB3">
            <wp:extent cx="6203629" cy="2943225"/>
            <wp:effectExtent l="0" t="0" r="6985" b="0"/>
            <wp:docPr id="1882492002" name="Obrázek 2" descr="Obsah obrázku text, snímek obrazovky, kruh, Pís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492002" name="Obrázek 2" descr="Obsah obrázku text, snímek obrazovky, kruh, Písm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967" cy="29471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3A7D14" w14:textId="77777777" w:rsidR="00DA21BB" w:rsidRDefault="00DA21BB" w:rsidP="00DA21BB">
      <w:pPr>
        <w:pStyle w:val="Nadpis2"/>
        <w:spacing w:before="120" w:after="120"/>
      </w:pPr>
    </w:p>
    <w:p w14:paraId="1E7D50B5" w14:textId="37C12F25" w:rsidR="00DA21BB" w:rsidRPr="00C12201" w:rsidRDefault="00DA21BB" w:rsidP="00C12201">
      <w:pPr>
        <w:pStyle w:val="Nadpis2"/>
      </w:pPr>
      <w:r w:rsidRPr="00C12201">
        <w:t xml:space="preserve">Poznámky k údajům v tabulkách a grafech </w:t>
      </w:r>
    </w:p>
    <w:p w14:paraId="09D9B780" w14:textId="7F778E07" w:rsidR="00DA21BB" w:rsidRPr="00D55327" w:rsidRDefault="00DA21BB" w:rsidP="00DA21BB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/>
        <w:ind w:left="993" w:hanging="633"/>
        <w:jc w:val="both"/>
        <w:rPr>
          <w:rFonts w:ascii="Arial" w:hAnsi="Arial" w:cs="Arial"/>
          <w:sz w:val="20"/>
          <w:szCs w:val="20"/>
        </w:rPr>
      </w:pPr>
      <w:r w:rsidRPr="00D55327">
        <w:rPr>
          <w:rFonts w:ascii="Arial" w:hAnsi="Arial" w:cs="Arial"/>
          <w:sz w:val="20"/>
          <w:szCs w:val="20"/>
        </w:rPr>
        <w:t xml:space="preserve">„ </w:t>
      </w:r>
      <w:r w:rsidRPr="00D55327">
        <w:rPr>
          <w:rFonts w:ascii="Arial" w:hAnsi="Arial" w:cs="Arial"/>
          <w:b/>
          <w:sz w:val="20"/>
          <w:szCs w:val="20"/>
        </w:rPr>
        <w:t>-</w:t>
      </w:r>
      <w:r w:rsidRPr="00D55327">
        <w:rPr>
          <w:rFonts w:ascii="Arial" w:hAnsi="Arial" w:cs="Arial"/>
          <w:sz w:val="20"/>
          <w:szCs w:val="20"/>
        </w:rPr>
        <w:t xml:space="preserve">“ ležatá čárka v tabulkách je používána, když </w:t>
      </w:r>
      <w:r w:rsidRPr="00D55327">
        <w:rPr>
          <w:rFonts w:ascii="Arial" w:hAnsi="Arial" w:cs="Arial"/>
          <w:b/>
          <w:bCs/>
          <w:sz w:val="20"/>
          <w:szCs w:val="20"/>
        </w:rPr>
        <w:t>údaj není k dispozici</w:t>
      </w:r>
      <w:r w:rsidRPr="00D55327">
        <w:rPr>
          <w:rFonts w:ascii="Arial" w:hAnsi="Arial" w:cs="Arial"/>
          <w:sz w:val="20"/>
          <w:szCs w:val="20"/>
        </w:rPr>
        <w:t xml:space="preserve"> (nezjišťoval se), nebo </w:t>
      </w:r>
      <w:r w:rsidRPr="00D55327">
        <w:rPr>
          <w:rFonts w:ascii="Arial" w:hAnsi="Arial" w:cs="Arial"/>
          <w:b/>
          <w:bCs/>
          <w:sz w:val="20"/>
          <w:szCs w:val="20"/>
        </w:rPr>
        <w:t>je</w:t>
      </w:r>
      <w:r w:rsidRPr="00D55327">
        <w:rPr>
          <w:rFonts w:ascii="Arial" w:hAnsi="Arial" w:cs="Arial"/>
          <w:sz w:val="20"/>
          <w:szCs w:val="20"/>
        </w:rPr>
        <w:t xml:space="preserve"> </w:t>
      </w:r>
      <w:r w:rsidRPr="00D55327">
        <w:rPr>
          <w:rFonts w:ascii="Arial" w:hAnsi="Arial" w:cs="Arial"/>
          <w:b/>
          <w:sz w:val="20"/>
          <w:szCs w:val="20"/>
        </w:rPr>
        <w:t xml:space="preserve">nespolehlivý </w:t>
      </w:r>
      <w:r w:rsidRPr="00D55327">
        <w:rPr>
          <w:rFonts w:ascii="Arial" w:hAnsi="Arial" w:cs="Arial"/>
          <w:bCs/>
          <w:sz w:val="20"/>
          <w:szCs w:val="20"/>
        </w:rPr>
        <w:t>(</w:t>
      </w:r>
      <w:r w:rsidRPr="00D55327">
        <w:rPr>
          <w:rFonts w:ascii="Arial" w:hAnsi="Arial" w:cs="Arial"/>
          <w:sz w:val="20"/>
          <w:szCs w:val="20"/>
        </w:rPr>
        <w:t xml:space="preserve">jde o </w:t>
      </w:r>
      <w:r w:rsidRPr="00D55327">
        <w:rPr>
          <w:rFonts w:ascii="Arial" w:hAnsi="Arial" w:cs="Arial"/>
          <w:bCs/>
          <w:sz w:val="20"/>
          <w:szCs w:val="20"/>
        </w:rPr>
        <w:t>individuální údaj s méně než 5 jednotkami).</w:t>
      </w:r>
      <w:r w:rsidRPr="00D55327">
        <w:rPr>
          <w:rFonts w:ascii="Arial" w:hAnsi="Arial" w:cs="Arial"/>
          <w:sz w:val="20"/>
          <w:szCs w:val="20"/>
        </w:rPr>
        <w:t xml:space="preserve"> </w:t>
      </w:r>
    </w:p>
    <w:p w14:paraId="004E7D8B" w14:textId="0BEDA153" w:rsidR="00DA21BB" w:rsidRPr="00D55327" w:rsidRDefault="00DA21BB" w:rsidP="0000557D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 w:line="276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D55327">
        <w:rPr>
          <w:rFonts w:ascii="Arial" w:hAnsi="Arial" w:cs="Arial"/>
          <w:sz w:val="20"/>
          <w:szCs w:val="20"/>
        </w:rPr>
        <w:t xml:space="preserve">Uvedené úhrny (součty/mezisoučty) nemusí plně odpovídat součtu dílčích hodnot z důvodu </w:t>
      </w:r>
      <w:r w:rsidRPr="00D55327">
        <w:rPr>
          <w:rFonts w:ascii="Arial" w:hAnsi="Arial" w:cs="Arial"/>
          <w:b/>
          <w:sz w:val="20"/>
          <w:szCs w:val="20"/>
        </w:rPr>
        <w:t>zaokrouhlování</w:t>
      </w:r>
      <w:r w:rsidRPr="00D55327">
        <w:rPr>
          <w:rFonts w:ascii="Arial" w:hAnsi="Arial" w:cs="Arial"/>
          <w:sz w:val="20"/>
          <w:szCs w:val="20"/>
        </w:rPr>
        <w:t>.</w:t>
      </w:r>
    </w:p>
    <w:p w14:paraId="76DC9E68" w14:textId="1957663A" w:rsidR="00DA21BB" w:rsidRPr="00D55327" w:rsidRDefault="00DA21BB" w:rsidP="00611101">
      <w:pPr>
        <w:pStyle w:val="Zpat"/>
        <w:numPr>
          <w:ilvl w:val="0"/>
          <w:numId w:val="11"/>
        </w:numPr>
        <w:tabs>
          <w:tab w:val="clear" w:pos="4536"/>
          <w:tab w:val="clear" w:pos="9072"/>
          <w:tab w:val="left" w:pos="993"/>
        </w:tabs>
        <w:spacing w:after="40" w:line="276" w:lineRule="auto"/>
        <w:ind w:left="993" w:hanging="633"/>
        <w:jc w:val="both"/>
        <w:rPr>
          <w:rFonts w:ascii="Arial" w:hAnsi="Arial" w:cs="Arial"/>
          <w:sz w:val="20"/>
          <w:szCs w:val="20"/>
        </w:rPr>
      </w:pPr>
      <w:r w:rsidRPr="006109C6">
        <w:rPr>
          <w:rFonts w:ascii="Arial" w:hAnsi="Arial" w:cs="Arial"/>
          <w:b/>
          <w:bCs/>
          <w:sz w:val="20"/>
          <w:szCs w:val="20"/>
        </w:rPr>
        <w:t>Zdroj u grafů a tabulek je všude stejný</w:t>
      </w:r>
      <w:r w:rsidRPr="00D55327">
        <w:rPr>
          <w:rFonts w:ascii="Arial" w:hAnsi="Arial" w:cs="Arial"/>
          <w:sz w:val="20"/>
          <w:szCs w:val="20"/>
        </w:rPr>
        <w:t xml:space="preserve"> (ČSÚ, roční statistické zjišťování o využívání informačních a komunikačních technologií v podnikatelském sektoru; u mezinárodních grafů/tabulek je zdrojem databáze Eurostatu), </w:t>
      </w:r>
      <w:r w:rsidRPr="006109C6">
        <w:rPr>
          <w:rFonts w:ascii="Arial" w:hAnsi="Arial" w:cs="Arial"/>
          <w:b/>
          <w:bCs/>
          <w:sz w:val="20"/>
          <w:szCs w:val="20"/>
        </w:rPr>
        <w:t xml:space="preserve">proto </w:t>
      </w:r>
      <w:r w:rsidR="006109C6" w:rsidRPr="006109C6">
        <w:rPr>
          <w:rFonts w:ascii="Arial" w:hAnsi="Arial" w:cs="Arial"/>
          <w:b/>
          <w:bCs/>
          <w:sz w:val="20"/>
          <w:szCs w:val="20"/>
        </w:rPr>
        <w:t xml:space="preserve">není </w:t>
      </w:r>
      <w:r w:rsidRPr="006109C6">
        <w:rPr>
          <w:rFonts w:ascii="Arial" w:hAnsi="Arial" w:cs="Arial"/>
          <w:b/>
          <w:bCs/>
          <w:sz w:val="20"/>
          <w:szCs w:val="20"/>
        </w:rPr>
        <w:t xml:space="preserve">uveden u </w:t>
      </w:r>
      <w:r w:rsidR="006109C6" w:rsidRPr="006109C6">
        <w:rPr>
          <w:rFonts w:ascii="Arial" w:hAnsi="Arial" w:cs="Arial"/>
          <w:b/>
          <w:bCs/>
          <w:sz w:val="20"/>
          <w:szCs w:val="20"/>
        </w:rPr>
        <w:t>žádného z</w:t>
      </w:r>
      <w:r w:rsidRPr="006109C6">
        <w:rPr>
          <w:rFonts w:ascii="Arial" w:hAnsi="Arial" w:cs="Arial"/>
          <w:b/>
          <w:bCs/>
          <w:sz w:val="20"/>
          <w:szCs w:val="20"/>
        </w:rPr>
        <w:t xml:space="preserve"> grafů</w:t>
      </w:r>
      <w:r w:rsidRPr="00D55327">
        <w:rPr>
          <w:rFonts w:ascii="Arial" w:hAnsi="Arial" w:cs="Arial"/>
          <w:sz w:val="20"/>
          <w:szCs w:val="20"/>
        </w:rPr>
        <w:t xml:space="preserve"> v analytické části</w:t>
      </w:r>
      <w:r w:rsidR="006109C6">
        <w:rPr>
          <w:rFonts w:ascii="Arial" w:hAnsi="Arial" w:cs="Arial"/>
          <w:sz w:val="20"/>
          <w:szCs w:val="20"/>
        </w:rPr>
        <w:t xml:space="preserve"> </w:t>
      </w:r>
      <w:r w:rsidR="006109C6" w:rsidRPr="006109C6">
        <w:rPr>
          <w:rFonts w:ascii="Arial" w:hAnsi="Arial" w:cs="Arial"/>
          <w:b/>
          <w:bCs/>
          <w:sz w:val="20"/>
          <w:szCs w:val="20"/>
        </w:rPr>
        <w:t xml:space="preserve">a ani u žádné z </w:t>
      </w:r>
      <w:r w:rsidRPr="006109C6">
        <w:rPr>
          <w:rFonts w:ascii="Arial" w:hAnsi="Arial" w:cs="Arial"/>
          <w:b/>
          <w:bCs/>
          <w:sz w:val="20"/>
          <w:szCs w:val="20"/>
        </w:rPr>
        <w:t>tabulek</w:t>
      </w:r>
      <w:r w:rsidRPr="00D55327">
        <w:rPr>
          <w:rFonts w:ascii="Arial" w:hAnsi="Arial" w:cs="Arial"/>
          <w:sz w:val="20"/>
          <w:szCs w:val="20"/>
        </w:rPr>
        <w:t xml:space="preserve"> v tabulkové příloze.</w:t>
      </w:r>
    </w:p>
    <w:p w14:paraId="770FF572" w14:textId="7E7455EF" w:rsidR="00DA21BB" w:rsidRPr="00DA21BB" w:rsidRDefault="00DA21BB" w:rsidP="00C12201">
      <w:pPr>
        <w:pStyle w:val="Nadpis2"/>
        <w:spacing w:after="120"/>
      </w:pPr>
      <w:r>
        <w:br w:type="page"/>
      </w:r>
      <w:bookmarkEnd w:id="0"/>
      <w:bookmarkEnd w:id="1"/>
      <w:r w:rsidRPr="00DA21BB">
        <w:lastRenderedPageBreak/>
        <w:t>Sledované ukazatele v roce 2025</w:t>
      </w:r>
    </w:p>
    <w:p w14:paraId="3A4813EB" w14:textId="77777777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 w:rsidRPr="00C851A8">
        <w:rPr>
          <w:rFonts w:ascii="Arial" w:hAnsi="Arial" w:cs="Arial"/>
          <w:i w:val="0"/>
          <w:color w:val="009CB5"/>
          <w:sz w:val="20"/>
          <w:szCs w:val="20"/>
        </w:rPr>
        <w:t>1.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ab/>
        <w:t>Přístup podniků na internet</w:t>
      </w:r>
    </w:p>
    <w:p w14:paraId="7A3101CC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 w:rsidRPr="00214C61">
        <w:rPr>
          <w:rFonts w:cs="Arial"/>
          <w:szCs w:val="20"/>
        </w:rPr>
        <w:t xml:space="preserve">podniky </w:t>
      </w:r>
      <w:r>
        <w:rPr>
          <w:rFonts w:cs="Arial"/>
          <w:szCs w:val="20"/>
        </w:rPr>
        <w:t xml:space="preserve">s připojením k internetu </w:t>
      </w:r>
    </w:p>
    <w:p w14:paraId="451EF0BC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způsob připojení k internetu (fixní vs. mobilní)</w:t>
      </w:r>
    </w:p>
    <w:p w14:paraId="4F063F6D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 xml:space="preserve">maximální </w:t>
      </w:r>
      <w:r w:rsidRPr="00214C61">
        <w:rPr>
          <w:rFonts w:cs="Arial"/>
          <w:szCs w:val="20"/>
        </w:rPr>
        <w:t xml:space="preserve">rychlost </w:t>
      </w:r>
      <w:r>
        <w:rPr>
          <w:rFonts w:cs="Arial"/>
          <w:szCs w:val="20"/>
        </w:rPr>
        <w:t>fixního připojení k </w:t>
      </w:r>
      <w:r w:rsidRPr="00214C61">
        <w:rPr>
          <w:rFonts w:cs="Arial"/>
          <w:szCs w:val="20"/>
        </w:rPr>
        <w:t>internet</w:t>
      </w:r>
      <w:r>
        <w:rPr>
          <w:rFonts w:cs="Arial"/>
          <w:szCs w:val="20"/>
        </w:rPr>
        <w:t>u v podnicích</w:t>
      </w:r>
    </w:p>
    <w:p w14:paraId="3DBC1E5A" w14:textId="77777777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2. 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ab/>
        <w:t>Přístup zaměstnanců na internet v práci</w:t>
      </w:r>
    </w:p>
    <w:p w14:paraId="74E52FCB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zaměstnanci, kteří mají v práci přístup na internet celkem /</w:t>
      </w:r>
      <w:r w:rsidRPr="00E502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přes mobilní sítě </w:t>
      </w:r>
    </w:p>
    <w:p w14:paraId="17677B6E" w14:textId="77777777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3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. 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ab/>
        <w:t>IT odborníci v podnicích</w:t>
      </w:r>
    </w:p>
    <w:p w14:paraId="77F6E806" w14:textId="77777777" w:rsidR="00DA21BB" w:rsidRDefault="00DA21BB" w:rsidP="00DA21BB">
      <w:pPr>
        <w:pStyle w:val="Odstavecseseznamem"/>
        <w:numPr>
          <w:ilvl w:val="0"/>
          <w:numId w:val="15"/>
        </w:numPr>
        <w:spacing w:before="60" w:after="60" w:line="240" w:lineRule="auto"/>
      </w:pPr>
      <w:r>
        <w:t xml:space="preserve">podniky zaměstnávající IT odborníky </w:t>
      </w:r>
    </w:p>
    <w:p w14:paraId="56302FCE" w14:textId="77777777" w:rsidR="00DA21BB" w:rsidRDefault="00DA21BB" w:rsidP="00DA21BB">
      <w:pPr>
        <w:pStyle w:val="Odstavecseseznamem"/>
        <w:numPr>
          <w:ilvl w:val="0"/>
          <w:numId w:val="15"/>
        </w:numPr>
        <w:spacing w:before="60" w:after="60" w:line="240" w:lineRule="auto"/>
      </w:pPr>
      <w:r>
        <w:t>podíl IT odborníků a programátorů zaměstnaných v podnicích na celkovém počtu zaměstnanců</w:t>
      </w:r>
    </w:p>
    <w:p w14:paraId="11A6D4F8" w14:textId="77777777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4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. 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ab/>
        <w:t>Webové stránky</w:t>
      </w:r>
      <w:r>
        <w:rPr>
          <w:rFonts w:ascii="Arial" w:hAnsi="Arial" w:cs="Arial"/>
          <w:i w:val="0"/>
          <w:color w:val="009CB5"/>
          <w:sz w:val="20"/>
          <w:szCs w:val="20"/>
        </w:rPr>
        <w:t>, jejich využití, dostupnost v cizích jazycích</w:t>
      </w:r>
    </w:p>
    <w:p w14:paraId="4844ED7C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s webovými stránkami</w:t>
      </w:r>
    </w:p>
    <w:p w14:paraId="17577B27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funkcionality webových stránek</w:t>
      </w:r>
    </w:p>
    <w:p w14:paraId="121C3720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dostupnost webových stránek podniků v cizích jazycích</w:t>
      </w:r>
    </w:p>
    <w:p w14:paraId="5F7B83B1" w14:textId="205114A1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5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. 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ab/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Z</w:t>
      </w:r>
      <w:r>
        <w:rPr>
          <w:rFonts w:ascii="Arial" w:hAnsi="Arial" w:cs="Arial"/>
          <w:i w:val="0"/>
          <w:color w:val="009CB5"/>
          <w:sz w:val="20"/>
          <w:szCs w:val="20"/>
        </w:rPr>
        <w:t>ákaznick</w:t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á</w:t>
      </w:r>
      <w:r>
        <w:rPr>
          <w:rFonts w:ascii="Arial" w:hAnsi="Arial" w:cs="Arial"/>
          <w:i w:val="0"/>
          <w:color w:val="009CB5"/>
          <w:sz w:val="20"/>
          <w:szCs w:val="20"/>
        </w:rPr>
        <w:t xml:space="preserve"> podpor</w:t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a</w:t>
      </w:r>
      <w:r>
        <w:rPr>
          <w:rFonts w:ascii="Arial" w:hAnsi="Arial" w:cs="Arial"/>
          <w:i w:val="0"/>
          <w:color w:val="009CB5"/>
          <w:sz w:val="20"/>
          <w:szCs w:val="20"/>
        </w:rPr>
        <w:t xml:space="preserve"> v podobě webového online chatu</w:t>
      </w:r>
    </w:p>
    <w:p w14:paraId="2077F891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3E0B12">
        <w:rPr>
          <w:rFonts w:cs="Arial"/>
          <w:szCs w:val="20"/>
        </w:rPr>
        <w:t>odniky poskytující zákaznickou podporu v podobě webového online chatu</w:t>
      </w:r>
    </w:p>
    <w:p w14:paraId="35878F4B" w14:textId="5592C02F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 xml:space="preserve">podniky </w:t>
      </w:r>
      <w:r w:rsidR="00C12201" w:rsidRPr="003E0B12">
        <w:rPr>
          <w:rFonts w:cs="Arial"/>
          <w:szCs w:val="20"/>
        </w:rPr>
        <w:t>poskytující zákaznickou podporu</w:t>
      </w:r>
      <w:r w:rsidR="00C12201">
        <w:rPr>
          <w:rFonts w:cs="Arial"/>
          <w:szCs w:val="20"/>
        </w:rPr>
        <w:t>,</w:t>
      </w:r>
      <w:r w:rsidR="00C12201" w:rsidRPr="003E0B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na položené dotazy </w:t>
      </w:r>
      <w:r w:rsidR="008D5B41">
        <w:rPr>
          <w:rFonts w:cs="Arial"/>
          <w:szCs w:val="20"/>
        </w:rPr>
        <w:t>odpovídá</w:t>
      </w:r>
      <w:r>
        <w:rPr>
          <w:rFonts w:cs="Arial"/>
          <w:szCs w:val="20"/>
        </w:rPr>
        <w:t xml:space="preserve"> člověk</w:t>
      </w:r>
    </w:p>
    <w:p w14:paraId="2C910810" w14:textId="654BADE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 xml:space="preserve">podniky </w:t>
      </w:r>
      <w:r w:rsidR="00C12201" w:rsidRPr="003E0B12">
        <w:rPr>
          <w:rFonts w:cs="Arial"/>
          <w:szCs w:val="20"/>
        </w:rPr>
        <w:t>poskytující zákaznickou podporu</w:t>
      </w:r>
      <w:r w:rsidR="00C12201">
        <w:rPr>
          <w:rFonts w:cs="Arial"/>
          <w:szCs w:val="20"/>
        </w:rPr>
        <w:t>,</w:t>
      </w:r>
      <w:r w:rsidR="00C12201" w:rsidRPr="003E0B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na položené dotazy reaguje chatbot</w:t>
      </w:r>
    </w:p>
    <w:p w14:paraId="52EF2328" w14:textId="54657975" w:rsidR="00DA21BB" w:rsidRPr="00C851A8" w:rsidRDefault="000677FD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6</w:t>
      </w:r>
      <w:r w:rsidR="00DA21BB" w:rsidRPr="00C851A8">
        <w:rPr>
          <w:rFonts w:ascii="Arial" w:hAnsi="Arial" w:cs="Arial"/>
          <w:i w:val="0"/>
          <w:color w:val="009CB5"/>
          <w:sz w:val="20"/>
          <w:szCs w:val="20"/>
        </w:rPr>
        <w:t>.</w:t>
      </w:r>
      <w:r w:rsidR="00DA21BB" w:rsidRPr="00C851A8">
        <w:rPr>
          <w:rFonts w:ascii="Arial" w:hAnsi="Arial" w:cs="Arial"/>
          <w:i w:val="0"/>
          <w:color w:val="009CB5"/>
          <w:sz w:val="20"/>
          <w:szCs w:val="20"/>
        </w:rPr>
        <w:tab/>
        <w:t>Účet na sociálních médiích</w:t>
      </w:r>
    </w:p>
    <w:p w14:paraId="3B248B1A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s účtem na sociálních médiích</w:t>
      </w:r>
    </w:p>
    <w:p w14:paraId="03F9288F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typ a počet sociálních médií používaných podniky</w:t>
      </w:r>
    </w:p>
    <w:p w14:paraId="0895ADB3" w14:textId="70960FC3" w:rsidR="00DA21BB" w:rsidRPr="00C851A8" w:rsidRDefault="000677FD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7</w:t>
      </w:r>
      <w:r w:rsidR="00DA21BB" w:rsidRPr="00C851A8">
        <w:rPr>
          <w:rFonts w:ascii="Arial" w:hAnsi="Arial" w:cs="Arial"/>
          <w:i w:val="0"/>
          <w:color w:val="009CB5"/>
          <w:sz w:val="20"/>
          <w:szCs w:val="20"/>
        </w:rPr>
        <w:t>.</w:t>
      </w:r>
      <w:r w:rsidR="00DA21BB" w:rsidRPr="00C851A8">
        <w:rPr>
          <w:rFonts w:ascii="Arial" w:hAnsi="Arial" w:cs="Arial"/>
          <w:i w:val="0"/>
          <w:color w:val="009CB5"/>
          <w:sz w:val="20"/>
          <w:szCs w:val="20"/>
        </w:rPr>
        <w:tab/>
      </w:r>
      <w:r w:rsidR="00DA21BB">
        <w:rPr>
          <w:rFonts w:ascii="Arial" w:hAnsi="Arial" w:cs="Arial"/>
          <w:i w:val="0"/>
          <w:color w:val="009CB5"/>
          <w:sz w:val="20"/>
          <w:szCs w:val="20"/>
        </w:rPr>
        <w:t>Vybrané druhy softwaru</w:t>
      </w:r>
    </w:p>
    <w:p w14:paraId="713564E5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používající vybrané druhy softwaru (ERP, CRM, SCM, BI)</w:t>
      </w:r>
    </w:p>
    <w:p w14:paraId="286CA03A" w14:textId="1C1966AE" w:rsidR="00DA21BB" w:rsidRPr="00C851A8" w:rsidRDefault="000677FD" w:rsidP="00DA21BB">
      <w:pPr>
        <w:pStyle w:val="Nadpis5"/>
        <w:tabs>
          <w:tab w:val="left" w:pos="567"/>
        </w:tabs>
        <w:spacing w:before="60" w:line="240" w:lineRule="auto"/>
        <w:ind w:left="284" w:hanging="284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8</w:t>
      </w:r>
      <w:r w:rsidR="00DA21BB"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. </w:t>
      </w:r>
      <w:r w:rsidR="00DA21BB">
        <w:rPr>
          <w:rFonts w:ascii="Arial" w:hAnsi="Arial" w:cs="Arial"/>
          <w:i w:val="0"/>
          <w:color w:val="009CB5"/>
          <w:sz w:val="20"/>
          <w:szCs w:val="20"/>
        </w:rPr>
        <w:t xml:space="preserve">  </w:t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A</w:t>
      </w:r>
      <w:r w:rsidR="00DA21BB">
        <w:rPr>
          <w:rFonts w:ascii="Arial" w:hAnsi="Arial" w:cs="Arial"/>
          <w:i w:val="0"/>
          <w:color w:val="009CB5"/>
          <w:sz w:val="20"/>
          <w:szCs w:val="20"/>
        </w:rPr>
        <w:t>nalýz</w:t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a</w:t>
      </w:r>
      <w:r w:rsidR="00DA21BB">
        <w:rPr>
          <w:rFonts w:ascii="Arial" w:hAnsi="Arial" w:cs="Arial"/>
          <w:i w:val="0"/>
          <w:color w:val="009CB5"/>
          <w:sz w:val="20"/>
          <w:szCs w:val="20"/>
        </w:rPr>
        <w:t xml:space="preserve"> dat</w:t>
      </w:r>
    </w:p>
    <w:p w14:paraId="6A4B8E6F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7F4539">
        <w:rPr>
          <w:rFonts w:cs="Arial"/>
          <w:szCs w:val="20"/>
        </w:rPr>
        <w:t xml:space="preserve">odniky </w:t>
      </w:r>
      <w:r>
        <w:rPr>
          <w:rFonts w:cs="Arial"/>
          <w:szCs w:val="20"/>
        </w:rPr>
        <w:t>provádějící analýzu dat celkem</w:t>
      </w:r>
    </w:p>
    <w:p w14:paraId="6FA42F75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provádějící pokročilou analýzu dat (data analytics)</w:t>
      </w:r>
    </w:p>
    <w:p w14:paraId="08BD945E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zdroje analýzy dat</w:t>
      </w:r>
    </w:p>
    <w:p w14:paraId="6BF18D2C" w14:textId="285B2203" w:rsidR="00DA21BB" w:rsidRPr="00C851A8" w:rsidRDefault="000677FD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9</w:t>
      </w:r>
      <w:r w:rsidR="00DA21BB"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. </w:t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Placené</w:t>
      </w:r>
      <w:r w:rsidR="00DA21BB">
        <w:rPr>
          <w:rFonts w:ascii="Arial" w:hAnsi="Arial" w:cs="Arial"/>
          <w:i w:val="0"/>
          <w:color w:val="009CB5"/>
          <w:sz w:val="20"/>
          <w:szCs w:val="20"/>
        </w:rPr>
        <w:t xml:space="preserve"> cloudov</w:t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é</w:t>
      </w:r>
      <w:r w:rsidR="00DA21BB">
        <w:rPr>
          <w:rFonts w:ascii="Arial" w:hAnsi="Arial" w:cs="Arial"/>
          <w:i w:val="0"/>
          <w:color w:val="009CB5"/>
          <w:sz w:val="20"/>
          <w:szCs w:val="20"/>
        </w:rPr>
        <w:t xml:space="preserve"> služb</w:t>
      </w:r>
      <w:r w:rsidR="00A17C4D">
        <w:rPr>
          <w:rFonts w:ascii="Arial" w:hAnsi="Arial" w:cs="Arial"/>
          <w:i w:val="0"/>
          <w:color w:val="009CB5"/>
          <w:sz w:val="20"/>
          <w:szCs w:val="20"/>
        </w:rPr>
        <w:t>y</w:t>
      </w:r>
    </w:p>
    <w:p w14:paraId="2CC1C593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7F4539">
        <w:rPr>
          <w:rFonts w:cs="Arial"/>
          <w:szCs w:val="20"/>
        </w:rPr>
        <w:t xml:space="preserve">odniky používající </w:t>
      </w:r>
      <w:r>
        <w:rPr>
          <w:rFonts w:cs="Arial"/>
          <w:szCs w:val="20"/>
        </w:rPr>
        <w:t>placené cloudové služby celkem</w:t>
      </w:r>
    </w:p>
    <w:p w14:paraId="20C56428" w14:textId="77777777" w:rsidR="00DA21BB" w:rsidRPr="00B876F0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druhy používaných placených cloudových služeb</w:t>
      </w:r>
    </w:p>
    <w:p w14:paraId="4FA01E82" w14:textId="38EFE3F1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 w:rsidRPr="00C851A8">
        <w:rPr>
          <w:rFonts w:ascii="Arial" w:hAnsi="Arial" w:cs="Arial"/>
          <w:i w:val="0"/>
          <w:color w:val="009CB5"/>
          <w:sz w:val="20"/>
          <w:szCs w:val="20"/>
        </w:rPr>
        <w:t>1</w:t>
      </w:r>
      <w:r w:rsidR="000677FD">
        <w:rPr>
          <w:rFonts w:ascii="Arial" w:hAnsi="Arial" w:cs="Arial"/>
          <w:i w:val="0"/>
          <w:color w:val="009CB5"/>
          <w:sz w:val="20"/>
          <w:szCs w:val="20"/>
        </w:rPr>
        <w:t>0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. </w:t>
      </w:r>
      <w:r w:rsidR="00F9097D">
        <w:rPr>
          <w:rFonts w:ascii="Arial" w:hAnsi="Arial" w:cs="Arial"/>
          <w:i w:val="0"/>
          <w:color w:val="009CB5"/>
          <w:sz w:val="20"/>
          <w:szCs w:val="20"/>
        </w:rPr>
        <w:t>U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>měl</w:t>
      </w:r>
      <w:r w:rsidR="00F9097D">
        <w:rPr>
          <w:rFonts w:ascii="Arial" w:hAnsi="Arial" w:cs="Arial"/>
          <w:i w:val="0"/>
          <w:color w:val="009CB5"/>
          <w:sz w:val="20"/>
          <w:szCs w:val="20"/>
        </w:rPr>
        <w:t>á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 inteligence</w:t>
      </w:r>
    </w:p>
    <w:p w14:paraId="4CBF421C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7F4539">
        <w:rPr>
          <w:rFonts w:cs="Arial"/>
          <w:szCs w:val="20"/>
        </w:rPr>
        <w:t>odniky používající technologi</w:t>
      </w:r>
      <w:r>
        <w:rPr>
          <w:rFonts w:cs="Arial"/>
          <w:szCs w:val="20"/>
        </w:rPr>
        <w:t>e</w:t>
      </w:r>
      <w:r w:rsidRPr="007F4539">
        <w:rPr>
          <w:rFonts w:cs="Arial"/>
          <w:szCs w:val="20"/>
        </w:rPr>
        <w:t xml:space="preserve"> umělé inteligence</w:t>
      </w:r>
      <w:r>
        <w:rPr>
          <w:rFonts w:cs="Arial"/>
          <w:szCs w:val="20"/>
        </w:rPr>
        <w:t xml:space="preserve"> (AI) celkem</w:t>
      </w:r>
    </w:p>
    <w:p w14:paraId="605800B0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oblasti využití technologií umělé inteligence</w:t>
      </w:r>
    </w:p>
    <w:p w14:paraId="2B1F5BF2" w14:textId="6C88639C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 w:rsidRPr="00C851A8">
        <w:rPr>
          <w:rFonts w:ascii="Arial" w:hAnsi="Arial" w:cs="Arial"/>
          <w:i w:val="0"/>
          <w:color w:val="009CB5"/>
          <w:sz w:val="20"/>
          <w:szCs w:val="20"/>
        </w:rPr>
        <w:t>1</w:t>
      </w:r>
      <w:r w:rsidR="000677FD">
        <w:rPr>
          <w:rFonts w:ascii="Arial" w:hAnsi="Arial" w:cs="Arial"/>
          <w:i w:val="0"/>
          <w:color w:val="009CB5"/>
          <w:sz w:val="20"/>
          <w:szCs w:val="20"/>
        </w:rPr>
        <w:t>1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. </w:t>
      </w:r>
      <w:r>
        <w:rPr>
          <w:rFonts w:ascii="Arial" w:hAnsi="Arial" w:cs="Arial"/>
          <w:i w:val="0"/>
          <w:color w:val="009CB5"/>
          <w:sz w:val="20"/>
          <w:szCs w:val="20"/>
        </w:rPr>
        <w:t>Dopad ICT na životní prostředí</w:t>
      </w:r>
    </w:p>
    <w:p w14:paraId="6D171DFD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3433A9">
        <w:rPr>
          <w:rFonts w:cs="Arial"/>
          <w:szCs w:val="20"/>
        </w:rPr>
        <w:t>odniky používající ICT systémy nebo softwarová řešení ke snížení spotřeby energie</w:t>
      </w:r>
    </w:p>
    <w:p w14:paraId="2AE67344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používající ICT systémy nebo softwarová řešení ke snížení spotřeby materiálů, vody, nebo k podpoře využívání recyklovaných materiálů</w:t>
      </w:r>
    </w:p>
    <w:p w14:paraId="65E0B105" w14:textId="20E6742A" w:rsidR="00DA21BB" w:rsidRPr="00C851A8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color w:val="009CB5"/>
          <w:sz w:val="20"/>
          <w:szCs w:val="20"/>
        </w:rPr>
      </w:pPr>
      <w:r>
        <w:rPr>
          <w:rFonts w:ascii="Arial" w:hAnsi="Arial" w:cs="Arial"/>
          <w:i w:val="0"/>
          <w:color w:val="009CB5"/>
          <w:sz w:val="20"/>
          <w:szCs w:val="20"/>
        </w:rPr>
        <w:t>1</w:t>
      </w:r>
      <w:r w:rsidR="000677FD">
        <w:rPr>
          <w:rFonts w:ascii="Arial" w:hAnsi="Arial" w:cs="Arial"/>
          <w:i w:val="0"/>
          <w:color w:val="009CB5"/>
          <w:sz w:val="20"/>
          <w:szCs w:val="20"/>
        </w:rPr>
        <w:t>2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>.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ab/>
      </w:r>
      <w:r>
        <w:rPr>
          <w:rFonts w:ascii="Arial" w:hAnsi="Arial" w:cs="Arial"/>
          <w:i w:val="0"/>
          <w:color w:val="009CB5"/>
          <w:sz w:val="20"/>
          <w:szCs w:val="20"/>
        </w:rPr>
        <w:t>E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>lektronick</w:t>
      </w:r>
      <w:r>
        <w:rPr>
          <w:rFonts w:ascii="Arial" w:hAnsi="Arial" w:cs="Arial"/>
          <w:i w:val="0"/>
          <w:color w:val="009CB5"/>
          <w:sz w:val="20"/>
          <w:szCs w:val="20"/>
        </w:rPr>
        <w:t>ý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 xml:space="preserve"> </w:t>
      </w:r>
      <w:r>
        <w:rPr>
          <w:rFonts w:ascii="Arial" w:hAnsi="Arial" w:cs="Arial"/>
          <w:i w:val="0"/>
          <w:color w:val="009CB5"/>
          <w:sz w:val="20"/>
          <w:szCs w:val="20"/>
        </w:rPr>
        <w:t>prodej</w:t>
      </w:r>
    </w:p>
    <w:p w14:paraId="77F40B4B" w14:textId="77777777" w:rsidR="00DA21BB" w:rsidRPr="0007008B" w:rsidRDefault="00DA21BB" w:rsidP="00DA21BB">
      <w:pPr>
        <w:numPr>
          <w:ilvl w:val="0"/>
          <w:numId w:val="2"/>
        </w:numPr>
        <w:spacing w:before="60" w:after="60" w:line="240" w:lineRule="auto"/>
        <w:ind w:left="714" w:right="-142" w:hanging="357"/>
        <w:rPr>
          <w:rFonts w:cs="Arial"/>
          <w:szCs w:val="20"/>
        </w:rPr>
      </w:pPr>
      <w:r>
        <w:rPr>
          <w:rFonts w:cs="Arial"/>
          <w:szCs w:val="20"/>
        </w:rPr>
        <w:t>podniky prodávající e</w:t>
      </w:r>
      <w:r w:rsidRPr="0007008B">
        <w:rPr>
          <w:rFonts w:cs="Arial"/>
          <w:szCs w:val="20"/>
        </w:rPr>
        <w:t>lektronick</w:t>
      </w:r>
      <w:r>
        <w:rPr>
          <w:rFonts w:cs="Arial"/>
          <w:szCs w:val="20"/>
        </w:rPr>
        <w:t>y</w:t>
      </w:r>
      <w:r w:rsidRPr="0007008B">
        <w:rPr>
          <w:rFonts w:cs="Arial"/>
          <w:szCs w:val="20"/>
        </w:rPr>
        <w:t xml:space="preserve"> podle způsobu uskutečnění (přes webové stránky nebo pomocí </w:t>
      </w:r>
      <w:r>
        <w:rPr>
          <w:rFonts w:cs="Arial"/>
          <w:szCs w:val="20"/>
        </w:rPr>
        <w:t>EDI</w:t>
      </w:r>
      <w:r w:rsidRPr="0007008B">
        <w:rPr>
          <w:rFonts w:cs="Arial"/>
          <w:szCs w:val="20"/>
        </w:rPr>
        <w:t>)</w:t>
      </w:r>
    </w:p>
    <w:p w14:paraId="68622D76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tržby z elektronických prodejů - </w:t>
      </w:r>
      <w:r w:rsidRPr="00DC2473">
        <w:rPr>
          <w:rFonts w:cs="Arial"/>
          <w:szCs w:val="20"/>
        </w:rPr>
        <w:t>přes web, aplikace, online tržiště nebo pomocí EDI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br/>
        <w:t>(podíl na celkových tržbách)</w:t>
      </w:r>
    </w:p>
    <w:p w14:paraId="1976F364" w14:textId="4966604D" w:rsidR="00DA21BB" w:rsidRDefault="00DA21BB" w:rsidP="00DA21BB">
      <w:pPr>
        <w:pStyle w:val="Nadpis5"/>
        <w:tabs>
          <w:tab w:val="left" w:pos="360"/>
        </w:tabs>
        <w:spacing w:before="60" w:line="240" w:lineRule="auto"/>
        <w:ind w:left="2126" w:hanging="2126"/>
        <w:rPr>
          <w:rFonts w:ascii="Arial" w:hAnsi="Arial" w:cs="Arial"/>
          <w:i w:val="0"/>
          <w:sz w:val="20"/>
          <w:szCs w:val="20"/>
        </w:rPr>
      </w:pPr>
      <w:r w:rsidRPr="00C851A8">
        <w:rPr>
          <w:rFonts w:ascii="Arial" w:hAnsi="Arial" w:cs="Arial"/>
          <w:i w:val="0"/>
          <w:color w:val="009CB5"/>
          <w:sz w:val="20"/>
          <w:szCs w:val="20"/>
        </w:rPr>
        <w:t>1</w:t>
      </w:r>
      <w:r w:rsidR="000677FD">
        <w:rPr>
          <w:rFonts w:ascii="Arial" w:hAnsi="Arial" w:cs="Arial"/>
          <w:i w:val="0"/>
          <w:color w:val="009CB5"/>
          <w:sz w:val="20"/>
          <w:szCs w:val="20"/>
        </w:rPr>
        <w:t>3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>.</w:t>
      </w:r>
      <w:r w:rsidRPr="00C851A8">
        <w:rPr>
          <w:rFonts w:ascii="Arial" w:hAnsi="Arial" w:cs="Arial"/>
          <w:i w:val="0"/>
          <w:color w:val="009CB5"/>
          <w:sz w:val="20"/>
          <w:szCs w:val="20"/>
        </w:rPr>
        <w:tab/>
        <w:t>Prodej přes webové stránky, mobilní aplikace nebo online tržiště</w:t>
      </w:r>
    </w:p>
    <w:p w14:paraId="03640FE9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podniky prodávající přes webové stránky, mobilní aplikace nebo online tržiště</w:t>
      </w:r>
    </w:p>
    <w:p w14:paraId="30C3032F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webové prodeje podle typu koncového zákazníka (soukromé osoby nebo firmy)</w:t>
      </w:r>
    </w:p>
    <w:p w14:paraId="445DFBFD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>
        <w:rPr>
          <w:rFonts w:cs="Arial"/>
          <w:szCs w:val="20"/>
        </w:rPr>
        <w:t>webové prodeje podle způsobu uskutečnění (přes vlastní webové stránky/aplikace či online tržiště)</w:t>
      </w:r>
    </w:p>
    <w:p w14:paraId="6498F18C" w14:textId="77777777" w:rsidR="00DA21BB" w:rsidRDefault="00DA21BB" w:rsidP="00DA21BB">
      <w:pPr>
        <w:numPr>
          <w:ilvl w:val="0"/>
          <w:numId w:val="2"/>
        </w:numPr>
        <w:spacing w:before="60" w:after="60" w:line="240" w:lineRule="auto"/>
        <w:ind w:left="714" w:hanging="357"/>
        <w:rPr>
          <w:rFonts w:cs="Arial"/>
          <w:szCs w:val="20"/>
        </w:rPr>
      </w:pPr>
      <w:r w:rsidRPr="0007008B">
        <w:rPr>
          <w:rFonts w:cs="Arial"/>
          <w:szCs w:val="20"/>
        </w:rPr>
        <w:t>tržby z prodejů přes webové stránky</w:t>
      </w:r>
      <w:r>
        <w:rPr>
          <w:rFonts w:cs="Arial"/>
          <w:szCs w:val="20"/>
        </w:rPr>
        <w:t>, mobilní</w:t>
      </w:r>
      <w:r w:rsidRPr="0007008B">
        <w:rPr>
          <w:rFonts w:cs="Arial"/>
          <w:szCs w:val="20"/>
        </w:rPr>
        <w:t xml:space="preserve"> aplikace</w:t>
      </w:r>
      <w:r>
        <w:rPr>
          <w:rFonts w:cs="Arial"/>
          <w:szCs w:val="20"/>
        </w:rPr>
        <w:t xml:space="preserve"> nebo online tržiště </w:t>
      </w:r>
    </w:p>
    <w:p w14:paraId="30706302" w14:textId="77777777" w:rsidR="003265F0" w:rsidRPr="00C12201" w:rsidRDefault="003265F0" w:rsidP="00C12201">
      <w:pPr>
        <w:pStyle w:val="Nadpis2"/>
        <w:spacing w:after="120"/>
      </w:pPr>
      <w:r w:rsidRPr="00C12201">
        <w:lastRenderedPageBreak/>
        <w:t>Výběrový soubor</w:t>
      </w:r>
    </w:p>
    <w:p w14:paraId="62931B77" w14:textId="77777777"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Výběrový soubor byl stanoven tak, aby zabezpečil dostatečně reprezentativní výsledky pro strata použitá v tabulkové příloze, tj. aby výsledná směrodatná odchylka </w:t>
      </w:r>
      <w:r w:rsidRPr="000B7560">
        <w:rPr>
          <w:rFonts w:ascii="Arial" w:hAnsi="Arial" w:cs="Arial"/>
          <w:b/>
          <w:sz w:val="20"/>
        </w:rPr>
        <w:t>nepřekročila</w:t>
      </w:r>
      <w:r>
        <w:rPr>
          <w:rFonts w:ascii="Arial" w:hAnsi="Arial" w:cs="Arial"/>
          <w:sz w:val="20"/>
        </w:rPr>
        <w:t xml:space="preserve">: </w:t>
      </w:r>
    </w:p>
    <w:p w14:paraId="409198F8" w14:textId="77777777"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údaje celkem za všechna sledovaná odvětví </w:t>
      </w:r>
      <w:r w:rsidRPr="000B7560">
        <w:rPr>
          <w:rFonts w:ascii="Arial" w:hAnsi="Arial" w:cs="Arial"/>
          <w:b/>
          <w:sz w:val="20"/>
        </w:rPr>
        <w:t>2 procentní body</w:t>
      </w:r>
      <w:r>
        <w:rPr>
          <w:rFonts w:ascii="Arial" w:hAnsi="Arial" w:cs="Arial"/>
          <w:sz w:val="20"/>
        </w:rPr>
        <w:t>,</w:t>
      </w:r>
    </w:p>
    <w:p w14:paraId="2CA63BC9" w14:textId="77777777" w:rsidR="003265F0" w:rsidRDefault="003265F0" w:rsidP="00FB347A">
      <w:pPr>
        <w:pStyle w:val="Zkladntext"/>
        <w:numPr>
          <w:ilvl w:val="0"/>
          <w:numId w:val="9"/>
        </w:numPr>
        <w:spacing w:before="0" w:after="60" w:line="288" w:lineRule="auto"/>
        <w:ind w:left="357" w:right="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 podniky jednotlivých sledovaných odvětví s 10 a více zaměstnanci </w:t>
      </w:r>
      <w:r w:rsidRPr="000B7560">
        <w:rPr>
          <w:rFonts w:ascii="Arial" w:hAnsi="Arial" w:cs="Arial"/>
          <w:b/>
          <w:sz w:val="20"/>
        </w:rPr>
        <w:t>5 procentních bodů</w:t>
      </w:r>
      <w:r>
        <w:rPr>
          <w:rFonts w:ascii="Arial" w:hAnsi="Arial" w:cs="Arial"/>
          <w:sz w:val="20"/>
        </w:rPr>
        <w:t>,</w:t>
      </w:r>
    </w:p>
    <w:p w14:paraId="245D3ABF" w14:textId="77777777" w:rsidR="003265F0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většině případů je směrodatná odchylka </w:t>
      </w:r>
      <w:r w:rsidRPr="000B7560">
        <w:rPr>
          <w:rFonts w:ascii="Arial" w:hAnsi="Arial" w:cs="Arial"/>
          <w:b/>
          <w:sz w:val="20"/>
        </w:rPr>
        <w:t>významně nižší</w:t>
      </w:r>
      <w:r>
        <w:rPr>
          <w:rFonts w:ascii="Arial" w:hAnsi="Arial" w:cs="Arial"/>
          <w:sz w:val="20"/>
        </w:rPr>
        <w:t xml:space="preserve"> než uvedené hodnoty.</w:t>
      </w:r>
    </w:p>
    <w:p w14:paraId="27A37EDE" w14:textId="77777777" w:rsidR="009E39BA" w:rsidRDefault="003265F0" w:rsidP="00FB347A">
      <w:pPr>
        <w:pStyle w:val="Zkladntext"/>
        <w:spacing w:before="0" w:line="288" w:lineRule="auto"/>
        <w:ind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Jelikož by analýza intervalů spolehlivosti hodnot jednotlivých ukazatelů přesahovala rámec této publikace, nejsou zde intervaly spolehlivosti uvedeny. Obecně je možno upozornit na to, že spolehlivost poměrových ukazatelů klesá s počtem dotazníků použitých pro dopočty a jejich podílem na počtu subjektů v </w:t>
      </w:r>
      <w:r w:rsidRPr="00556990">
        <w:rPr>
          <w:rFonts w:ascii="Arial" w:hAnsi="Arial" w:cs="Arial"/>
          <w:sz w:val="20"/>
          <w:szCs w:val="20"/>
        </w:rPr>
        <w:t xml:space="preserve">základním souboru i s počtem subjektů v základním souboru. Pro základní soubory s malým počtem jednotek již přestávají platit vzorce obvykle používané pro velké soubory. </w:t>
      </w:r>
    </w:p>
    <w:p w14:paraId="4646C578" w14:textId="37D10499" w:rsidR="00832454" w:rsidRPr="00B52EA1" w:rsidRDefault="003265F0" w:rsidP="00FB347A">
      <w:pPr>
        <w:pStyle w:val="Zpat"/>
        <w:tabs>
          <w:tab w:val="clear" w:pos="4536"/>
          <w:tab w:val="clear" w:pos="9072"/>
          <w:tab w:val="left" w:pos="1701"/>
        </w:tabs>
        <w:spacing w:after="40"/>
        <w:rPr>
          <w:rFonts w:ascii="Arial" w:hAnsi="Arial" w:cs="Arial"/>
          <w:sz w:val="20"/>
          <w:szCs w:val="20"/>
        </w:rPr>
      </w:pPr>
      <w:r w:rsidRPr="00556990">
        <w:rPr>
          <w:rFonts w:ascii="Arial" w:hAnsi="Arial" w:cs="Arial"/>
          <w:sz w:val="20"/>
          <w:szCs w:val="20"/>
        </w:rPr>
        <w:t>Z tohoto hlediska je třeba upřednostnit agregované hodnoty pro skupiny dle velikosti a CZ-NACE</w:t>
      </w:r>
      <w:r w:rsidR="00832454">
        <w:rPr>
          <w:rFonts w:ascii="Arial" w:hAnsi="Arial" w:cs="Arial"/>
          <w:sz w:val="20"/>
          <w:szCs w:val="20"/>
        </w:rPr>
        <w:t>,</w:t>
      </w:r>
      <w:r w:rsidRPr="00556990">
        <w:rPr>
          <w:rFonts w:ascii="Arial" w:hAnsi="Arial" w:cs="Arial"/>
          <w:b/>
          <w:bCs/>
          <w:sz w:val="20"/>
          <w:szCs w:val="20"/>
        </w:rPr>
        <w:t xml:space="preserve"> </w:t>
      </w:r>
      <w:r w:rsidR="00832454" w:rsidRPr="00B52EA1">
        <w:rPr>
          <w:rFonts w:ascii="Arial" w:hAnsi="Arial" w:cs="Arial"/>
          <w:color w:val="000000"/>
          <w:sz w:val="20"/>
          <w:szCs w:val="20"/>
        </w:rPr>
        <w:t>Klasifikace ekonomických činností</w:t>
      </w:r>
      <w:r w:rsidR="00A919C6">
        <w:rPr>
          <w:rFonts w:ascii="Arial" w:hAnsi="Arial" w:cs="Arial"/>
          <w:color w:val="000000"/>
          <w:sz w:val="20"/>
          <w:szCs w:val="20"/>
        </w:rPr>
        <w:t xml:space="preserve"> </w:t>
      </w:r>
      <w:r w:rsidR="00A919C6" w:rsidRPr="00A919C6">
        <w:rPr>
          <w:rFonts w:ascii="Arial" w:hAnsi="Arial" w:cs="Arial"/>
          <w:color w:val="000000"/>
          <w:sz w:val="20"/>
          <w:szCs w:val="20"/>
        </w:rPr>
        <w:t>(původní verze platná od roku 2008</w:t>
      </w:r>
      <w:r w:rsidR="00A919C6">
        <w:rPr>
          <w:rFonts w:ascii="Arial" w:hAnsi="Arial" w:cs="Arial"/>
          <w:color w:val="000000"/>
          <w:sz w:val="20"/>
          <w:szCs w:val="20"/>
        </w:rPr>
        <w:t>):</w:t>
      </w:r>
      <w:r w:rsidR="00832454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2" w:history="1">
        <w:r w:rsidR="003A520C" w:rsidRPr="003A520C">
          <w:rPr>
            <w:rStyle w:val="Hypertextovodkaz"/>
            <w:rFonts w:ascii="Arial" w:hAnsi="Arial" w:cs="Arial"/>
            <w:color w:val="009CB5"/>
            <w:sz w:val="20"/>
            <w:szCs w:val="20"/>
          </w:rPr>
          <w:t>https://csu.gov.cz/klasifikace_ekonomickych_cinnosti_cz_nace</w:t>
        </w:r>
      </w:hyperlink>
    </w:p>
    <w:p w14:paraId="241256A0" w14:textId="47137FE5" w:rsidR="00724FB3" w:rsidRDefault="003265F0" w:rsidP="00FB347A">
      <w:pPr>
        <w:pStyle w:val="Zkladntext2"/>
        <w:tabs>
          <w:tab w:val="left" w:pos="900"/>
        </w:tabs>
        <w:spacing w:after="120" w:line="288" w:lineRule="auto"/>
        <w:ind w:right="0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V tabulkové příloze jsou k dispozici data za </w:t>
      </w:r>
      <w:r w:rsidR="00E32F24">
        <w:rPr>
          <w:rFonts w:ascii="Arial" w:hAnsi="Arial" w:cs="Arial"/>
          <w:b w:val="0"/>
          <w:bCs w:val="0"/>
          <w:sz w:val="20"/>
        </w:rPr>
        <w:t>firmy</w:t>
      </w:r>
      <w:r>
        <w:rPr>
          <w:rFonts w:ascii="Arial" w:hAnsi="Arial" w:cs="Arial"/>
          <w:b w:val="0"/>
          <w:bCs w:val="0"/>
          <w:sz w:val="20"/>
        </w:rPr>
        <w:t xml:space="preserve"> v České republice v podrobném maticovém členění podle </w:t>
      </w:r>
      <w:r w:rsidR="003A520C">
        <w:rPr>
          <w:rFonts w:ascii="Arial" w:hAnsi="Arial" w:cs="Arial"/>
          <w:b w:val="0"/>
          <w:bCs w:val="0"/>
          <w:sz w:val="20"/>
        </w:rPr>
        <w:t xml:space="preserve">jejich </w:t>
      </w:r>
      <w:r>
        <w:rPr>
          <w:rFonts w:ascii="Arial" w:hAnsi="Arial" w:cs="Arial"/>
          <w:b w:val="0"/>
          <w:bCs w:val="0"/>
          <w:sz w:val="20"/>
        </w:rPr>
        <w:t>velikosti (</w:t>
      </w:r>
      <w:r w:rsidR="003A520C">
        <w:rPr>
          <w:rFonts w:ascii="Arial" w:hAnsi="Arial" w:cs="Arial"/>
          <w:b w:val="0"/>
          <w:bCs w:val="0"/>
          <w:sz w:val="20"/>
        </w:rPr>
        <w:t>počtu zaměstnanců</w:t>
      </w:r>
      <w:r>
        <w:rPr>
          <w:rFonts w:ascii="Arial" w:hAnsi="Arial" w:cs="Arial"/>
          <w:b w:val="0"/>
          <w:bCs w:val="0"/>
          <w:sz w:val="20"/>
        </w:rPr>
        <w:t>)</w:t>
      </w:r>
      <w:r w:rsidR="003A520C">
        <w:rPr>
          <w:rFonts w:ascii="Arial" w:hAnsi="Arial" w:cs="Arial"/>
          <w:b w:val="0"/>
          <w:bCs w:val="0"/>
          <w:sz w:val="20"/>
        </w:rPr>
        <w:t xml:space="preserve"> a</w:t>
      </w:r>
      <w:r>
        <w:rPr>
          <w:rFonts w:ascii="Arial" w:hAnsi="Arial" w:cs="Arial"/>
          <w:b w:val="0"/>
          <w:bCs w:val="0"/>
          <w:sz w:val="20"/>
        </w:rPr>
        <w:t xml:space="preserve"> odvětv</w:t>
      </w:r>
      <w:r w:rsidR="003A520C">
        <w:rPr>
          <w:rFonts w:ascii="Arial" w:hAnsi="Arial" w:cs="Arial"/>
          <w:b w:val="0"/>
          <w:bCs w:val="0"/>
          <w:sz w:val="20"/>
        </w:rPr>
        <w:t>ových sekcí nebo oddílů</w:t>
      </w:r>
      <w:r>
        <w:rPr>
          <w:rFonts w:ascii="Arial" w:hAnsi="Arial" w:cs="Arial"/>
          <w:b w:val="0"/>
          <w:bCs w:val="0"/>
          <w:sz w:val="20"/>
        </w:rPr>
        <w:t xml:space="preserve"> sledovaných podniků</w:t>
      </w:r>
      <w:r w:rsidR="003A520C">
        <w:rPr>
          <w:rFonts w:ascii="Arial" w:hAnsi="Arial" w:cs="Arial"/>
          <w:b w:val="0"/>
          <w:bCs w:val="0"/>
          <w:sz w:val="20"/>
        </w:rPr>
        <w:t>. Vybrané hlavní ukazatele jsou dále v členění podle</w:t>
      </w:r>
      <w:r w:rsidR="00A27D96">
        <w:rPr>
          <w:rFonts w:ascii="Arial" w:hAnsi="Arial" w:cs="Arial"/>
          <w:b w:val="0"/>
          <w:bCs w:val="0"/>
          <w:sz w:val="20"/>
        </w:rPr>
        <w:t xml:space="preserve"> odvětvov</w:t>
      </w:r>
      <w:r w:rsidR="003A520C">
        <w:rPr>
          <w:rFonts w:ascii="Arial" w:hAnsi="Arial" w:cs="Arial"/>
          <w:b w:val="0"/>
          <w:bCs w:val="0"/>
          <w:sz w:val="20"/>
        </w:rPr>
        <w:t>ých</w:t>
      </w:r>
      <w:r w:rsidR="00A27D96">
        <w:rPr>
          <w:rFonts w:ascii="Arial" w:hAnsi="Arial" w:cs="Arial"/>
          <w:b w:val="0"/>
          <w:bCs w:val="0"/>
          <w:sz w:val="20"/>
        </w:rPr>
        <w:t xml:space="preserve"> sekc</w:t>
      </w:r>
      <w:r w:rsidR="003A520C">
        <w:rPr>
          <w:rFonts w:ascii="Arial" w:hAnsi="Arial" w:cs="Arial"/>
          <w:b w:val="0"/>
          <w:bCs w:val="0"/>
          <w:sz w:val="20"/>
        </w:rPr>
        <w:t>í. P</w:t>
      </w:r>
      <w:r w:rsidR="00A27D96">
        <w:rPr>
          <w:rFonts w:ascii="Arial" w:hAnsi="Arial" w:cs="Arial"/>
          <w:b w:val="0"/>
          <w:bCs w:val="0"/>
          <w:sz w:val="20"/>
        </w:rPr>
        <w:t>ro většinu sledovaných ukazatelů jsou dále k dispozici tabulky za podniky</w:t>
      </w:r>
      <w:r w:rsidR="003A520C">
        <w:rPr>
          <w:rFonts w:ascii="Arial" w:hAnsi="Arial" w:cs="Arial"/>
          <w:b w:val="0"/>
          <w:bCs w:val="0"/>
          <w:sz w:val="20"/>
        </w:rPr>
        <w:t xml:space="preserve"> s 10 a více zaměstnanci</w:t>
      </w:r>
      <w:r w:rsidR="00A27D96">
        <w:rPr>
          <w:rFonts w:ascii="Arial" w:hAnsi="Arial" w:cs="Arial"/>
          <w:b w:val="0"/>
          <w:bCs w:val="0"/>
          <w:sz w:val="20"/>
        </w:rPr>
        <w:t xml:space="preserve"> v zemích EU27</w:t>
      </w:r>
      <w:r>
        <w:rPr>
          <w:rFonts w:ascii="Arial" w:hAnsi="Arial" w:cs="Arial"/>
          <w:b w:val="0"/>
          <w:bCs w:val="0"/>
          <w:sz w:val="20"/>
        </w:rPr>
        <w:t>.</w:t>
      </w:r>
    </w:p>
    <w:p w14:paraId="2E9DFB32" w14:textId="77777777" w:rsidR="00C22DDA" w:rsidRDefault="00C22DDA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  <w:sectPr w:rsidR="00C22DDA" w:rsidSect="00A27D96">
          <w:footerReference w:type="default" r:id="rId13"/>
          <w:type w:val="continuous"/>
          <w:pgSz w:w="11906" w:h="16838" w:code="9"/>
          <w:pgMar w:top="1134" w:right="1133" w:bottom="1418" w:left="1134" w:header="680" w:footer="680" w:gutter="0"/>
          <w:pgNumType w:start="8"/>
          <w:cols w:space="283"/>
          <w:docGrid w:linePitch="360"/>
        </w:sectPr>
      </w:pPr>
    </w:p>
    <w:p w14:paraId="7DBA6BA7" w14:textId="77777777" w:rsidR="00015562" w:rsidRDefault="00015562" w:rsidP="00C22DDA">
      <w:pPr>
        <w:pStyle w:val="Zpat"/>
        <w:tabs>
          <w:tab w:val="clear" w:pos="4536"/>
          <w:tab w:val="clear" w:pos="9072"/>
          <w:tab w:val="left" w:pos="993"/>
        </w:tabs>
        <w:spacing w:after="40"/>
        <w:ind w:left="990" w:hanging="990"/>
      </w:pPr>
    </w:p>
    <w:sectPr w:rsidR="00015562" w:rsidSect="00A27D96">
      <w:type w:val="continuous"/>
      <w:pgSz w:w="11906" w:h="16838" w:code="9"/>
      <w:pgMar w:top="1134" w:right="1133" w:bottom="1418" w:left="1134" w:header="680" w:footer="680" w:gutter="0"/>
      <w:pgNumType w:start="8"/>
      <w:cols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8440" w14:textId="77777777" w:rsidR="00813413" w:rsidRDefault="00813413" w:rsidP="00E71A58">
      <w:r>
        <w:separator/>
      </w:r>
    </w:p>
  </w:endnote>
  <w:endnote w:type="continuationSeparator" w:id="0">
    <w:p w14:paraId="771D5146" w14:textId="77777777" w:rsidR="00813413" w:rsidRDefault="0081341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2B1C5" w14:textId="77777777" w:rsidR="00A75E40" w:rsidRDefault="00A75E4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tab/>
    </w:r>
    <w:r>
      <w:tab/>
    </w:r>
    <w:r w:rsidRPr="00DC5B3B">
      <w:t xml:space="preserve">                              </w:t>
    </w:r>
  </w:p>
  <w:p w14:paraId="2BBA8C1D" w14:textId="77777777"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A4EFD" w14:textId="77777777" w:rsidR="00813413" w:rsidRDefault="00813413" w:rsidP="00E71A58">
      <w:r>
        <w:separator/>
      </w:r>
    </w:p>
  </w:footnote>
  <w:footnote w:type="continuationSeparator" w:id="0">
    <w:p w14:paraId="2E43195C" w14:textId="77777777" w:rsidR="00813413" w:rsidRDefault="00813413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964"/>
    <w:multiLevelType w:val="hybridMultilevel"/>
    <w:tmpl w:val="5BB0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B6D64"/>
    <w:multiLevelType w:val="hybridMultilevel"/>
    <w:tmpl w:val="ED74F9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EE49A3"/>
    <w:multiLevelType w:val="hybridMultilevel"/>
    <w:tmpl w:val="7C0EB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B1437C"/>
    <w:multiLevelType w:val="hybridMultilevel"/>
    <w:tmpl w:val="50E259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B65958"/>
    <w:multiLevelType w:val="hybridMultilevel"/>
    <w:tmpl w:val="9C421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967B1"/>
    <w:multiLevelType w:val="hybridMultilevel"/>
    <w:tmpl w:val="5E101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D108C"/>
    <w:multiLevelType w:val="hybridMultilevel"/>
    <w:tmpl w:val="1488F4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DB0782"/>
    <w:multiLevelType w:val="hybridMultilevel"/>
    <w:tmpl w:val="651086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8D1343"/>
    <w:multiLevelType w:val="hybridMultilevel"/>
    <w:tmpl w:val="6C64A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60F37"/>
    <w:multiLevelType w:val="hybridMultilevel"/>
    <w:tmpl w:val="BD3423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939D7"/>
    <w:multiLevelType w:val="hybridMultilevel"/>
    <w:tmpl w:val="54CEE2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7D69C0"/>
    <w:multiLevelType w:val="hybridMultilevel"/>
    <w:tmpl w:val="59A68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AC7523"/>
    <w:multiLevelType w:val="hybridMultilevel"/>
    <w:tmpl w:val="330A7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C10F4D"/>
    <w:multiLevelType w:val="hybridMultilevel"/>
    <w:tmpl w:val="7D4C6F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9A73C6B"/>
    <w:multiLevelType w:val="hybridMultilevel"/>
    <w:tmpl w:val="1F06A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B6B56"/>
    <w:multiLevelType w:val="hybridMultilevel"/>
    <w:tmpl w:val="FB14E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849201">
    <w:abstractNumId w:val="9"/>
  </w:num>
  <w:num w:numId="2" w16cid:durableId="789780044">
    <w:abstractNumId w:val="11"/>
  </w:num>
  <w:num w:numId="3" w16cid:durableId="1288124758">
    <w:abstractNumId w:val="3"/>
  </w:num>
  <w:num w:numId="4" w16cid:durableId="1588925348">
    <w:abstractNumId w:val="2"/>
  </w:num>
  <w:num w:numId="5" w16cid:durableId="1754621707">
    <w:abstractNumId w:val="14"/>
  </w:num>
  <w:num w:numId="6" w16cid:durableId="2053530125">
    <w:abstractNumId w:val="7"/>
  </w:num>
  <w:num w:numId="7" w16cid:durableId="1715614918">
    <w:abstractNumId w:val="6"/>
  </w:num>
  <w:num w:numId="8" w16cid:durableId="319694362">
    <w:abstractNumId w:val="1"/>
  </w:num>
  <w:num w:numId="9" w16cid:durableId="1352147635">
    <w:abstractNumId w:val="10"/>
  </w:num>
  <w:num w:numId="10" w16cid:durableId="1578902336">
    <w:abstractNumId w:val="13"/>
  </w:num>
  <w:num w:numId="11" w16cid:durableId="437600508">
    <w:abstractNumId w:val="0"/>
  </w:num>
  <w:num w:numId="12" w16cid:durableId="410736985">
    <w:abstractNumId w:val="4"/>
  </w:num>
  <w:num w:numId="13" w16cid:durableId="430130141">
    <w:abstractNumId w:val="16"/>
  </w:num>
  <w:num w:numId="14" w16cid:durableId="240216723">
    <w:abstractNumId w:val="15"/>
  </w:num>
  <w:num w:numId="15" w16cid:durableId="1265382895">
    <w:abstractNumId w:val="5"/>
  </w:num>
  <w:num w:numId="16" w16cid:durableId="431127455">
    <w:abstractNumId w:val="8"/>
  </w:num>
  <w:num w:numId="17" w16cid:durableId="19500400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5F0"/>
    <w:rsid w:val="0000767A"/>
    <w:rsid w:val="000105C5"/>
    <w:rsid w:val="00010702"/>
    <w:rsid w:val="00015562"/>
    <w:rsid w:val="00025119"/>
    <w:rsid w:val="00033F25"/>
    <w:rsid w:val="00037327"/>
    <w:rsid w:val="0004694F"/>
    <w:rsid w:val="00046BBC"/>
    <w:rsid w:val="00056BD8"/>
    <w:rsid w:val="00062EC5"/>
    <w:rsid w:val="00065F8F"/>
    <w:rsid w:val="000677FD"/>
    <w:rsid w:val="0007008B"/>
    <w:rsid w:val="00072F6C"/>
    <w:rsid w:val="000751D8"/>
    <w:rsid w:val="00077BB2"/>
    <w:rsid w:val="00086704"/>
    <w:rsid w:val="00087634"/>
    <w:rsid w:val="00095443"/>
    <w:rsid w:val="00095C16"/>
    <w:rsid w:val="000A1183"/>
    <w:rsid w:val="000B7560"/>
    <w:rsid w:val="000C1079"/>
    <w:rsid w:val="000C3408"/>
    <w:rsid w:val="000D2F59"/>
    <w:rsid w:val="000E495C"/>
    <w:rsid w:val="000E5830"/>
    <w:rsid w:val="000F38E7"/>
    <w:rsid w:val="000F4D33"/>
    <w:rsid w:val="00120F28"/>
    <w:rsid w:val="001405FA"/>
    <w:rsid w:val="001425C3"/>
    <w:rsid w:val="00143453"/>
    <w:rsid w:val="001458F4"/>
    <w:rsid w:val="00146F06"/>
    <w:rsid w:val="0015316C"/>
    <w:rsid w:val="0016259C"/>
    <w:rsid w:val="0016336E"/>
    <w:rsid w:val="00163793"/>
    <w:rsid w:val="001714F2"/>
    <w:rsid w:val="0017619B"/>
    <w:rsid w:val="0017650E"/>
    <w:rsid w:val="0018101B"/>
    <w:rsid w:val="00185010"/>
    <w:rsid w:val="00194A09"/>
    <w:rsid w:val="001A0126"/>
    <w:rsid w:val="001A552F"/>
    <w:rsid w:val="001B3110"/>
    <w:rsid w:val="001C64F0"/>
    <w:rsid w:val="001F4597"/>
    <w:rsid w:val="00214C61"/>
    <w:rsid w:val="0022139E"/>
    <w:rsid w:val="00222DFE"/>
    <w:rsid w:val="002252E0"/>
    <w:rsid w:val="002255F6"/>
    <w:rsid w:val="00234D4B"/>
    <w:rsid w:val="00236443"/>
    <w:rsid w:val="00241DBC"/>
    <w:rsid w:val="002436BA"/>
    <w:rsid w:val="00244A15"/>
    <w:rsid w:val="0024799E"/>
    <w:rsid w:val="002521DB"/>
    <w:rsid w:val="002560EE"/>
    <w:rsid w:val="00271963"/>
    <w:rsid w:val="002730AE"/>
    <w:rsid w:val="002806D5"/>
    <w:rsid w:val="00285A1F"/>
    <w:rsid w:val="0028698F"/>
    <w:rsid w:val="002913B8"/>
    <w:rsid w:val="002931CD"/>
    <w:rsid w:val="00297CEB"/>
    <w:rsid w:val="002A7ACD"/>
    <w:rsid w:val="002B092F"/>
    <w:rsid w:val="002C1390"/>
    <w:rsid w:val="002C31D3"/>
    <w:rsid w:val="002C43BD"/>
    <w:rsid w:val="002C70B8"/>
    <w:rsid w:val="002E02A1"/>
    <w:rsid w:val="00304771"/>
    <w:rsid w:val="00306C5B"/>
    <w:rsid w:val="003209D6"/>
    <w:rsid w:val="00322169"/>
    <w:rsid w:val="0032250B"/>
    <w:rsid w:val="003265F0"/>
    <w:rsid w:val="003452FB"/>
    <w:rsid w:val="003515F1"/>
    <w:rsid w:val="0036344D"/>
    <w:rsid w:val="003657F3"/>
    <w:rsid w:val="00370A0A"/>
    <w:rsid w:val="00375944"/>
    <w:rsid w:val="0038123C"/>
    <w:rsid w:val="00385D98"/>
    <w:rsid w:val="00387DFE"/>
    <w:rsid w:val="00390586"/>
    <w:rsid w:val="003A2B4D"/>
    <w:rsid w:val="003A2D06"/>
    <w:rsid w:val="003A478C"/>
    <w:rsid w:val="003A520C"/>
    <w:rsid w:val="003A5525"/>
    <w:rsid w:val="003A6B38"/>
    <w:rsid w:val="003B4784"/>
    <w:rsid w:val="003B5A32"/>
    <w:rsid w:val="003D4A18"/>
    <w:rsid w:val="003E17E1"/>
    <w:rsid w:val="003E2929"/>
    <w:rsid w:val="003E69E5"/>
    <w:rsid w:val="003F313C"/>
    <w:rsid w:val="003F4E69"/>
    <w:rsid w:val="00402279"/>
    <w:rsid w:val="00404C21"/>
    <w:rsid w:val="00413550"/>
    <w:rsid w:val="00414240"/>
    <w:rsid w:val="00421E80"/>
    <w:rsid w:val="0043194A"/>
    <w:rsid w:val="00432636"/>
    <w:rsid w:val="00434D9F"/>
    <w:rsid w:val="00453817"/>
    <w:rsid w:val="004628BA"/>
    <w:rsid w:val="0048139F"/>
    <w:rsid w:val="00481C8B"/>
    <w:rsid w:val="004879EE"/>
    <w:rsid w:val="00492224"/>
    <w:rsid w:val="00495110"/>
    <w:rsid w:val="004A28D1"/>
    <w:rsid w:val="004A3805"/>
    <w:rsid w:val="004A3D97"/>
    <w:rsid w:val="004A77DF"/>
    <w:rsid w:val="004B55B7"/>
    <w:rsid w:val="004C3867"/>
    <w:rsid w:val="004C4CD0"/>
    <w:rsid w:val="004C70DC"/>
    <w:rsid w:val="004D0211"/>
    <w:rsid w:val="004E18EC"/>
    <w:rsid w:val="004E2D1E"/>
    <w:rsid w:val="004F06F5"/>
    <w:rsid w:val="004F25DC"/>
    <w:rsid w:val="004F33A0"/>
    <w:rsid w:val="004F6CD9"/>
    <w:rsid w:val="00501FA9"/>
    <w:rsid w:val="005038BF"/>
    <w:rsid w:val="00505930"/>
    <w:rsid w:val="005108C0"/>
    <w:rsid w:val="00511873"/>
    <w:rsid w:val="00513B7E"/>
    <w:rsid w:val="00520C24"/>
    <w:rsid w:val="00525137"/>
    <w:rsid w:val="005251DD"/>
    <w:rsid w:val="00531001"/>
    <w:rsid w:val="00532DDC"/>
    <w:rsid w:val="00534DC9"/>
    <w:rsid w:val="00545F2C"/>
    <w:rsid w:val="0055258D"/>
    <w:rsid w:val="00570608"/>
    <w:rsid w:val="005774C7"/>
    <w:rsid w:val="00583FFD"/>
    <w:rsid w:val="00593152"/>
    <w:rsid w:val="005A1259"/>
    <w:rsid w:val="005A21E0"/>
    <w:rsid w:val="005B0B96"/>
    <w:rsid w:val="005B1173"/>
    <w:rsid w:val="005B4204"/>
    <w:rsid w:val="005C6A40"/>
    <w:rsid w:val="005D5802"/>
    <w:rsid w:val="005E1AB1"/>
    <w:rsid w:val="005F2D95"/>
    <w:rsid w:val="005F60EE"/>
    <w:rsid w:val="005F7FA5"/>
    <w:rsid w:val="006042B8"/>
    <w:rsid w:val="00604307"/>
    <w:rsid w:val="0060487F"/>
    <w:rsid w:val="006051A9"/>
    <w:rsid w:val="0060549A"/>
    <w:rsid w:val="006109C6"/>
    <w:rsid w:val="00612D8E"/>
    <w:rsid w:val="00624093"/>
    <w:rsid w:val="006404A7"/>
    <w:rsid w:val="00643074"/>
    <w:rsid w:val="006451E4"/>
    <w:rsid w:val="00653E6E"/>
    <w:rsid w:val="00654759"/>
    <w:rsid w:val="00657E87"/>
    <w:rsid w:val="00660C89"/>
    <w:rsid w:val="006710C9"/>
    <w:rsid w:val="00675E37"/>
    <w:rsid w:val="0068260E"/>
    <w:rsid w:val="00693C50"/>
    <w:rsid w:val="00695BEF"/>
    <w:rsid w:val="006977F6"/>
    <w:rsid w:val="00697A13"/>
    <w:rsid w:val="006A109C"/>
    <w:rsid w:val="006A251D"/>
    <w:rsid w:val="006A7AB8"/>
    <w:rsid w:val="006B2712"/>
    <w:rsid w:val="006B78D8"/>
    <w:rsid w:val="006C0BEA"/>
    <w:rsid w:val="006C0EE7"/>
    <w:rsid w:val="006C113F"/>
    <w:rsid w:val="006D61F6"/>
    <w:rsid w:val="006E279A"/>
    <w:rsid w:val="006E313B"/>
    <w:rsid w:val="006F0121"/>
    <w:rsid w:val="006F0E7E"/>
    <w:rsid w:val="007071A5"/>
    <w:rsid w:val="007211F5"/>
    <w:rsid w:val="0072255D"/>
    <w:rsid w:val="00724FB3"/>
    <w:rsid w:val="00726A68"/>
    <w:rsid w:val="007306D3"/>
    <w:rsid w:val="00730AE8"/>
    <w:rsid w:val="00741493"/>
    <w:rsid w:val="00752180"/>
    <w:rsid w:val="00752F57"/>
    <w:rsid w:val="00755D3A"/>
    <w:rsid w:val="007609C6"/>
    <w:rsid w:val="00760E17"/>
    <w:rsid w:val="00761B3D"/>
    <w:rsid w:val="00776527"/>
    <w:rsid w:val="00785B2D"/>
    <w:rsid w:val="0079443D"/>
    <w:rsid w:val="00794938"/>
    <w:rsid w:val="007A64FC"/>
    <w:rsid w:val="007B1D8A"/>
    <w:rsid w:val="007B7869"/>
    <w:rsid w:val="007C3A6B"/>
    <w:rsid w:val="007C3F6A"/>
    <w:rsid w:val="007C459F"/>
    <w:rsid w:val="007C6D17"/>
    <w:rsid w:val="007E6D82"/>
    <w:rsid w:val="007E7E61"/>
    <w:rsid w:val="007F0845"/>
    <w:rsid w:val="007F3FDB"/>
    <w:rsid w:val="007F4539"/>
    <w:rsid w:val="00812B01"/>
    <w:rsid w:val="00812FC5"/>
    <w:rsid w:val="00813413"/>
    <w:rsid w:val="00814D10"/>
    <w:rsid w:val="00816CD6"/>
    <w:rsid w:val="00820E68"/>
    <w:rsid w:val="00821FF6"/>
    <w:rsid w:val="00825155"/>
    <w:rsid w:val="0082784A"/>
    <w:rsid w:val="0083143E"/>
    <w:rsid w:val="00831CC8"/>
    <w:rsid w:val="00832454"/>
    <w:rsid w:val="0083339A"/>
    <w:rsid w:val="00834FAA"/>
    <w:rsid w:val="00836086"/>
    <w:rsid w:val="00840076"/>
    <w:rsid w:val="00857D19"/>
    <w:rsid w:val="00861CF3"/>
    <w:rsid w:val="00867043"/>
    <w:rsid w:val="00871610"/>
    <w:rsid w:val="00876086"/>
    <w:rsid w:val="0089105B"/>
    <w:rsid w:val="00895F40"/>
    <w:rsid w:val="008A093F"/>
    <w:rsid w:val="008A1553"/>
    <w:rsid w:val="008B4588"/>
    <w:rsid w:val="008B7C02"/>
    <w:rsid w:val="008C0E88"/>
    <w:rsid w:val="008C1A5A"/>
    <w:rsid w:val="008C460A"/>
    <w:rsid w:val="008D2A16"/>
    <w:rsid w:val="008D30DD"/>
    <w:rsid w:val="008D5B41"/>
    <w:rsid w:val="008E31FF"/>
    <w:rsid w:val="009003A8"/>
    <w:rsid w:val="00902EFF"/>
    <w:rsid w:val="009062A6"/>
    <w:rsid w:val="009119C9"/>
    <w:rsid w:val="00921F14"/>
    <w:rsid w:val="009319FE"/>
    <w:rsid w:val="009425B3"/>
    <w:rsid w:val="0094427A"/>
    <w:rsid w:val="00974923"/>
    <w:rsid w:val="00987E97"/>
    <w:rsid w:val="009A0DAD"/>
    <w:rsid w:val="009A19FB"/>
    <w:rsid w:val="009B6FD3"/>
    <w:rsid w:val="009C2AC7"/>
    <w:rsid w:val="009D17CC"/>
    <w:rsid w:val="009D7BE8"/>
    <w:rsid w:val="009E1F3E"/>
    <w:rsid w:val="009E39BA"/>
    <w:rsid w:val="009F3EF7"/>
    <w:rsid w:val="00A02003"/>
    <w:rsid w:val="00A068D5"/>
    <w:rsid w:val="00A10D66"/>
    <w:rsid w:val="00A17C4D"/>
    <w:rsid w:val="00A236A1"/>
    <w:rsid w:val="00A23E43"/>
    <w:rsid w:val="00A27D96"/>
    <w:rsid w:val="00A418D7"/>
    <w:rsid w:val="00A42372"/>
    <w:rsid w:val="00A46DE0"/>
    <w:rsid w:val="00A57B9A"/>
    <w:rsid w:val="00A60436"/>
    <w:rsid w:val="00A62CE1"/>
    <w:rsid w:val="00A75E40"/>
    <w:rsid w:val="00A80DD9"/>
    <w:rsid w:val="00A81B5A"/>
    <w:rsid w:val="00A857C0"/>
    <w:rsid w:val="00A919C6"/>
    <w:rsid w:val="00A96045"/>
    <w:rsid w:val="00AA559A"/>
    <w:rsid w:val="00AA7E3A"/>
    <w:rsid w:val="00AB2AF1"/>
    <w:rsid w:val="00AB53AB"/>
    <w:rsid w:val="00AB76F3"/>
    <w:rsid w:val="00AC08FA"/>
    <w:rsid w:val="00AC7424"/>
    <w:rsid w:val="00AD306C"/>
    <w:rsid w:val="00AE501A"/>
    <w:rsid w:val="00AE5A48"/>
    <w:rsid w:val="00AE7EB1"/>
    <w:rsid w:val="00B04BB9"/>
    <w:rsid w:val="00B0711C"/>
    <w:rsid w:val="00B17E71"/>
    <w:rsid w:val="00B17FDE"/>
    <w:rsid w:val="00B30698"/>
    <w:rsid w:val="00B32DDB"/>
    <w:rsid w:val="00B35310"/>
    <w:rsid w:val="00B35F38"/>
    <w:rsid w:val="00B51DB0"/>
    <w:rsid w:val="00B6608F"/>
    <w:rsid w:val="00B733E8"/>
    <w:rsid w:val="00B7526B"/>
    <w:rsid w:val="00B76D1E"/>
    <w:rsid w:val="00B803AF"/>
    <w:rsid w:val="00B87334"/>
    <w:rsid w:val="00B90523"/>
    <w:rsid w:val="00B95940"/>
    <w:rsid w:val="00BC04F4"/>
    <w:rsid w:val="00BD366B"/>
    <w:rsid w:val="00BD6D50"/>
    <w:rsid w:val="00BD6F77"/>
    <w:rsid w:val="00BE3FEA"/>
    <w:rsid w:val="00BF3AAE"/>
    <w:rsid w:val="00C03C0A"/>
    <w:rsid w:val="00C058E1"/>
    <w:rsid w:val="00C12201"/>
    <w:rsid w:val="00C21F94"/>
    <w:rsid w:val="00C22DDA"/>
    <w:rsid w:val="00C279D5"/>
    <w:rsid w:val="00C31677"/>
    <w:rsid w:val="00C32A44"/>
    <w:rsid w:val="00C36B95"/>
    <w:rsid w:val="00C37BA2"/>
    <w:rsid w:val="00C4031B"/>
    <w:rsid w:val="00C4118E"/>
    <w:rsid w:val="00C52212"/>
    <w:rsid w:val="00C5737B"/>
    <w:rsid w:val="00C74B60"/>
    <w:rsid w:val="00C80FD9"/>
    <w:rsid w:val="00C851A8"/>
    <w:rsid w:val="00C90CF4"/>
    <w:rsid w:val="00C93389"/>
    <w:rsid w:val="00C93D3A"/>
    <w:rsid w:val="00CA0C7F"/>
    <w:rsid w:val="00CA2560"/>
    <w:rsid w:val="00CB35AC"/>
    <w:rsid w:val="00CC61F7"/>
    <w:rsid w:val="00CD3687"/>
    <w:rsid w:val="00CD57C7"/>
    <w:rsid w:val="00CF51EC"/>
    <w:rsid w:val="00D040DD"/>
    <w:rsid w:val="00D04225"/>
    <w:rsid w:val="00D04C4C"/>
    <w:rsid w:val="00D35F98"/>
    <w:rsid w:val="00D422CF"/>
    <w:rsid w:val="00D42A65"/>
    <w:rsid w:val="00D55327"/>
    <w:rsid w:val="00D60BC8"/>
    <w:rsid w:val="00D85645"/>
    <w:rsid w:val="00DA21BB"/>
    <w:rsid w:val="00DA670D"/>
    <w:rsid w:val="00DB5200"/>
    <w:rsid w:val="00DC5B3B"/>
    <w:rsid w:val="00DC7791"/>
    <w:rsid w:val="00DC7C1C"/>
    <w:rsid w:val="00DE332A"/>
    <w:rsid w:val="00DF30DB"/>
    <w:rsid w:val="00E01C0E"/>
    <w:rsid w:val="00E04694"/>
    <w:rsid w:val="00E152C3"/>
    <w:rsid w:val="00E210B6"/>
    <w:rsid w:val="00E21E69"/>
    <w:rsid w:val="00E22743"/>
    <w:rsid w:val="00E25C5C"/>
    <w:rsid w:val="00E32B04"/>
    <w:rsid w:val="00E32F24"/>
    <w:rsid w:val="00E502F7"/>
    <w:rsid w:val="00E62C2C"/>
    <w:rsid w:val="00E666D4"/>
    <w:rsid w:val="00E70115"/>
    <w:rsid w:val="00E71A58"/>
    <w:rsid w:val="00E76570"/>
    <w:rsid w:val="00E81B3A"/>
    <w:rsid w:val="00E823D9"/>
    <w:rsid w:val="00E94F9D"/>
    <w:rsid w:val="00EA0A04"/>
    <w:rsid w:val="00EA0C68"/>
    <w:rsid w:val="00EA7151"/>
    <w:rsid w:val="00EC1968"/>
    <w:rsid w:val="00EC6760"/>
    <w:rsid w:val="00EC7132"/>
    <w:rsid w:val="00ED6A8F"/>
    <w:rsid w:val="00EE01F9"/>
    <w:rsid w:val="00EE3E78"/>
    <w:rsid w:val="00EF1F5A"/>
    <w:rsid w:val="00EF2685"/>
    <w:rsid w:val="00F04811"/>
    <w:rsid w:val="00F0488C"/>
    <w:rsid w:val="00F1192B"/>
    <w:rsid w:val="00F11D60"/>
    <w:rsid w:val="00F15BEF"/>
    <w:rsid w:val="00F24FAA"/>
    <w:rsid w:val="00F3364D"/>
    <w:rsid w:val="00F42C99"/>
    <w:rsid w:val="00F501D2"/>
    <w:rsid w:val="00F50F75"/>
    <w:rsid w:val="00F54EEA"/>
    <w:rsid w:val="00F63DDE"/>
    <w:rsid w:val="00F63FB7"/>
    <w:rsid w:val="00F73A0C"/>
    <w:rsid w:val="00F8395D"/>
    <w:rsid w:val="00F86C7D"/>
    <w:rsid w:val="00F9097D"/>
    <w:rsid w:val="00F9646C"/>
    <w:rsid w:val="00FB100E"/>
    <w:rsid w:val="00FB347A"/>
    <w:rsid w:val="00FB7E6D"/>
    <w:rsid w:val="00FC0E5F"/>
    <w:rsid w:val="00FC1614"/>
    <w:rsid w:val="00FC56DE"/>
    <w:rsid w:val="00FD06C7"/>
    <w:rsid w:val="00FD29ED"/>
    <w:rsid w:val="00FD5F8F"/>
    <w:rsid w:val="00FE0F8B"/>
    <w:rsid w:val="00FE2F78"/>
    <w:rsid w:val="00FE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7BB46F9"/>
  <w15:docId w15:val="{46F7786F-31B2-41CD-A628-F35F2293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3265F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nhideWhenUsed/>
    <w:qFormat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 w:cs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5Char">
    <w:name w:val="Nadpis 5 Char"/>
    <w:link w:val="Nadpis5"/>
    <w:uiPriority w:val="9"/>
    <w:rsid w:val="003265F0"/>
    <w:rPr>
      <w:rFonts w:eastAsia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3265F0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link w:val="Zkladntext"/>
    <w:semiHidden/>
    <w:rsid w:val="003265F0"/>
    <w:rPr>
      <w:rFonts w:ascii="Times New Roman" w:eastAsia="Times New Roman" w:hAnsi="Times New Roman"/>
      <w:sz w:val="22"/>
      <w:szCs w:val="24"/>
    </w:rPr>
  </w:style>
  <w:style w:type="paragraph" w:styleId="Zkladntext2">
    <w:name w:val="Body Text 2"/>
    <w:basedOn w:val="Normln"/>
    <w:link w:val="Zkladntext2Char"/>
    <w:semiHidden/>
    <w:rsid w:val="003265F0"/>
    <w:pPr>
      <w:spacing w:before="120" w:after="240" w:line="240" w:lineRule="auto"/>
      <w:ind w:right="-13"/>
      <w:jc w:val="center"/>
    </w:pPr>
    <w:rPr>
      <w:rFonts w:ascii="Times New Roman" w:hAnsi="Times New Roman"/>
      <w:b/>
      <w:bCs/>
      <w:sz w:val="28"/>
    </w:rPr>
  </w:style>
  <w:style w:type="character" w:customStyle="1" w:styleId="Zkladntext2Char">
    <w:name w:val="Základní text 2 Char"/>
    <w:link w:val="Zkladntext2"/>
    <w:semiHidden/>
    <w:rsid w:val="003265F0"/>
    <w:rPr>
      <w:rFonts w:ascii="Times New Roman" w:eastAsia="Times New Roman" w:hAnsi="Times New Roman"/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015562"/>
    <w:rPr>
      <w:szCs w:val="20"/>
    </w:rPr>
  </w:style>
  <w:style w:type="character" w:customStyle="1" w:styleId="TextpoznpodarouChar">
    <w:name w:val="Text pozn. pod čarou Char"/>
    <w:link w:val="Textpoznpodarou"/>
    <w:uiPriority w:val="99"/>
    <w:rsid w:val="00015562"/>
    <w:rPr>
      <w:rFonts w:ascii="Arial" w:eastAsia="Times New Roman" w:hAnsi="Arial"/>
    </w:rPr>
  </w:style>
  <w:style w:type="character" w:styleId="Znakapoznpodarou">
    <w:name w:val="footnote reference"/>
    <w:uiPriority w:val="99"/>
    <w:semiHidden/>
    <w:unhideWhenUsed/>
    <w:rsid w:val="00015562"/>
    <w:rPr>
      <w:vertAlign w:val="superscript"/>
    </w:rPr>
  </w:style>
  <w:style w:type="character" w:styleId="Sledovanodkaz">
    <w:name w:val="FollowedHyperlink"/>
    <w:uiPriority w:val="99"/>
    <w:semiHidden/>
    <w:unhideWhenUsed/>
    <w:rsid w:val="002913B8"/>
    <w:rPr>
      <w:color w:val="800080"/>
      <w:u w:val="single"/>
    </w:rPr>
  </w:style>
  <w:style w:type="character" w:customStyle="1" w:styleId="ilfuvd">
    <w:name w:val="ilfuvd"/>
    <w:rsid w:val="002C1390"/>
  </w:style>
  <w:style w:type="paragraph" w:styleId="Odstavecseseznamem">
    <w:name w:val="List Paragraph"/>
    <w:basedOn w:val="Normln"/>
    <w:uiPriority w:val="72"/>
    <w:qFormat/>
    <w:rsid w:val="00A27D96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C74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digital-economy-and-society/data/comprehensive-database%20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su.gov.cz/klasifikace_ekonomickych_cinnosti_cz_na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digital-economy-and-society/database/comprehensive-databas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08922-E94B-42B2-BFE9-2B791C67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963</TotalTime>
  <Pages>5</Pages>
  <Words>1414</Words>
  <Characters>8349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73</cp:revision>
  <cp:lastPrinted>2024-01-09T10:40:00Z</cp:lastPrinted>
  <dcterms:created xsi:type="dcterms:W3CDTF">2022-01-07T11:02:00Z</dcterms:created>
  <dcterms:modified xsi:type="dcterms:W3CDTF">2026-01-13T12:11:00Z</dcterms:modified>
</cp:coreProperties>
</file>