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F93C3" w14:textId="77777777" w:rsidR="00796E73" w:rsidRDefault="003C629F" w:rsidP="00796E73">
      <w:pPr>
        <w:pStyle w:val="Nadpis1"/>
      </w:pPr>
      <w:bookmarkStart w:id="0" w:name="_Toc10117310"/>
      <w:r>
        <w:t>4</w:t>
      </w:r>
      <w:r w:rsidR="00796E73">
        <w:t xml:space="preserve">. </w:t>
      </w:r>
      <w:r>
        <w:t>Analytická část</w:t>
      </w:r>
      <w:bookmarkEnd w:id="0"/>
    </w:p>
    <w:p w14:paraId="244DB189" w14:textId="5D82AD1F" w:rsidR="00EE4B1B" w:rsidRDefault="003C629F" w:rsidP="00F60790">
      <w:pPr>
        <w:pStyle w:val="Nadpis2"/>
        <w:spacing w:after="100"/>
      </w:pPr>
      <w:bookmarkStart w:id="1" w:name="_Toc10117311"/>
      <w:r>
        <w:t>4.1 Nemocensky pojištěné osoby</w:t>
      </w:r>
      <w:bookmarkEnd w:id="1"/>
    </w:p>
    <w:p w14:paraId="547536EC" w14:textId="77777777" w:rsidR="00F60790" w:rsidRPr="00B55F4A" w:rsidRDefault="00F60790" w:rsidP="00F60790">
      <w:pPr>
        <w:jc w:val="both"/>
      </w:pPr>
      <w:r w:rsidRPr="00B55F4A">
        <w:t>Základním ukazatelem</w:t>
      </w:r>
      <w:r>
        <w:t>, ke kterému se vztahují údaje o pracovní neschopnosti, je ukazatel průměrného počtu nemocensky pojištěných osob.</w:t>
      </w:r>
    </w:p>
    <w:p w14:paraId="53A09A61" w14:textId="77777777" w:rsidR="00972D12" w:rsidRPr="00972D12" w:rsidRDefault="00972D12" w:rsidP="007508FD">
      <w:pPr>
        <w:pStyle w:val="Box1"/>
        <w:jc w:val="both"/>
        <w:rPr>
          <w:i/>
        </w:rPr>
      </w:pPr>
      <w:r w:rsidRPr="00972D12">
        <w:rPr>
          <w:b/>
          <w:i/>
        </w:rPr>
        <w:t xml:space="preserve">Průměrný počet nemocensky pojištěných </w:t>
      </w:r>
      <w:r w:rsidR="00977F2A" w:rsidRPr="00F46EA8">
        <w:rPr>
          <w:i/>
        </w:rPr>
        <w:t xml:space="preserve">– </w:t>
      </w:r>
      <w:r>
        <w:rPr>
          <w:i/>
        </w:rPr>
        <w:t>u</w:t>
      </w:r>
      <w:r w:rsidRPr="00972D12">
        <w:rPr>
          <w:i/>
        </w:rPr>
        <w:t xml:space="preserve">kazatel </w:t>
      </w:r>
      <w:r>
        <w:rPr>
          <w:i/>
        </w:rPr>
        <w:t>udává</w:t>
      </w:r>
      <w:r w:rsidRPr="00972D12">
        <w:rPr>
          <w:i/>
        </w:rPr>
        <w:t xml:space="preserve"> průměrný počet osob, které jsou </w:t>
      </w:r>
      <w:r w:rsidR="00532E6C">
        <w:rPr>
          <w:i/>
        </w:rPr>
        <w:t xml:space="preserve">povinně či dobrovolně </w:t>
      </w:r>
      <w:r w:rsidRPr="00972D12">
        <w:rPr>
          <w:i/>
        </w:rPr>
        <w:t>nemocensky pojištěn</w:t>
      </w:r>
      <w:r w:rsidR="00532E6C">
        <w:rPr>
          <w:i/>
        </w:rPr>
        <w:t>é</w:t>
      </w:r>
      <w:r w:rsidRPr="00972D12">
        <w:rPr>
          <w:i/>
        </w:rPr>
        <w:t xml:space="preserve"> podle zákona č. </w:t>
      </w:r>
      <w:r w:rsidR="00532E6C">
        <w:rPr>
          <w:i/>
        </w:rPr>
        <w:t>187</w:t>
      </w:r>
      <w:r w:rsidRPr="00972D12">
        <w:rPr>
          <w:i/>
        </w:rPr>
        <w:t>/</w:t>
      </w:r>
      <w:r w:rsidR="00532E6C">
        <w:rPr>
          <w:i/>
        </w:rPr>
        <w:t>2006</w:t>
      </w:r>
      <w:r w:rsidRPr="00972D12">
        <w:rPr>
          <w:i/>
        </w:rPr>
        <w:t xml:space="preserve"> Sb., o nemocenském pojištění, ve znění pozdějších předpisů. Zahrnuje </w:t>
      </w:r>
      <w:r w:rsidR="00532E6C">
        <w:rPr>
          <w:i/>
        </w:rPr>
        <w:t>všechny</w:t>
      </w:r>
      <w:r w:rsidRPr="00972D12">
        <w:rPr>
          <w:i/>
        </w:rPr>
        <w:t xml:space="preserve"> osob</w:t>
      </w:r>
      <w:r w:rsidR="00532E6C">
        <w:rPr>
          <w:i/>
        </w:rPr>
        <w:t>y</w:t>
      </w:r>
      <w:r w:rsidRPr="00972D12">
        <w:rPr>
          <w:i/>
        </w:rPr>
        <w:t xml:space="preserve">, které byly alespoň po </w:t>
      </w:r>
      <w:r w:rsidR="00532E6C">
        <w:rPr>
          <w:i/>
        </w:rPr>
        <w:t>jeden</w:t>
      </w:r>
      <w:r w:rsidRPr="00972D12">
        <w:rPr>
          <w:i/>
        </w:rPr>
        <w:t xml:space="preserve"> den vykazovaného období nemocensky pojištěné. Do průměrného počtu nemocensky pojištěných nejsou započteni </w:t>
      </w:r>
      <w:r w:rsidR="00043077" w:rsidRPr="00972D12">
        <w:rPr>
          <w:i/>
        </w:rPr>
        <w:t xml:space="preserve">vojáci z povolání </w:t>
      </w:r>
      <w:r w:rsidR="00043077">
        <w:rPr>
          <w:i/>
        </w:rPr>
        <w:t xml:space="preserve">a </w:t>
      </w:r>
      <w:r w:rsidRPr="00972D12">
        <w:rPr>
          <w:i/>
        </w:rPr>
        <w:t>příslušníci Policie ČR, Hasičského záchranného sboru</w:t>
      </w:r>
      <w:r w:rsidR="00043077">
        <w:rPr>
          <w:i/>
        </w:rPr>
        <w:t xml:space="preserve"> ČR</w:t>
      </w:r>
      <w:r w:rsidRPr="00972D12">
        <w:rPr>
          <w:i/>
        </w:rPr>
        <w:t>, Celní správy</w:t>
      </w:r>
      <w:r w:rsidR="00043077">
        <w:rPr>
          <w:i/>
        </w:rPr>
        <w:t xml:space="preserve"> ČR</w:t>
      </w:r>
      <w:r w:rsidRPr="00972D12">
        <w:rPr>
          <w:i/>
        </w:rPr>
        <w:t>, Vězeňské služby</w:t>
      </w:r>
      <w:r w:rsidR="00043077">
        <w:rPr>
          <w:i/>
        </w:rPr>
        <w:t xml:space="preserve"> ČR</w:t>
      </w:r>
      <w:r w:rsidRPr="00972D12">
        <w:rPr>
          <w:i/>
        </w:rPr>
        <w:t>, Generální inspekce bezpečnostních sborů, Bezpečnostní informační služby a Úřadu pr</w:t>
      </w:r>
      <w:r w:rsidR="00043077">
        <w:rPr>
          <w:i/>
        </w:rPr>
        <w:t>o zahraniční styky a informace</w:t>
      </w:r>
      <w:r w:rsidRPr="00972D12">
        <w:rPr>
          <w:i/>
        </w:rPr>
        <w:t xml:space="preserve">. </w:t>
      </w:r>
    </w:p>
    <w:p w14:paraId="534F56C3" w14:textId="1EEDE824" w:rsidR="00972D12" w:rsidRPr="005F2E14" w:rsidRDefault="00972D12" w:rsidP="007508FD">
      <w:pPr>
        <w:pStyle w:val="Box1"/>
        <w:jc w:val="both"/>
        <w:rPr>
          <w:i/>
        </w:rPr>
      </w:pPr>
      <w:r w:rsidRPr="00783112">
        <w:rPr>
          <w:i/>
        </w:rPr>
        <w:t xml:space="preserve">V případě více překrývajících se </w:t>
      </w:r>
      <w:r w:rsidR="006574B7" w:rsidRPr="00783112">
        <w:rPr>
          <w:i/>
        </w:rPr>
        <w:t>pojistných vztahů</w:t>
      </w:r>
      <w:r w:rsidRPr="00783112">
        <w:rPr>
          <w:i/>
        </w:rPr>
        <w:t xml:space="preserve"> pojištěnce v rámci jednoho zaměstnavatele a</w:t>
      </w:r>
      <w:r w:rsidR="00F547BE">
        <w:rPr>
          <w:i/>
        </w:rPr>
        <w:t> </w:t>
      </w:r>
      <w:r w:rsidRPr="00783112">
        <w:rPr>
          <w:i/>
        </w:rPr>
        <w:t xml:space="preserve">jedné mzdové účtárny se započítává pojištěnec pouze jedenkrát. V ostatních případech je pojištěnec započítáván tolikrát, kolik má </w:t>
      </w:r>
      <w:r w:rsidR="00783112" w:rsidRPr="00783112">
        <w:rPr>
          <w:i/>
        </w:rPr>
        <w:t>pracovně</w:t>
      </w:r>
      <w:r w:rsidR="00783112">
        <w:rPr>
          <w:i/>
        </w:rPr>
        <w:t xml:space="preserve"> </w:t>
      </w:r>
      <w:r w:rsidR="00783112" w:rsidRPr="00783112">
        <w:rPr>
          <w:i/>
        </w:rPr>
        <w:t>právních pojistných vztahů</w:t>
      </w:r>
      <w:r w:rsidRPr="00783112">
        <w:rPr>
          <w:i/>
        </w:rPr>
        <w:t>.</w:t>
      </w:r>
      <w:r w:rsidRPr="005F2E14">
        <w:rPr>
          <w:i/>
        </w:rPr>
        <w:t xml:space="preserve">  </w:t>
      </w:r>
    </w:p>
    <w:p w14:paraId="25C05EFE" w14:textId="77777777" w:rsidR="00972D12" w:rsidRPr="00972D12" w:rsidRDefault="00972D12" w:rsidP="007508FD">
      <w:pPr>
        <w:pStyle w:val="Box1"/>
        <w:jc w:val="both"/>
        <w:rPr>
          <w:i/>
          <w:u w:val="single"/>
        </w:rPr>
      </w:pPr>
      <w:r w:rsidRPr="00972D12">
        <w:rPr>
          <w:i/>
          <w:u w:val="single"/>
        </w:rPr>
        <w:t>Způsob výpočtu:</w:t>
      </w:r>
    </w:p>
    <w:p w14:paraId="6008FC2E" w14:textId="77777777" w:rsidR="00977F2A" w:rsidRPr="00F46EA8" w:rsidRDefault="00972D12" w:rsidP="007508FD">
      <w:pPr>
        <w:pStyle w:val="Box1"/>
        <w:jc w:val="both"/>
        <w:rPr>
          <w:i/>
        </w:rPr>
      </w:pPr>
      <w:r w:rsidRPr="00972D12">
        <w:rPr>
          <w:i/>
        </w:rPr>
        <w:t>Průměrný počet nemocensky pojištěných osob = počet dní nemocenského pojištění jednotlivých pojištěných osob ve vykazovaném období / počet kalendářních dní ve vykazovaném období.</w:t>
      </w:r>
    </w:p>
    <w:p w14:paraId="53BF5C9B" w14:textId="3652944A" w:rsidR="00977F2A" w:rsidRDefault="00F60790" w:rsidP="00287970">
      <w:pPr>
        <w:jc w:val="both"/>
      </w:pPr>
      <w:r>
        <w:t xml:space="preserve">V roce 2018 </w:t>
      </w:r>
      <w:r w:rsidR="00AC42E0">
        <w:t xml:space="preserve">činil </w:t>
      </w:r>
      <w:r w:rsidR="006F687C" w:rsidRPr="006F687C">
        <w:rPr>
          <w:b/>
        </w:rPr>
        <w:t>celkový</w:t>
      </w:r>
      <w:r w:rsidR="006F687C">
        <w:t xml:space="preserve"> </w:t>
      </w:r>
      <w:r w:rsidR="00AC42E0">
        <w:t>průměrný počet nemocensky pojištěných</w:t>
      </w:r>
      <w:r>
        <w:t xml:space="preserve"> 4</w:t>
      </w:r>
      <w:r w:rsidR="000672E0">
        <w:t> 732,7</w:t>
      </w:r>
      <w:r>
        <w:t xml:space="preserve"> </w:t>
      </w:r>
      <w:r w:rsidR="000672E0">
        <w:t>tisíc</w:t>
      </w:r>
      <w:r>
        <w:t xml:space="preserve"> osob, což je o 1,</w:t>
      </w:r>
      <w:r w:rsidR="001E1D5E">
        <w:t>3</w:t>
      </w:r>
      <w:r>
        <w:t xml:space="preserve"> % více než v předchozím roce</w:t>
      </w:r>
      <w:r w:rsidR="00AC42E0">
        <w:t xml:space="preserve"> (</w:t>
      </w:r>
      <w:r w:rsidR="008E1170">
        <w:t>v absolutním vyjádření došlo k navýšení o 61 tisíc</w:t>
      </w:r>
      <w:r w:rsidR="00AC42E0">
        <w:t>)</w:t>
      </w:r>
      <w:r>
        <w:t xml:space="preserve">. </w:t>
      </w:r>
      <w:r w:rsidR="000672E0">
        <w:t>Bylo mezi nimi 50,5 % mužů a</w:t>
      </w:r>
      <w:r w:rsidR="00F547BE">
        <w:t> </w:t>
      </w:r>
      <w:r w:rsidR="00AC42E0">
        <w:t>ženy tvořily</w:t>
      </w:r>
      <w:r w:rsidR="000672E0">
        <w:t xml:space="preserve"> </w:t>
      </w:r>
      <w:r w:rsidR="00AC42E0">
        <w:t>49,5 %</w:t>
      </w:r>
      <w:r w:rsidR="000672E0">
        <w:t xml:space="preserve">. Počty nemocensky pojištěných podle pohlaví se k sobě již od roku 2016 neustále přibližují. </w:t>
      </w:r>
      <w:r w:rsidR="00311EA9" w:rsidRPr="00D41B00">
        <w:t xml:space="preserve">Meziroční </w:t>
      </w:r>
      <w:r w:rsidR="008E1170" w:rsidRPr="00D41B00">
        <w:t>nárůst</w:t>
      </w:r>
      <w:r w:rsidR="008E1170">
        <w:t xml:space="preserve"> p</w:t>
      </w:r>
      <w:r w:rsidR="00311EA9">
        <w:t>očtu nemocensky pojištěných byl</w:t>
      </w:r>
      <w:r w:rsidR="008E1170">
        <w:t xml:space="preserve"> vyšší u žen, a sice 1,7 %. V roce 2017 bylo nemocensky pojištěných 2 301,8 tisíc žen</w:t>
      </w:r>
      <w:r w:rsidR="00311EA9">
        <w:t>, v roce 2018 o 40 tisíc více. Mužů přibylo 21 tisíc na počet 2 391,4</w:t>
      </w:r>
      <w:r w:rsidR="00F547BE">
        <w:t> </w:t>
      </w:r>
      <w:r w:rsidR="00311EA9">
        <w:t xml:space="preserve">tisíc v roce 2018, v procentním vyjádření </w:t>
      </w:r>
      <w:r w:rsidR="001E1D5E">
        <w:t xml:space="preserve">se jednalo o nárůst </w:t>
      </w:r>
      <w:r w:rsidR="00311EA9">
        <w:t>0,9 %</w:t>
      </w:r>
      <w:r w:rsidR="008E1170">
        <w:t xml:space="preserve">. </w:t>
      </w:r>
    </w:p>
    <w:p w14:paraId="2CAD1253" w14:textId="076C4DF1" w:rsidR="00BE67B3" w:rsidRDefault="001E1D5E" w:rsidP="00BE67B3">
      <w:pPr>
        <w:jc w:val="both"/>
      </w:pPr>
      <w:r>
        <w:t xml:space="preserve">Počet dobrovolně nemocensky pojištěných – tedy </w:t>
      </w:r>
      <w:r w:rsidRPr="006F687C">
        <w:rPr>
          <w:b/>
        </w:rPr>
        <w:t>OSVČ</w:t>
      </w:r>
      <w:r>
        <w:t xml:space="preserve"> – poprvé od roku 2014 </w:t>
      </w:r>
      <w:r w:rsidR="00D071D7">
        <w:t>překonal 90tisícovou hranici.</w:t>
      </w:r>
      <w:r>
        <w:t xml:space="preserve"> </w:t>
      </w:r>
      <w:r w:rsidR="00D071D7">
        <w:t>P</w:t>
      </w:r>
      <w:r>
        <w:t xml:space="preserve">růměrný počet nemocensky pojištěných OSVČ </w:t>
      </w:r>
      <w:r w:rsidR="00D071D7">
        <w:t xml:space="preserve">v roce 2018 </w:t>
      </w:r>
      <w:r>
        <w:t xml:space="preserve">dosáhl 91,3 tisíc. </w:t>
      </w:r>
      <w:r w:rsidR="00BE67B3">
        <w:t xml:space="preserve">Přesto podíl těchto pojištěných OSVČ na celkovém počtu osob samostatně výdělečně činných na hlavní pracovní poměr dosáhl necelých 18 %. </w:t>
      </w:r>
      <w:r w:rsidR="00D071D7">
        <w:t xml:space="preserve">Oproti předchozímu roku došlo k nárůstu </w:t>
      </w:r>
      <w:r w:rsidR="00CA440F">
        <w:t xml:space="preserve">počtu nemocensky pojištěných OSVČ </w:t>
      </w:r>
      <w:r w:rsidR="00D071D7">
        <w:t xml:space="preserve">o 1,8 %. </w:t>
      </w:r>
      <w:r>
        <w:t>Muži se na tomto počtu podíleli z 60 %, žen bylo 40 %.</w:t>
      </w:r>
      <w:r w:rsidR="00BE67B3">
        <w:t xml:space="preserve"> Je však třeba zdůraznit, že i přes výše uvedený nárůst, stále nedosahuje počet nemocensky pojištěných OSVČ hodnot z minulosti, kdy např. před deseti lety jich bylo takto pojištěno o 100 tisíc více než v roce 2018.</w:t>
      </w:r>
    </w:p>
    <w:p w14:paraId="522750EC" w14:textId="52ECE984" w:rsidR="00BE67B3" w:rsidRDefault="00BE67B3" w:rsidP="00BE67B3">
      <w:pPr>
        <w:jc w:val="both"/>
      </w:pPr>
      <w:r>
        <w:t xml:space="preserve">S tím jak v posledních letech roste v České republice počet zaměstnanců, roste od roku 2013 i jejich průměrný počet nemocensky pojištěných. Za posledních pět let vzrostl tento ukazatel o </w:t>
      </w:r>
      <w:r w:rsidR="006D09A9">
        <w:t>6,6</w:t>
      </w:r>
      <w:r>
        <w:t xml:space="preserve"> % (</w:t>
      </w:r>
      <w:r w:rsidR="006D09A9">
        <w:t>290</w:t>
      </w:r>
      <w:r>
        <w:t xml:space="preserve"> tisíc) na</w:t>
      </w:r>
      <w:r w:rsidR="00F547BE">
        <w:t> </w:t>
      </w:r>
      <w:r w:rsidR="006D09A9">
        <w:t>4 733</w:t>
      </w:r>
      <w:r>
        <w:t xml:space="preserve"> tis. v roce 2018, s tím, že tento nárůst je rychlej</w:t>
      </w:r>
      <w:r w:rsidR="006D09A9">
        <w:t>ší u žen.</w:t>
      </w:r>
      <w:r>
        <w:t xml:space="preserve"> </w:t>
      </w:r>
    </w:p>
    <w:p w14:paraId="525A7968" w14:textId="502F3B2F" w:rsidR="00287970" w:rsidRDefault="00D071D7" w:rsidP="00287970">
      <w:pPr>
        <w:jc w:val="both"/>
      </w:pPr>
      <w:r>
        <w:t>Z </w:t>
      </w:r>
      <w:r w:rsidRPr="006D09A9">
        <w:rPr>
          <w:b/>
        </w:rPr>
        <w:t>regionálního pohledu</w:t>
      </w:r>
      <w:r>
        <w:t xml:space="preserve"> je </w:t>
      </w:r>
      <w:r w:rsidR="00A37CD1">
        <w:t xml:space="preserve">dlouhodobě </w:t>
      </w:r>
      <w:r>
        <w:t xml:space="preserve">nejvyšší </w:t>
      </w:r>
      <w:r w:rsidR="00475D16">
        <w:t xml:space="preserve">průměrný </w:t>
      </w:r>
      <w:r>
        <w:t>počet nemocensky pojištěných v hlavním městě</w:t>
      </w:r>
      <w:r w:rsidR="00475D16">
        <w:t xml:space="preserve"> Praze</w:t>
      </w:r>
      <w:r w:rsidR="00A37CD1">
        <w:t xml:space="preserve"> – v roce 2018 jich bylo</w:t>
      </w:r>
      <w:r>
        <w:t xml:space="preserve"> 1 267 tisíc</w:t>
      </w:r>
      <w:r w:rsidR="00475D16">
        <w:t xml:space="preserve"> (26,8 % republikové hodnoty)</w:t>
      </w:r>
      <w:r>
        <w:t xml:space="preserve">. </w:t>
      </w:r>
      <w:r w:rsidR="00475D16">
        <w:t xml:space="preserve">Zásadní roli zde sehrává skutečnost, že data v krajském třídění jsou zpracována podle sídla zaměstnavatele, resp. jeho mzdové účtárny, a není výjimkou, aby firma se sídlem v Praze působila v jiných regionech či dokonce celorepublikově. Druhé a třetí místo obsadily Jihomoravský kraj s 503 tis. pojištěnců (10,6% podíl) a Moravskoslezský kraj s 479 tisíci pojištěnců (10,1% podíl). </w:t>
      </w:r>
      <w:r w:rsidR="009A38E3">
        <w:t>Středočeský kraj, jakožto nejlidnatější kraj ČR, se umístil až na čtvrté příčce s 449 tis. pojištěnců (9,5</w:t>
      </w:r>
      <w:r w:rsidR="00F547BE">
        <w:t> </w:t>
      </w:r>
      <w:r w:rsidR="009A38E3">
        <w:t>%). Jedním z faktorů, který toto ovlivňuje, je bezesporu dojíždění Středočechů za zaměstnáním do</w:t>
      </w:r>
      <w:r w:rsidR="00F547BE">
        <w:t> </w:t>
      </w:r>
      <w:r w:rsidR="009A38E3">
        <w:t>Prahy.</w:t>
      </w:r>
    </w:p>
    <w:p w14:paraId="040F667C" w14:textId="056D8733" w:rsidR="00493A71" w:rsidRDefault="00D23A2A" w:rsidP="00F547BE">
      <w:pPr>
        <w:jc w:val="both"/>
      </w:pPr>
      <w:r>
        <w:t xml:space="preserve">Třetina nemocensky </w:t>
      </w:r>
      <w:r w:rsidR="0030013F">
        <w:t xml:space="preserve">pojištěných osob </w:t>
      </w:r>
      <w:r w:rsidR="00BF1975">
        <w:t xml:space="preserve">(1 578,8 tis.) </w:t>
      </w:r>
      <w:r>
        <w:t xml:space="preserve">pracuje </w:t>
      </w:r>
      <w:r w:rsidRPr="00A37CD1">
        <w:rPr>
          <w:b/>
        </w:rPr>
        <w:t>ve velkých firmách s </w:t>
      </w:r>
      <w:r w:rsidR="00C30020" w:rsidRPr="00A37CD1">
        <w:rPr>
          <w:b/>
        </w:rPr>
        <w:t xml:space="preserve">500 a více </w:t>
      </w:r>
      <w:r w:rsidRPr="00A37CD1">
        <w:rPr>
          <w:b/>
        </w:rPr>
        <w:t>zaměstnanci</w:t>
      </w:r>
      <w:r>
        <w:t>, obdobný podíl</w:t>
      </w:r>
      <w:r w:rsidR="00BF1975">
        <w:t xml:space="preserve"> </w:t>
      </w:r>
      <w:r w:rsidR="00E5331D">
        <w:t xml:space="preserve">(32 %) </w:t>
      </w:r>
      <w:r>
        <w:t xml:space="preserve">je i </w:t>
      </w:r>
      <w:r w:rsidR="00BF1975">
        <w:t xml:space="preserve">pojištěných </w:t>
      </w:r>
      <w:r>
        <w:t>pracujících ve firmách do 50 zaměstnanců</w:t>
      </w:r>
      <w:r w:rsidR="00BF1975">
        <w:t xml:space="preserve"> (1</w:t>
      </w:r>
      <w:r w:rsidR="00CB7336">
        <w:t xml:space="preserve"> </w:t>
      </w:r>
      <w:r w:rsidR="00BF1975">
        <w:t>497,9 tis.)</w:t>
      </w:r>
      <w:r>
        <w:t xml:space="preserve">. </w:t>
      </w:r>
      <w:r w:rsidR="00BF1975">
        <w:t xml:space="preserve">Nejnižší podíl mezi nemocensky pojištěnými osobami představují </w:t>
      </w:r>
      <w:r w:rsidR="00BF1975" w:rsidRPr="00A37CD1">
        <w:rPr>
          <w:b/>
        </w:rPr>
        <w:t>OSVČ</w:t>
      </w:r>
      <w:r w:rsidR="00E5331D">
        <w:t xml:space="preserve"> (2 %; 91,3 tis.)</w:t>
      </w:r>
      <w:r w:rsidR="00BF1975">
        <w:t>, kte</w:t>
      </w:r>
      <w:r w:rsidR="00CB7336">
        <w:t>ří</w:t>
      </w:r>
      <w:r w:rsidR="00BF1975">
        <w:t xml:space="preserve"> jsou pojištěn</w:t>
      </w:r>
      <w:r w:rsidR="00CB7336">
        <w:t>i</w:t>
      </w:r>
      <w:r w:rsidR="00BF1975">
        <w:t xml:space="preserve"> dobrovolně.</w:t>
      </w:r>
      <w:bookmarkStart w:id="2" w:name="_GoBack"/>
      <w:bookmarkEnd w:id="2"/>
      <w:r w:rsidR="00493A71">
        <w:br w:type="page"/>
      </w:r>
    </w:p>
    <w:p w14:paraId="5159BC13" w14:textId="44EA33C1" w:rsidR="00BC3FF5" w:rsidRPr="00BC3FF5" w:rsidRDefault="00BC3FF5" w:rsidP="00BC3FF5">
      <w:pPr>
        <w:pStyle w:val="Titulek"/>
        <w:keepNext/>
        <w:rPr>
          <w:b/>
          <w:i w:val="0"/>
          <w:color w:val="auto"/>
          <w:sz w:val="20"/>
        </w:rPr>
      </w:pPr>
      <w:bookmarkStart w:id="3" w:name="_Toc10112619"/>
      <w:r w:rsidRPr="00BC3FF5">
        <w:rPr>
          <w:b/>
          <w:i w:val="0"/>
          <w:color w:val="auto"/>
          <w:sz w:val="20"/>
        </w:rPr>
        <w:lastRenderedPageBreak/>
        <w:t>Tab</w:t>
      </w:r>
      <w:r w:rsidR="00381067">
        <w:rPr>
          <w:b/>
          <w:i w:val="0"/>
          <w:color w:val="auto"/>
          <w:sz w:val="20"/>
        </w:rPr>
        <w:t>.</w:t>
      </w:r>
      <w:r w:rsidRPr="00BC3FF5">
        <w:rPr>
          <w:b/>
          <w:i w:val="0"/>
          <w:color w:val="auto"/>
          <w:sz w:val="20"/>
        </w:rPr>
        <w:t xml:space="preserve"> </w:t>
      </w:r>
      <w:r w:rsidRPr="00BC3FF5">
        <w:rPr>
          <w:b/>
          <w:i w:val="0"/>
          <w:color w:val="auto"/>
          <w:sz w:val="20"/>
        </w:rPr>
        <w:fldChar w:fldCharType="begin"/>
      </w:r>
      <w:r w:rsidRPr="00BC3FF5">
        <w:rPr>
          <w:b/>
          <w:i w:val="0"/>
          <w:color w:val="auto"/>
          <w:sz w:val="20"/>
        </w:rPr>
        <w:instrText xml:space="preserve"> SEQ Tabulka \* ARABIC </w:instrText>
      </w:r>
      <w:r w:rsidRPr="00BC3FF5">
        <w:rPr>
          <w:b/>
          <w:i w:val="0"/>
          <w:color w:val="auto"/>
          <w:sz w:val="20"/>
        </w:rPr>
        <w:fldChar w:fldCharType="separate"/>
      </w:r>
      <w:r w:rsidR="00333C53">
        <w:rPr>
          <w:b/>
          <w:i w:val="0"/>
          <w:noProof/>
          <w:color w:val="auto"/>
          <w:sz w:val="20"/>
        </w:rPr>
        <w:t>1</w:t>
      </w:r>
      <w:r w:rsidRPr="00BC3FF5">
        <w:rPr>
          <w:b/>
          <w:i w:val="0"/>
          <w:color w:val="auto"/>
          <w:sz w:val="20"/>
        </w:rPr>
        <w:fldChar w:fldCharType="end"/>
      </w:r>
      <w:r w:rsidRPr="00BC3FF5">
        <w:rPr>
          <w:b/>
          <w:i w:val="0"/>
          <w:color w:val="auto"/>
          <w:sz w:val="20"/>
        </w:rPr>
        <w:t>.1: Nemocensky pojištěné osoby v letech 200</w:t>
      </w:r>
      <w:r w:rsidR="00950005">
        <w:rPr>
          <w:b/>
          <w:i w:val="0"/>
          <w:color w:val="auto"/>
          <w:sz w:val="20"/>
        </w:rPr>
        <w:t>8</w:t>
      </w:r>
      <w:r w:rsidRPr="00BC3FF5">
        <w:rPr>
          <w:b/>
          <w:i w:val="0"/>
          <w:color w:val="auto"/>
          <w:sz w:val="20"/>
        </w:rPr>
        <w:t>–2018 (</w:t>
      </w:r>
      <w:r>
        <w:rPr>
          <w:b/>
          <w:i w:val="0"/>
          <w:color w:val="auto"/>
          <w:sz w:val="20"/>
        </w:rPr>
        <w:t xml:space="preserve">v </w:t>
      </w:r>
      <w:r w:rsidRPr="00BC3FF5">
        <w:rPr>
          <w:b/>
          <w:i w:val="0"/>
          <w:color w:val="auto"/>
          <w:sz w:val="20"/>
        </w:rPr>
        <w:t>tis</w:t>
      </w:r>
      <w:r>
        <w:rPr>
          <w:b/>
          <w:i w:val="0"/>
          <w:color w:val="auto"/>
          <w:sz w:val="20"/>
        </w:rPr>
        <w:t>.</w:t>
      </w:r>
      <w:r w:rsidRPr="00BC3FF5">
        <w:rPr>
          <w:b/>
          <w:i w:val="0"/>
          <w:color w:val="auto"/>
          <w:sz w:val="20"/>
        </w:rPr>
        <w:t xml:space="preserve"> osob</w:t>
      </w:r>
      <w:r>
        <w:rPr>
          <w:b/>
          <w:i w:val="0"/>
          <w:color w:val="auto"/>
          <w:sz w:val="20"/>
        </w:rPr>
        <w:t>ách</w:t>
      </w:r>
      <w:r w:rsidRPr="00BC3FF5">
        <w:rPr>
          <w:b/>
          <w:i w:val="0"/>
          <w:color w:val="auto"/>
          <w:sz w:val="20"/>
        </w:rPr>
        <w:t>)</w:t>
      </w:r>
      <w:bookmarkEnd w:id="3"/>
    </w:p>
    <w:tbl>
      <w:tblPr>
        <w:tblW w:w="947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966"/>
        <w:gridCol w:w="963"/>
        <w:gridCol w:w="964"/>
        <w:gridCol w:w="1054"/>
        <w:gridCol w:w="963"/>
        <w:gridCol w:w="964"/>
        <w:gridCol w:w="966"/>
        <w:gridCol w:w="963"/>
        <w:gridCol w:w="965"/>
      </w:tblGrid>
      <w:tr w:rsidR="00BC3FF5" w:rsidRPr="00BC3FF5" w14:paraId="0063F25E" w14:textId="77777777" w:rsidTr="00BC3FF5">
        <w:trPr>
          <w:trHeight w:val="315"/>
        </w:trPr>
        <w:tc>
          <w:tcPr>
            <w:tcW w:w="70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5DADD"/>
            <w:vAlign w:val="center"/>
            <w:hideMark/>
          </w:tcPr>
          <w:p w14:paraId="67A498EE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Rok</w:t>
            </w:r>
          </w:p>
        </w:tc>
        <w:tc>
          <w:tcPr>
            <w:tcW w:w="87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2DBDB"/>
            <w:vAlign w:val="center"/>
            <w:hideMark/>
          </w:tcPr>
          <w:p w14:paraId="308BDB2C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Průměrný počet nemocensky pojištěných osob (v tis.)</w:t>
            </w:r>
          </w:p>
        </w:tc>
      </w:tr>
      <w:tr w:rsidR="00BC3FF5" w:rsidRPr="00BC3FF5" w14:paraId="1C1D49EE" w14:textId="77777777" w:rsidTr="00BC3FF5">
        <w:trPr>
          <w:trHeight w:val="315"/>
        </w:trPr>
        <w:tc>
          <w:tcPr>
            <w:tcW w:w="705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55A949" w14:textId="77777777" w:rsidR="00BC3FF5" w:rsidRPr="00BC3FF5" w:rsidRDefault="00BC3FF5" w:rsidP="00BC3FF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24C24A6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Celkem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0E26AEF5" w14:textId="79C9AD9A" w:rsidR="00BC3FF5" w:rsidRPr="00BC3FF5" w:rsidRDefault="0014571B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podle pohlaví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7D12B0F1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Celkem zaměstnanci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511B0BEF" w14:textId="0E6B6E8F" w:rsidR="00BC3FF5" w:rsidRPr="00BC3FF5" w:rsidRDefault="0014571B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podle pohlaví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15A5C1F1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Celkem OSVČ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2DBDB"/>
            <w:vAlign w:val="center"/>
            <w:hideMark/>
          </w:tcPr>
          <w:p w14:paraId="130E0688" w14:textId="6F30799B" w:rsidR="00BC3FF5" w:rsidRPr="00BC3FF5" w:rsidRDefault="0014571B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podle pohlaví</w:t>
            </w:r>
          </w:p>
        </w:tc>
      </w:tr>
      <w:tr w:rsidR="00BC3FF5" w:rsidRPr="00BC3FF5" w14:paraId="0DFD7FD7" w14:textId="77777777" w:rsidTr="007E7B35">
        <w:trPr>
          <w:trHeight w:val="330"/>
        </w:trPr>
        <w:tc>
          <w:tcPr>
            <w:tcW w:w="705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A9DD9E" w14:textId="77777777" w:rsidR="00BC3FF5" w:rsidRPr="00BC3FF5" w:rsidRDefault="00BC3FF5" w:rsidP="00BC3FF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A7CC0A" w14:textId="77777777" w:rsidR="00BC3FF5" w:rsidRPr="00BC3FF5" w:rsidRDefault="00BC3FF5" w:rsidP="00BC3FF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2D4B8D13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muži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66FEBE4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ženy</w:t>
            </w: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96970" w14:textId="77777777" w:rsidR="00BC3FF5" w:rsidRPr="00BC3FF5" w:rsidRDefault="00BC3FF5" w:rsidP="00BC3FF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3A0EBED6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muži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62BBE6B7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ženy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8EE58D" w14:textId="77777777" w:rsidR="00BC3FF5" w:rsidRPr="00BC3FF5" w:rsidRDefault="00BC3FF5" w:rsidP="00BC3FF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14:paraId="4E0941B7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muži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DBDB"/>
            <w:vAlign w:val="center"/>
            <w:hideMark/>
          </w:tcPr>
          <w:p w14:paraId="542AEE1C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ženy</w:t>
            </w:r>
          </w:p>
        </w:tc>
      </w:tr>
      <w:tr w:rsidR="00950005" w:rsidRPr="00BC3FF5" w14:paraId="373B3F22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A646B0" w14:textId="4237F486" w:rsidR="00950005" w:rsidRPr="00BC3FF5" w:rsidRDefault="00950005" w:rsidP="0095000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2008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2C839" w14:textId="126D798A" w:rsidR="00950005" w:rsidRPr="00BC3FF5" w:rsidRDefault="0095000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50005">
              <w:rPr>
                <w:rFonts w:cs="Arial"/>
                <w:sz w:val="16"/>
                <w:szCs w:val="16"/>
              </w:rPr>
              <w:t>4</w:t>
            </w:r>
            <w:r w:rsidR="00CB7336">
              <w:rPr>
                <w:rFonts w:cs="Arial"/>
                <w:sz w:val="16"/>
                <w:szCs w:val="16"/>
              </w:rPr>
              <w:t xml:space="preserve"> </w:t>
            </w:r>
            <w:r w:rsidRPr="00950005">
              <w:rPr>
                <w:rFonts w:cs="Arial"/>
                <w:sz w:val="16"/>
                <w:szCs w:val="16"/>
              </w:rPr>
              <w:t>572,4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7F6F8" w14:textId="0C8E75FE" w:rsidR="00950005" w:rsidRPr="00BC3FF5" w:rsidRDefault="00950005" w:rsidP="0095000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2 423,8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CA4DC8" w14:textId="76470952" w:rsidR="00950005" w:rsidRPr="00BC3FF5" w:rsidRDefault="0095000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50005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950005">
              <w:rPr>
                <w:rFonts w:cs="Arial"/>
                <w:sz w:val="16"/>
                <w:szCs w:val="16"/>
              </w:rPr>
              <w:t>148,6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16A248" w14:textId="62C906B9" w:rsidR="00950005" w:rsidRPr="00BC3FF5" w:rsidRDefault="00950005" w:rsidP="0095000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50005">
              <w:rPr>
                <w:rFonts w:cs="Arial"/>
                <w:sz w:val="16"/>
                <w:szCs w:val="16"/>
              </w:rPr>
              <w:t>4</w:t>
            </w:r>
            <w:r>
              <w:rPr>
                <w:rFonts w:cs="Arial"/>
                <w:sz w:val="16"/>
                <w:szCs w:val="16"/>
              </w:rPr>
              <w:t> </w:t>
            </w:r>
            <w:r w:rsidRPr="00950005">
              <w:rPr>
                <w:rFonts w:cs="Arial"/>
                <w:sz w:val="16"/>
                <w:szCs w:val="16"/>
              </w:rPr>
              <w:t>381</w:t>
            </w:r>
            <w:r>
              <w:rPr>
                <w:rFonts w:cs="Arial"/>
                <w:sz w:val="16"/>
                <w:szCs w:val="16"/>
              </w:rPr>
              <w:t>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C9FF1" w14:textId="3B54FA01" w:rsidR="00950005" w:rsidRPr="00BC3FF5" w:rsidRDefault="0095000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50005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950005">
              <w:rPr>
                <w:rFonts w:cs="Arial"/>
                <w:sz w:val="16"/>
                <w:szCs w:val="16"/>
              </w:rPr>
              <w:t>293</w:t>
            </w:r>
            <w:r>
              <w:rPr>
                <w:rFonts w:cs="Arial"/>
                <w:sz w:val="16"/>
                <w:szCs w:val="16"/>
              </w:rPr>
              <w:t>,0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7096BA" w14:textId="472CC9E2" w:rsidR="00950005" w:rsidRPr="00BC3FF5" w:rsidRDefault="0095000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50005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950005">
              <w:rPr>
                <w:rFonts w:cs="Arial"/>
                <w:sz w:val="16"/>
                <w:szCs w:val="16"/>
              </w:rPr>
              <w:t>088</w:t>
            </w:r>
            <w:r>
              <w:rPr>
                <w:rFonts w:cs="Arial"/>
                <w:sz w:val="16"/>
                <w:szCs w:val="16"/>
              </w:rPr>
              <w:t>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531D90" w14:textId="0766CEE4" w:rsidR="00950005" w:rsidRPr="00BC3FF5" w:rsidRDefault="0095000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50005">
              <w:rPr>
                <w:rFonts w:cs="Arial"/>
                <w:sz w:val="16"/>
                <w:szCs w:val="16"/>
              </w:rPr>
              <w:t>191,4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1EC70" w14:textId="2CA7DB79" w:rsidR="00950005" w:rsidRPr="00BC3FF5" w:rsidRDefault="0095000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50005">
              <w:rPr>
                <w:rFonts w:cs="Arial"/>
                <w:sz w:val="16"/>
                <w:szCs w:val="16"/>
              </w:rPr>
              <w:t>130,8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85756" w14:textId="3EBC3BE7" w:rsidR="00950005" w:rsidRPr="00BC3FF5" w:rsidRDefault="0095000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50005">
              <w:rPr>
                <w:rFonts w:cs="Arial"/>
                <w:sz w:val="16"/>
                <w:szCs w:val="16"/>
              </w:rPr>
              <w:t>60,7</w:t>
            </w:r>
          </w:p>
        </w:tc>
      </w:tr>
      <w:tr w:rsidR="00BC3FF5" w:rsidRPr="00BC3FF5" w14:paraId="3CC88042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6F15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2009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46401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4 253,1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D3901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2 234,1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AF82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2 019,0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9E765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4 079,2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EC70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2 121,5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9635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1 957,7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03A1B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173,9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20941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112,6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9EEBD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61,3</w:t>
            </w:r>
          </w:p>
        </w:tc>
      </w:tr>
      <w:tr w:rsidR="00BC3FF5" w:rsidRPr="00BC3FF5" w14:paraId="5996F1D0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3545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19B58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4 311,0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13B6F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2 234,1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0191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2 076,8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2F54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4 132,8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7E028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2 121,9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500D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2 010,9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EBD50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178,2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1A7EA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112,2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39925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66,0</w:t>
            </w:r>
          </w:p>
        </w:tc>
      </w:tr>
      <w:tr w:rsidR="00BC3FF5" w:rsidRPr="00BC3FF5" w14:paraId="6F7EB2E7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9C72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979C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4 211,5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0F818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2 148,4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8AC8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2 063,2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B013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4 061,8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B27D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2 053,8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9900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2 008,0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17C8E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149,7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4081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94,6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800AD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55,2</w:t>
            </w:r>
          </w:p>
        </w:tc>
      </w:tr>
      <w:tr w:rsidR="00BC3FF5" w:rsidRPr="00BC3FF5" w14:paraId="78DAB1D3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41C0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14A1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4 471,9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3A740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2 281,4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0EE6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2 190,5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C86CA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4 366,2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BC92E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2 216,3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9C5D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2 149,9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86D88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105,7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EDAC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65,1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B5B4E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40,6</w:t>
            </w:r>
          </w:p>
        </w:tc>
      </w:tr>
      <w:tr w:rsidR="00BC3FF5" w:rsidRPr="00BC3FF5" w14:paraId="56309E6E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DA78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2013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E204E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4 440,3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A542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2 260,7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89AD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2 179,6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065D9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4 331,2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011E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2 194,2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4747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2 136,9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73FA4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109,2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1500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66,5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88B30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42,7</w:t>
            </w:r>
          </w:p>
        </w:tc>
      </w:tr>
      <w:tr w:rsidR="00BC3FF5" w:rsidRPr="00BC3FF5" w14:paraId="0A4D56F6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D4AE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DCE35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4 464,1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CAD88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2 272,9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11ED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2 191,2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E6A91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4 358,3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B22BA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2 207,8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228B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2 150,6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A1AB1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105,7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EDD3B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65,1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9ED9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40,6</w:t>
            </w:r>
          </w:p>
        </w:tc>
      </w:tr>
      <w:tr w:rsidR="00BC3FF5" w:rsidRPr="00BC3FF5" w14:paraId="57888AF4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D450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6DCB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4 507,0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D9E7D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2 301,3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E49F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2 205,7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07EFB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4 417,6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42724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2 252,8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869D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2 164,8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F1C82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89,4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5A182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48,5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1E2DA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40,9</w:t>
            </w:r>
          </w:p>
        </w:tc>
      </w:tr>
      <w:tr w:rsidR="00BC3FF5" w:rsidRPr="00BC3FF5" w14:paraId="3264C9A0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909A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3353E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4 571,3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E686F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2 328,5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4D27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2 242,8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1C169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4 481,8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5B6BB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2 273,5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F8C1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2 208,3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6CF45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89,5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A44AA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55,0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8E2E2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34,5</w:t>
            </w:r>
          </w:p>
        </w:tc>
      </w:tr>
      <w:tr w:rsidR="00BC3FF5" w:rsidRPr="00BC3FF5" w14:paraId="3202FBF8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CA94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3663B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4 671,8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5D6C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2 370,0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497E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2 301,8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64A82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4 582,2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507A3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2 315,8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CAB7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2 266,4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7816E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89,7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D4695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54,2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99201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35,4</w:t>
            </w:r>
          </w:p>
        </w:tc>
      </w:tr>
      <w:tr w:rsidR="00BC3FF5" w:rsidRPr="00BC3FF5" w14:paraId="19A254DF" w14:textId="77777777" w:rsidTr="007E7B35">
        <w:trPr>
          <w:trHeight w:val="315"/>
        </w:trPr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1723" w14:textId="77777777" w:rsidR="00BC3FF5" w:rsidRPr="00BC3FF5" w:rsidRDefault="00BC3FF5" w:rsidP="00BC3FF5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2018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95C7A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4 732,7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D8818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2 391,4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B70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2 341,3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CEEE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4 641,5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6A9FA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2 336,8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CF4A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2 304,6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3F9D6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91,3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46A2C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54,5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9F53F" w14:textId="77777777" w:rsidR="00BC3FF5" w:rsidRPr="00BC3FF5" w:rsidRDefault="00BC3FF5" w:rsidP="00BC3FF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C3FF5">
              <w:rPr>
                <w:rFonts w:cs="Arial"/>
                <w:sz w:val="16"/>
                <w:szCs w:val="16"/>
              </w:rPr>
              <w:t>36,7</w:t>
            </w:r>
          </w:p>
        </w:tc>
      </w:tr>
    </w:tbl>
    <w:p w14:paraId="05E46884" w14:textId="5872D241" w:rsidR="001C0339" w:rsidRDefault="001C0339" w:rsidP="00D112A7">
      <w:pPr>
        <w:spacing w:after="0"/>
      </w:pPr>
    </w:p>
    <w:p w14:paraId="6C155CD2" w14:textId="77777777" w:rsidR="0084688F" w:rsidRDefault="00BC3FF5" w:rsidP="0084688F">
      <w:pPr>
        <w:rPr>
          <w:sz w:val="18"/>
        </w:rPr>
      </w:pPr>
      <w:r w:rsidRPr="00BC3FF5">
        <w:rPr>
          <w:sz w:val="18"/>
        </w:rPr>
        <w:t>Zdroj: ČSÚ</w:t>
      </w:r>
    </w:p>
    <w:p w14:paraId="23F80E86" w14:textId="7B4C948A" w:rsidR="006D09A9" w:rsidRPr="0084688F" w:rsidRDefault="007A3D44" w:rsidP="0084688F">
      <w:pPr>
        <w:jc w:val="both"/>
        <w:rPr>
          <w:sz w:val="18"/>
        </w:rPr>
      </w:pPr>
      <w:r w:rsidRPr="007A3D44">
        <w:t xml:space="preserve">Nejvíce zastoupenými </w:t>
      </w:r>
      <w:r w:rsidRPr="00A37CD1">
        <w:rPr>
          <w:b/>
        </w:rPr>
        <w:t>odvětvími</w:t>
      </w:r>
      <w:r w:rsidR="0084688F">
        <w:t>,</w:t>
      </w:r>
      <w:r w:rsidRPr="007A3D44">
        <w:t xml:space="preserve"> co do počtu nemocensky pojištěných</w:t>
      </w:r>
      <w:r w:rsidR="0084688F">
        <w:t>,</w:t>
      </w:r>
      <w:r w:rsidRPr="007A3D44">
        <w:t xml:space="preserve"> jsou Zpracovatelský průmysl a</w:t>
      </w:r>
      <w:r w:rsidR="00F547BE">
        <w:t> </w:t>
      </w:r>
      <w:r w:rsidRPr="007A3D44">
        <w:t>Velkoobchod a maloobchod; opravy a údržba motorových vozidel</w:t>
      </w:r>
      <w:r w:rsidR="0084688F">
        <w:t>, což kopíruje strukturu české ekonomiky</w:t>
      </w:r>
      <w:r w:rsidRPr="007A3D44">
        <w:t>. Tato dvě odvětví dohromady zaměstnávají 40 % všech nemocensky pojištěných osob.</w:t>
      </w:r>
    </w:p>
    <w:p w14:paraId="59523560" w14:textId="587654EF" w:rsidR="001C0339" w:rsidRPr="001C0339" w:rsidRDefault="001C0339" w:rsidP="001C0339">
      <w:pPr>
        <w:pStyle w:val="Titulek"/>
        <w:keepNext/>
        <w:rPr>
          <w:b/>
          <w:i w:val="0"/>
          <w:color w:val="auto"/>
          <w:sz w:val="20"/>
        </w:rPr>
      </w:pPr>
      <w:r w:rsidRPr="001C0339">
        <w:rPr>
          <w:b/>
          <w:i w:val="0"/>
          <w:color w:val="auto"/>
          <w:sz w:val="20"/>
        </w:rPr>
        <w:t xml:space="preserve">Graf </w:t>
      </w:r>
      <w:r w:rsidRPr="001C0339">
        <w:rPr>
          <w:b/>
          <w:i w:val="0"/>
          <w:color w:val="auto"/>
          <w:sz w:val="20"/>
        </w:rPr>
        <w:fldChar w:fldCharType="begin"/>
      </w:r>
      <w:r w:rsidRPr="001C0339">
        <w:rPr>
          <w:b/>
          <w:i w:val="0"/>
          <w:color w:val="auto"/>
          <w:sz w:val="20"/>
        </w:rPr>
        <w:instrText xml:space="preserve"> SEQ Graf \* ARABIC </w:instrText>
      </w:r>
      <w:r w:rsidRPr="001C0339">
        <w:rPr>
          <w:b/>
          <w:i w:val="0"/>
          <w:color w:val="auto"/>
          <w:sz w:val="20"/>
        </w:rPr>
        <w:fldChar w:fldCharType="separate"/>
      </w:r>
      <w:r w:rsidR="0058606B">
        <w:rPr>
          <w:b/>
          <w:i w:val="0"/>
          <w:noProof/>
          <w:color w:val="auto"/>
          <w:sz w:val="20"/>
        </w:rPr>
        <w:t>1</w:t>
      </w:r>
      <w:r w:rsidRPr="001C0339">
        <w:rPr>
          <w:b/>
          <w:i w:val="0"/>
          <w:color w:val="auto"/>
          <w:sz w:val="20"/>
        </w:rPr>
        <w:fldChar w:fldCharType="end"/>
      </w:r>
      <w:r w:rsidRPr="001C0339">
        <w:rPr>
          <w:b/>
          <w:i w:val="0"/>
          <w:color w:val="auto"/>
          <w:sz w:val="20"/>
        </w:rPr>
        <w:t>.1: Struktura nemocensky pojištěných osob podle velikosti podniku v letech 200</w:t>
      </w:r>
      <w:r w:rsidR="00F4354F">
        <w:rPr>
          <w:b/>
          <w:i w:val="0"/>
          <w:color w:val="auto"/>
          <w:sz w:val="20"/>
        </w:rPr>
        <w:t>8</w:t>
      </w:r>
      <w:r w:rsidRPr="001C0339">
        <w:rPr>
          <w:b/>
          <w:i w:val="0"/>
          <w:color w:val="auto"/>
          <w:sz w:val="20"/>
        </w:rPr>
        <w:t>–201</w:t>
      </w:r>
      <w:r w:rsidR="00BC3FF5">
        <w:rPr>
          <w:b/>
          <w:i w:val="0"/>
          <w:color w:val="auto"/>
          <w:sz w:val="20"/>
        </w:rPr>
        <w:t>8</w:t>
      </w:r>
      <w:r w:rsidRPr="001C0339">
        <w:rPr>
          <w:b/>
          <w:i w:val="0"/>
          <w:color w:val="auto"/>
          <w:sz w:val="20"/>
        </w:rPr>
        <w:t xml:space="preserve"> (v %)</w:t>
      </w:r>
    </w:p>
    <w:p w14:paraId="0A98D062" w14:textId="414DF072" w:rsidR="00992FBA" w:rsidRDefault="006F687C" w:rsidP="008E048A">
      <w:r w:rsidRPr="006F687C">
        <w:rPr>
          <w:rFonts w:cs="Arial"/>
          <w:noProof/>
          <w:sz w:val="16"/>
        </w:rPr>
        <w:drawing>
          <wp:inline distT="0" distB="0" distL="0" distR="0" wp14:anchorId="78B73B2E" wp14:editId="11E0191F">
            <wp:extent cx="6086475" cy="22764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DDB6146" w14:textId="7ED9D5CD" w:rsidR="003C629F" w:rsidRDefault="001C0339" w:rsidP="00D112A7">
      <w:pPr>
        <w:spacing w:after="0"/>
        <w:rPr>
          <w:sz w:val="18"/>
        </w:rPr>
      </w:pPr>
      <w:r w:rsidRPr="00BC3FF5">
        <w:rPr>
          <w:sz w:val="18"/>
        </w:rPr>
        <w:t>Zdroj: ČSÚ</w:t>
      </w:r>
    </w:p>
    <w:p w14:paraId="2203DCC9" w14:textId="4242071A" w:rsidR="00493A71" w:rsidRPr="008E048A" w:rsidRDefault="00493A71" w:rsidP="00493A71">
      <w:pPr>
        <w:pStyle w:val="Box1"/>
        <w:jc w:val="both"/>
        <w:rPr>
          <w:i/>
        </w:rPr>
      </w:pPr>
      <w:r w:rsidRPr="008E048A">
        <w:rPr>
          <w:b/>
          <w:i/>
        </w:rPr>
        <w:t xml:space="preserve">Průměrný počet nemocensky pojištěných mladistvých </w:t>
      </w:r>
      <w:r w:rsidRPr="00F46EA8">
        <w:rPr>
          <w:i/>
        </w:rPr>
        <w:t xml:space="preserve">– </w:t>
      </w:r>
      <w:r>
        <w:rPr>
          <w:i/>
        </w:rPr>
        <w:t>u</w:t>
      </w:r>
      <w:r w:rsidRPr="008E048A">
        <w:rPr>
          <w:i/>
        </w:rPr>
        <w:t xml:space="preserve">kazatel </w:t>
      </w:r>
      <w:r>
        <w:rPr>
          <w:i/>
        </w:rPr>
        <w:t>udává</w:t>
      </w:r>
      <w:r w:rsidRPr="008E048A">
        <w:rPr>
          <w:i/>
        </w:rPr>
        <w:t xml:space="preserve"> průměrný počet nemocensky pojištěných </w:t>
      </w:r>
      <w:r>
        <w:rPr>
          <w:i/>
        </w:rPr>
        <w:t xml:space="preserve">osob mladších </w:t>
      </w:r>
      <w:r w:rsidRPr="008E048A">
        <w:rPr>
          <w:i/>
        </w:rPr>
        <w:t xml:space="preserve">18 let </w:t>
      </w:r>
      <w:r w:rsidRPr="002C394F">
        <w:rPr>
          <w:i/>
        </w:rPr>
        <w:t>(</w:t>
      </w:r>
      <w:r>
        <w:rPr>
          <w:i/>
        </w:rPr>
        <w:t xml:space="preserve">viz </w:t>
      </w:r>
      <w:r w:rsidRPr="002C394F">
        <w:rPr>
          <w:i/>
        </w:rPr>
        <w:t>§ 350 odst. 2 zákona č. 262/2006 Sb., zákoník práce, ve znění pozdějších předpisů).</w:t>
      </w:r>
    </w:p>
    <w:p w14:paraId="0939CDC9" w14:textId="77777777" w:rsidR="00493A71" w:rsidRPr="008E048A" w:rsidRDefault="00493A71" w:rsidP="00493A71">
      <w:pPr>
        <w:pStyle w:val="Box1"/>
        <w:jc w:val="both"/>
        <w:rPr>
          <w:i/>
          <w:u w:val="single"/>
        </w:rPr>
      </w:pPr>
      <w:r w:rsidRPr="008E048A">
        <w:rPr>
          <w:i/>
          <w:u w:val="single"/>
        </w:rPr>
        <w:t>Způsob výpočtu:</w:t>
      </w:r>
    </w:p>
    <w:p w14:paraId="0998456E" w14:textId="00D5EB90" w:rsidR="00493A71" w:rsidRPr="00F46EA8" w:rsidRDefault="00493A71" w:rsidP="00493A71">
      <w:pPr>
        <w:pStyle w:val="Box1"/>
        <w:jc w:val="both"/>
        <w:rPr>
          <w:i/>
        </w:rPr>
      </w:pPr>
      <w:r w:rsidRPr="008E048A">
        <w:rPr>
          <w:i/>
        </w:rPr>
        <w:t xml:space="preserve">Průměrný počet nemocensky pojištěných mladistvých = počet dní nemocenského pojištění </w:t>
      </w:r>
      <w:r>
        <w:rPr>
          <w:i/>
        </w:rPr>
        <w:t xml:space="preserve">jednotlivých pojištěných </w:t>
      </w:r>
      <w:r w:rsidRPr="008E048A">
        <w:rPr>
          <w:i/>
        </w:rPr>
        <w:t>mladistvých ve vykazovaném období / počet kalendářních dní ve</w:t>
      </w:r>
      <w:r w:rsidR="00F547BE">
        <w:rPr>
          <w:i/>
        </w:rPr>
        <w:t> </w:t>
      </w:r>
      <w:r w:rsidRPr="008E048A">
        <w:rPr>
          <w:i/>
        </w:rPr>
        <w:t>vykazovaném období.</w:t>
      </w:r>
    </w:p>
    <w:p w14:paraId="31BC6F40" w14:textId="1A474BAF" w:rsidR="0047139E" w:rsidRPr="00C76A59" w:rsidRDefault="00493A71" w:rsidP="003F0B1B">
      <w:pPr>
        <w:jc w:val="both"/>
        <w:rPr>
          <w:rFonts w:eastAsia="MS Gothic"/>
          <w:b/>
          <w:bCs/>
          <w:color w:val="C00000"/>
          <w:sz w:val="32"/>
          <w:szCs w:val="28"/>
        </w:rPr>
      </w:pPr>
      <w:r w:rsidRPr="00493A71">
        <w:lastRenderedPageBreak/>
        <w:t xml:space="preserve">V roce 2018 bylo </w:t>
      </w:r>
      <w:r>
        <w:t xml:space="preserve">evidováno </w:t>
      </w:r>
      <w:r w:rsidRPr="00493A71">
        <w:t xml:space="preserve">12,7 tis. nemocensky pojištěných </w:t>
      </w:r>
      <w:r w:rsidRPr="00A37CD1">
        <w:rPr>
          <w:b/>
        </w:rPr>
        <w:t>mladistvých</w:t>
      </w:r>
      <w:r w:rsidRPr="00493A71">
        <w:t>,</w:t>
      </w:r>
      <w:r>
        <w:t xml:space="preserve"> tedy osob mladších 18 let. Na</w:t>
      </w:r>
      <w:r w:rsidR="00F547BE">
        <w:t> </w:t>
      </w:r>
      <w:r>
        <w:t xml:space="preserve">celkovém počtu pojištěnců se podíleli 0,27 %. </w:t>
      </w:r>
      <w:r w:rsidR="000D281A">
        <w:t>Jejich počet meziročně vzrostl z 11 tisíc o 1,7 tisíc, tj. o 0,3 </w:t>
      </w:r>
      <w:r w:rsidR="00CB7336">
        <w:t>%</w:t>
      </w:r>
      <w:r w:rsidR="000D281A">
        <w:t>.</w:t>
      </w:r>
      <w:r>
        <w:t xml:space="preserve"> </w:t>
      </w:r>
    </w:p>
    <w:p w14:paraId="48867094" w14:textId="528C55B3" w:rsidR="00C62BD6" w:rsidRDefault="00C62BD6" w:rsidP="00A16413"/>
    <w:sectPr w:rsidR="00C62BD6" w:rsidSect="003F0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418" w:left="1134" w:header="680" w:footer="680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D0D4E" w14:textId="77777777" w:rsidR="00A9701F" w:rsidRDefault="00A9701F" w:rsidP="00E71A58">
      <w:r>
        <w:separator/>
      </w:r>
    </w:p>
  </w:endnote>
  <w:endnote w:type="continuationSeparator" w:id="0">
    <w:p w14:paraId="6C91D236" w14:textId="77777777" w:rsidR="00A9701F" w:rsidRDefault="00A9701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E9708" w14:textId="3E96653B" w:rsidR="00A37CD1" w:rsidRPr="00932443" w:rsidRDefault="00A37CD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A21AEC1" wp14:editId="6939DE9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F0B1B">
      <w:rPr>
        <w:szCs w:val="16"/>
      </w:rPr>
      <w:t>14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DDD1" w14:textId="7DD7CCFC" w:rsidR="00A37CD1" w:rsidRPr="00932443" w:rsidRDefault="00A37CD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6C1CC401" wp14:editId="26985E5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F0B1B">
      <w:rPr>
        <w:rStyle w:val="ZpatChar"/>
        <w:szCs w:val="16"/>
      </w:rPr>
      <w:t>15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89395" w14:textId="77777777" w:rsidR="003F0B1B" w:rsidRDefault="003F0B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9F49E" w14:textId="77777777" w:rsidR="00A9701F" w:rsidRDefault="00A9701F" w:rsidP="00E71A58">
      <w:r>
        <w:separator/>
      </w:r>
    </w:p>
  </w:footnote>
  <w:footnote w:type="continuationSeparator" w:id="0">
    <w:p w14:paraId="33AA3252" w14:textId="77777777" w:rsidR="00A9701F" w:rsidRDefault="00A9701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E75DF" w14:textId="77777777" w:rsidR="00A37CD1" w:rsidRPr="00C62BD6" w:rsidRDefault="00A37CD1" w:rsidP="00C62BD6">
    <w:pPr>
      <w:pStyle w:val="Zhlav"/>
    </w:pPr>
    <w:r>
      <w:t>Pracovní neschopnost pro nemoc a úraz v České republice za rok 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52F09" w14:textId="77777777" w:rsidR="00A37CD1" w:rsidRPr="00C62BD6" w:rsidRDefault="00A37CD1" w:rsidP="00C62BD6">
    <w:pPr>
      <w:pStyle w:val="Zhlav"/>
    </w:pPr>
    <w:r>
      <w:t>Pracovní neschopnost pro nemoc a úraz v České republice za rok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D5F2B" w14:textId="77777777" w:rsidR="003F0B1B" w:rsidRDefault="003F0B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746EB"/>
    <w:multiLevelType w:val="hybridMultilevel"/>
    <w:tmpl w:val="D616B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B787E"/>
    <w:multiLevelType w:val="hybridMultilevel"/>
    <w:tmpl w:val="A4A864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B3472"/>
    <w:multiLevelType w:val="hybridMultilevel"/>
    <w:tmpl w:val="306E3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40B42"/>
    <w:multiLevelType w:val="hybridMultilevel"/>
    <w:tmpl w:val="42CCFE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14163"/>
    <w:multiLevelType w:val="hybridMultilevel"/>
    <w:tmpl w:val="8E526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77888"/>
    <w:multiLevelType w:val="hybridMultilevel"/>
    <w:tmpl w:val="85C8C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078D0"/>
    <w:multiLevelType w:val="hybridMultilevel"/>
    <w:tmpl w:val="CF6C1552"/>
    <w:lvl w:ilvl="0" w:tplc="2D4AD4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01B91"/>
    <w:multiLevelType w:val="hybridMultilevel"/>
    <w:tmpl w:val="EA869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68194F"/>
    <w:multiLevelType w:val="hybridMultilevel"/>
    <w:tmpl w:val="222C3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E1767"/>
    <w:multiLevelType w:val="hybridMultilevel"/>
    <w:tmpl w:val="20A01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25"/>
  </w:num>
  <w:num w:numId="15">
    <w:abstractNumId w:val="13"/>
  </w:num>
  <w:num w:numId="16">
    <w:abstractNumId w:val="23"/>
  </w:num>
  <w:num w:numId="17">
    <w:abstractNumId w:val="16"/>
  </w:num>
  <w:num w:numId="18">
    <w:abstractNumId w:val="19"/>
  </w:num>
  <w:num w:numId="19">
    <w:abstractNumId w:val="24"/>
  </w:num>
  <w:num w:numId="20">
    <w:abstractNumId w:val="11"/>
  </w:num>
  <w:num w:numId="21">
    <w:abstractNumId w:val="27"/>
  </w:num>
  <w:num w:numId="22">
    <w:abstractNumId w:val="10"/>
  </w:num>
  <w:num w:numId="23">
    <w:abstractNumId w:val="12"/>
  </w:num>
  <w:num w:numId="24">
    <w:abstractNumId w:val="22"/>
  </w:num>
  <w:num w:numId="25">
    <w:abstractNumId w:val="18"/>
  </w:num>
  <w:num w:numId="26">
    <w:abstractNumId w:val="14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29F"/>
    <w:rsid w:val="0000209D"/>
    <w:rsid w:val="00004D5A"/>
    <w:rsid w:val="000056D5"/>
    <w:rsid w:val="00005F37"/>
    <w:rsid w:val="0000767A"/>
    <w:rsid w:val="00010702"/>
    <w:rsid w:val="00012E3C"/>
    <w:rsid w:val="00016992"/>
    <w:rsid w:val="00017063"/>
    <w:rsid w:val="000234D6"/>
    <w:rsid w:val="00023D29"/>
    <w:rsid w:val="00024095"/>
    <w:rsid w:val="00026389"/>
    <w:rsid w:val="000264BA"/>
    <w:rsid w:val="00031AE0"/>
    <w:rsid w:val="000322EF"/>
    <w:rsid w:val="00033FCD"/>
    <w:rsid w:val="00041CEC"/>
    <w:rsid w:val="00043077"/>
    <w:rsid w:val="000441B2"/>
    <w:rsid w:val="0004694F"/>
    <w:rsid w:val="000522E4"/>
    <w:rsid w:val="000560F6"/>
    <w:rsid w:val="000610E1"/>
    <w:rsid w:val="00062EC5"/>
    <w:rsid w:val="00062F22"/>
    <w:rsid w:val="000672E0"/>
    <w:rsid w:val="000707F1"/>
    <w:rsid w:val="000712B3"/>
    <w:rsid w:val="00080BBB"/>
    <w:rsid w:val="000813C9"/>
    <w:rsid w:val="0008263E"/>
    <w:rsid w:val="00082C19"/>
    <w:rsid w:val="00085395"/>
    <w:rsid w:val="00085730"/>
    <w:rsid w:val="00087634"/>
    <w:rsid w:val="000879D5"/>
    <w:rsid w:val="00087F2B"/>
    <w:rsid w:val="000974D1"/>
    <w:rsid w:val="0009799E"/>
    <w:rsid w:val="000A1183"/>
    <w:rsid w:val="000A256D"/>
    <w:rsid w:val="000A3A2C"/>
    <w:rsid w:val="000A65CA"/>
    <w:rsid w:val="000B068F"/>
    <w:rsid w:val="000B282C"/>
    <w:rsid w:val="000B2975"/>
    <w:rsid w:val="000B30FA"/>
    <w:rsid w:val="000B3152"/>
    <w:rsid w:val="000B723A"/>
    <w:rsid w:val="000B78F7"/>
    <w:rsid w:val="000C3408"/>
    <w:rsid w:val="000C6AFD"/>
    <w:rsid w:val="000D1DC8"/>
    <w:rsid w:val="000D23AC"/>
    <w:rsid w:val="000D281A"/>
    <w:rsid w:val="000D5637"/>
    <w:rsid w:val="000E27AF"/>
    <w:rsid w:val="000E6FBD"/>
    <w:rsid w:val="00100F5C"/>
    <w:rsid w:val="001033B0"/>
    <w:rsid w:val="0010437D"/>
    <w:rsid w:val="00104C4C"/>
    <w:rsid w:val="00107F98"/>
    <w:rsid w:val="0012192F"/>
    <w:rsid w:val="00121EF0"/>
    <w:rsid w:val="00125D69"/>
    <w:rsid w:val="00131CFC"/>
    <w:rsid w:val="0013313C"/>
    <w:rsid w:val="001341B9"/>
    <w:rsid w:val="001405FA"/>
    <w:rsid w:val="001425C3"/>
    <w:rsid w:val="0014556E"/>
    <w:rsid w:val="0014571B"/>
    <w:rsid w:val="001522B9"/>
    <w:rsid w:val="00156FA0"/>
    <w:rsid w:val="00157E96"/>
    <w:rsid w:val="00157F4D"/>
    <w:rsid w:val="0016256B"/>
    <w:rsid w:val="00162BC5"/>
    <w:rsid w:val="00163793"/>
    <w:rsid w:val="00166B70"/>
    <w:rsid w:val="001706D6"/>
    <w:rsid w:val="001714F2"/>
    <w:rsid w:val="00172DAA"/>
    <w:rsid w:val="00175140"/>
    <w:rsid w:val="00175D24"/>
    <w:rsid w:val="001771A3"/>
    <w:rsid w:val="0018047C"/>
    <w:rsid w:val="00180F80"/>
    <w:rsid w:val="00184B08"/>
    <w:rsid w:val="00185010"/>
    <w:rsid w:val="001861BD"/>
    <w:rsid w:val="00187A17"/>
    <w:rsid w:val="001968DC"/>
    <w:rsid w:val="001A09FF"/>
    <w:rsid w:val="001A1661"/>
    <w:rsid w:val="001A552F"/>
    <w:rsid w:val="001B2CA9"/>
    <w:rsid w:val="001B3110"/>
    <w:rsid w:val="001B4729"/>
    <w:rsid w:val="001B6C09"/>
    <w:rsid w:val="001C0339"/>
    <w:rsid w:val="001C05CD"/>
    <w:rsid w:val="001C1E6A"/>
    <w:rsid w:val="001C2FEB"/>
    <w:rsid w:val="001C4344"/>
    <w:rsid w:val="001D68B2"/>
    <w:rsid w:val="001E0429"/>
    <w:rsid w:val="001E0499"/>
    <w:rsid w:val="001E1D5E"/>
    <w:rsid w:val="001E476C"/>
    <w:rsid w:val="001F1CA6"/>
    <w:rsid w:val="001F4597"/>
    <w:rsid w:val="001F78C9"/>
    <w:rsid w:val="00200A8C"/>
    <w:rsid w:val="00206D98"/>
    <w:rsid w:val="002118B9"/>
    <w:rsid w:val="00211F9B"/>
    <w:rsid w:val="00214352"/>
    <w:rsid w:val="00217C5B"/>
    <w:rsid w:val="0022139E"/>
    <w:rsid w:val="002252E0"/>
    <w:rsid w:val="002255F6"/>
    <w:rsid w:val="00227850"/>
    <w:rsid w:val="00227A53"/>
    <w:rsid w:val="00230496"/>
    <w:rsid w:val="00230C6E"/>
    <w:rsid w:val="00236443"/>
    <w:rsid w:val="00241D09"/>
    <w:rsid w:val="002436BA"/>
    <w:rsid w:val="00243997"/>
    <w:rsid w:val="00244A15"/>
    <w:rsid w:val="00247319"/>
    <w:rsid w:val="0024799E"/>
    <w:rsid w:val="00250165"/>
    <w:rsid w:val="0025379B"/>
    <w:rsid w:val="00253C0F"/>
    <w:rsid w:val="00255711"/>
    <w:rsid w:val="002572EA"/>
    <w:rsid w:val="00271465"/>
    <w:rsid w:val="00277316"/>
    <w:rsid w:val="00282F1A"/>
    <w:rsid w:val="00285412"/>
    <w:rsid w:val="00285EDB"/>
    <w:rsid w:val="00287970"/>
    <w:rsid w:val="002A00BE"/>
    <w:rsid w:val="002A16D4"/>
    <w:rsid w:val="002A230C"/>
    <w:rsid w:val="002A76E1"/>
    <w:rsid w:val="002A7AC1"/>
    <w:rsid w:val="002B03C8"/>
    <w:rsid w:val="002B4B3B"/>
    <w:rsid w:val="002B6D9C"/>
    <w:rsid w:val="002C394F"/>
    <w:rsid w:val="002C43BD"/>
    <w:rsid w:val="002C4F33"/>
    <w:rsid w:val="002C63D7"/>
    <w:rsid w:val="002C7BFB"/>
    <w:rsid w:val="002D0E59"/>
    <w:rsid w:val="002E02A1"/>
    <w:rsid w:val="002E3478"/>
    <w:rsid w:val="002E3A71"/>
    <w:rsid w:val="002E48BA"/>
    <w:rsid w:val="002E4E4C"/>
    <w:rsid w:val="002E5729"/>
    <w:rsid w:val="002F5756"/>
    <w:rsid w:val="002F5A91"/>
    <w:rsid w:val="0030013F"/>
    <w:rsid w:val="00304771"/>
    <w:rsid w:val="003052D4"/>
    <w:rsid w:val="00306C5B"/>
    <w:rsid w:val="003116A3"/>
    <w:rsid w:val="00311EA9"/>
    <w:rsid w:val="003209D6"/>
    <w:rsid w:val="00321924"/>
    <w:rsid w:val="0032656E"/>
    <w:rsid w:val="00332190"/>
    <w:rsid w:val="00332B74"/>
    <w:rsid w:val="00333C53"/>
    <w:rsid w:val="00334C1B"/>
    <w:rsid w:val="003350EA"/>
    <w:rsid w:val="00343EB9"/>
    <w:rsid w:val="00344668"/>
    <w:rsid w:val="003462D9"/>
    <w:rsid w:val="00360C86"/>
    <w:rsid w:val="0036117D"/>
    <w:rsid w:val="0036400F"/>
    <w:rsid w:val="003657F3"/>
    <w:rsid w:val="003728E7"/>
    <w:rsid w:val="00381067"/>
    <w:rsid w:val="003818DC"/>
    <w:rsid w:val="00384327"/>
    <w:rsid w:val="00385D98"/>
    <w:rsid w:val="00386434"/>
    <w:rsid w:val="00390287"/>
    <w:rsid w:val="003959BE"/>
    <w:rsid w:val="003A2B4D"/>
    <w:rsid w:val="003A2E6F"/>
    <w:rsid w:val="003A478C"/>
    <w:rsid w:val="003A5525"/>
    <w:rsid w:val="003A6B38"/>
    <w:rsid w:val="003A6F27"/>
    <w:rsid w:val="003B5A32"/>
    <w:rsid w:val="003C3490"/>
    <w:rsid w:val="003C629F"/>
    <w:rsid w:val="003C780C"/>
    <w:rsid w:val="003D5EC9"/>
    <w:rsid w:val="003D655B"/>
    <w:rsid w:val="003D6920"/>
    <w:rsid w:val="003D6F0F"/>
    <w:rsid w:val="003E12C3"/>
    <w:rsid w:val="003E2008"/>
    <w:rsid w:val="003E2BFB"/>
    <w:rsid w:val="003E2F90"/>
    <w:rsid w:val="003E3CA0"/>
    <w:rsid w:val="003E4C91"/>
    <w:rsid w:val="003F0B1B"/>
    <w:rsid w:val="003F132D"/>
    <w:rsid w:val="003F313C"/>
    <w:rsid w:val="003F3CA8"/>
    <w:rsid w:val="003F4B2C"/>
    <w:rsid w:val="003F551C"/>
    <w:rsid w:val="003F647B"/>
    <w:rsid w:val="003F7D23"/>
    <w:rsid w:val="00403189"/>
    <w:rsid w:val="00407C13"/>
    <w:rsid w:val="00410638"/>
    <w:rsid w:val="0041370D"/>
    <w:rsid w:val="004140C1"/>
    <w:rsid w:val="00421EAD"/>
    <w:rsid w:val="004223A0"/>
    <w:rsid w:val="00432A58"/>
    <w:rsid w:val="00434617"/>
    <w:rsid w:val="00440900"/>
    <w:rsid w:val="00442BB5"/>
    <w:rsid w:val="00442D9E"/>
    <w:rsid w:val="004441A0"/>
    <w:rsid w:val="004542FC"/>
    <w:rsid w:val="00460FB3"/>
    <w:rsid w:val="00464B0B"/>
    <w:rsid w:val="0047139E"/>
    <w:rsid w:val="00472BF3"/>
    <w:rsid w:val="004744DF"/>
    <w:rsid w:val="00475D16"/>
    <w:rsid w:val="00476240"/>
    <w:rsid w:val="00476439"/>
    <w:rsid w:val="0047735C"/>
    <w:rsid w:val="00477449"/>
    <w:rsid w:val="004776BC"/>
    <w:rsid w:val="0048139F"/>
    <w:rsid w:val="00481E40"/>
    <w:rsid w:val="00484ECE"/>
    <w:rsid w:val="004900FF"/>
    <w:rsid w:val="004915CB"/>
    <w:rsid w:val="0049175C"/>
    <w:rsid w:val="004924DC"/>
    <w:rsid w:val="00493A71"/>
    <w:rsid w:val="00496F97"/>
    <w:rsid w:val="004A14E4"/>
    <w:rsid w:val="004A3212"/>
    <w:rsid w:val="004A61C5"/>
    <w:rsid w:val="004A77DF"/>
    <w:rsid w:val="004B1417"/>
    <w:rsid w:val="004B4514"/>
    <w:rsid w:val="004B4EAD"/>
    <w:rsid w:val="004B55B7"/>
    <w:rsid w:val="004B5B2E"/>
    <w:rsid w:val="004B6468"/>
    <w:rsid w:val="004C01CC"/>
    <w:rsid w:val="004C384C"/>
    <w:rsid w:val="004C3867"/>
    <w:rsid w:val="004C4CD0"/>
    <w:rsid w:val="004C5CA5"/>
    <w:rsid w:val="004C701A"/>
    <w:rsid w:val="004C70DC"/>
    <w:rsid w:val="004D0211"/>
    <w:rsid w:val="004D02A3"/>
    <w:rsid w:val="004D0794"/>
    <w:rsid w:val="004D6A14"/>
    <w:rsid w:val="004E215F"/>
    <w:rsid w:val="004F06F5"/>
    <w:rsid w:val="004F2630"/>
    <w:rsid w:val="004F33A0"/>
    <w:rsid w:val="00500A8A"/>
    <w:rsid w:val="005108C0"/>
    <w:rsid w:val="00510AB1"/>
    <w:rsid w:val="00511873"/>
    <w:rsid w:val="00512226"/>
    <w:rsid w:val="00512A2F"/>
    <w:rsid w:val="00513B7E"/>
    <w:rsid w:val="00513C1E"/>
    <w:rsid w:val="00514756"/>
    <w:rsid w:val="00515C74"/>
    <w:rsid w:val="0052007E"/>
    <w:rsid w:val="00522087"/>
    <w:rsid w:val="005229A8"/>
    <w:rsid w:val="0052337A"/>
    <w:rsid w:val="00525137"/>
    <w:rsid w:val="005251DD"/>
    <w:rsid w:val="005252CA"/>
    <w:rsid w:val="00532BBD"/>
    <w:rsid w:val="00532CE7"/>
    <w:rsid w:val="00532E6C"/>
    <w:rsid w:val="0053324C"/>
    <w:rsid w:val="005346F3"/>
    <w:rsid w:val="00534A28"/>
    <w:rsid w:val="00541508"/>
    <w:rsid w:val="00542131"/>
    <w:rsid w:val="00545F75"/>
    <w:rsid w:val="0055599F"/>
    <w:rsid w:val="00556D68"/>
    <w:rsid w:val="0056065A"/>
    <w:rsid w:val="005647BF"/>
    <w:rsid w:val="00570372"/>
    <w:rsid w:val="00570BDC"/>
    <w:rsid w:val="00572936"/>
    <w:rsid w:val="0057364B"/>
    <w:rsid w:val="00574035"/>
    <w:rsid w:val="00574773"/>
    <w:rsid w:val="00574C7C"/>
    <w:rsid w:val="00574EBF"/>
    <w:rsid w:val="00583FFD"/>
    <w:rsid w:val="005847D6"/>
    <w:rsid w:val="00584D18"/>
    <w:rsid w:val="00585490"/>
    <w:rsid w:val="0058560C"/>
    <w:rsid w:val="0058606B"/>
    <w:rsid w:val="005874D5"/>
    <w:rsid w:val="005911BE"/>
    <w:rsid w:val="00593152"/>
    <w:rsid w:val="005968FD"/>
    <w:rsid w:val="005A10F2"/>
    <w:rsid w:val="005A21E0"/>
    <w:rsid w:val="005A28FF"/>
    <w:rsid w:val="005A3DF8"/>
    <w:rsid w:val="005A5549"/>
    <w:rsid w:val="005A6E76"/>
    <w:rsid w:val="005B121D"/>
    <w:rsid w:val="005B3EB2"/>
    <w:rsid w:val="005B4A93"/>
    <w:rsid w:val="005C06ED"/>
    <w:rsid w:val="005D3C32"/>
    <w:rsid w:val="005D5802"/>
    <w:rsid w:val="005D7890"/>
    <w:rsid w:val="005E012A"/>
    <w:rsid w:val="005E2102"/>
    <w:rsid w:val="005E7C78"/>
    <w:rsid w:val="005F1D8B"/>
    <w:rsid w:val="005F2E14"/>
    <w:rsid w:val="005F3EB1"/>
    <w:rsid w:val="005F5469"/>
    <w:rsid w:val="006006C5"/>
    <w:rsid w:val="00604307"/>
    <w:rsid w:val="0060487F"/>
    <w:rsid w:val="00604EAD"/>
    <w:rsid w:val="006104FB"/>
    <w:rsid w:val="006111AE"/>
    <w:rsid w:val="00612A2F"/>
    <w:rsid w:val="0061690D"/>
    <w:rsid w:val="00616E05"/>
    <w:rsid w:val="00624093"/>
    <w:rsid w:val="00632755"/>
    <w:rsid w:val="00632BF0"/>
    <w:rsid w:val="006404A7"/>
    <w:rsid w:val="00642E5B"/>
    <w:rsid w:val="006451E4"/>
    <w:rsid w:val="00645B33"/>
    <w:rsid w:val="00647621"/>
    <w:rsid w:val="006516CB"/>
    <w:rsid w:val="00655555"/>
    <w:rsid w:val="00656BD6"/>
    <w:rsid w:val="006574B7"/>
    <w:rsid w:val="00657E87"/>
    <w:rsid w:val="00660130"/>
    <w:rsid w:val="006601C5"/>
    <w:rsid w:val="00661E61"/>
    <w:rsid w:val="00664803"/>
    <w:rsid w:val="00665BA4"/>
    <w:rsid w:val="00667AF2"/>
    <w:rsid w:val="00667CC8"/>
    <w:rsid w:val="0067037C"/>
    <w:rsid w:val="006710C9"/>
    <w:rsid w:val="0067117F"/>
    <w:rsid w:val="0067418E"/>
    <w:rsid w:val="00674574"/>
    <w:rsid w:val="00674D89"/>
    <w:rsid w:val="00675E37"/>
    <w:rsid w:val="00676681"/>
    <w:rsid w:val="0068174E"/>
    <w:rsid w:val="00681DCE"/>
    <w:rsid w:val="0068260E"/>
    <w:rsid w:val="00682D5C"/>
    <w:rsid w:val="00683CE8"/>
    <w:rsid w:val="006846A7"/>
    <w:rsid w:val="00695BEF"/>
    <w:rsid w:val="00695EF9"/>
    <w:rsid w:val="006977F6"/>
    <w:rsid w:val="00697A13"/>
    <w:rsid w:val="006A109C"/>
    <w:rsid w:val="006A16F0"/>
    <w:rsid w:val="006A51FD"/>
    <w:rsid w:val="006B18AB"/>
    <w:rsid w:val="006B2560"/>
    <w:rsid w:val="006B344A"/>
    <w:rsid w:val="006B78D8"/>
    <w:rsid w:val="006C113F"/>
    <w:rsid w:val="006C123E"/>
    <w:rsid w:val="006C2D96"/>
    <w:rsid w:val="006C4575"/>
    <w:rsid w:val="006C56D4"/>
    <w:rsid w:val="006C6924"/>
    <w:rsid w:val="006C7CA6"/>
    <w:rsid w:val="006D09A9"/>
    <w:rsid w:val="006D3235"/>
    <w:rsid w:val="006D3E8A"/>
    <w:rsid w:val="006D61F6"/>
    <w:rsid w:val="006E0354"/>
    <w:rsid w:val="006E279A"/>
    <w:rsid w:val="006E313B"/>
    <w:rsid w:val="006E535F"/>
    <w:rsid w:val="006F2AEC"/>
    <w:rsid w:val="006F5416"/>
    <w:rsid w:val="006F687C"/>
    <w:rsid w:val="006F7137"/>
    <w:rsid w:val="0070066F"/>
    <w:rsid w:val="00700B12"/>
    <w:rsid w:val="00700F09"/>
    <w:rsid w:val="00706AD4"/>
    <w:rsid w:val="0071250D"/>
    <w:rsid w:val="007140BE"/>
    <w:rsid w:val="00715016"/>
    <w:rsid w:val="00717B13"/>
    <w:rsid w:val="007211F5"/>
    <w:rsid w:val="00722773"/>
    <w:rsid w:val="00722908"/>
    <w:rsid w:val="00725BB5"/>
    <w:rsid w:val="0072640B"/>
    <w:rsid w:val="00730AE8"/>
    <w:rsid w:val="0073249C"/>
    <w:rsid w:val="00735DA6"/>
    <w:rsid w:val="00741493"/>
    <w:rsid w:val="00743BCB"/>
    <w:rsid w:val="00744A49"/>
    <w:rsid w:val="007508FD"/>
    <w:rsid w:val="00752180"/>
    <w:rsid w:val="00755202"/>
    <w:rsid w:val="00755D3A"/>
    <w:rsid w:val="00755F52"/>
    <w:rsid w:val="007578D3"/>
    <w:rsid w:val="007609C6"/>
    <w:rsid w:val="0076175D"/>
    <w:rsid w:val="0076521E"/>
    <w:rsid w:val="007654F6"/>
    <w:rsid w:val="007661E9"/>
    <w:rsid w:val="00776169"/>
    <w:rsid w:val="00776527"/>
    <w:rsid w:val="00776E3B"/>
    <w:rsid w:val="00780EF1"/>
    <w:rsid w:val="00783112"/>
    <w:rsid w:val="00784CF6"/>
    <w:rsid w:val="00786ED5"/>
    <w:rsid w:val="00790764"/>
    <w:rsid w:val="007936D2"/>
    <w:rsid w:val="00793707"/>
    <w:rsid w:val="0079453C"/>
    <w:rsid w:val="00794677"/>
    <w:rsid w:val="00796E73"/>
    <w:rsid w:val="007A3D44"/>
    <w:rsid w:val="007A7D7E"/>
    <w:rsid w:val="007B1713"/>
    <w:rsid w:val="007B6689"/>
    <w:rsid w:val="007C2E22"/>
    <w:rsid w:val="007C60B5"/>
    <w:rsid w:val="007D00CE"/>
    <w:rsid w:val="007D40DF"/>
    <w:rsid w:val="007E69A2"/>
    <w:rsid w:val="007E7390"/>
    <w:rsid w:val="007E7B35"/>
    <w:rsid w:val="007E7E61"/>
    <w:rsid w:val="007F0845"/>
    <w:rsid w:val="007F799E"/>
    <w:rsid w:val="00801735"/>
    <w:rsid w:val="008021F7"/>
    <w:rsid w:val="00803315"/>
    <w:rsid w:val="0080721C"/>
    <w:rsid w:val="00807C82"/>
    <w:rsid w:val="00816905"/>
    <w:rsid w:val="00817B82"/>
    <w:rsid w:val="00821FF6"/>
    <w:rsid w:val="00822BA7"/>
    <w:rsid w:val="0082313C"/>
    <w:rsid w:val="00825467"/>
    <w:rsid w:val="00825C4D"/>
    <w:rsid w:val="008310A4"/>
    <w:rsid w:val="0083143E"/>
    <w:rsid w:val="00831CDE"/>
    <w:rsid w:val="00834304"/>
    <w:rsid w:val="00834FAA"/>
    <w:rsid w:val="00836086"/>
    <w:rsid w:val="00836EBC"/>
    <w:rsid w:val="0083799B"/>
    <w:rsid w:val="00840923"/>
    <w:rsid w:val="00846150"/>
    <w:rsid w:val="0084688F"/>
    <w:rsid w:val="0084708F"/>
    <w:rsid w:val="008477C8"/>
    <w:rsid w:val="0085114D"/>
    <w:rsid w:val="00852217"/>
    <w:rsid w:val="00855408"/>
    <w:rsid w:val="00856D65"/>
    <w:rsid w:val="00861B41"/>
    <w:rsid w:val="00861DCA"/>
    <w:rsid w:val="00863434"/>
    <w:rsid w:val="00863710"/>
    <w:rsid w:val="00865E4C"/>
    <w:rsid w:val="008701E4"/>
    <w:rsid w:val="008712AA"/>
    <w:rsid w:val="00874D21"/>
    <w:rsid w:val="00875A32"/>
    <w:rsid w:val="00876086"/>
    <w:rsid w:val="00884749"/>
    <w:rsid w:val="008847E1"/>
    <w:rsid w:val="008873D4"/>
    <w:rsid w:val="0089159B"/>
    <w:rsid w:val="00893E85"/>
    <w:rsid w:val="00894031"/>
    <w:rsid w:val="00894E45"/>
    <w:rsid w:val="008965CE"/>
    <w:rsid w:val="00896C9F"/>
    <w:rsid w:val="008A11DC"/>
    <w:rsid w:val="008A15C0"/>
    <w:rsid w:val="008A558B"/>
    <w:rsid w:val="008A6DE5"/>
    <w:rsid w:val="008A7794"/>
    <w:rsid w:val="008A7BFD"/>
    <w:rsid w:val="008B7C02"/>
    <w:rsid w:val="008B7D2B"/>
    <w:rsid w:val="008C0049"/>
    <w:rsid w:val="008C0E88"/>
    <w:rsid w:val="008C2001"/>
    <w:rsid w:val="008D1AAF"/>
    <w:rsid w:val="008D1E6A"/>
    <w:rsid w:val="008D2084"/>
    <w:rsid w:val="008D2A16"/>
    <w:rsid w:val="008D49FF"/>
    <w:rsid w:val="008E048A"/>
    <w:rsid w:val="008E0AD6"/>
    <w:rsid w:val="008E1170"/>
    <w:rsid w:val="008E203F"/>
    <w:rsid w:val="008E2561"/>
    <w:rsid w:val="008E2C57"/>
    <w:rsid w:val="008E31FF"/>
    <w:rsid w:val="008E5FEF"/>
    <w:rsid w:val="008E6108"/>
    <w:rsid w:val="008E63E7"/>
    <w:rsid w:val="008E6F06"/>
    <w:rsid w:val="008F029B"/>
    <w:rsid w:val="008F3FC9"/>
    <w:rsid w:val="008F585B"/>
    <w:rsid w:val="009003A8"/>
    <w:rsid w:val="00902500"/>
    <w:rsid w:val="00902EFF"/>
    <w:rsid w:val="00903EA5"/>
    <w:rsid w:val="00906401"/>
    <w:rsid w:val="0091155E"/>
    <w:rsid w:val="00911E25"/>
    <w:rsid w:val="00912A92"/>
    <w:rsid w:val="0091728D"/>
    <w:rsid w:val="0092180B"/>
    <w:rsid w:val="00921F14"/>
    <w:rsid w:val="00922AA2"/>
    <w:rsid w:val="00924AC8"/>
    <w:rsid w:val="0092597A"/>
    <w:rsid w:val="00931300"/>
    <w:rsid w:val="00932443"/>
    <w:rsid w:val="00932A71"/>
    <w:rsid w:val="009343D6"/>
    <w:rsid w:val="00937AE2"/>
    <w:rsid w:val="0094427A"/>
    <w:rsid w:val="00944344"/>
    <w:rsid w:val="00950005"/>
    <w:rsid w:val="00967163"/>
    <w:rsid w:val="00972D12"/>
    <w:rsid w:val="00973496"/>
    <w:rsid w:val="00974923"/>
    <w:rsid w:val="00977F2A"/>
    <w:rsid w:val="00980D3D"/>
    <w:rsid w:val="009873AF"/>
    <w:rsid w:val="00987A30"/>
    <w:rsid w:val="00992CF3"/>
    <w:rsid w:val="00992FBA"/>
    <w:rsid w:val="009962BB"/>
    <w:rsid w:val="009968D6"/>
    <w:rsid w:val="00997C2A"/>
    <w:rsid w:val="009A1CAB"/>
    <w:rsid w:val="009A38E3"/>
    <w:rsid w:val="009A60D1"/>
    <w:rsid w:val="009B08CF"/>
    <w:rsid w:val="009B39CA"/>
    <w:rsid w:val="009B6FD3"/>
    <w:rsid w:val="009C1750"/>
    <w:rsid w:val="009C2E29"/>
    <w:rsid w:val="009C37BE"/>
    <w:rsid w:val="009C554B"/>
    <w:rsid w:val="009C694A"/>
    <w:rsid w:val="009C6CD3"/>
    <w:rsid w:val="009C719E"/>
    <w:rsid w:val="009D3ACD"/>
    <w:rsid w:val="009D65DD"/>
    <w:rsid w:val="009E1AD0"/>
    <w:rsid w:val="009E5273"/>
    <w:rsid w:val="009E5DDB"/>
    <w:rsid w:val="009F4CA7"/>
    <w:rsid w:val="00A02A9E"/>
    <w:rsid w:val="00A05546"/>
    <w:rsid w:val="00A10D66"/>
    <w:rsid w:val="00A14114"/>
    <w:rsid w:val="00A16413"/>
    <w:rsid w:val="00A2036D"/>
    <w:rsid w:val="00A23E43"/>
    <w:rsid w:val="00A30DCD"/>
    <w:rsid w:val="00A30F65"/>
    <w:rsid w:val="00A37A9C"/>
    <w:rsid w:val="00A37CD1"/>
    <w:rsid w:val="00A418BC"/>
    <w:rsid w:val="00A46DE0"/>
    <w:rsid w:val="00A471C3"/>
    <w:rsid w:val="00A50D73"/>
    <w:rsid w:val="00A50EE7"/>
    <w:rsid w:val="00A521DF"/>
    <w:rsid w:val="00A52CAD"/>
    <w:rsid w:val="00A53FC7"/>
    <w:rsid w:val="00A6243B"/>
    <w:rsid w:val="00A62CE1"/>
    <w:rsid w:val="00A63DFD"/>
    <w:rsid w:val="00A6741E"/>
    <w:rsid w:val="00A731FC"/>
    <w:rsid w:val="00A75E40"/>
    <w:rsid w:val="00A77D1D"/>
    <w:rsid w:val="00A84595"/>
    <w:rsid w:val="00A857C0"/>
    <w:rsid w:val="00A85913"/>
    <w:rsid w:val="00A86205"/>
    <w:rsid w:val="00A96047"/>
    <w:rsid w:val="00A9701F"/>
    <w:rsid w:val="00AA2996"/>
    <w:rsid w:val="00AA52BF"/>
    <w:rsid w:val="00AA559A"/>
    <w:rsid w:val="00AA5FC8"/>
    <w:rsid w:val="00AA7749"/>
    <w:rsid w:val="00AB2AF1"/>
    <w:rsid w:val="00AB3FB1"/>
    <w:rsid w:val="00AB63D9"/>
    <w:rsid w:val="00AC42E0"/>
    <w:rsid w:val="00AD306C"/>
    <w:rsid w:val="00AD626C"/>
    <w:rsid w:val="00AE09B3"/>
    <w:rsid w:val="00AE1A83"/>
    <w:rsid w:val="00B00913"/>
    <w:rsid w:val="00B01593"/>
    <w:rsid w:val="00B04995"/>
    <w:rsid w:val="00B0599A"/>
    <w:rsid w:val="00B06470"/>
    <w:rsid w:val="00B10230"/>
    <w:rsid w:val="00B10A4D"/>
    <w:rsid w:val="00B16FDB"/>
    <w:rsid w:val="00B17E71"/>
    <w:rsid w:val="00B17FDE"/>
    <w:rsid w:val="00B2379C"/>
    <w:rsid w:val="00B2687D"/>
    <w:rsid w:val="00B3110D"/>
    <w:rsid w:val="00B32168"/>
    <w:rsid w:val="00B32DDB"/>
    <w:rsid w:val="00B34528"/>
    <w:rsid w:val="00B402FC"/>
    <w:rsid w:val="00B46604"/>
    <w:rsid w:val="00B47FF7"/>
    <w:rsid w:val="00B50ECC"/>
    <w:rsid w:val="00B530CD"/>
    <w:rsid w:val="00B535D0"/>
    <w:rsid w:val="00B55F5E"/>
    <w:rsid w:val="00B5752E"/>
    <w:rsid w:val="00B624C6"/>
    <w:rsid w:val="00B63720"/>
    <w:rsid w:val="00B63A11"/>
    <w:rsid w:val="00B64C24"/>
    <w:rsid w:val="00B6608F"/>
    <w:rsid w:val="00B679FB"/>
    <w:rsid w:val="00B76D1E"/>
    <w:rsid w:val="00B80EC6"/>
    <w:rsid w:val="00B90ADC"/>
    <w:rsid w:val="00B92D1D"/>
    <w:rsid w:val="00B938C5"/>
    <w:rsid w:val="00B93A40"/>
    <w:rsid w:val="00B94BD1"/>
    <w:rsid w:val="00B95940"/>
    <w:rsid w:val="00BA3658"/>
    <w:rsid w:val="00BA72CF"/>
    <w:rsid w:val="00BB24C4"/>
    <w:rsid w:val="00BB2927"/>
    <w:rsid w:val="00BB40CA"/>
    <w:rsid w:val="00BB46F3"/>
    <w:rsid w:val="00BB4CB1"/>
    <w:rsid w:val="00BB4F98"/>
    <w:rsid w:val="00BB700A"/>
    <w:rsid w:val="00BC3FF5"/>
    <w:rsid w:val="00BC7154"/>
    <w:rsid w:val="00BD29D2"/>
    <w:rsid w:val="00BD30CC"/>
    <w:rsid w:val="00BD366B"/>
    <w:rsid w:val="00BD6D50"/>
    <w:rsid w:val="00BE18B9"/>
    <w:rsid w:val="00BE2495"/>
    <w:rsid w:val="00BE67B3"/>
    <w:rsid w:val="00BE7CFA"/>
    <w:rsid w:val="00BF0FA2"/>
    <w:rsid w:val="00BF1578"/>
    <w:rsid w:val="00BF1975"/>
    <w:rsid w:val="00BF6442"/>
    <w:rsid w:val="00BF7B0E"/>
    <w:rsid w:val="00C00742"/>
    <w:rsid w:val="00C06407"/>
    <w:rsid w:val="00C11C1F"/>
    <w:rsid w:val="00C156AC"/>
    <w:rsid w:val="00C161D6"/>
    <w:rsid w:val="00C20B47"/>
    <w:rsid w:val="00C20BCD"/>
    <w:rsid w:val="00C214EC"/>
    <w:rsid w:val="00C21F94"/>
    <w:rsid w:val="00C22CC2"/>
    <w:rsid w:val="00C25159"/>
    <w:rsid w:val="00C27913"/>
    <w:rsid w:val="00C27ECC"/>
    <w:rsid w:val="00C30020"/>
    <w:rsid w:val="00C32940"/>
    <w:rsid w:val="00C33B68"/>
    <w:rsid w:val="00C36A79"/>
    <w:rsid w:val="00C40474"/>
    <w:rsid w:val="00C405D4"/>
    <w:rsid w:val="00C43A78"/>
    <w:rsid w:val="00C44514"/>
    <w:rsid w:val="00C4513B"/>
    <w:rsid w:val="00C45998"/>
    <w:rsid w:val="00C53647"/>
    <w:rsid w:val="00C54697"/>
    <w:rsid w:val="00C54FA7"/>
    <w:rsid w:val="00C56C71"/>
    <w:rsid w:val="00C57E6B"/>
    <w:rsid w:val="00C62BD6"/>
    <w:rsid w:val="00C67747"/>
    <w:rsid w:val="00C716BD"/>
    <w:rsid w:val="00C73885"/>
    <w:rsid w:val="00C745EE"/>
    <w:rsid w:val="00C747B1"/>
    <w:rsid w:val="00C76A59"/>
    <w:rsid w:val="00C8163A"/>
    <w:rsid w:val="00C82191"/>
    <w:rsid w:val="00C90CF4"/>
    <w:rsid w:val="00C92EB6"/>
    <w:rsid w:val="00C93389"/>
    <w:rsid w:val="00C93504"/>
    <w:rsid w:val="00CA440F"/>
    <w:rsid w:val="00CA58EE"/>
    <w:rsid w:val="00CB4930"/>
    <w:rsid w:val="00CB6E4D"/>
    <w:rsid w:val="00CB7336"/>
    <w:rsid w:val="00CC2E7D"/>
    <w:rsid w:val="00CC4CD9"/>
    <w:rsid w:val="00CC6E4B"/>
    <w:rsid w:val="00CD10A5"/>
    <w:rsid w:val="00CD2076"/>
    <w:rsid w:val="00CD4A23"/>
    <w:rsid w:val="00CD6BF9"/>
    <w:rsid w:val="00CE670B"/>
    <w:rsid w:val="00CF51EC"/>
    <w:rsid w:val="00CF73AE"/>
    <w:rsid w:val="00CF7D03"/>
    <w:rsid w:val="00D021CA"/>
    <w:rsid w:val="00D040DD"/>
    <w:rsid w:val="00D071D7"/>
    <w:rsid w:val="00D112A7"/>
    <w:rsid w:val="00D13986"/>
    <w:rsid w:val="00D212E7"/>
    <w:rsid w:val="00D235B7"/>
    <w:rsid w:val="00D23A2A"/>
    <w:rsid w:val="00D25F28"/>
    <w:rsid w:val="00D27973"/>
    <w:rsid w:val="00D40AC0"/>
    <w:rsid w:val="00D41B00"/>
    <w:rsid w:val="00D50F46"/>
    <w:rsid w:val="00D55199"/>
    <w:rsid w:val="00D57D26"/>
    <w:rsid w:val="00D61C4A"/>
    <w:rsid w:val="00D61CD9"/>
    <w:rsid w:val="00D66223"/>
    <w:rsid w:val="00D758FD"/>
    <w:rsid w:val="00D8084C"/>
    <w:rsid w:val="00D94CF4"/>
    <w:rsid w:val="00D96350"/>
    <w:rsid w:val="00D9745B"/>
    <w:rsid w:val="00D97F77"/>
    <w:rsid w:val="00DA7C0C"/>
    <w:rsid w:val="00DB2EC8"/>
    <w:rsid w:val="00DB7F87"/>
    <w:rsid w:val="00DC5B3B"/>
    <w:rsid w:val="00DD129F"/>
    <w:rsid w:val="00DD44CF"/>
    <w:rsid w:val="00DD724E"/>
    <w:rsid w:val="00DE0023"/>
    <w:rsid w:val="00DE47F1"/>
    <w:rsid w:val="00DE6447"/>
    <w:rsid w:val="00DF42FF"/>
    <w:rsid w:val="00E01C0E"/>
    <w:rsid w:val="00E03F9A"/>
    <w:rsid w:val="00E04694"/>
    <w:rsid w:val="00E06C4D"/>
    <w:rsid w:val="00E07843"/>
    <w:rsid w:val="00E120F2"/>
    <w:rsid w:val="00E12B1E"/>
    <w:rsid w:val="00E1471B"/>
    <w:rsid w:val="00E16CCE"/>
    <w:rsid w:val="00E17262"/>
    <w:rsid w:val="00E252E5"/>
    <w:rsid w:val="00E253A2"/>
    <w:rsid w:val="00E3309D"/>
    <w:rsid w:val="00E41A63"/>
    <w:rsid w:val="00E50156"/>
    <w:rsid w:val="00E5051B"/>
    <w:rsid w:val="00E5331D"/>
    <w:rsid w:val="00E53470"/>
    <w:rsid w:val="00E539F6"/>
    <w:rsid w:val="00E63915"/>
    <w:rsid w:val="00E6519D"/>
    <w:rsid w:val="00E67696"/>
    <w:rsid w:val="00E70927"/>
    <w:rsid w:val="00E712BD"/>
    <w:rsid w:val="00E71A58"/>
    <w:rsid w:val="00E72A7A"/>
    <w:rsid w:val="00E743C4"/>
    <w:rsid w:val="00E755F0"/>
    <w:rsid w:val="00E75C94"/>
    <w:rsid w:val="00E80782"/>
    <w:rsid w:val="00E87830"/>
    <w:rsid w:val="00E90976"/>
    <w:rsid w:val="00E93820"/>
    <w:rsid w:val="00EA0C68"/>
    <w:rsid w:val="00EA32BC"/>
    <w:rsid w:val="00EB4511"/>
    <w:rsid w:val="00EB6AE0"/>
    <w:rsid w:val="00EB78CE"/>
    <w:rsid w:val="00EC03D7"/>
    <w:rsid w:val="00EC11C8"/>
    <w:rsid w:val="00EC277B"/>
    <w:rsid w:val="00ED62C6"/>
    <w:rsid w:val="00ED64C1"/>
    <w:rsid w:val="00ED71BD"/>
    <w:rsid w:val="00EE143A"/>
    <w:rsid w:val="00EE3446"/>
    <w:rsid w:val="00EE3E78"/>
    <w:rsid w:val="00EE4B1B"/>
    <w:rsid w:val="00EF150D"/>
    <w:rsid w:val="00EF1CFD"/>
    <w:rsid w:val="00EF1F5A"/>
    <w:rsid w:val="00EF47BF"/>
    <w:rsid w:val="00EF68C6"/>
    <w:rsid w:val="00F00627"/>
    <w:rsid w:val="00F00C8A"/>
    <w:rsid w:val="00F03E5C"/>
    <w:rsid w:val="00F04811"/>
    <w:rsid w:val="00F0488C"/>
    <w:rsid w:val="00F05F5E"/>
    <w:rsid w:val="00F10F11"/>
    <w:rsid w:val="00F14F45"/>
    <w:rsid w:val="00F15AAA"/>
    <w:rsid w:val="00F15BEF"/>
    <w:rsid w:val="00F21D59"/>
    <w:rsid w:val="00F24407"/>
    <w:rsid w:val="00F24FAA"/>
    <w:rsid w:val="00F33271"/>
    <w:rsid w:val="00F3364D"/>
    <w:rsid w:val="00F34BC1"/>
    <w:rsid w:val="00F36267"/>
    <w:rsid w:val="00F4354F"/>
    <w:rsid w:val="00F437CC"/>
    <w:rsid w:val="00F46EA8"/>
    <w:rsid w:val="00F47067"/>
    <w:rsid w:val="00F525EB"/>
    <w:rsid w:val="00F54666"/>
    <w:rsid w:val="00F547BE"/>
    <w:rsid w:val="00F551D0"/>
    <w:rsid w:val="00F577AD"/>
    <w:rsid w:val="00F60790"/>
    <w:rsid w:val="00F617C3"/>
    <w:rsid w:val="00F63DDE"/>
    <w:rsid w:val="00F63FB7"/>
    <w:rsid w:val="00F649D2"/>
    <w:rsid w:val="00F6602B"/>
    <w:rsid w:val="00F666D5"/>
    <w:rsid w:val="00F7260E"/>
    <w:rsid w:val="00F734AD"/>
    <w:rsid w:val="00F73A0C"/>
    <w:rsid w:val="00F73D2C"/>
    <w:rsid w:val="00F756DB"/>
    <w:rsid w:val="00F77E3B"/>
    <w:rsid w:val="00F85066"/>
    <w:rsid w:val="00F87585"/>
    <w:rsid w:val="00F9254E"/>
    <w:rsid w:val="00F93C08"/>
    <w:rsid w:val="00FA5D4D"/>
    <w:rsid w:val="00FB0EE2"/>
    <w:rsid w:val="00FB1AE3"/>
    <w:rsid w:val="00FB542E"/>
    <w:rsid w:val="00FC0E5F"/>
    <w:rsid w:val="00FC1A95"/>
    <w:rsid w:val="00FC4227"/>
    <w:rsid w:val="00FC4C80"/>
    <w:rsid w:val="00FC56DE"/>
    <w:rsid w:val="00FC684B"/>
    <w:rsid w:val="00FD1F88"/>
    <w:rsid w:val="00FD3265"/>
    <w:rsid w:val="00FD38EA"/>
    <w:rsid w:val="00FE2F78"/>
    <w:rsid w:val="00FE6DC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D8C4377"/>
  <w15:docId w15:val="{E7BAA903-B2D7-43DF-BF9A-62FE07D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Odkaznakoment">
    <w:name w:val="annotation reference"/>
    <w:basedOn w:val="Standardnpsmoodstavce"/>
    <w:uiPriority w:val="99"/>
    <w:semiHidden/>
    <w:unhideWhenUsed/>
    <w:rsid w:val="008915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159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159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5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59B"/>
    <w:rPr>
      <w:rFonts w:ascii="Arial" w:eastAsia="Times New Roman" w:hAnsi="Arial"/>
      <w:b/>
      <w:bCs/>
      <w:lang w:eastAsia="cs-CZ"/>
    </w:rPr>
  </w:style>
  <w:style w:type="paragraph" w:styleId="Normlnweb">
    <w:name w:val="Normal (Web)"/>
    <w:basedOn w:val="Normln"/>
    <w:uiPriority w:val="99"/>
    <w:unhideWhenUsed/>
    <w:rsid w:val="00A86205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nakapoznpodarou">
    <w:name w:val="footnote reference"/>
    <w:rsid w:val="000B297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B2975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Titulek">
    <w:name w:val="caption"/>
    <w:basedOn w:val="Normln"/>
    <w:next w:val="Normln"/>
    <w:uiPriority w:val="35"/>
    <w:unhideWhenUsed/>
    <w:qFormat/>
    <w:rsid w:val="001C033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rsid w:val="00C44514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44514"/>
    <w:rPr>
      <w:rFonts w:ascii="Arial" w:eastAsia="Times New Roman" w:hAnsi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F5A91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F5A91"/>
    <w:rPr>
      <w:rFonts w:ascii="Arial" w:eastAsia="Times New Roman" w:hAnsi="Aria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53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535D0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B535D0"/>
    <w:rPr>
      <w:vertAlign w:val="superscript"/>
    </w:rPr>
  </w:style>
  <w:style w:type="paragraph" w:styleId="Seznamobrzk">
    <w:name w:val="table of figures"/>
    <w:basedOn w:val="Normln"/>
    <w:next w:val="Normln"/>
    <w:uiPriority w:val="99"/>
    <w:unhideWhenUsed/>
    <w:rsid w:val="0047139E"/>
    <w:pPr>
      <w:spacing w:after="0"/>
    </w:pPr>
  </w:style>
  <w:style w:type="character" w:styleId="Sledovanodkaz">
    <w:name w:val="FollowedHyperlink"/>
    <w:basedOn w:val="Standardnpsmoodstavce"/>
    <w:uiPriority w:val="99"/>
    <w:semiHidden/>
    <w:unhideWhenUsed/>
    <w:rsid w:val="004744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dbor%2063\NEM_UR\tabulky_moje\Publikace%20bar%20CZ_lide%20a%20spolecnost_2017-08-14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BFS2\DATA\DATA\ZPRAC\TECHNOL\oddeleni_6301\1_Zdravotnictv&#237;\ADMNEMUR_Statistika%20pracovn&#237;%20neschopnosti%20pro%20nemoc%20a%20&#250;raz_Hriv&#237;kov&#225;\E-PUBLIKACE_PRACOVN&#205;%20NESCHOPNOST%20PRO%20NEMOC%20A%20&#218;RAZ%20V%20&#268;R\ADMNEMUR_ROK%202018\nov&#233;\podklady_tabulky%20do%20textov&#233;%20&#269;&#225;sti_nov&#233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List2!$A$53</c:f>
              <c:strCache>
                <c:ptCount val="1"/>
                <c:pt idx="0">
                  <c:v> OSVČ</c:v>
                </c:pt>
              </c:strCache>
            </c:strRef>
          </c:tx>
          <c:spPr>
            <a:solidFill>
              <a:srgbClr val="632827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2.7778118998775699E-3"/>
                  <c:y val="-2.3148127610809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810-4F04-9286-85D2791364D1}"/>
                </c:ext>
              </c:extLst>
            </c:dLbl>
            <c:dLbl>
              <c:idx val="2"/>
              <c:layout>
                <c:manualLayout>
                  <c:x val="2.777777777777676E-3"/>
                  <c:y val="-1.8518518518518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810-4F04-9286-85D2791364D1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List2!$B$52:$D$52</c:f>
              <c:numCache>
                <c:formatCode>General</c:formatCode>
                <c:ptCount val="3"/>
                <c:pt idx="0">
                  <c:v>2008</c:v>
                </c:pt>
                <c:pt idx="1">
                  <c:v>2013</c:v>
                </c:pt>
                <c:pt idx="2">
                  <c:v>2018</c:v>
                </c:pt>
              </c:numCache>
            </c:numRef>
          </c:cat>
          <c:val>
            <c:numRef>
              <c:f>List2!$B$53:$D$53</c:f>
              <c:numCache>
                <c:formatCode>0.00</c:formatCode>
                <c:ptCount val="3"/>
                <c:pt idx="0">
                  <c:v>4.1866678272424608E-2</c:v>
                </c:pt>
                <c:pt idx="1">
                  <c:v>2.4585807438462851E-2</c:v>
                </c:pt>
                <c:pt idx="2">
                  <c:v>1.9286573082186852E-2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810-4F04-9286-85D2791364D1}"/>
            </c:ext>
          </c:extLst>
        </c:ser>
        <c:ser>
          <c:idx val="1"/>
          <c:order val="1"/>
          <c:tx>
            <c:strRef>
              <c:f>List2!$A$54</c:f>
              <c:strCache>
                <c:ptCount val="1"/>
                <c:pt idx="0">
                  <c:v> 1–49 zaměstnanců</c:v>
                </c:pt>
              </c:strCache>
            </c:strRef>
          </c:tx>
          <c:spPr>
            <a:solidFill>
              <a:srgbClr val="B44946"/>
            </a:solidFill>
            <a:ln>
              <a:noFill/>
            </a:ln>
            <a:effectLst/>
          </c:spPr>
          <c:invertIfNegative val="0"/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List2!$B$52:$D$52</c:f>
              <c:numCache>
                <c:formatCode>General</c:formatCode>
                <c:ptCount val="3"/>
                <c:pt idx="0">
                  <c:v>2008</c:v>
                </c:pt>
                <c:pt idx="1">
                  <c:v>2013</c:v>
                </c:pt>
                <c:pt idx="2">
                  <c:v>2018</c:v>
                </c:pt>
              </c:numCache>
            </c:numRef>
          </c:cat>
          <c:val>
            <c:numRef>
              <c:f>List2!$B$54:$D$54</c:f>
              <c:numCache>
                <c:formatCode>0.00</c:formatCode>
                <c:ptCount val="3"/>
                <c:pt idx="0">
                  <c:v>0.32362394222243901</c:v>
                </c:pt>
                <c:pt idx="1">
                  <c:v>0.3310133084823052</c:v>
                </c:pt>
                <c:pt idx="2">
                  <c:v>0.31648748323638221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810-4F04-9286-85D2791364D1}"/>
            </c:ext>
          </c:extLst>
        </c:ser>
        <c:ser>
          <c:idx val="2"/>
          <c:order val="2"/>
          <c:tx>
            <c:strRef>
              <c:f>List2!$A$55</c:f>
              <c:strCache>
                <c:ptCount val="1"/>
                <c:pt idx="0">
                  <c:v> 50–249 zaměstnanců</c:v>
                </c:pt>
              </c:strCache>
            </c:strRef>
          </c:tx>
          <c:spPr>
            <a:solidFill>
              <a:srgbClr val="C46A68"/>
            </a:solidFill>
            <a:ln>
              <a:noFill/>
            </a:ln>
            <a:effectLst/>
          </c:spPr>
          <c:invertIfNegative val="0"/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List2!$B$52:$D$52</c:f>
              <c:numCache>
                <c:formatCode>General</c:formatCode>
                <c:ptCount val="3"/>
                <c:pt idx="0">
                  <c:v>2008</c:v>
                </c:pt>
                <c:pt idx="1">
                  <c:v>2013</c:v>
                </c:pt>
                <c:pt idx="2">
                  <c:v>2018</c:v>
                </c:pt>
              </c:numCache>
            </c:numRef>
          </c:cat>
          <c:val>
            <c:numRef>
              <c:f>List2!$B$55:$D$55</c:f>
              <c:numCache>
                <c:formatCode>0.00</c:formatCode>
                <c:ptCount val="3"/>
                <c:pt idx="0">
                  <c:v>0.24148884961496514</c:v>
                </c:pt>
                <c:pt idx="1">
                  <c:v>0.23424226059077644</c:v>
                </c:pt>
                <c:pt idx="2">
                  <c:v>0.23368736284066025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810-4F04-9286-85D2791364D1}"/>
            </c:ext>
          </c:extLst>
        </c:ser>
        <c:ser>
          <c:idx val="3"/>
          <c:order val="3"/>
          <c:tx>
            <c:strRef>
              <c:f>List2!$A$56</c:f>
              <c:strCache>
                <c:ptCount val="1"/>
                <c:pt idx="0">
                  <c:v> 250 a více zaměstnanců</c:v>
                </c:pt>
              </c:strCache>
            </c:strRef>
          </c:tx>
          <c:spPr>
            <a:solidFill>
              <a:srgbClr val="EEDADA"/>
            </a:solidFill>
            <a:ln>
              <a:noFill/>
            </a:ln>
            <a:effectLst/>
          </c:spPr>
          <c:invertIfNegative val="0"/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List2!$B$52:$D$52</c:f>
              <c:numCache>
                <c:formatCode>General</c:formatCode>
                <c:ptCount val="3"/>
                <c:pt idx="0">
                  <c:v>2008</c:v>
                </c:pt>
                <c:pt idx="1">
                  <c:v>2013</c:v>
                </c:pt>
                <c:pt idx="2">
                  <c:v>2018</c:v>
                </c:pt>
              </c:numCache>
            </c:numRef>
          </c:cat>
          <c:val>
            <c:numRef>
              <c:f>List2!$B$56:$D$56</c:f>
              <c:numCache>
                <c:formatCode>0.00</c:formatCode>
                <c:ptCount val="3"/>
                <c:pt idx="0">
                  <c:v>0.3817256989316215</c:v>
                </c:pt>
                <c:pt idx="1">
                  <c:v>0.41015862348845561</c:v>
                </c:pt>
                <c:pt idx="2">
                  <c:v>0.43053858084077062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810-4F04-9286-85D2791364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46128928"/>
        <c:axId val="946129760"/>
      </c:barChart>
      <c:catAx>
        <c:axId val="946128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946129760"/>
        <c:crosses val="autoZero"/>
        <c:auto val="1"/>
        <c:lblAlgn val="ctr"/>
        <c:lblOffset val="100"/>
        <c:noMultiLvlLbl val="0"/>
      </c:catAx>
      <c:valAx>
        <c:axId val="946129760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946128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2AFF2-5E66-4C59-B7CB-49FE75BC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3</Pages>
  <Words>865</Words>
  <Characters>5108</Characters>
  <Application>Microsoft Office Word</Application>
  <DocSecurity>0</DocSecurity>
  <Lines>42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5962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Kostkova</dc:creator>
  <cp:lastModifiedBy>Alena Kotrbatá</cp:lastModifiedBy>
  <cp:revision>2</cp:revision>
  <cp:lastPrinted>2019-05-30T11:27:00Z</cp:lastPrinted>
  <dcterms:created xsi:type="dcterms:W3CDTF">2019-05-30T14:10:00Z</dcterms:created>
  <dcterms:modified xsi:type="dcterms:W3CDTF">2019-05-30T14:10:00Z</dcterms:modified>
</cp:coreProperties>
</file>