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A9B" w:rsidRPr="00490519" w:rsidRDefault="00BF6A9B" w:rsidP="00E5404B">
      <w:pPr>
        <w:pStyle w:val="Podnadpis"/>
        <w:rPr>
          <w:i/>
          <w:szCs w:val="28"/>
          <w:lang w:val="en-GB"/>
        </w:rPr>
      </w:pPr>
      <w:r w:rsidRPr="00490519">
        <w:rPr>
          <w:i/>
          <w:szCs w:val="28"/>
          <w:lang w:val="en-GB"/>
        </w:rPr>
        <w:t>Commentary</w:t>
      </w:r>
    </w:p>
    <w:p w:rsidR="00BF6A9B" w:rsidRPr="00490519" w:rsidRDefault="00BF6A9B" w:rsidP="00E5404B">
      <w:pPr>
        <w:pStyle w:val="Podnadpis"/>
        <w:rPr>
          <w:i/>
          <w:sz w:val="24"/>
          <w:lang w:val="en-GB"/>
        </w:rPr>
      </w:pPr>
    </w:p>
    <w:p w:rsidR="00444B23" w:rsidRPr="00490519" w:rsidRDefault="00E95D26" w:rsidP="00E5404B">
      <w:pPr>
        <w:pStyle w:val="Podnadpis"/>
        <w:rPr>
          <w:i/>
          <w:sz w:val="24"/>
          <w:lang w:val="en-GB"/>
        </w:rPr>
      </w:pPr>
      <w:r w:rsidRPr="00490519">
        <w:rPr>
          <w:i/>
          <w:sz w:val="24"/>
          <w:lang w:val="en-GB"/>
        </w:rPr>
        <w:t xml:space="preserve">Trend in </w:t>
      </w:r>
      <w:r w:rsidR="008479CF">
        <w:rPr>
          <w:i/>
          <w:sz w:val="24"/>
          <w:lang w:val="en-GB"/>
        </w:rPr>
        <w:t>September</w:t>
      </w:r>
      <w:r w:rsidR="008479CF" w:rsidRPr="00490519">
        <w:rPr>
          <w:i/>
          <w:sz w:val="24"/>
          <w:lang w:val="en-GB"/>
        </w:rPr>
        <w:t xml:space="preserve"> </w:t>
      </w:r>
      <w:r w:rsidR="00711987" w:rsidRPr="00490519">
        <w:rPr>
          <w:i/>
          <w:sz w:val="24"/>
          <w:lang w:val="en-GB"/>
        </w:rPr>
        <w:t>20</w:t>
      </w:r>
      <w:r w:rsidR="00711987">
        <w:rPr>
          <w:i/>
          <w:sz w:val="24"/>
          <w:lang w:val="en-GB"/>
        </w:rPr>
        <w:t>20</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000A005E" w:rsidRPr="000A005E">
        <w:rPr>
          <w:i/>
          <w:lang w:val="en-GB"/>
        </w:rPr>
        <w:t>,</w:t>
      </w:r>
      <w:r w:rsidR="00335679" w:rsidRPr="00335679">
        <w:rPr>
          <w:bCs/>
          <w:i/>
          <w:lang w:val="en-GB"/>
        </w:rPr>
        <w:t xml:space="preserve"> </w:t>
      </w:r>
      <w:r w:rsidR="008479CF" w:rsidRPr="008479CF">
        <w:rPr>
          <w:bCs/>
          <w:i/>
          <w:lang w:val="en-GB"/>
        </w:rPr>
        <w:t xml:space="preserve">mainly due to the </w:t>
      </w:r>
      <w:r w:rsidR="008479CF" w:rsidRPr="008479CF">
        <w:rPr>
          <w:bCs/>
          <w:i/>
          <w:lang w:val="en"/>
        </w:rPr>
        <w:t xml:space="preserve">weakening </w:t>
      </w:r>
      <w:r w:rsidR="008479CF" w:rsidRPr="008479CF">
        <w:rPr>
          <w:bCs/>
          <w:i/>
          <w:lang w:val="en-GB"/>
        </w:rPr>
        <w:t>of the CZK to EUR and USD, increased by 1.9%, month-on-month (m-o-m) in September 2020 (</w:t>
      </w:r>
      <w:r w:rsidR="008479CF" w:rsidRPr="008479CF">
        <w:rPr>
          <w:bCs/>
          <w:i/>
          <w:lang w:val="en"/>
        </w:rPr>
        <w:t>after adjusting for exchange rate effects by 0.3%</w:t>
      </w:r>
      <w:r w:rsidR="008479CF" w:rsidRPr="008479CF">
        <w:rPr>
          <w:bCs/>
          <w:i/>
        </w:rPr>
        <w:t>)</w:t>
      </w:r>
      <w:r w:rsidR="008479CF" w:rsidRPr="008479CF">
        <w:rPr>
          <w:bCs/>
          <w:i/>
          <w:lang w:val="en-GB"/>
        </w:rPr>
        <w:t>. The growth in the monthly export price index was essentially affected by an increase in prices of ‘machinery and transport equipment’ by 1.8%. The largest price increase was recorded in ‘mineral fuels, lubricants and related materials’, especially electric current, ‘crude materials, inedible, except fuels’ and in ‘chemicals and related products’ by 7.3%, 3.5% and 1.9%, respectively. The prices didn’t decrease in any of monitored SITC classification.</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8479CF" w:rsidRPr="008479CF">
        <w:rPr>
          <w:i/>
          <w:lang w:val="en-GB"/>
        </w:rPr>
        <w:t>increased by 1.9% (after adjusting for the exchange rate effect by 0.3%), m-o-m, in September 2020. The greatest effect on an overall growth in the monthly import price index was brought mainly by an increase in ‘machinery and transport equipment’ by 1.7%. Prices rose in ‘mineral fuels, lubricants and related materials’, especially gas and electric current, ‘crude materials, inedible, except fuels’ and in ‘manufactured goods classified chiefly by material’ by 7.1%, 4.5% and 1.9%, respectively. The prices didn’t decline in any of monitored SITC classification.</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8479CF" w:rsidRPr="008479CF">
        <w:rPr>
          <w:i/>
          <w:lang w:val="en-GB"/>
        </w:rPr>
        <w:t>reached the value of 100.0%. The highest positive values of the terms of trade were reached in ‘food and live animals’ (101.2%), ‘chemicals and related products’ (100.7%) and in ‘miscellaneous manufactured articles’ (100.3%). On the contrary, the lowest negative values of the terms of trade were reached in ‘crude materials, inedible, except fuels’ (99.0%) and in ‘manufactured goods classified chiefly by material’ (99.7%).</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F52278" w:rsidRPr="00F52278">
        <w:rPr>
          <w:bCs/>
          <w:i/>
          <w:lang w:val="en-GB"/>
        </w:rPr>
        <w:t>rose by 0.9%, year-on-year (y-o-y) (in August 2020 fell by 0.5%). The growth in the export price index was essentially affected by an increase in prices of ‘machinery and transport equipment’ by 2.8%. Prices increased also in ‘beverages and tobacco’, ‘food and live animals’ and in ‘miscellaneous manufactured articles’ by 5.1%, 3.4% and 1.6%, respectively. Prices decreased the most in ‘mineral fuels, lubricants and related materials’, especially petroleum products, ‘chemicals and related products’ and in ‘crude materials, inedible, except fuels’ by 10.6%, 4.4% and 3.3%,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F52278" w:rsidRPr="00F52278">
        <w:rPr>
          <w:i/>
          <w:lang w:val="en-GB"/>
        </w:rPr>
        <w:t>decreased by 1.3%, y-o-y (in August 2020 by 2.9%). The fall in prices of ‘mineral fuels, lubricants and related materials’ by 22.2%, especially petroleum and petroleum products, had the strongest effect on the decrease of the annual import price index. Prices declined in ‘crude materials, inedible, except fuels’ and in ‘chemicals and related products’ by 5.4% and 2.1%, respectively. Price growth was recorded the most in ‘machinery and transport equipment’, ‘food and live animals’ and in ‘miscellaneous manufactured articles’ by 1.5%, 1.4% and 1.3%, respectively.</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F52278" w:rsidRPr="00F52278">
        <w:rPr>
          <w:i/>
          <w:lang w:val="en-GB"/>
        </w:rPr>
        <w:t xml:space="preserve">decreased to the value of 102.2% (they reached 102.5% in August 2020); however, for the seventh month they remained in positive values. The highest positive values of the terms of trade were reached in ‘mineral fuels, lubricants and related materials’ (114.9%), ‘beverages and tobacco’ (106.4%) and in ‘crude materials, inedible, except fuels’ (102.2%). </w:t>
      </w:r>
      <w:r w:rsidR="00F52278" w:rsidRPr="00F52278">
        <w:rPr>
          <w:i/>
          <w:lang w:val="en-GB"/>
        </w:rPr>
        <w:lastRenderedPageBreak/>
        <w:t>Negative values of the terms of trade were recorded only in ‘chemicals and related products’ (97.7%) and in ‘manufactured goods classified chiefly by material’ (99.9%).</w:t>
      </w:r>
      <w:bookmarkStart w:id="0" w:name="_GoBack"/>
      <w:bookmarkEnd w:id="0"/>
    </w:p>
    <w:sectPr w:rsidR="00DC4DFC" w:rsidRPr="00D1556D" w:rsidSect="00B06447">
      <w:footerReference w:type="even" r:id="rId8"/>
      <w:footerReference w:type="default" r:id="rId9"/>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22B" w:rsidRDefault="0007022B" w:rsidP="00E71A58">
      <w:r>
        <w:separator/>
      </w:r>
    </w:p>
  </w:endnote>
  <w:endnote w:type="continuationSeparator" w:id="0">
    <w:p w:rsidR="0007022B" w:rsidRDefault="0007022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22B" w:rsidRDefault="0007022B" w:rsidP="00E71A58">
      <w:r>
        <w:separator/>
      </w:r>
    </w:p>
  </w:footnote>
  <w:footnote w:type="continuationSeparator" w:id="0">
    <w:p w:rsidR="0007022B" w:rsidRDefault="0007022B"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6F04"/>
    <w:rsid w:val="0000767A"/>
    <w:rsid w:val="00010702"/>
    <w:rsid w:val="00017605"/>
    <w:rsid w:val="00023670"/>
    <w:rsid w:val="0004694F"/>
    <w:rsid w:val="00055AA1"/>
    <w:rsid w:val="00060D08"/>
    <w:rsid w:val="00062EC5"/>
    <w:rsid w:val="0007022B"/>
    <w:rsid w:val="00075728"/>
    <w:rsid w:val="00075FF4"/>
    <w:rsid w:val="00081FFE"/>
    <w:rsid w:val="00087634"/>
    <w:rsid w:val="00090FFD"/>
    <w:rsid w:val="000922B9"/>
    <w:rsid w:val="000A005E"/>
    <w:rsid w:val="000A1183"/>
    <w:rsid w:val="000A4E1B"/>
    <w:rsid w:val="000A7287"/>
    <w:rsid w:val="000B45DC"/>
    <w:rsid w:val="000B6C4D"/>
    <w:rsid w:val="000C1BCB"/>
    <w:rsid w:val="000C3408"/>
    <w:rsid w:val="000D2A74"/>
    <w:rsid w:val="000E0151"/>
    <w:rsid w:val="000E2E54"/>
    <w:rsid w:val="000E40A2"/>
    <w:rsid w:val="000F1899"/>
    <w:rsid w:val="000F51EA"/>
    <w:rsid w:val="000F5739"/>
    <w:rsid w:val="001039FD"/>
    <w:rsid w:val="00105F0C"/>
    <w:rsid w:val="00110BFE"/>
    <w:rsid w:val="0012534A"/>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E36FF"/>
    <w:rsid w:val="001E3AAF"/>
    <w:rsid w:val="001E3C83"/>
    <w:rsid w:val="001F4597"/>
    <w:rsid w:val="001F773B"/>
    <w:rsid w:val="00207816"/>
    <w:rsid w:val="0021180B"/>
    <w:rsid w:val="002136A1"/>
    <w:rsid w:val="002139B4"/>
    <w:rsid w:val="002141DD"/>
    <w:rsid w:val="00215FA9"/>
    <w:rsid w:val="00217FC5"/>
    <w:rsid w:val="0022139E"/>
    <w:rsid w:val="00221976"/>
    <w:rsid w:val="002252E0"/>
    <w:rsid w:val="002255F6"/>
    <w:rsid w:val="00230861"/>
    <w:rsid w:val="002344E4"/>
    <w:rsid w:val="00236443"/>
    <w:rsid w:val="00237046"/>
    <w:rsid w:val="002436BA"/>
    <w:rsid w:val="00244A15"/>
    <w:rsid w:val="0024799E"/>
    <w:rsid w:val="00254E33"/>
    <w:rsid w:val="00263815"/>
    <w:rsid w:val="002654AD"/>
    <w:rsid w:val="002765B6"/>
    <w:rsid w:val="00287E9F"/>
    <w:rsid w:val="002A230C"/>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35679"/>
    <w:rsid w:val="00347023"/>
    <w:rsid w:val="00347426"/>
    <w:rsid w:val="0034765E"/>
    <w:rsid w:val="003657F3"/>
    <w:rsid w:val="00377D27"/>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8D9"/>
    <w:rsid w:val="00444B23"/>
    <w:rsid w:val="004652A3"/>
    <w:rsid w:val="00470971"/>
    <w:rsid w:val="0047265E"/>
    <w:rsid w:val="004756D0"/>
    <w:rsid w:val="00481263"/>
    <w:rsid w:val="0048139F"/>
    <w:rsid w:val="00487FB4"/>
    <w:rsid w:val="00490519"/>
    <w:rsid w:val="0049701F"/>
    <w:rsid w:val="00497DD2"/>
    <w:rsid w:val="004A77DF"/>
    <w:rsid w:val="004B4CE0"/>
    <w:rsid w:val="004B55B7"/>
    <w:rsid w:val="004B744C"/>
    <w:rsid w:val="004C3867"/>
    <w:rsid w:val="004C4CD0"/>
    <w:rsid w:val="004C70DC"/>
    <w:rsid w:val="004C76C8"/>
    <w:rsid w:val="004D0211"/>
    <w:rsid w:val="004E7C97"/>
    <w:rsid w:val="004F06F5"/>
    <w:rsid w:val="004F33A0"/>
    <w:rsid w:val="004F6338"/>
    <w:rsid w:val="004F7001"/>
    <w:rsid w:val="00503729"/>
    <w:rsid w:val="0051066D"/>
    <w:rsid w:val="005108C0"/>
    <w:rsid w:val="00511873"/>
    <w:rsid w:val="00513B7E"/>
    <w:rsid w:val="00525137"/>
    <w:rsid w:val="005251DD"/>
    <w:rsid w:val="005314F4"/>
    <w:rsid w:val="00546E30"/>
    <w:rsid w:val="00550C36"/>
    <w:rsid w:val="0056317D"/>
    <w:rsid w:val="00570970"/>
    <w:rsid w:val="00580452"/>
    <w:rsid w:val="00583FFD"/>
    <w:rsid w:val="00593152"/>
    <w:rsid w:val="005A170B"/>
    <w:rsid w:val="005A21E0"/>
    <w:rsid w:val="005B278E"/>
    <w:rsid w:val="005D3D37"/>
    <w:rsid w:val="005D5802"/>
    <w:rsid w:val="005D6120"/>
    <w:rsid w:val="005D7BAF"/>
    <w:rsid w:val="005D7ECF"/>
    <w:rsid w:val="00604307"/>
    <w:rsid w:val="0060487F"/>
    <w:rsid w:val="00605F66"/>
    <w:rsid w:val="00606A6C"/>
    <w:rsid w:val="00623E5A"/>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A25D8"/>
    <w:rsid w:val="006B78D8"/>
    <w:rsid w:val="006C113F"/>
    <w:rsid w:val="006C51FC"/>
    <w:rsid w:val="006C5A7D"/>
    <w:rsid w:val="006D524F"/>
    <w:rsid w:val="006D61F6"/>
    <w:rsid w:val="006E279A"/>
    <w:rsid w:val="006E313B"/>
    <w:rsid w:val="006F708F"/>
    <w:rsid w:val="00711987"/>
    <w:rsid w:val="0071297C"/>
    <w:rsid w:val="00716BB4"/>
    <w:rsid w:val="007211F5"/>
    <w:rsid w:val="00730AE8"/>
    <w:rsid w:val="0073393F"/>
    <w:rsid w:val="007355D5"/>
    <w:rsid w:val="00741493"/>
    <w:rsid w:val="00747539"/>
    <w:rsid w:val="00752180"/>
    <w:rsid w:val="00753AC2"/>
    <w:rsid w:val="00755D3A"/>
    <w:rsid w:val="007609C6"/>
    <w:rsid w:val="00771B15"/>
    <w:rsid w:val="00776480"/>
    <w:rsid w:val="00776527"/>
    <w:rsid w:val="00780A55"/>
    <w:rsid w:val="00781593"/>
    <w:rsid w:val="00787548"/>
    <w:rsid w:val="007A4284"/>
    <w:rsid w:val="007A47B1"/>
    <w:rsid w:val="007B24C8"/>
    <w:rsid w:val="007D6647"/>
    <w:rsid w:val="007E7E61"/>
    <w:rsid w:val="007F0845"/>
    <w:rsid w:val="0080638E"/>
    <w:rsid w:val="008064D1"/>
    <w:rsid w:val="00821FF6"/>
    <w:rsid w:val="00825BA1"/>
    <w:rsid w:val="0083143E"/>
    <w:rsid w:val="00834FAA"/>
    <w:rsid w:val="00836086"/>
    <w:rsid w:val="008409F4"/>
    <w:rsid w:val="0084275E"/>
    <w:rsid w:val="008458CF"/>
    <w:rsid w:val="008479CF"/>
    <w:rsid w:val="008516E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252"/>
    <w:rsid w:val="00902E79"/>
    <w:rsid w:val="00902EFF"/>
    <w:rsid w:val="00921F14"/>
    <w:rsid w:val="00926204"/>
    <w:rsid w:val="00937472"/>
    <w:rsid w:val="009400B3"/>
    <w:rsid w:val="0094427A"/>
    <w:rsid w:val="00954DBA"/>
    <w:rsid w:val="00971046"/>
    <w:rsid w:val="00974923"/>
    <w:rsid w:val="00980CE0"/>
    <w:rsid w:val="009815F7"/>
    <w:rsid w:val="00982E1B"/>
    <w:rsid w:val="00991B4D"/>
    <w:rsid w:val="00993EC2"/>
    <w:rsid w:val="009A3517"/>
    <w:rsid w:val="009A75C4"/>
    <w:rsid w:val="009B6FD3"/>
    <w:rsid w:val="009B704E"/>
    <w:rsid w:val="009E3517"/>
    <w:rsid w:val="009F3747"/>
    <w:rsid w:val="00A00010"/>
    <w:rsid w:val="00A04058"/>
    <w:rsid w:val="00A10D66"/>
    <w:rsid w:val="00A160A2"/>
    <w:rsid w:val="00A215F5"/>
    <w:rsid w:val="00A21936"/>
    <w:rsid w:val="00A23E43"/>
    <w:rsid w:val="00A27460"/>
    <w:rsid w:val="00A4633C"/>
    <w:rsid w:val="00A46DE0"/>
    <w:rsid w:val="00A62CE1"/>
    <w:rsid w:val="00A6425B"/>
    <w:rsid w:val="00A64790"/>
    <w:rsid w:val="00A6678C"/>
    <w:rsid w:val="00A75E40"/>
    <w:rsid w:val="00A77D1D"/>
    <w:rsid w:val="00A85082"/>
    <w:rsid w:val="00A857C0"/>
    <w:rsid w:val="00A864B9"/>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83B"/>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0B5F"/>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05F8"/>
    <w:rsid w:val="00C82E89"/>
    <w:rsid w:val="00C90CF4"/>
    <w:rsid w:val="00C93389"/>
    <w:rsid w:val="00C9342C"/>
    <w:rsid w:val="00C96730"/>
    <w:rsid w:val="00CA5AF5"/>
    <w:rsid w:val="00CB16C7"/>
    <w:rsid w:val="00CB23A2"/>
    <w:rsid w:val="00CC535E"/>
    <w:rsid w:val="00CC60AC"/>
    <w:rsid w:val="00CD10FD"/>
    <w:rsid w:val="00CD757E"/>
    <w:rsid w:val="00CE53F6"/>
    <w:rsid w:val="00CF4AEF"/>
    <w:rsid w:val="00CF51EC"/>
    <w:rsid w:val="00D040DD"/>
    <w:rsid w:val="00D110C9"/>
    <w:rsid w:val="00D1556D"/>
    <w:rsid w:val="00D16F77"/>
    <w:rsid w:val="00D17741"/>
    <w:rsid w:val="00D31B42"/>
    <w:rsid w:val="00D32E77"/>
    <w:rsid w:val="00D3508C"/>
    <w:rsid w:val="00D42F97"/>
    <w:rsid w:val="00D43506"/>
    <w:rsid w:val="00D50790"/>
    <w:rsid w:val="00D61187"/>
    <w:rsid w:val="00D7325B"/>
    <w:rsid w:val="00D7642C"/>
    <w:rsid w:val="00D9071D"/>
    <w:rsid w:val="00DA5A0C"/>
    <w:rsid w:val="00DB71F1"/>
    <w:rsid w:val="00DC4DFC"/>
    <w:rsid w:val="00DC5B3B"/>
    <w:rsid w:val="00DC722A"/>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A60A6"/>
    <w:rsid w:val="00EB25B0"/>
    <w:rsid w:val="00EC53CB"/>
    <w:rsid w:val="00EC7441"/>
    <w:rsid w:val="00EE3E78"/>
    <w:rsid w:val="00EF1F5A"/>
    <w:rsid w:val="00EF5E71"/>
    <w:rsid w:val="00EF683E"/>
    <w:rsid w:val="00F04811"/>
    <w:rsid w:val="00F0488C"/>
    <w:rsid w:val="00F11F9F"/>
    <w:rsid w:val="00F15BEF"/>
    <w:rsid w:val="00F24FAA"/>
    <w:rsid w:val="00F30771"/>
    <w:rsid w:val="00F31FA9"/>
    <w:rsid w:val="00F3364D"/>
    <w:rsid w:val="00F37DB6"/>
    <w:rsid w:val="00F52278"/>
    <w:rsid w:val="00F54E0B"/>
    <w:rsid w:val="00F62D50"/>
    <w:rsid w:val="00F63DDE"/>
    <w:rsid w:val="00F63FB7"/>
    <w:rsid w:val="00F734FF"/>
    <w:rsid w:val="00F73A0C"/>
    <w:rsid w:val="00F83DA0"/>
    <w:rsid w:val="00F90BA4"/>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0C4AA60"/>
  <w15:docId w15:val="{BF30F8A0-ABDF-4D03-B036-EEEF11B9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nadpis">
    <w:name w:val="Subtitle"/>
    <w:next w:val="Normln"/>
    <w:link w:val="PodnadpisChar"/>
    <w:uiPriority w:val="11"/>
    <w:qFormat/>
    <w:rsid w:val="00A77D1D"/>
    <w:pPr>
      <w:numPr>
        <w:ilvl w:val="1"/>
      </w:numPr>
      <w:spacing w:line="288" w:lineRule="auto"/>
    </w:pPr>
    <w:rPr>
      <w:rFonts w:ascii="Arial" w:eastAsia="MS Gothic" w:hAnsi="Arial"/>
      <w:b/>
      <w:iCs/>
      <w:sz w:val="28"/>
      <w:szCs w:val="24"/>
    </w:rPr>
  </w:style>
  <w:style w:type="character" w:customStyle="1" w:styleId="PodnadpisChar">
    <w:name w:val="Podnadpis Char"/>
    <w:link w:val="Podnadpis"/>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d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83223-79B9-408A-BCDC-F2902180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169</TotalTime>
  <Pages>2</Pages>
  <Words>504</Words>
  <Characters>2978</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57</cp:revision>
  <cp:lastPrinted>2016-02-17T08:10:00Z</cp:lastPrinted>
  <dcterms:created xsi:type="dcterms:W3CDTF">2019-09-09T09:36:00Z</dcterms:created>
  <dcterms:modified xsi:type="dcterms:W3CDTF">2020-11-09T14:51:00Z</dcterms:modified>
</cp:coreProperties>
</file>