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E55D8" w14:textId="77777777" w:rsidR="00A75E40" w:rsidRPr="000A3A2C" w:rsidRDefault="00374AD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2F65DFE" wp14:editId="608097F3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8407305" id="Skupina 1" o:spid="_x0000_s1026" style="position:absolute;margin-left:45.1pt;margin-top:36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40523017" wp14:editId="2C0BA63E">
                <wp:simplePos x="0" y="0"/>
                <wp:positionH relativeFrom="page">
                  <wp:posOffset>1705610</wp:posOffset>
                </wp:positionH>
                <wp:positionV relativeFrom="page">
                  <wp:posOffset>8048625</wp:posOffset>
                </wp:positionV>
                <wp:extent cx="5271770" cy="1312545"/>
                <wp:effectExtent l="635" t="0" r="4445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7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F68E3" w14:textId="73A2807A" w:rsidR="009E2886" w:rsidRDefault="00665BA4" w:rsidP="005B121D">
                            <w:pPr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Pr="005B121D">
                              <w:t>pracoval</w:t>
                            </w:r>
                            <w:r w:rsidR="00C4494C">
                              <w:t>:</w:t>
                            </w:r>
                            <w:r w:rsidRPr="005B121D">
                              <w:t xml:space="preserve"> </w:t>
                            </w:r>
                            <w:r w:rsidR="00C4494C">
                              <w:tab/>
                              <w:t xml:space="preserve">   </w:t>
                            </w:r>
                            <w:r w:rsidR="00CA6B30" w:rsidRPr="00CA6B30">
                              <w:t>Odbor statistiky zemědělství a lesnictví, průmyslu,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t>stavebnictví a energetiky</w:t>
                            </w:r>
                            <w:r w:rsidR="00C4494C">
                              <w:t xml:space="preserve"> </w:t>
                            </w:r>
                          </w:p>
                          <w:p w14:paraId="6277B942" w14:textId="3F931C46" w:rsidR="00CF7B18" w:rsidRDefault="00665BA4" w:rsidP="005B121D">
                            <w:r w:rsidRPr="005B121D">
                              <w:t xml:space="preserve">Ředitel odboru: </w:t>
                            </w:r>
                            <w:r w:rsidR="002C1A65">
                              <w:t xml:space="preserve">    </w:t>
                            </w:r>
                            <w:r w:rsidR="002838E8">
                              <w:t>Ing</w:t>
                            </w:r>
                            <w:r w:rsidR="009B0D44">
                              <w:t>.</w:t>
                            </w:r>
                            <w:r w:rsidR="002838E8">
                              <w:t xml:space="preserve"> Radek Matějka</w:t>
                            </w:r>
                          </w:p>
                          <w:p w14:paraId="260B0F4A" w14:textId="28F7BD14" w:rsidR="001706D6" w:rsidRPr="005B121D" w:rsidRDefault="00CF7B18" w:rsidP="005B121D">
                            <w:r>
                              <w:t>K</w:t>
                            </w:r>
                            <w:r w:rsidR="00C4494C">
                              <w:t>ontaktní osoba</w:t>
                            </w:r>
                            <w:r w:rsidR="00665BA4" w:rsidRPr="005B121D">
                              <w:t xml:space="preserve">: </w:t>
                            </w:r>
                            <w:r w:rsidR="009B0D44">
                              <w:t xml:space="preserve">Ing. </w:t>
                            </w:r>
                            <w:r w:rsidR="00013004">
                              <w:t>Josef Žemlička</w:t>
                            </w:r>
                            <w:r w:rsidR="00665BA4" w:rsidRPr="005B121D">
                              <w:t xml:space="preserve">, e-mail: </w:t>
                            </w:r>
                            <w:r w:rsidR="00013004">
                              <w:t>josef.zemlicka</w:t>
                            </w:r>
                            <w:r w:rsidR="00665BA4" w:rsidRPr="005B121D">
                              <w:t>@czso.cz</w:t>
                            </w:r>
                          </w:p>
                          <w:p w14:paraId="11565C75" w14:textId="77777777" w:rsidR="00F15AAA" w:rsidRDefault="00F15AAA"/>
                          <w:p w14:paraId="3925AE6D" w14:textId="77777777"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75A14EBB" w14:textId="77777777"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14:paraId="4856528B" w14:textId="77777777"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30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33.75pt;width:415.1pt;height:103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" filled="f" stroked="f">
                <v:textbox inset="0,0,0,0">
                  <w:txbxContent>
                    <w:p w14:paraId="554F68E3" w14:textId="73A2807A" w:rsidR="009E2886" w:rsidRDefault="00665BA4" w:rsidP="005B121D">
                      <w:pPr>
                        <w:rPr>
                          <w:i/>
                        </w:rPr>
                      </w:pPr>
                      <w:r>
                        <w:t>Z</w:t>
                      </w:r>
                      <w:r w:rsidRPr="005B121D">
                        <w:t>pracoval</w:t>
                      </w:r>
                      <w:r w:rsidR="00C4494C">
                        <w:t>:</w:t>
                      </w:r>
                      <w:r w:rsidRPr="005B121D">
                        <w:t xml:space="preserve"> </w:t>
                      </w:r>
                      <w:r w:rsidR="00C4494C">
                        <w:tab/>
                        <w:t xml:space="preserve">   </w:t>
                      </w:r>
                      <w:r w:rsidR="00CA6B30" w:rsidRPr="00CA6B30">
                        <w:t>Odbor statistiky zemědělství a lesnictví, průmyslu,</w:t>
                      </w:r>
                      <w:r w:rsidR="00CA6B30">
                        <w:t xml:space="preserve"> </w:t>
                      </w:r>
                      <w:r w:rsidR="00CA6B30" w:rsidRPr="00CA6B30">
                        <w:t>stavebnictví a energetiky</w:t>
                      </w:r>
                      <w:r w:rsidR="00C4494C">
                        <w:t xml:space="preserve"> </w:t>
                      </w:r>
                    </w:p>
                    <w:p w14:paraId="6277B942" w14:textId="3F931C46" w:rsidR="00CF7B18" w:rsidRDefault="00665BA4" w:rsidP="005B121D">
                      <w:r w:rsidRPr="005B121D">
                        <w:t xml:space="preserve">Ředitel odboru: </w:t>
                      </w:r>
                      <w:r w:rsidR="002C1A65">
                        <w:t xml:space="preserve">    </w:t>
                      </w:r>
                      <w:r w:rsidR="002838E8">
                        <w:t>Ing</w:t>
                      </w:r>
                      <w:r w:rsidR="009B0D44">
                        <w:t>.</w:t>
                      </w:r>
                      <w:r w:rsidR="002838E8">
                        <w:t xml:space="preserve"> Radek Matějka</w:t>
                      </w:r>
                    </w:p>
                    <w:p w14:paraId="260B0F4A" w14:textId="28F7BD14" w:rsidR="001706D6" w:rsidRPr="005B121D" w:rsidRDefault="00CF7B18" w:rsidP="005B121D">
                      <w:r>
                        <w:t>K</w:t>
                      </w:r>
                      <w:r w:rsidR="00C4494C">
                        <w:t>ontaktní osoba</w:t>
                      </w:r>
                      <w:r w:rsidR="00665BA4" w:rsidRPr="005B121D">
                        <w:t xml:space="preserve">: </w:t>
                      </w:r>
                      <w:r w:rsidR="009B0D44">
                        <w:t xml:space="preserve">Ing. </w:t>
                      </w:r>
                      <w:r w:rsidR="00013004">
                        <w:t>Josef Žemlička</w:t>
                      </w:r>
                      <w:r w:rsidR="00665BA4" w:rsidRPr="005B121D">
                        <w:t xml:space="preserve">, e-mail: </w:t>
                      </w:r>
                      <w:r w:rsidR="00013004">
                        <w:t>josef.zemlicka</w:t>
                      </w:r>
                      <w:r w:rsidR="00665BA4" w:rsidRPr="005B121D">
                        <w:t>@czso.cz</w:t>
                      </w:r>
                    </w:p>
                    <w:p w14:paraId="11565C75" w14:textId="77777777" w:rsidR="00F15AAA" w:rsidRDefault="00F15AAA"/>
                    <w:p w14:paraId="3925AE6D" w14:textId="77777777"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75A14EBB" w14:textId="77777777"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14:paraId="4856528B" w14:textId="77777777"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5F561BA" wp14:editId="19B10EA1">
                <wp:simplePos x="0" y="0"/>
                <wp:positionH relativeFrom="margin">
                  <wp:align>right</wp:align>
                </wp:positionH>
                <wp:positionV relativeFrom="margin">
                  <wp:posOffset>4288155</wp:posOffset>
                </wp:positionV>
                <wp:extent cx="5129530" cy="1012190"/>
                <wp:effectExtent l="0" t="0" r="13970" b="1651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A939" w14:textId="3F401D4E" w:rsidR="00665BA4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>Průmysl, energetika</w:t>
                            </w:r>
                            <w:r w:rsidR="00665BA4" w:rsidRPr="009A60D1">
                              <w:t xml:space="preserve"> </w:t>
                            </w:r>
                          </w:p>
                          <w:p w14:paraId="14CFB039" w14:textId="6C864521" w:rsidR="002607F9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DD6A48">
                              <w:t>2</w:t>
                            </w:r>
                            <w:r w:rsidR="0081652B">
                              <w:t>4</w:t>
                            </w:r>
                            <w:r>
                              <w:t xml:space="preserve">. </w:t>
                            </w:r>
                            <w:r w:rsidR="000A3023">
                              <w:t>7</w:t>
                            </w:r>
                            <w:r>
                              <w:t>. 20</w:t>
                            </w:r>
                            <w:r w:rsidR="0009428E">
                              <w:t>2</w:t>
                            </w:r>
                            <w:r w:rsidR="00DD6A48">
                              <w:t>5</w:t>
                            </w:r>
                            <w:r w:rsidR="00665BA4" w:rsidRPr="009A60D1">
                              <w:t xml:space="preserve"> </w:t>
                            </w:r>
                          </w:p>
                          <w:p w14:paraId="7EA83D3D" w14:textId="67A9712C"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>Kód publikace</w:t>
                            </w:r>
                            <w:r w:rsidR="009E2886">
                              <w:t xml:space="preserve">: </w:t>
                            </w:r>
                            <w:r w:rsidR="000A3023" w:rsidRPr="000A3023">
                              <w:t>150206-2</w:t>
                            </w:r>
                            <w:r w:rsidR="00DD6A48">
                              <w:t>5</w:t>
                            </w:r>
                            <w:r w:rsidRPr="009A60D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561B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margin-left:352.7pt;margin-top:337.65pt;width:403.9pt;height:79.7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w4ug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" filled="f" stroked="f">
                <v:textbox style="mso-fit-shape-to-text:t" inset="0,0,0,0">
                  <w:txbxContent>
                    <w:p w14:paraId="2D93A939" w14:textId="3F401D4E" w:rsidR="00665BA4" w:rsidRPr="009A60D1" w:rsidRDefault="00790758" w:rsidP="009A60D1">
                      <w:pPr>
                        <w:pStyle w:val="TLIdentifikace-sted"/>
                      </w:pPr>
                      <w:r>
                        <w:t>Průmysl, energetika</w:t>
                      </w:r>
                      <w:r w:rsidR="00665BA4" w:rsidRPr="009A60D1">
                        <w:t xml:space="preserve"> </w:t>
                      </w:r>
                    </w:p>
                    <w:p w14:paraId="14CFB039" w14:textId="6C864521" w:rsidR="002607F9" w:rsidRPr="009A60D1" w:rsidRDefault="00790758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DD6A48">
                        <w:t>2</w:t>
                      </w:r>
                      <w:r w:rsidR="0081652B">
                        <w:t>4</w:t>
                      </w:r>
                      <w:r>
                        <w:t xml:space="preserve">. </w:t>
                      </w:r>
                      <w:r w:rsidR="000A3023">
                        <w:t>7</w:t>
                      </w:r>
                      <w:r>
                        <w:t>. 20</w:t>
                      </w:r>
                      <w:r w:rsidR="0009428E">
                        <w:t>2</w:t>
                      </w:r>
                      <w:r w:rsidR="00DD6A48">
                        <w:t>5</w:t>
                      </w:r>
                      <w:r w:rsidR="00665BA4" w:rsidRPr="009A60D1">
                        <w:t xml:space="preserve"> </w:t>
                      </w:r>
                    </w:p>
                    <w:p w14:paraId="7EA83D3D" w14:textId="67A9712C"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>Kód publikace</w:t>
                      </w:r>
                      <w:r w:rsidR="009E2886">
                        <w:t xml:space="preserve">: </w:t>
                      </w:r>
                      <w:r w:rsidR="000A3023" w:rsidRPr="000A3023">
                        <w:t>150206-2</w:t>
                      </w:r>
                      <w:r w:rsidR="00DD6A48">
                        <w:t>5</w:t>
                      </w:r>
                      <w:r w:rsidRPr="009A60D1">
                        <w:t xml:space="preserve"> 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C4D2D2B" wp14:editId="6F01F080">
                <wp:simplePos x="0" y="0"/>
                <wp:positionH relativeFrom="page">
                  <wp:posOffset>1714500</wp:posOffset>
                </wp:positionH>
                <wp:positionV relativeFrom="page">
                  <wp:posOffset>1476375</wp:posOffset>
                </wp:positionV>
                <wp:extent cx="5129530" cy="3467100"/>
                <wp:effectExtent l="0" t="0" r="1397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5B326" w14:textId="3BFE2CAA" w:rsidR="00665BA4" w:rsidRPr="004A6607" w:rsidRDefault="000A3023" w:rsidP="00013004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0A3023">
                              <w:rPr>
                                <w:sz w:val="44"/>
                                <w:szCs w:val="44"/>
                              </w:rPr>
                              <w:t>Výroba vybraných výrobků v</w:t>
                            </w:r>
                            <w:r w:rsidR="00013004">
                              <w:rPr>
                                <w:sz w:val="44"/>
                                <w:szCs w:val="44"/>
                              </w:rPr>
                              <w:t> </w:t>
                            </w:r>
                            <w:r w:rsidRPr="000A3023">
                              <w:rPr>
                                <w:sz w:val="44"/>
                                <w:szCs w:val="44"/>
                              </w:rPr>
                              <w:t>průmyslu: předběžné údaje v</w:t>
                            </w:r>
                            <w:r w:rsidR="00013004">
                              <w:rPr>
                                <w:sz w:val="44"/>
                                <w:szCs w:val="44"/>
                              </w:rPr>
                              <w:t> </w:t>
                            </w:r>
                            <w:r w:rsidRPr="000A3023">
                              <w:rPr>
                                <w:sz w:val="44"/>
                                <w:szCs w:val="44"/>
                              </w:rPr>
                              <w:t>členění Eurostatu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</w:p>
                          <w:p w14:paraId="1A266F21" w14:textId="77777777" w:rsidR="00665BA4" w:rsidRPr="00B016B9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4F8212EA" w14:textId="3224A5B3" w:rsidR="00665BA4" w:rsidRPr="0012192F" w:rsidRDefault="000A3023" w:rsidP="0012192F">
                            <w:pPr>
                              <w:pStyle w:val="Podnadpis"/>
                            </w:pPr>
                            <w:r>
                              <w:t>rok</w:t>
                            </w:r>
                            <w:r w:rsidR="00790758">
                              <w:t xml:space="preserve"> 20</w:t>
                            </w:r>
                            <w:r w:rsidR="0009428E">
                              <w:t>2</w:t>
                            </w:r>
                            <w:r w:rsidR="00DD6A48">
                              <w:t>4</w:t>
                            </w:r>
                            <w:r w:rsidR="00665BA4" w:rsidRPr="0012192F">
                              <w:t xml:space="preserve"> </w:t>
                            </w:r>
                          </w:p>
                          <w:p w14:paraId="4C1C7140" w14:textId="77777777"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D2D2B" id="_x0000_s1028" type="#_x0000_t202" style="position:absolute;margin-left:135pt;margin-top:116.25pt;width:403.9pt;height:27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" filled="f" stroked="f">
                <v:textbox inset="0,0,0,0">
                  <w:txbxContent>
                    <w:p w14:paraId="0F35B326" w14:textId="3BFE2CAA" w:rsidR="00665BA4" w:rsidRPr="004A6607" w:rsidRDefault="000A3023" w:rsidP="00013004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0A3023">
                        <w:rPr>
                          <w:sz w:val="44"/>
                          <w:szCs w:val="44"/>
                        </w:rPr>
                        <w:t>Výroba vybraných výrobků v</w:t>
                      </w:r>
                      <w:r w:rsidR="00013004">
                        <w:rPr>
                          <w:sz w:val="44"/>
                          <w:szCs w:val="44"/>
                        </w:rPr>
                        <w:t> </w:t>
                      </w:r>
                      <w:r w:rsidRPr="000A3023">
                        <w:rPr>
                          <w:sz w:val="44"/>
                          <w:szCs w:val="44"/>
                        </w:rPr>
                        <w:t>průmyslu: předběžné údaje v</w:t>
                      </w:r>
                      <w:r w:rsidR="00013004">
                        <w:rPr>
                          <w:sz w:val="44"/>
                          <w:szCs w:val="44"/>
                        </w:rPr>
                        <w:t> </w:t>
                      </w:r>
                      <w:r w:rsidRPr="000A3023">
                        <w:rPr>
                          <w:sz w:val="44"/>
                          <w:szCs w:val="44"/>
                        </w:rPr>
                        <w:t>členění Eurostatu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</w:p>
                    <w:p w14:paraId="1A266F21" w14:textId="77777777" w:rsidR="00665BA4" w:rsidRPr="00B016B9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</w:rPr>
                      </w:pPr>
                    </w:p>
                    <w:p w14:paraId="4F8212EA" w14:textId="3224A5B3" w:rsidR="00665BA4" w:rsidRPr="0012192F" w:rsidRDefault="000A3023" w:rsidP="0012192F">
                      <w:pPr>
                        <w:pStyle w:val="Podnadpis"/>
                      </w:pPr>
                      <w:r>
                        <w:t>rok</w:t>
                      </w:r>
                      <w:r w:rsidR="00790758">
                        <w:t xml:space="preserve"> 20</w:t>
                      </w:r>
                      <w:r w:rsidR="0009428E">
                        <w:t>2</w:t>
                      </w:r>
                      <w:r w:rsidR="00DD6A48">
                        <w:t>4</w:t>
                      </w:r>
                      <w:r w:rsidR="00665BA4" w:rsidRPr="0012192F">
                        <w:t xml:space="preserve"> </w:t>
                      </w:r>
                    </w:p>
                    <w:p w14:paraId="4C1C7140" w14:textId="77777777"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15F53B6" wp14:editId="411B1BD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3A580" w14:textId="22B51115" w:rsidR="00665BA4" w:rsidRPr="00D66223" w:rsidRDefault="00C4494C" w:rsidP="00D66223">
                            <w:r>
                              <w:t>© Český statistický úřad</w:t>
                            </w:r>
                            <w:r w:rsidR="00665BA4" w:rsidRPr="00D66223">
                              <w:t xml:space="preserve">, </w:t>
                            </w:r>
                            <w:r>
                              <w:t>Praha</w:t>
                            </w:r>
                            <w:r w:rsidR="00CF7B18">
                              <w:t>, 20</w:t>
                            </w:r>
                            <w:r w:rsidR="0009428E">
                              <w:t>2</w:t>
                            </w:r>
                            <w:r w:rsidR="00DD6A48">
                              <w:t>5</w:t>
                            </w:r>
                          </w:p>
                          <w:p w14:paraId="6A91022E" w14:textId="77777777" w:rsidR="00665BA4" w:rsidRPr="005251DD" w:rsidRDefault="00665BA4" w:rsidP="00665BA4"/>
                          <w:p w14:paraId="580D8104" w14:textId="77777777" w:rsidR="00FC684B" w:rsidRPr="005251DD" w:rsidRDefault="00FC684B" w:rsidP="00FC684B"/>
                          <w:p w14:paraId="191B5C49" w14:textId="77777777" w:rsidR="00F15AAA" w:rsidRDefault="00F15AAA"/>
                          <w:p w14:paraId="49B00A3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14:paraId="01852545" w14:textId="77777777" w:rsidR="00665BA4" w:rsidRPr="005251DD" w:rsidRDefault="00665BA4" w:rsidP="00665BA4"/>
                          <w:p w14:paraId="6BF38581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53B6"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oC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ZCVqArACAACw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14:paraId="5823A580" w14:textId="22B51115" w:rsidR="00665BA4" w:rsidRPr="00D66223" w:rsidRDefault="00C4494C" w:rsidP="00D66223">
                      <w:r>
                        <w:t>© Český statistický úřad</w:t>
                      </w:r>
                      <w:r w:rsidR="00665BA4" w:rsidRPr="00D66223">
                        <w:t xml:space="preserve">, </w:t>
                      </w:r>
                      <w:r>
                        <w:t>Praha</w:t>
                      </w:r>
                      <w:r w:rsidR="00CF7B18">
                        <w:t>, 20</w:t>
                      </w:r>
                      <w:r w:rsidR="0009428E">
                        <w:t>2</w:t>
                      </w:r>
                      <w:r w:rsidR="00DD6A48">
                        <w:t>5</w:t>
                      </w:r>
                    </w:p>
                    <w:p w14:paraId="6A91022E" w14:textId="77777777" w:rsidR="00665BA4" w:rsidRPr="005251DD" w:rsidRDefault="00665BA4" w:rsidP="00665BA4"/>
                    <w:p w14:paraId="580D8104" w14:textId="77777777" w:rsidR="00FC684B" w:rsidRPr="005251DD" w:rsidRDefault="00FC684B" w:rsidP="00FC684B"/>
                    <w:p w14:paraId="191B5C49" w14:textId="77777777" w:rsidR="00F15AAA" w:rsidRDefault="00F15AAA"/>
                    <w:p w14:paraId="49B00A3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14:paraId="01852545" w14:textId="77777777" w:rsidR="00665BA4" w:rsidRPr="005251DD" w:rsidRDefault="00665BA4" w:rsidP="00665BA4"/>
                    <w:p w14:paraId="6BF38581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 wp14:anchorId="4809210A" wp14:editId="21455892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22D00FAE" w14:textId="77777777" w:rsidR="00F66749" w:rsidRDefault="00374AD3" w:rsidP="00AE1A83">
      <w:pPr>
        <w:rPr>
          <w:color w:val="BD1B21"/>
          <w:sz w:val="24"/>
        </w:rPr>
      </w:pPr>
      <w:bookmarkStart w:id="0" w:name="_GoBack"/>
      <w:bookmarkEnd w:id="0"/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63AE01" wp14:editId="17175BD2">
                <wp:simplePos x="0" y="0"/>
                <wp:positionH relativeFrom="page">
                  <wp:posOffset>593090</wp:posOffset>
                </wp:positionH>
                <wp:positionV relativeFrom="page">
                  <wp:posOffset>9622155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03B16" w14:textId="4D3D10F7" w:rsidR="009142AA" w:rsidRPr="00AF2852" w:rsidRDefault="009142AA" w:rsidP="009142AA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úřad, </w:t>
                            </w:r>
                            <w:r w:rsidR="0016033B">
                              <w:t>Praha, 20</w:t>
                            </w:r>
                            <w:r w:rsidR="0009428E">
                              <w:t>2</w:t>
                            </w:r>
                            <w:r w:rsidR="00DD6A48">
                              <w:t>5</w:t>
                            </w:r>
                          </w:p>
                          <w:p w14:paraId="3A677450" w14:textId="77777777" w:rsidR="009142AA" w:rsidRDefault="009142AA" w:rsidP="009142AA"/>
                          <w:p w14:paraId="2DE5F92E" w14:textId="77777777"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A952490" w14:textId="77777777"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AE01" id="_x0000_s1030" type="#_x0000_t202" style="position:absolute;margin-left:46.7pt;margin-top:757.65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/S/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" filled="f" stroked="f">
                <v:textbox inset="0,0,0,0">
                  <w:txbxContent>
                    <w:p w14:paraId="08803B16" w14:textId="4D3D10F7" w:rsidR="009142AA" w:rsidRPr="00AF2852" w:rsidRDefault="009142AA" w:rsidP="009142AA"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úřad, </w:t>
                      </w:r>
                      <w:r w:rsidR="0016033B">
                        <w:t>Praha, 20</w:t>
                      </w:r>
                      <w:r w:rsidR="0009428E">
                        <w:t>2</w:t>
                      </w:r>
                      <w:r w:rsidR="00DD6A48">
                        <w:t>5</w:t>
                      </w:r>
                    </w:p>
                    <w:p w14:paraId="3A677450" w14:textId="77777777" w:rsidR="009142AA" w:rsidRDefault="009142AA" w:rsidP="009142AA"/>
                    <w:p w14:paraId="2DE5F92E" w14:textId="77777777"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A952490" w14:textId="77777777"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62A39B6" wp14:editId="4CF504AF">
                <wp:simplePos x="0" y="0"/>
                <wp:positionH relativeFrom="page">
                  <wp:posOffset>467360</wp:posOffset>
                </wp:positionH>
                <wp:positionV relativeFrom="page">
                  <wp:posOffset>1111250</wp:posOffset>
                </wp:positionV>
                <wp:extent cx="6119495" cy="1146175"/>
                <wp:effectExtent l="635" t="0" r="4445" b="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96573" w14:textId="77777777" w:rsidR="009142AA" w:rsidRPr="00B95F50" w:rsidRDefault="009142AA" w:rsidP="009142AA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39B6" id="Text Box 28" o:spid="_x0000_s1031" type="#_x0000_t202" style="position:absolute;margin-left:36.8pt;margin-top:87.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" filled="f" stroked="f">
                <v:textbox style="mso-fit-shape-to-text:t" inset="0,0,0,0">
                  <w:txbxContent>
                    <w:p w14:paraId="3C396573" w14:textId="77777777" w:rsidR="009142AA" w:rsidRPr="00B95F50" w:rsidRDefault="009142AA" w:rsidP="009142AA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7C7DD" w14:textId="77777777" w:rsidR="00FB13A3" w:rsidRDefault="00FB13A3" w:rsidP="00E71A58">
      <w:r>
        <w:separator/>
      </w:r>
    </w:p>
  </w:endnote>
  <w:endnote w:type="continuationSeparator" w:id="0">
    <w:p w14:paraId="0A55155A" w14:textId="77777777" w:rsidR="00FB13A3" w:rsidRDefault="00FB13A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4377C" w14:textId="77777777"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CAB6A" w14:textId="77777777"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6CB244EC" wp14:editId="0E0AF4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989BE" w14:textId="77777777" w:rsidR="00FB13A3" w:rsidRDefault="00FB13A3" w:rsidP="00E71A58">
      <w:r>
        <w:separator/>
      </w:r>
    </w:p>
  </w:footnote>
  <w:footnote w:type="continuationSeparator" w:id="0">
    <w:p w14:paraId="1555D0DB" w14:textId="77777777" w:rsidR="00FB13A3" w:rsidRDefault="00FB13A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81373" w14:textId="77777777" w:rsidR="00515C74" w:rsidRPr="009142AA" w:rsidRDefault="00515C74" w:rsidP="00937AE2">
    <w:pPr>
      <w:pStyle w:val="Zhlav"/>
    </w:pPr>
  </w:p>
  <w:p w14:paraId="088F0516" w14:textId="77777777"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4892" w14:textId="77777777" w:rsidR="00515C74" w:rsidRPr="00937AE2" w:rsidRDefault="00515C74" w:rsidP="00937AE2">
    <w:pPr>
      <w:pStyle w:val="Zhlav"/>
    </w:pPr>
    <w:r w:rsidRPr="00937AE2">
      <w:t>Název publikace</w:t>
    </w:r>
  </w:p>
  <w:p w14:paraId="493D01C0" w14:textId="77777777"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C4D2D2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13004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77D69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023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33217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0B16"/>
    <w:rsid w:val="002838E8"/>
    <w:rsid w:val="00285412"/>
    <w:rsid w:val="00295E7D"/>
    <w:rsid w:val="002A16D4"/>
    <w:rsid w:val="002A230C"/>
    <w:rsid w:val="002B501D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1AFE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39E1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0F9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52B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B532B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94C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4567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D6A48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C0729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B13A3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2B535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8268-70CE-46DD-A87D-A90C527B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silhava8182</dc:creator>
  <cp:lastModifiedBy>Ortová Marta</cp:lastModifiedBy>
  <cp:revision>3</cp:revision>
  <cp:lastPrinted>2016-09-05T12:24:00Z</cp:lastPrinted>
  <dcterms:created xsi:type="dcterms:W3CDTF">2025-07-04T07:25:00Z</dcterms:created>
  <dcterms:modified xsi:type="dcterms:W3CDTF">2025-07-04T07:26:00Z</dcterms:modified>
</cp:coreProperties>
</file>