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t xml:space="preserve">Obsah </w:t>
      </w:r>
    </w:p>
    <w:p w:rsidR="00604C6D" w:rsidRDefault="00604C6D" w:rsidP="00063555">
      <w:pPr>
        <w:pStyle w:val="Zkladntext2"/>
        <w:spacing w:line="360" w:lineRule="auto"/>
        <w:rPr>
          <w:szCs w:val="24"/>
        </w:rPr>
      </w:pPr>
      <w:bookmarkStart w:id="0" w:name="_Toc444112501"/>
    </w:p>
    <w:p w:rsidR="000761BB" w:rsidRPr="00572900" w:rsidRDefault="000761BB" w:rsidP="000761BB">
      <w:pPr>
        <w:rPr>
          <w:rFonts w:cs="Arial"/>
          <w:szCs w:val="20"/>
        </w:rPr>
      </w:pPr>
      <w:r w:rsidRPr="00572900">
        <w:rPr>
          <w:rFonts w:cs="Arial"/>
          <w:szCs w:val="20"/>
        </w:rPr>
        <w:t>Všechna data publikace</w:t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ZIP</w:t>
      </w:r>
    </w:p>
    <w:p w:rsidR="00D10A0D" w:rsidRPr="00572900" w:rsidRDefault="00D10A0D" w:rsidP="00D10A0D">
      <w:pPr>
        <w:rPr>
          <w:rFonts w:cs="Arial"/>
          <w:szCs w:val="20"/>
        </w:rPr>
      </w:pPr>
      <w:r w:rsidRPr="000761BB">
        <w:rPr>
          <w:rFonts w:cs="Arial"/>
          <w:szCs w:val="20"/>
        </w:rPr>
        <w:t>Úvod</w:t>
      </w:r>
      <w:r w:rsidRPr="000761BB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0761BB" w:rsidRDefault="000761BB" w:rsidP="000761BB">
      <w:pPr>
        <w:rPr>
          <w:rFonts w:cs="Arial"/>
          <w:b/>
          <w:szCs w:val="20"/>
        </w:rPr>
      </w:pPr>
      <w:r w:rsidRPr="00FA3DEE">
        <w:rPr>
          <w:rFonts w:cs="Arial"/>
          <w:b/>
          <w:szCs w:val="20"/>
        </w:rPr>
        <w:t xml:space="preserve">Výroba vybraných výrobků v průmyslu: </w:t>
      </w:r>
    </w:p>
    <w:p w:rsidR="000761BB" w:rsidRDefault="000761BB" w:rsidP="000761BB">
      <w:pPr>
        <w:rPr>
          <w:rFonts w:cs="Arial"/>
          <w:szCs w:val="20"/>
        </w:rPr>
      </w:pPr>
      <w:r w:rsidRPr="00FA3DEE">
        <w:rPr>
          <w:rFonts w:cs="Arial"/>
          <w:b/>
          <w:szCs w:val="20"/>
        </w:rPr>
        <w:t>předběžné údaje v členění Eurostatu</w:t>
      </w:r>
      <w:bookmarkStart w:id="1" w:name="_GoBack"/>
      <w:bookmarkEnd w:id="1"/>
      <w:r>
        <w:rPr>
          <w:rFonts w:cs="Arial"/>
          <w:b/>
          <w:szCs w:val="20"/>
        </w:rPr>
        <w:t xml:space="preserve"> v roce 202</w:t>
      </w:r>
      <w:r w:rsidR="00E47031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szCs w:val="20"/>
        </w:rPr>
        <w:t>Excel / PDF</w:t>
      </w:r>
      <w:bookmarkEnd w:id="0"/>
    </w:p>
    <w:sectPr w:rsidR="000761B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446" w:rsidRDefault="004D5446" w:rsidP="00E71A58">
      <w:r>
        <w:separator/>
      </w:r>
    </w:p>
  </w:endnote>
  <w:endnote w:type="continuationSeparator" w:id="0">
    <w:p w:rsidR="004D5446" w:rsidRDefault="004D544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763236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653A0A">
      <w:rPr>
        <w:rStyle w:val="ZpatChar"/>
        <w:szCs w:val="16"/>
      </w:rPr>
      <w:t>5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653A0A">
      <w:rPr>
        <w:rStyle w:val="ZpatChar"/>
        <w:i/>
        <w:szCs w:val="16"/>
      </w:rPr>
      <w:t>5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653A0A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446" w:rsidRDefault="004D5446" w:rsidP="00E71A58">
      <w:r>
        <w:separator/>
      </w:r>
    </w:p>
  </w:footnote>
  <w:footnote w:type="continuationSeparator" w:id="0">
    <w:p w:rsidR="004D5446" w:rsidRDefault="004D544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r>
      <w:rPr>
        <w:i/>
      </w:rPr>
      <w:t>Production of Selected Industrial Products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89" w:rsidRPr="000761BB" w:rsidRDefault="000761BB" w:rsidP="000761BB">
    <w:pPr>
      <w:pStyle w:val="Zhlav"/>
    </w:pPr>
    <w:r w:rsidRPr="000761BB">
      <w:t>Výroba vybraných výrobků v průmyslu: předběžné údaje v členění Eurostatu - rok 202</w:t>
    </w:r>
    <w:r w:rsidR="00E4703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761BB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3186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5446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0189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A0A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323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35E26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0DD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5724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8719A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4C8B"/>
    <w:rsid w:val="00E17262"/>
    <w:rsid w:val="00E17CD4"/>
    <w:rsid w:val="00E253A2"/>
    <w:rsid w:val="00E3309D"/>
    <w:rsid w:val="00E46E3E"/>
    <w:rsid w:val="00E47031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2396C6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E59A4-DE72-4DA8-9C85-484626C4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Ortová Marta</cp:lastModifiedBy>
  <cp:revision>4</cp:revision>
  <cp:lastPrinted>2020-11-05T10:51:00Z</cp:lastPrinted>
  <dcterms:created xsi:type="dcterms:W3CDTF">2025-07-04T07:24:00Z</dcterms:created>
  <dcterms:modified xsi:type="dcterms:W3CDTF">2025-07-09T12:13:00Z</dcterms:modified>
</cp:coreProperties>
</file>