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98" w:rsidRDefault="00E40406" w:rsidP="00E6769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2A040D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084863">
                              <w:t>21</w:t>
                            </w:r>
                            <w:r w:rsidR="004E0BD0">
                              <w:t xml:space="preserve">. </w:t>
                            </w:r>
                            <w:r w:rsidR="00084863">
                              <w:t xml:space="preserve">prosince </w:t>
                            </w:r>
                            <w:r w:rsidR="004E0BD0">
                              <w:t>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084863">
                              <w:rPr>
                                <w:i/>
                                <w:lang w:val="en-GB"/>
                              </w:rPr>
                              <w:t xml:space="preserve">December </w:t>
                            </w:r>
                            <w:r w:rsidR="00084863">
                              <w:rPr>
                                <w:i/>
                              </w:rPr>
                              <w:t>21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4524D8">
                              <w:rPr>
                                <w:sz w:val="24"/>
                              </w:rPr>
                              <w:t>10</w:t>
                            </w:r>
                          </w:p>
                          <w:p w:rsidR="0072275A" w:rsidRPr="00D174B1" w:rsidRDefault="0072275A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084863">
                        <w:t>21</w:t>
                      </w:r>
                      <w:r w:rsidR="004E0BD0">
                        <w:t xml:space="preserve">. </w:t>
                      </w:r>
                      <w:r w:rsidR="00084863">
                        <w:t xml:space="preserve">prosince </w:t>
                      </w:r>
                      <w:r w:rsidR="004E0BD0">
                        <w:t>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084863">
                        <w:rPr>
                          <w:i/>
                          <w:lang w:val="en-GB"/>
                        </w:rPr>
                        <w:t xml:space="preserve">December </w:t>
                      </w:r>
                      <w:r w:rsidR="00084863">
                        <w:rPr>
                          <w:i/>
                        </w:rPr>
                        <w:t>21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4524D8">
                        <w:rPr>
                          <w:sz w:val="24"/>
                        </w:rPr>
                        <w:t>10</w:t>
                      </w:r>
                    </w:p>
                    <w:p w:rsidR="0072275A" w:rsidRPr="00D174B1" w:rsidRDefault="0072275A" w:rsidP="004E0BD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nadpis"/>
                            </w:pPr>
                          </w:p>
                          <w:p w:rsidR="004E0BD0" w:rsidRDefault="004E0BD0" w:rsidP="004E0BD0">
                            <w:pPr>
                              <w:pStyle w:val="Podnadpis"/>
                            </w:pPr>
                            <w:r>
                              <w:t>v </w:t>
                            </w:r>
                            <w:r w:rsidR="004524D8">
                              <w:t xml:space="preserve">říjnu </w:t>
                            </w:r>
                            <w:r>
                              <w:t>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4524D8">
                              <w:rPr>
                                <w:i/>
                                <w:lang w:val="en-GB"/>
                              </w:rPr>
                              <w:t xml:space="preserve">October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nadpis"/>
                      </w:pPr>
                    </w:p>
                    <w:p w:rsidR="004E0BD0" w:rsidRDefault="004E0BD0" w:rsidP="004E0BD0">
                      <w:pPr>
                        <w:pStyle w:val="Podnadpis"/>
                      </w:pPr>
                      <w:r>
                        <w:t>v </w:t>
                      </w:r>
                      <w:r w:rsidR="004524D8">
                        <w:t xml:space="preserve">říjnu </w:t>
                      </w:r>
                      <w:r>
                        <w:t>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4524D8">
                        <w:rPr>
                          <w:i/>
                          <w:lang w:val="en-GB"/>
                        </w:rPr>
                        <w:t xml:space="preserve">October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DE71D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r w:rsidRPr="00F1639F">
                        <w:rPr>
                          <w:i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r w:rsidRPr="00F1639F">
                        <w:rPr>
                          <w:i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r w:rsidRPr="00F1639F">
                        <w:rPr>
                          <w:i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r w:rsidRPr="00F1639F">
                        <w:rPr>
                          <w:i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  <w:t>Stejné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C33" w:rsidRDefault="00C13C33" w:rsidP="00E71A58">
      <w:r>
        <w:separator/>
      </w:r>
    </w:p>
  </w:endnote>
  <w:endnote w:type="continuationSeparator" w:id="0">
    <w:p w:rsidR="00C13C33" w:rsidRDefault="00C13C3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1A" w:rsidRDefault="00AB3F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1A" w:rsidRDefault="00AB3F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1A" w:rsidRDefault="00AB3F1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752" behindDoc="0" locked="0" layoutInCell="1" allowOverlap="1" wp14:anchorId="0FB12F6A" wp14:editId="1B74A53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5402C1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9D1299">
      <w:rPr>
        <w:rStyle w:val="ZpatChar"/>
        <w:szCs w:val="16"/>
      </w:rPr>
      <w:t xml:space="preserve">říjen </w:t>
    </w:r>
    <w:r w:rsidR="000D3727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9D1299">
      <w:rPr>
        <w:rStyle w:val="ZpatChar"/>
        <w:i/>
        <w:szCs w:val="16"/>
      </w:rPr>
      <w:t xml:space="preserve">October </w:t>
    </w:r>
    <w:r w:rsidR="000D3727">
      <w:rPr>
        <w:rStyle w:val="ZpatChar"/>
        <w:szCs w:val="16"/>
      </w:rPr>
      <w:t>2</w:t>
    </w:r>
    <w:r w:rsidR="000D3727" w:rsidRPr="003174F0">
      <w:rPr>
        <w:rStyle w:val="ZpatChar"/>
        <w:i/>
        <w:szCs w:val="16"/>
      </w:rPr>
      <w:t>0</w:t>
    </w:r>
    <w:r w:rsidR="00996D56">
      <w:rPr>
        <w:rStyle w:val="ZpatChar"/>
        <w:i/>
        <w:szCs w:val="16"/>
      </w:rPr>
      <w:t>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AB3F1A">
      <w:rPr>
        <w:rStyle w:val="ZpatChar"/>
        <w:szCs w:val="16"/>
      </w:rPr>
      <w:t xml:space="preserve">říjen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AB3F1A">
      <w:rPr>
        <w:rStyle w:val="ZpatChar"/>
        <w:i/>
        <w:szCs w:val="16"/>
      </w:rPr>
      <w:t>October</w:t>
    </w:r>
    <w:r w:rsidR="00AB3F1A">
      <w:rPr>
        <w:rStyle w:val="ZpatChar"/>
        <w:szCs w:val="16"/>
      </w:rPr>
      <w:t xml:space="preserve"> </w:t>
    </w:r>
    <w:r w:rsidR="0027100E">
      <w:rPr>
        <w:rStyle w:val="ZpatChar"/>
        <w:szCs w:val="16"/>
      </w:rPr>
      <w:t>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C33" w:rsidRDefault="00C13C33" w:rsidP="00E71A58">
      <w:r>
        <w:separator/>
      </w:r>
    </w:p>
  </w:footnote>
  <w:footnote w:type="continuationSeparator" w:id="0">
    <w:p w:rsidR="00C13C33" w:rsidRDefault="00C13C3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1A" w:rsidRDefault="00AB3F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1A" w:rsidRDefault="00AB3F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F1A" w:rsidRDefault="00AB3F1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512E"/>
    <w:rsid w:val="000712B3"/>
    <w:rsid w:val="0008263E"/>
    <w:rsid w:val="00082C19"/>
    <w:rsid w:val="00084863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5323D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0E3B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86060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692"/>
    <w:rsid w:val="00306C5B"/>
    <w:rsid w:val="003174F0"/>
    <w:rsid w:val="003209D6"/>
    <w:rsid w:val="00321350"/>
    <w:rsid w:val="00321732"/>
    <w:rsid w:val="0032656E"/>
    <w:rsid w:val="00332190"/>
    <w:rsid w:val="00344668"/>
    <w:rsid w:val="003462D9"/>
    <w:rsid w:val="003657F3"/>
    <w:rsid w:val="003818DC"/>
    <w:rsid w:val="003833C7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5372"/>
    <w:rsid w:val="003D6920"/>
    <w:rsid w:val="003E4C91"/>
    <w:rsid w:val="003F313C"/>
    <w:rsid w:val="003F551C"/>
    <w:rsid w:val="00407C13"/>
    <w:rsid w:val="00410638"/>
    <w:rsid w:val="00432A58"/>
    <w:rsid w:val="00434617"/>
    <w:rsid w:val="00435A30"/>
    <w:rsid w:val="00440900"/>
    <w:rsid w:val="00443CD3"/>
    <w:rsid w:val="00443E6F"/>
    <w:rsid w:val="004441A0"/>
    <w:rsid w:val="004524D8"/>
    <w:rsid w:val="00460278"/>
    <w:rsid w:val="00464C89"/>
    <w:rsid w:val="00476240"/>
    <w:rsid w:val="00476439"/>
    <w:rsid w:val="00476A64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09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02C1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DEF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3D6"/>
    <w:rsid w:val="00645B33"/>
    <w:rsid w:val="006516CB"/>
    <w:rsid w:val="0065510D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82F67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275A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0DF9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D4BDA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1F5A"/>
    <w:rsid w:val="00992CF3"/>
    <w:rsid w:val="009968D6"/>
    <w:rsid w:val="00996C4E"/>
    <w:rsid w:val="00996D5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1299"/>
    <w:rsid w:val="009D3ACD"/>
    <w:rsid w:val="009E2094"/>
    <w:rsid w:val="009E5DDB"/>
    <w:rsid w:val="009F4CA7"/>
    <w:rsid w:val="009F5160"/>
    <w:rsid w:val="00A0010E"/>
    <w:rsid w:val="00A10D66"/>
    <w:rsid w:val="00A14114"/>
    <w:rsid w:val="00A144D3"/>
    <w:rsid w:val="00A23E43"/>
    <w:rsid w:val="00A30F65"/>
    <w:rsid w:val="00A41860"/>
    <w:rsid w:val="00A418BC"/>
    <w:rsid w:val="00A427C4"/>
    <w:rsid w:val="00A427CD"/>
    <w:rsid w:val="00A44EE0"/>
    <w:rsid w:val="00A46DE0"/>
    <w:rsid w:val="00A50D73"/>
    <w:rsid w:val="00A52CAD"/>
    <w:rsid w:val="00A52CCA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3F1A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77A11"/>
    <w:rsid w:val="00B80EC6"/>
    <w:rsid w:val="00B84572"/>
    <w:rsid w:val="00B92D1D"/>
    <w:rsid w:val="00B938C5"/>
    <w:rsid w:val="00B95940"/>
    <w:rsid w:val="00BB46F3"/>
    <w:rsid w:val="00BB4CB1"/>
    <w:rsid w:val="00BB4F98"/>
    <w:rsid w:val="00BB6493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13C33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618E7"/>
    <w:rsid w:val="00C73885"/>
    <w:rsid w:val="00C747B1"/>
    <w:rsid w:val="00C82191"/>
    <w:rsid w:val="00C90CF4"/>
    <w:rsid w:val="00C92EB6"/>
    <w:rsid w:val="00C93389"/>
    <w:rsid w:val="00CA63A5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DF6564"/>
    <w:rsid w:val="00E01775"/>
    <w:rsid w:val="00E01C0E"/>
    <w:rsid w:val="00E03F9A"/>
    <w:rsid w:val="00E04694"/>
    <w:rsid w:val="00E12B1E"/>
    <w:rsid w:val="00E14911"/>
    <w:rsid w:val="00E17262"/>
    <w:rsid w:val="00E253A2"/>
    <w:rsid w:val="00E25D46"/>
    <w:rsid w:val="00E302C8"/>
    <w:rsid w:val="00E3309D"/>
    <w:rsid w:val="00E40406"/>
    <w:rsid w:val="00E45F8B"/>
    <w:rsid w:val="00E46792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C64F5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B31AA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95F3E885-1A6A-4F1C-94AE-98C768D6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70DE2-6124-4686-9BE1-814A7FC8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253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80</cp:revision>
  <cp:lastPrinted>2019-03-12T09:56:00Z</cp:lastPrinted>
  <dcterms:created xsi:type="dcterms:W3CDTF">2019-03-12T10:07:00Z</dcterms:created>
  <dcterms:modified xsi:type="dcterms:W3CDTF">2020-12-15T10:15:00Z</dcterms:modified>
</cp:coreProperties>
</file>