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698" w:rsidRDefault="00E40406" w:rsidP="00E67696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page">
                  <wp:posOffset>572770</wp:posOffset>
                </wp:positionH>
                <wp:positionV relativeFrom="page">
                  <wp:posOffset>467995</wp:posOffset>
                </wp:positionV>
                <wp:extent cx="2253615" cy="554355"/>
                <wp:effectExtent l="1270" t="0" r="5715" b="6350"/>
                <wp:wrapSquare wrapText="bothSides"/>
                <wp:docPr id="6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15" cy="554355"/>
                          <a:chOff x="0" y="0"/>
                          <a:chExt cx="2252351" cy="554419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2261" y="42530"/>
                            <a:ext cx="560379" cy="127699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233916"/>
                            <a:ext cx="1097547" cy="127699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5423" y="425302"/>
                            <a:ext cx="499865" cy="126870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382772"/>
                            <a:ext cx="497378" cy="171647"/>
                          </a:xfrm>
                          <a:custGeom>
                            <a:avLst/>
                            <a:gdLst>
                              <a:gd name="T0" fmla="*/ 431061 w 1200"/>
                              <a:gd name="T1" fmla="*/ 69900 h 415"/>
                              <a:gd name="T2" fmla="*/ 445153 w 1200"/>
                              <a:gd name="T3" fmla="*/ 73208 h 415"/>
                              <a:gd name="T4" fmla="*/ 455515 w 1200"/>
                              <a:gd name="T5" fmla="*/ 82721 h 415"/>
                              <a:gd name="T6" fmla="*/ 461733 w 1200"/>
                              <a:gd name="T7" fmla="*/ 94302 h 415"/>
                              <a:gd name="T8" fmla="*/ 462976 w 1200"/>
                              <a:gd name="T9" fmla="*/ 108365 h 415"/>
                              <a:gd name="T10" fmla="*/ 459246 w 1200"/>
                              <a:gd name="T11" fmla="*/ 121601 h 415"/>
                              <a:gd name="T12" fmla="*/ 450956 w 1200"/>
                              <a:gd name="T13" fmla="*/ 132768 h 415"/>
                              <a:gd name="T14" fmla="*/ 438936 w 1200"/>
                              <a:gd name="T15" fmla="*/ 139386 h 415"/>
                              <a:gd name="T16" fmla="*/ 419041 w 1200"/>
                              <a:gd name="T17" fmla="*/ 141040 h 415"/>
                              <a:gd name="T18" fmla="*/ 447226 w 1200"/>
                              <a:gd name="T19" fmla="*/ 167097 h 415"/>
                              <a:gd name="T20" fmla="*/ 469608 w 1200"/>
                              <a:gd name="T21" fmla="*/ 157171 h 415"/>
                              <a:gd name="T22" fmla="*/ 486601 w 1200"/>
                              <a:gd name="T23" fmla="*/ 140213 h 415"/>
                              <a:gd name="T24" fmla="*/ 496549 w 1200"/>
                              <a:gd name="T25" fmla="*/ 117464 h 415"/>
                              <a:gd name="T26" fmla="*/ 496549 w 1200"/>
                              <a:gd name="T27" fmla="*/ 92234 h 415"/>
                              <a:gd name="T28" fmla="*/ 486601 w 1200"/>
                              <a:gd name="T29" fmla="*/ 69900 h 415"/>
                              <a:gd name="T30" fmla="*/ 469608 w 1200"/>
                              <a:gd name="T31" fmla="*/ 52115 h 415"/>
                              <a:gd name="T32" fmla="*/ 447226 w 1200"/>
                              <a:gd name="T33" fmla="*/ 42602 h 415"/>
                              <a:gd name="T34" fmla="*/ 385882 w 1200"/>
                              <a:gd name="T35" fmla="*/ 168752 h 415"/>
                              <a:gd name="T36" fmla="*/ 321223 w 1200"/>
                              <a:gd name="T37" fmla="*/ 121187 h 415"/>
                              <a:gd name="T38" fmla="*/ 325368 w 1200"/>
                              <a:gd name="T39" fmla="*/ 41361 h 415"/>
                              <a:gd name="T40" fmla="*/ 284334 w 1200"/>
                              <a:gd name="T41" fmla="*/ 146417 h 415"/>
                              <a:gd name="T42" fmla="*/ 212629 w 1200"/>
                              <a:gd name="T43" fmla="*/ 15303 h 415"/>
                              <a:gd name="T44" fmla="*/ 143825 w 1200"/>
                              <a:gd name="T45" fmla="*/ 15303 h 415"/>
                              <a:gd name="T46" fmla="*/ 179056 w 1200"/>
                              <a:gd name="T47" fmla="*/ 67004 h 415"/>
                              <a:gd name="T48" fmla="*/ 191076 w 1200"/>
                              <a:gd name="T49" fmla="*/ 72795 h 415"/>
                              <a:gd name="T50" fmla="*/ 194392 w 1200"/>
                              <a:gd name="T51" fmla="*/ 86030 h 415"/>
                              <a:gd name="T52" fmla="*/ 186102 w 1200"/>
                              <a:gd name="T53" fmla="*/ 96370 h 415"/>
                              <a:gd name="T54" fmla="*/ 168694 w 1200"/>
                              <a:gd name="T55" fmla="*/ 98439 h 415"/>
                              <a:gd name="T56" fmla="*/ 213873 w 1200"/>
                              <a:gd name="T57" fmla="*/ 111674 h 415"/>
                              <a:gd name="T58" fmla="*/ 224235 w 1200"/>
                              <a:gd name="T59" fmla="*/ 100093 h 415"/>
                              <a:gd name="T60" fmla="*/ 228794 w 1200"/>
                              <a:gd name="T61" fmla="*/ 84789 h 415"/>
                              <a:gd name="T62" fmla="*/ 227550 w 1200"/>
                              <a:gd name="T63" fmla="*/ 69072 h 415"/>
                              <a:gd name="T64" fmla="*/ 220504 w 1200"/>
                              <a:gd name="T65" fmla="*/ 55423 h 415"/>
                              <a:gd name="T66" fmla="*/ 208899 w 1200"/>
                              <a:gd name="T67" fmla="*/ 45497 h 415"/>
                              <a:gd name="T68" fmla="*/ 191905 w 1200"/>
                              <a:gd name="T69" fmla="*/ 41361 h 415"/>
                              <a:gd name="T70" fmla="*/ 168694 w 1200"/>
                              <a:gd name="T71" fmla="*/ 168752 h 415"/>
                              <a:gd name="T72" fmla="*/ 201024 w 1200"/>
                              <a:gd name="T73" fmla="*/ 116637 h 415"/>
                              <a:gd name="T74" fmla="*/ 55126 w 1200"/>
                              <a:gd name="T75" fmla="*/ 35157 h 415"/>
                              <a:gd name="T76" fmla="*/ 0 w 1200"/>
                              <a:gd name="T77" fmla="*/ 114983 h 415"/>
                              <a:gd name="T78" fmla="*/ 2072 w 1200"/>
                              <a:gd name="T79" fmla="*/ 137731 h 415"/>
                              <a:gd name="T80" fmla="*/ 9533 w 1200"/>
                              <a:gd name="T81" fmla="*/ 152621 h 415"/>
                              <a:gd name="T82" fmla="*/ 28185 w 1200"/>
                              <a:gd name="T83" fmla="*/ 166684 h 415"/>
                              <a:gd name="T84" fmla="*/ 55126 w 1200"/>
                              <a:gd name="T85" fmla="*/ 171647 h 415"/>
                              <a:gd name="T86" fmla="*/ 79580 w 1200"/>
                              <a:gd name="T87" fmla="*/ 167097 h 415"/>
                              <a:gd name="T88" fmla="*/ 98647 w 1200"/>
                              <a:gd name="T89" fmla="*/ 153862 h 415"/>
                              <a:gd name="T90" fmla="*/ 108594 w 1200"/>
                              <a:gd name="T91" fmla="*/ 137731 h 415"/>
                              <a:gd name="T92" fmla="*/ 111081 w 1200"/>
                              <a:gd name="T93" fmla="*/ 114983 h 415"/>
                              <a:gd name="T94" fmla="*/ 78337 w 1200"/>
                              <a:gd name="T95" fmla="*/ 118705 h 415"/>
                              <a:gd name="T96" fmla="*/ 73363 w 1200"/>
                              <a:gd name="T97" fmla="*/ 134836 h 415"/>
                              <a:gd name="T98" fmla="*/ 64245 w 1200"/>
                              <a:gd name="T99" fmla="*/ 141040 h 415"/>
                              <a:gd name="T100" fmla="*/ 52225 w 1200"/>
                              <a:gd name="T101" fmla="*/ 142281 h 415"/>
                              <a:gd name="T102" fmla="*/ 42692 w 1200"/>
                              <a:gd name="T103" fmla="*/ 138972 h 415"/>
                              <a:gd name="T104" fmla="*/ 34816 w 1200"/>
                              <a:gd name="T105" fmla="*/ 129045 h 415"/>
                              <a:gd name="T106" fmla="*/ 33159 w 1200"/>
                              <a:gd name="T107" fmla="*/ 41361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191386"/>
                            <a:ext cx="1093402" cy="172476"/>
                          </a:xfrm>
                          <a:custGeom>
                            <a:avLst/>
                            <a:gdLst>
                              <a:gd name="T0" fmla="*/ 1012547 w 2637"/>
                              <a:gd name="T1" fmla="*/ 168745 h 416"/>
                              <a:gd name="T2" fmla="*/ 966523 w 2637"/>
                              <a:gd name="T3" fmla="*/ 41046 h 416"/>
                              <a:gd name="T4" fmla="*/ 888571 w 2637"/>
                              <a:gd name="T5" fmla="*/ 113602 h 416"/>
                              <a:gd name="T6" fmla="*/ 832594 w 2637"/>
                              <a:gd name="T7" fmla="*/ 44777 h 416"/>
                              <a:gd name="T8" fmla="*/ 782008 w 2637"/>
                              <a:gd name="T9" fmla="*/ 41875 h 416"/>
                              <a:gd name="T10" fmla="*/ 746349 w 2637"/>
                              <a:gd name="T11" fmla="*/ 67995 h 416"/>
                              <a:gd name="T12" fmla="*/ 735154 w 2637"/>
                              <a:gd name="T13" fmla="*/ 112358 h 416"/>
                              <a:gd name="T14" fmla="*/ 751740 w 2637"/>
                              <a:gd name="T15" fmla="*/ 150087 h 416"/>
                              <a:gd name="T16" fmla="*/ 795277 w 2637"/>
                              <a:gd name="T17" fmla="*/ 172061 h 416"/>
                              <a:gd name="T18" fmla="*/ 828863 w 2637"/>
                              <a:gd name="T19" fmla="*/ 130186 h 416"/>
                              <a:gd name="T20" fmla="*/ 803570 w 2637"/>
                              <a:gd name="T21" fmla="*/ 139722 h 416"/>
                              <a:gd name="T22" fmla="*/ 783252 w 2637"/>
                              <a:gd name="T23" fmla="*/ 133503 h 416"/>
                              <a:gd name="T24" fmla="*/ 769984 w 2637"/>
                              <a:gd name="T25" fmla="*/ 113602 h 416"/>
                              <a:gd name="T26" fmla="*/ 773301 w 2637"/>
                              <a:gd name="T27" fmla="*/ 88726 h 416"/>
                              <a:gd name="T28" fmla="*/ 789887 w 2637"/>
                              <a:gd name="T29" fmla="*/ 73385 h 416"/>
                              <a:gd name="T30" fmla="*/ 815594 w 2637"/>
                              <a:gd name="T31" fmla="*/ 72556 h 416"/>
                              <a:gd name="T32" fmla="*/ 716081 w 2637"/>
                              <a:gd name="T33" fmla="*/ 41046 h 416"/>
                              <a:gd name="T34" fmla="*/ 665080 w 2637"/>
                              <a:gd name="T35" fmla="*/ 41046 h 416"/>
                              <a:gd name="T36" fmla="*/ 563909 w 2637"/>
                              <a:gd name="T37" fmla="*/ 48509 h 416"/>
                              <a:gd name="T38" fmla="*/ 529079 w 2637"/>
                              <a:gd name="T39" fmla="*/ 38144 h 416"/>
                              <a:gd name="T40" fmla="*/ 498810 w 2637"/>
                              <a:gd name="T41" fmla="*/ 44777 h 416"/>
                              <a:gd name="T42" fmla="*/ 481810 w 2637"/>
                              <a:gd name="T43" fmla="*/ 67581 h 416"/>
                              <a:gd name="T44" fmla="*/ 483054 w 2637"/>
                              <a:gd name="T45" fmla="*/ 95774 h 416"/>
                              <a:gd name="T46" fmla="*/ 505444 w 2637"/>
                              <a:gd name="T47" fmla="*/ 114017 h 416"/>
                              <a:gd name="T48" fmla="*/ 533640 w 2637"/>
                              <a:gd name="T49" fmla="*/ 126869 h 416"/>
                              <a:gd name="T50" fmla="*/ 527835 w 2637"/>
                              <a:gd name="T51" fmla="*/ 141795 h 416"/>
                              <a:gd name="T52" fmla="*/ 504201 w 2637"/>
                              <a:gd name="T53" fmla="*/ 140966 h 416"/>
                              <a:gd name="T54" fmla="*/ 485542 w 2637"/>
                              <a:gd name="T55" fmla="*/ 164184 h 416"/>
                              <a:gd name="T56" fmla="*/ 524932 w 2637"/>
                              <a:gd name="T57" fmla="*/ 172061 h 416"/>
                              <a:gd name="T58" fmla="*/ 556445 w 2637"/>
                              <a:gd name="T59" fmla="*/ 160038 h 416"/>
                              <a:gd name="T60" fmla="*/ 569299 w 2637"/>
                              <a:gd name="T61" fmla="*/ 132259 h 416"/>
                              <a:gd name="T62" fmla="*/ 561835 w 2637"/>
                              <a:gd name="T63" fmla="*/ 104066 h 416"/>
                              <a:gd name="T64" fmla="*/ 529079 w 2637"/>
                              <a:gd name="T65" fmla="*/ 88311 h 416"/>
                              <a:gd name="T66" fmla="*/ 514981 w 2637"/>
                              <a:gd name="T67" fmla="*/ 76702 h 416"/>
                              <a:gd name="T68" fmla="*/ 526176 w 2637"/>
                              <a:gd name="T69" fmla="*/ 65922 h 416"/>
                              <a:gd name="T70" fmla="*/ 551055 w 2637"/>
                              <a:gd name="T71" fmla="*/ 74214 h 416"/>
                              <a:gd name="T72" fmla="*/ 374833 w 2637"/>
                              <a:gd name="T73" fmla="*/ 69239 h 416"/>
                              <a:gd name="T74" fmla="*/ 374833 w 2637"/>
                              <a:gd name="T75" fmla="*/ 168745 h 416"/>
                              <a:gd name="T76" fmla="*/ 284442 w 2637"/>
                              <a:gd name="T77" fmla="*/ 168745 h 416"/>
                              <a:gd name="T78" fmla="*/ 276149 w 2637"/>
                              <a:gd name="T79" fmla="*/ 146770 h 416"/>
                              <a:gd name="T80" fmla="*/ 130611 w 2637"/>
                              <a:gd name="T81" fmla="*/ 168745 h 416"/>
                              <a:gd name="T82" fmla="*/ 69245 w 2637"/>
                              <a:gd name="T83" fmla="*/ 40631 h 416"/>
                              <a:gd name="T84" fmla="*/ 34830 w 2637"/>
                              <a:gd name="T85" fmla="*/ 39802 h 416"/>
                              <a:gd name="T86" fmla="*/ 11610 w 2637"/>
                              <a:gd name="T87" fmla="*/ 56386 h 416"/>
                              <a:gd name="T88" fmla="*/ 4976 w 2637"/>
                              <a:gd name="T89" fmla="*/ 84994 h 416"/>
                              <a:gd name="T90" fmla="*/ 15342 w 2637"/>
                              <a:gd name="T91" fmla="*/ 106139 h 416"/>
                              <a:gd name="T92" fmla="*/ 52659 w 2637"/>
                              <a:gd name="T93" fmla="*/ 121894 h 416"/>
                              <a:gd name="T94" fmla="*/ 58464 w 2637"/>
                              <a:gd name="T95" fmla="*/ 136820 h 416"/>
                              <a:gd name="T96" fmla="*/ 39805 w 2637"/>
                              <a:gd name="T97" fmla="*/ 143868 h 416"/>
                              <a:gd name="T98" fmla="*/ 13683 w 2637"/>
                              <a:gd name="T99" fmla="*/ 131015 h 416"/>
                              <a:gd name="T100" fmla="*/ 32756 w 2637"/>
                              <a:gd name="T101" fmla="*/ 171232 h 416"/>
                              <a:gd name="T102" fmla="*/ 69245 w 2637"/>
                              <a:gd name="T103" fmla="*/ 167086 h 416"/>
                              <a:gd name="T104" fmla="*/ 90806 w 2637"/>
                              <a:gd name="T105" fmla="*/ 145941 h 416"/>
                              <a:gd name="T106" fmla="*/ 91220 w 2637"/>
                              <a:gd name="T107" fmla="*/ 111529 h 416"/>
                              <a:gd name="T108" fmla="*/ 76708 w 2637"/>
                              <a:gd name="T109" fmla="*/ 97018 h 416"/>
                              <a:gd name="T110" fmla="*/ 41049 w 2637"/>
                              <a:gd name="T111" fmla="*/ 82092 h 416"/>
                              <a:gd name="T112" fmla="*/ 43952 w 2637"/>
                              <a:gd name="T113" fmla="*/ 69239 h 416"/>
                              <a:gd name="T114" fmla="*/ 62610 w 2637"/>
                              <a:gd name="T115" fmla="*/ 67166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0"/>
                            <a:ext cx="562866" cy="172476"/>
                          </a:xfrm>
                          <a:custGeom>
                            <a:avLst/>
                            <a:gdLst>
                              <a:gd name="T0" fmla="*/ 531365 w 1358"/>
                              <a:gd name="T1" fmla="*/ 14926 h 416"/>
                              <a:gd name="T2" fmla="*/ 562866 w 1358"/>
                              <a:gd name="T3" fmla="*/ 41461 h 416"/>
                              <a:gd name="T4" fmla="*/ 481628 w 1358"/>
                              <a:gd name="T5" fmla="*/ 107798 h 416"/>
                              <a:gd name="T6" fmla="*/ 357698 w 1358"/>
                              <a:gd name="T7" fmla="*/ 168745 h 416"/>
                              <a:gd name="T8" fmla="*/ 438936 w 1358"/>
                              <a:gd name="T9" fmla="*/ 41461 h 416"/>
                              <a:gd name="T10" fmla="*/ 288894 w 1358"/>
                              <a:gd name="T11" fmla="*/ 44363 h 416"/>
                              <a:gd name="T12" fmla="*/ 263196 w 1358"/>
                              <a:gd name="T13" fmla="*/ 38144 h 416"/>
                              <a:gd name="T14" fmla="*/ 240399 w 1358"/>
                              <a:gd name="T15" fmla="*/ 41461 h 416"/>
                              <a:gd name="T16" fmla="*/ 224649 w 1358"/>
                              <a:gd name="T17" fmla="*/ 53070 h 416"/>
                              <a:gd name="T18" fmla="*/ 215945 w 1358"/>
                              <a:gd name="T19" fmla="*/ 72141 h 416"/>
                              <a:gd name="T20" fmla="*/ 216359 w 1358"/>
                              <a:gd name="T21" fmla="*/ 92872 h 416"/>
                              <a:gd name="T22" fmla="*/ 225064 w 1358"/>
                              <a:gd name="T23" fmla="*/ 106554 h 416"/>
                              <a:gd name="T24" fmla="*/ 254492 w 1358"/>
                              <a:gd name="T25" fmla="*/ 118992 h 416"/>
                              <a:gd name="T26" fmla="*/ 268584 w 1358"/>
                              <a:gd name="T27" fmla="*/ 126869 h 416"/>
                              <a:gd name="T28" fmla="*/ 266926 w 1358"/>
                              <a:gd name="T29" fmla="*/ 138893 h 416"/>
                              <a:gd name="T30" fmla="*/ 253248 w 1358"/>
                              <a:gd name="T31" fmla="*/ 144283 h 416"/>
                              <a:gd name="T32" fmla="*/ 235426 w 1358"/>
                              <a:gd name="T33" fmla="*/ 138893 h 416"/>
                              <a:gd name="T34" fmla="*/ 215116 w 1358"/>
                              <a:gd name="T35" fmla="*/ 161282 h 416"/>
                              <a:gd name="T36" fmla="*/ 242472 w 1358"/>
                              <a:gd name="T37" fmla="*/ 171647 h 416"/>
                              <a:gd name="T38" fmla="*/ 269828 w 1358"/>
                              <a:gd name="T39" fmla="*/ 170403 h 416"/>
                              <a:gd name="T40" fmla="*/ 290966 w 1358"/>
                              <a:gd name="T41" fmla="*/ 160038 h 416"/>
                              <a:gd name="T42" fmla="*/ 302157 w 1358"/>
                              <a:gd name="T43" fmla="*/ 142210 h 416"/>
                              <a:gd name="T44" fmla="*/ 302157 w 1358"/>
                              <a:gd name="T45" fmla="*/ 114017 h 416"/>
                              <a:gd name="T46" fmla="*/ 294696 w 1358"/>
                              <a:gd name="T47" fmla="*/ 102408 h 416"/>
                              <a:gd name="T48" fmla="*/ 272729 w 1358"/>
                              <a:gd name="T49" fmla="*/ 91628 h 416"/>
                              <a:gd name="T50" fmla="*/ 251590 w 1358"/>
                              <a:gd name="T51" fmla="*/ 82092 h 416"/>
                              <a:gd name="T52" fmla="*/ 250761 w 1358"/>
                              <a:gd name="T53" fmla="*/ 72141 h 416"/>
                              <a:gd name="T54" fmla="*/ 260709 w 1358"/>
                              <a:gd name="T55" fmla="*/ 65922 h 416"/>
                              <a:gd name="T56" fmla="*/ 274801 w 1358"/>
                              <a:gd name="T57" fmla="*/ 67581 h 416"/>
                              <a:gd name="T58" fmla="*/ 191905 w 1358"/>
                              <a:gd name="T59" fmla="*/ 41461 h 416"/>
                              <a:gd name="T60" fmla="*/ 152944 w 1358"/>
                              <a:gd name="T61" fmla="*/ 140966 h 416"/>
                              <a:gd name="T62" fmla="*/ 152944 w 1358"/>
                              <a:gd name="T63" fmla="*/ 69239 h 416"/>
                              <a:gd name="T64" fmla="*/ 87041 w 1358"/>
                              <a:gd name="T65" fmla="*/ 829 h 416"/>
                              <a:gd name="T66" fmla="*/ 89114 w 1358"/>
                              <a:gd name="T67" fmla="*/ 42290 h 416"/>
                              <a:gd name="T68" fmla="*/ 53468 w 1358"/>
                              <a:gd name="T69" fmla="*/ 39802 h 416"/>
                              <a:gd name="T70" fmla="*/ 24040 w 1358"/>
                              <a:gd name="T71" fmla="*/ 53899 h 416"/>
                              <a:gd name="T72" fmla="*/ 4974 w 1358"/>
                              <a:gd name="T73" fmla="*/ 79604 h 416"/>
                              <a:gd name="T74" fmla="*/ 0 w 1358"/>
                              <a:gd name="T75" fmla="*/ 112773 h 416"/>
                              <a:gd name="T76" fmla="*/ 9119 w 1358"/>
                              <a:gd name="T77" fmla="*/ 140966 h 416"/>
                              <a:gd name="T78" fmla="*/ 33573 w 1358"/>
                              <a:gd name="T79" fmla="*/ 163355 h 416"/>
                              <a:gd name="T80" fmla="*/ 67560 w 1358"/>
                              <a:gd name="T81" fmla="*/ 172476 h 416"/>
                              <a:gd name="T82" fmla="*/ 97403 w 1358"/>
                              <a:gd name="T83" fmla="*/ 126869 h 416"/>
                              <a:gd name="T84" fmla="*/ 80409 w 1358"/>
                              <a:gd name="T85" fmla="*/ 138478 h 416"/>
                              <a:gd name="T86" fmla="*/ 62587 w 1358"/>
                              <a:gd name="T87" fmla="*/ 139308 h 416"/>
                              <a:gd name="T88" fmla="*/ 48494 w 1358"/>
                              <a:gd name="T89" fmla="*/ 133918 h 416"/>
                              <a:gd name="T90" fmla="*/ 36889 w 1358"/>
                              <a:gd name="T91" fmla="*/ 121065 h 416"/>
                              <a:gd name="T92" fmla="*/ 34402 w 1358"/>
                              <a:gd name="T93" fmla="*/ 102408 h 416"/>
                              <a:gd name="T94" fmla="*/ 40205 w 1358"/>
                              <a:gd name="T95" fmla="*/ 85823 h 416"/>
                              <a:gd name="T96" fmla="*/ 52225 w 1358"/>
                              <a:gd name="T97" fmla="*/ 75044 h 416"/>
                              <a:gd name="T98" fmla="*/ 68389 w 1358"/>
                              <a:gd name="T99" fmla="*/ 70898 h 416"/>
                              <a:gd name="T100" fmla="*/ 88285 w 1358"/>
                              <a:gd name="T101" fmla="*/ 76287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E793D7" id="Skupina 1" o:spid="_x0000_s1026" style="position:absolute;margin-left:45.1pt;margin-top:36.85pt;width:177.45pt;height:43.65pt;z-index:251662336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">
                <v:rect id="Rectangle 9" o:spid="_x0000_s1027" style="position:absolute;left:5422;top:425;width:5604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" fillcolor="#747678" stroked="f">
                  <o:lock v:ext="edit" aspectratio="t"/>
                </v:rect>
                <v:rect id="Rectangle 10" o:spid="_x0000_s1028" style="position:absolute;top:2339;width:1097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" fillcolor="#747678" stroked="f">
                  <o:lock v:ext="edit" aspectratio="t"/>
                </v:rect>
                <v:rect id="Rectangle 11" o:spid="_x0000_s1029" style="position:absolute;left:5954;top:4253;width:4998;height:1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" fillcolor="#747678" stroked="f">
                  <o:lock v:ext="edit" aspectratio="t"/>
                </v:rect>
                <v:shape id="Freeform 12" o:spid="_x0000_s1030" style="position:absolute;left:11589;top:3827;width:4974;height:171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    <v:path arrowok="t" o:connecttype="custom" o:connectlocs="178666882,28911145;184507757,30279358;188802616,34214004;191379863,39003989;191895064,44820547;190349047,50295053;186912994,54913805;181930925,57651057;173684812,58335164;185366978,69112527;194643907,65007062;201687193,57993110;205810457,48583960;205810457,38148649;201687193,28911145;194643907,21555141;185366978,17620495;159941014,69797047;133141044,50123819;134859071,17107209;117851230,60559130;88130822,6329431;59612826,6329431;74215429,27713339;79197499,30108538;80571920,35582630;77135867,39859329;69920570,40715082;88646437,46189174;92941297,41399188;94830918,35069343;94315303,28568679;91394865,22923353;86584806,18817888;79541104,17107209;69920570,69797047;83320763,48241906;22848716,14541189;0,47557800;858806,56966537;3951254,63125149;11682166,68941707;22848716,70994440;32984451,69112527;40887373,63638435;45010222,56966537;46041038,47557800;32469250,49097246;30407619,55769144;26628375,58335164;21646305,58848450;17695051,57479824;14430594,53373945;13743798,17107209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1589;top:1913;width:10934;height:1725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    <v:path arrowok="t" o:connecttype="custom" o:connectlocs="419841075,69962651;400757748,17017908;368435839,47100045;345225614,18564803;324250706,17361617;309465108,28191119;304823229,46584275;311700425,62226936;329752545,71337483;343678598,53975867;333191143,57929547;324766516,55351114;319265091,47100045;320640447,36786311;327517643,30425844;338176758,30082136;296914827,17017908;275767843,17017908;233818441,20112111;219376578,15814722;206825882,18564803;199777026,28019472;200292836,39708453;209576595,47272106;221267745,52600619;218860768,58789025;209061199,58445317;201324457,68071634;217657072,71337483;230723578,66352678;236053343,54835344;232958480,43146364;219376578,36614250;213531003,31801092;218172882,27331642;228488676,30769553;155420232,28706889;155420232,69962651;117940634,69962651;114502036,60851689;54156363,69962651;28711650,16845847;14441863,16502139;4813954,23377961;2063242,35239003;6361385,44005842;21834454,50537956;24241431,56726361;16504690,59648503;5673500,54319575;13581902,70993775;28711650,69274820;37651673,60507981;37823334,46240567;31806098,40224223;17020500,34035817;18224196,28706889;25960523,2784741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1589;width:5629;height:1724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    <v:path arrowok="t" o:connecttype="custom" o:connectlocs="220241010,6188406;233297595,17189970;199625940,44693673;148259236,69962651;181930891,17189970;119741245,18393156;109089897,15814722;99640960,17189970;93112875,22003128;89505227,29910075;89676822,38505267;93284885,44177903;105482249,49334770;111323124,52600619;110635913,57585839;104966634,59820564;97579743,57585839;89161622,66868448;100500180,71165836;111838739,70650067;120600050,66352678;125238514,58961086;125238514,47272106;122146067,42458948;113041150,37989497;104279423,34035817;103935818,29910075;108059081,27331642;113899956,28019472;79541090,17189970;63392472,58445317;63392472,28706889;36076892,343708;36936112,17533678;22161502,16502139;9964137,22346836;2061631,33004278;0,46756336;3779658,58445317;13915390,67727925;28002376,71509545;40371750,52600619;33328050,57413778;25941159,57757901;20099870,55523175;15289811,50194247;14258996,42458948;16664232,35582711;21646301,31113675;28345981,29394720;36592507,31629030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AF49C5" w:rsidRDefault="004E0BD0" w:rsidP="004E0BD0">
                            <w:pPr>
                              <w:pStyle w:val="TL-Identifikace-dole"/>
                              <w:rPr>
                                <w:lang w:val="en-GB"/>
                              </w:rPr>
                            </w:pPr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</w:t>
                            </w:r>
                            <w:r w:rsidRPr="00AF49C5">
                              <w:rPr>
                                <w:lang w:val="en-GB"/>
                              </w:rPr>
                              <w:t xml:space="preserve">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Prepared by</w:t>
                            </w:r>
                            <w:r w:rsidRPr="006C5577">
                              <w:t xml:space="preserve">: Odbor </w:t>
                            </w:r>
                            <w:r>
                              <w:t>statistiky cen</w:t>
                            </w:r>
                            <w:r w:rsidR="00392779">
                              <w:t xml:space="preserve"> </w:t>
                            </w:r>
                            <w:r>
                              <w:t xml:space="preserve">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Prices Statistics Department</w:t>
                            </w:r>
                          </w:p>
                          <w:p w:rsidR="004E0BD0" w:rsidRPr="006C5577" w:rsidRDefault="004E0BD0" w:rsidP="004E0BD0">
                            <w:pPr>
                              <w:pStyle w:val="TL-Identifikace-dole"/>
                            </w:pPr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Director</w:t>
                            </w:r>
                            <w:r w:rsidRPr="00AF49C5">
                              <w:rPr>
                                <w:lang w:val="en-GB"/>
                              </w:rPr>
                              <w:t>:</w:t>
                            </w:r>
                            <w:r>
                              <w:t xml:space="preserve"> RNDr.</w:t>
                            </w:r>
                            <w:r w:rsidRPr="006C5577">
                              <w:t xml:space="preserve"> </w:t>
                            </w:r>
                            <w:r>
                              <w:t>Jiří Mrázek</w:t>
                            </w:r>
                          </w:p>
                          <w:p w:rsidR="004E0BD0" w:rsidRPr="006C5577" w:rsidRDefault="004E0BD0" w:rsidP="004E0BD0">
                            <w:pPr>
                              <w:pStyle w:val="TL-Identifikace-dole"/>
                            </w:pPr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Contact person</w:t>
                            </w:r>
                            <w:r w:rsidRPr="006C5577">
                              <w:t xml:space="preserve">: </w:t>
                            </w:r>
                            <w:r>
                              <w:t>Ing. Vladimír Klimeš</w:t>
                            </w:r>
                            <w:r w:rsidRPr="006C5577">
                              <w:t xml:space="preserve">, e-mail: </w:t>
                            </w:r>
                            <w:r>
                              <w:t>vladimir</w:t>
                            </w:r>
                            <w:r w:rsidRPr="006C5577">
                              <w:t>.</w:t>
                            </w:r>
                            <w:r>
                              <w:t>klimes</w:t>
                            </w:r>
                            <w:r w:rsidRPr="006C5577">
                              <w:t>@czso.cz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" filled="f" stroked="f">
                <v:textbox inset="0,0,0,0">
                  <w:txbxContent>
                    <w:p w:rsidR="004E0BD0" w:rsidRPr="00AF49C5" w:rsidRDefault="004E0BD0" w:rsidP="004E0BD0">
                      <w:pPr>
                        <w:pStyle w:val="TL-Identifikace-dole"/>
                        <w:rPr>
                          <w:lang w:val="en-GB"/>
                        </w:rPr>
                      </w:pPr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</w:t>
                      </w:r>
                      <w:r w:rsidRPr="00AF49C5">
                        <w:rPr>
                          <w:lang w:val="en-GB"/>
                        </w:rPr>
                        <w:t xml:space="preserve">/ </w:t>
                      </w:r>
                      <w:r w:rsidRPr="00AF49C5">
                        <w:rPr>
                          <w:i/>
                          <w:lang w:val="en-GB"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>statistiky cen</w:t>
                      </w:r>
                      <w:r w:rsidR="00392779">
                        <w:t xml:space="preserve"> </w:t>
                      </w:r>
                      <w:r>
                        <w:t xml:space="preserve">/ </w:t>
                      </w:r>
                      <w:r w:rsidRPr="00AF49C5">
                        <w:rPr>
                          <w:i/>
                          <w:lang w:val="en-GB"/>
                        </w:rPr>
                        <w:t>Prices Statistics Department</w:t>
                      </w:r>
                    </w:p>
                    <w:p w:rsidR="004E0BD0" w:rsidRPr="006C5577" w:rsidRDefault="004E0BD0" w:rsidP="004E0BD0">
                      <w:pPr>
                        <w:pStyle w:val="TL-Identifikace-dole"/>
                      </w:pPr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Director</w:t>
                      </w:r>
                      <w:r w:rsidRPr="00AF49C5">
                        <w:rPr>
                          <w:lang w:val="en-GB"/>
                        </w:rPr>
                        <w:t>:</w:t>
                      </w:r>
                      <w:r>
                        <w:t xml:space="preserve"> RNDr.</w:t>
                      </w:r>
                      <w:r w:rsidRPr="006C5577">
                        <w:t xml:space="preserve"> </w:t>
                      </w:r>
                      <w:r>
                        <w:t>Jiří Mrázek</w:t>
                      </w:r>
                    </w:p>
                    <w:p w:rsidR="004E0BD0" w:rsidRPr="006C5577" w:rsidRDefault="004E0BD0" w:rsidP="004E0BD0">
                      <w:pPr>
                        <w:pStyle w:val="TL-Identifikace-dole"/>
                      </w:pPr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Contact person</w:t>
                      </w:r>
                      <w:r w:rsidRPr="006C5577">
                        <w:t xml:space="preserve">: </w:t>
                      </w:r>
                      <w:r>
                        <w:t>Ing. Vladimír Klimeš</w:t>
                      </w:r>
                      <w:r w:rsidRPr="006C5577">
                        <w:t xml:space="preserve">, e-mail: </w:t>
                      </w:r>
                      <w:r>
                        <w:t>vladimir</w:t>
                      </w:r>
                      <w:r w:rsidRPr="006C5577">
                        <w:t>.</w:t>
                      </w:r>
                      <w:r>
                        <w:t>klimes</w:t>
                      </w:r>
                      <w:r w:rsidRPr="006C5577">
                        <w:t>@czso.cz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Prepared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Director</w:t>
                      </w:r>
                      <w:proofErr w:type="spellEnd"/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Contact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1714500</wp:posOffset>
                </wp:positionH>
                <wp:positionV relativeFrom="page">
                  <wp:posOffset>4791075</wp:posOffset>
                </wp:positionV>
                <wp:extent cx="5129530" cy="1409700"/>
                <wp:effectExtent l="0" t="0" r="13970" b="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40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2D69D5" w:rsidRDefault="004E0BD0" w:rsidP="004E0BD0">
                            <w:pPr>
                              <w:pStyle w:val="TL-identifikace-sted"/>
                              <w:rPr>
                                <w:i/>
                              </w:rPr>
                            </w:pPr>
                            <w:r>
                              <w:t>Ceny</w:t>
                            </w:r>
                            <w:r w:rsidRPr="00575657"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Prices</w:t>
                            </w:r>
                          </w:p>
                          <w:p w:rsidR="004E0BD0" w:rsidRPr="00B14407" w:rsidRDefault="003174F0" w:rsidP="004E0BD0">
                            <w:pPr>
                              <w:pStyle w:val="TL-identifikace-sted"/>
                            </w:pPr>
                            <w:r>
                              <w:t xml:space="preserve">Praha, </w:t>
                            </w:r>
                            <w:r w:rsidR="003F0BA2">
                              <w:t>2</w:t>
                            </w:r>
                            <w:r w:rsidR="003F0BA2">
                              <w:t>2</w:t>
                            </w:r>
                            <w:r w:rsidR="004E0BD0">
                              <w:t xml:space="preserve">. </w:t>
                            </w:r>
                            <w:r w:rsidR="00A331F2">
                              <w:t>února</w:t>
                            </w:r>
                            <w:r w:rsidR="00A331F2">
                              <w:t xml:space="preserve"> </w:t>
                            </w:r>
                            <w:r w:rsidR="004E0BD0">
                              <w:t>20</w:t>
                            </w:r>
                            <w:r w:rsidR="00580CF2">
                              <w:t>21</w:t>
                            </w:r>
                            <w:r w:rsidR="004E0BD0">
                              <w:t xml:space="preserve"> / </w:t>
                            </w:r>
                            <w:r w:rsidR="004E0BD0" w:rsidRPr="002D69D5">
                              <w:rPr>
                                <w:i/>
                              </w:rPr>
                              <w:t xml:space="preserve">Prague, </w:t>
                            </w:r>
                            <w:r w:rsidR="00A331F2">
                              <w:rPr>
                                <w:i/>
                                <w:lang w:val="en-GB"/>
                              </w:rPr>
                              <w:t>Febr</w:t>
                            </w:r>
                            <w:r w:rsidR="00A331F2">
                              <w:rPr>
                                <w:i/>
                                <w:lang w:val="en-GB"/>
                              </w:rPr>
                              <w:t xml:space="preserve">uary </w:t>
                            </w:r>
                            <w:r w:rsidR="003F0BA2">
                              <w:rPr>
                                <w:i/>
                              </w:rPr>
                              <w:t>2</w:t>
                            </w:r>
                            <w:r w:rsidR="003F0BA2">
                              <w:rPr>
                                <w:i/>
                              </w:rPr>
                              <w:t>2</w:t>
                            </w:r>
                            <w:r w:rsidR="004E0BD0" w:rsidRPr="002D69D5">
                              <w:rPr>
                                <w:i/>
                              </w:rPr>
                              <w:t>, 20</w:t>
                            </w:r>
                            <w:r w:rsidR="00580CF2">
                              <w:rPr>
                                <w:i/>
                              </w:rPr>
                              <w:t>21</w:t>
                            </w:r>
                          </w:p>
                          <w:p w:rsidR="004E0BD0" w:rsidRPr="00B14407" w:rsidRDefault="004E0BD0" w:rsidP="004E0BD0">
                            <w:pPr>
                              <w:pStyle w:val="TL-identifikace-sted"/>
                            </w:pPr>
                            <w:r w:rsidRPr="00575657">
                              <w:t xml:space="preserve">Kód publikace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Publication Code</w:t>
                            </w:r>
                            <w:r w:rsidRPr="00AF49C5">
                              <w:rPr>
                                <w:lang w:val="en-GB"/>
                              </w:rPr>
                              <w:t>:</w:t>
                            </w:r>
                            <w:r w:rsidRPr="00575657">
                              <w:t xml:space="preserve"> </w:t>
                            </w:r>
                            <w:r>
                              <w:t>013012-</w:t>
                            </w:r>
                            <w:r w:rsidR="00B147D3">
                              <w:t>20</w:t>
                            </w:r>
                          </w:p>
                          <w:p w:rsidR="004E0BD0" w:rsidRDefault="004E0BD0" w:rsidP="004E0BD0">
                            <w:pPr>
                              <w:spacing w:after="200"/>
                              <w:rPr>
                                <w:sz w:val="24"/>
                              </w:rPr>
                            </w:pPr>
                            <w:r w:rsidRPr="00575657">
                              <w:rPr>
                                <w:sz w:val="24"/>
                              </w:rPr>
                              <w:t>Pořad</w:t>
                            </w:r>
                            <w:r>
                              <w:rPr>
                                <w:sz w:val="24"/>
                              </w:rPr>
                              <w:t xml:space="preserve">ové číslo v roce / </w:t>
                            </w:r>
                            <w:r w:rsidRPr="00AF49C5">
                              <w:rPr>
                                <w:i/>
                                <w:sz w:val="24"/>
                                <w:lang w:val="en-GB"/>
                              </w:rPr>
                              <w:t xml:space="preserve">Serial </w:t>
                            </w:r>
                            <w:r w:rsidRPr="002D69D5">
                              <w:rPr>
                                <w:i/>
                                <w:sz w:val="24"/>
                              </w:rPr>
                              <w:t>No</w:t>
                            </w:r>
                            <w:r w:rsidR="00116E00">
                              <w:rPr>
                                <w:sz w:val="24"/>
                              </w:rPr>
                              <w:t xml:space="preserve">.: </w:t>
                            </w:r>
                            <w:r w:rsidR="004524D8">
                              <w:rPr>
                                <w:sz w:val="24"/>
                              </w:rPr>
                              <w:t>1</w:t>
                            </w:r>
                            <w:r w:rsidR="00A331F2">
                              <w:rPr>
                                <w:sz w:val="24"/>
                              </w:rPr>
                              <w:t>2</w:t>
                            </w:r>
                          </w:p>
                          <w:p w:rsidR="0072275A" w:rsidRPr="00D174B1" w:rsidRDefault="0072275A" w:rsidP="004E0BD0">
                            <w:pPr>
                              <w:spacing w:after="200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35pt;margin-top:377.25pt;width:403.9pt;height:111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" filled="f" stroked="f">
                <v:textbox inset="0,0,0,0">
                  <w:txbxContent>
                    <w:p w:rsidR="004E0BD0" w:rsidRPr="002D69D5" w:rsidRDefault="004E0BD0" w:rsidP="004E0BD0">
                      <w:pPr>
                        <w:pStyle w:val="TL-identifikace-sted"/>
                        <w:rPr>
                          <w:i/>
                        </w:rPr>
                      </w:pPr>
                      <w:r>
                        <w:t>Ceny</w:t>
                      </w:r>
                      <w:r w:rsidRPr="00575657"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Prices</w:t>
                      </w:r>
                    </w:p>
                    <w:p w:rsidR="004E0BD0" w:rsidRPr="00B14407" w:rsidRDefault="003174F0" w:rsidP="004E0BD0">
                      <w:pPr>
                        <w:pStyle w:val="TL-identifikace-sted"/>
                      </w:pPr>
                      <w:r>
                        <w:t xml:space="preserve">Praha, </w:t>
                      </w:r>
                      <w:r w:rsidR="003F0BA2">
                        <w:t>2</w:t>
                      </w:r>
                      <w:r w:rsidR="003F0BA2">
                        <w:t>2</w:t>
                      </w:r>
                      <w:r w:rsidR="004E0BD0">
                        <w:t xml:space="preserve">. </w:t>
                      </w:r>
                      <w:r w:rsidR="00A331F2">
                        <w:t>února</w:t>
                      </w:r>
                      <w:r w:rsidR="00A331F2">
                        <w:t xml:space="preserve"> </w:t>
                      </w:r>
                      <w:r w:rsidR="004E0BD0">
                        <w:t>20</w:t>
                      </w:r>
                      <w:r w:rsidR="00580CF2">
                        <w:t>21</w:t>
                      </w:r>
                      <w:r w:rsidR="004E0BD0">
                        <w:t xml:space="preserve"> / </w:t>
                      </w:r>
                      <w:r w:rsidR="004E0BD0" w:rsidRPr="002D69D5">
                        <w:rPr>
                          <w:i/>
                        </w:rPr>
                        <w:t xml:space="preserve">Prague, </w:t>
                      </w:r>
                      <w:r w:rsidR="00A331F2">
                        <w:rPr>
                          <w:i/>
                          <w:lang w:val="en-GB"/>
                        </w:rPr>
                        <w:t>Febr</w:t>
                      </w:r>
                      <w:r w:rsidR="00A331F2">
                        <w:rPr>
                          <w:i/>
                          <w:lang w:val="en-GB"/>
                        </w:rPr>
                        <w:t xml:space="preserve">uary </w:t>
                      </w:r>
                      <w:r w:rsidR="003F0BA2">
                        <w:rPr>
                          <w:i/>
                        </w:rPr>
                        <w:t>2</w:t>
                      </w:r>
                      <w:r w:rsidR="003F0BA2">
                        <w:rPr>
                          <w:i/>
                        </w:rPr>
                        <w:t>2</w:t>
                      </w:r>
                      <w:r w:rsidR="004E0BD0" w:rsidRPr="002D69D5">
                        <w:rPr>
                          <w:i/>
                        </w:rPr>
                        <w:t>, 20</w:t>
                      </w:r>
                      <w:r w:rsidR="00580CF2">
                        <w:rPr>
                          <w:i/>
                        </w:rPr>
                        <w:t>21</w:t>
                      </w:r>
                    </w:p>
                    <w:p w:rsidR="004E0BD0" w:rsidRPr="00B14407" w:rsidRDefault="004E0BD0" w:rsidP="004E0BD0">
                      <w:pPr>
                        <w:pStyle w:val="TL-identifikace-sted"/>
                      </w:pPr>
                      <w:r w:rsidRPr="00575657">
                        <w:t xml:space="preserve">Kód publikace / </w:t>
                      </w:r>
                      <w:r w:rsidRPr="00AF49C5">
                        <w:rPr>
                          <w:i/>
                          <w:lang w:val="en-GB"/>
                        </w:rPr>
                        <w:t>Publication Code</w:t>
                      </w:r>
                      <w:r w:rsidRPr="00AF49C5">
                        <w:rPr>
                          <w:lang w:val="en-GB"/>
                        </w:rPr>
                        <w:t>:</w:t>
                      </w:r>
                      <w:r w:rsidRPr="00575657">
                        <w:t xml:space="preserve"> </w:t>
                      </w:r>
                      <w:r>
                        <w:t>013012-</w:t>
                      </w:r>
                      <w:r w:rsidR="00B147D3">
                        <w:t>20</w:t>
                      </w:r>
                    </w:p>
                    <w:p w:rsidR="004E0BD0" w:rsidRDefault="004E0BD0" w:rsidP="004E0BD0">
                      <w:pPr>
                        <w:spacing w:after="200"/>
                        <w:rPr>
                          <w:sz w:val="24"/>
                        </w:rPr>
                      </w:pPr>
                      <w:r w:rsidRPr="00575657">
                        <w:rPr>
                          <w:sz w:val="24"/>
                        </w:rPr>
                        <w:t>Pořad</w:t>
                      </w:r>
                      <w:r>
                        <w:rPr>
                          <w:sz w:val="24"/>
                        </w:rPr>
                        <w:t xml:space="preserve">ové číslo v roce / </w:t>
                      </w:r>
                      <w:r w:rsidRPr="00AF49C5">
                        <w:rPr>
                          <w:i/>
                          <w:sz w:val="24"/>
                          <w:lang w:val="en-GB"/>
                        </w:rPr>
                        <w:t xml:space="preserve">Serial </w:t>
                      </w:r>
                      <w:r w:rsidRPr="002D69D5">
                        <w:rPr>
                          <w:i/>
                          <w:sz w:val="24"/>
                        </w:rPr>
                        <w:t>No</w:t>
                      </w:r>
                      <w:r w:rsidR="00116E00">
                        <w:rPr>
                          <w:sz w:val="24"/>
                        </w:rPr>
                        <w:t xml:space="preserve">.: </w:t>
                      </w:r>
                      <w:r w:rsidR="004524D8">
                        <w:rPr>
                          <w:sz w:val="24"/>
                        </w:rPr>
                        <w:t>1</w:t>
                      </w:r>
                      <w:r w:rsidR="00A331F2">
                        <w:rPr>
                          <w:sz w:val="24"/>
                        </w:rPr>
                        <w:t>2</w:t>
                      </w:r>
                    </w:p>
                    <w:p w:rsidR="0072275A" w:rsidRPr="00D174B1" w:rsidRDefault="0072275A" w:rsidP="004E0BD0">
                      <w:pPr>
                        <w:spacing w:after="200"/>
                        <w:rPr>
                          <w:sz w:val="24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698750"/>
                <wp:effectExtent l="0" t="0" r="12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9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174052" w:rsidRDefault="004E0BD0" w:rsidP="004E0BD0">
                            <w:pPr>
                              <w:pStyle w:val="Nzev"/>
                              <w:rPr>
                                <w:sz w:val="48"/>
                                <w:szCs w:val="48"/>
                              </w:rPr>
                            </w:pPr>
                            <w:r w:rsidRPr="00174052">
                              <w:rPr>
                                <w:sz w:val="48"/>
                                <w:szCs w:val="48"/>
                              </w:rPr>
                              <w:t>INDEXY CEN VÝVOZU A DOVOZU V ČESKÉ REPUBLICE</w:t>
                            </w:r>
                          </w:p>
                          <w:p w:rsidR="004E0BD0" w:rsidRPr="00174052" w:rsidRDefault="004E0BD0" w:rsidP="004E0BD0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:rsidR="004E0BD0" w:rsidRPr="002D69D5" w:rsidRDefault="004E0BD0" w:rsidP="004E0BD0">
                            <w:pPr>
                              <w:pStyle w:val="Nzev"/>
                              <w:rPr>
                                <w:i/>
                                <w:sz w:val="48"/>
                                <w:szCs w:val="48"/>
                              </w:rPr>
                            </w:pPr>
                            <w:r w:rsidRPr="002D69D5">
                              <w:rPr>
                                <w:i/>
                                <w:sz w:val="48"/>
                                <w:szCs w:val="48"/>
                              </w:rPr>
                              <w:t>eXPORT AND IMPORT PRICE INDICES IN THE CZECH REPUBLIC</w:t>
                            </w:r>
                          </w:p>
                          <w:p w:rsidR="004E0BD0" w:rsidRPr="009B04D0" w:rsidRDefault="004E0BD0" w:rsidP="004E0BD0">
                            <w:pPr>
                              <w:pStyle w:val="Podnadpis"/>
                            </w:pPr>
                          </w:p>
                          <w:p w:rsidR="004E0BD0" w:rsidRDefault="004E0BD0" w:rsidP="004E0BD0">
                            <w:pPr>
                              <w:pStyle w:val="Podnadpis"/>
                            </w:pPr>
                            <w:r>
                              <w:t>v </w:t>
                            </w:r>
                            <w:r w:rsidR="00A331F2">
                              <w:t>prosinci</w:t>
                            </w:r>
                            <w:r w:rsidR="00A331F2">
                              <w:t xml:space="preserve"> </w:t>
                            </w:r>
                            <w:r>
                              <w:t>20</w:t>
                            </w:r>
                            <w:r w:rsidR="00B147D3">
                              <w:t>20</w:t>
                            </w:r>
                            <w:r w:rsidRPr="009B04D0">
                              <w:t xml:space="preserve"> </w:t>
                            </w:r>
                            <w:r>
                              <w:t xml:space="preserve">/ </w:t>
                            </w:r>
                            <w:r w:rsidRPr="002D69D5">
                              <w:rPr>
                                <w:i/>
                              </w:rPr>
                              <w:t>in</w:t>
                            </w:r>
                            <w:r w:rsidRPr="000200F6">
                              <w:rPr>
                                <w:i/>
                                <w:lang w:val="en-GB"/>
                              </w:rPr>
                              <w:t xml:space="preserve"> </w:t>
                            </w:r>
                            <w:r w:rsidR="00A331F2">
                              <w:rPr>
                                <w:i/>
                                <w:lang w:val="en-GB"/>
                              </w:rPr>
                              <w:t>Dec</w:t>
                            </w:r>
                            <w:r w:rsidR="00A331F2">
                              <w:rPr>
                                <w:i/>
                                <w:lang w:val="en-GB"/>
                              </w:rPr>
                              <w:t xml:space="preserve">ember </w:t>
                            </w:r>
                            <w:r w:rsidRPr="002D69D5">
                              <w:rPr>
                                <w:i/>
                              </w:rPr>
                              <w:t>20</w:t>
                            </w:r>
                            <w:r w:rsidR="00B147D3">
                              <w:rPr>
                                <w:i/>
                              </w:rPr>
                              <w:t>20</w:t>
                            </w:r>
                          </w:p>
                          <w:p w:rsidR="004E0BD0" w:rsidRPr="00640ADD" w:rsidRDefault="004E0BD0" w:rsidP="004E0BD0"/>
                          <w:p w:rsidR="001706D6" w:rsidRPr="0012192F" w:rsidRDefault="001706D6" w:rsidP="0012192F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4.65pt;margin-top:116.25pt;width:403.9pt;height:212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" filled="f" stroked="f">
                <v:textbox style="mso-fit-shape-to-text:t" inset="0,0,0,0">
                  <w:txbxContent>
                    <w:p w:rsidR="004E0BD0" w:rsidRPr="00174052" w:rsidRDefault="004E0BD0" w:rsidP="004E0BD0">
                      <w:pPr>
                        <w:pStyle w:val="Nzev"/>
                        <w:rPr>
                          <w:sz w:val="48"/>
                          <w:szCs w:val="48"/>
                        </w:rPr>
                      </w:pPr>
                      <w:r w:rsidRPr="00174052">
                        <w:rPr>
                          <w:sz w:val="48"/>
                          <w:szCs w:val="48"/>
                        </w:rPr>
                        <w:t>INDEXY CEN VÝVOZU A DOVOZU V ČESKÉ REPUBLICE</w:t>
                      </w:r>
                    </w:p>
                    <w:p w:rsidR="004E0BD0" w:rsidRPr="00174052" w:rsidRDefault="004E0BD0" w:rsidP="004E0BD0">
                      <w:pPr>
                        <w:rPr>
                          <w:sz w:val="48"/>
                          <w:szCs w:val="48"/>
                        </w:rPr>
                      </w:pPr>
                    </w:p>
                    <w:p w:rsidR="004E0BD0" w:rsidRPr="002D69D5" w:rsidRDefault="004E0BD0" w:rsidP="004E0BD0">
                      <w:pPr>
                        <w:pStyle w:val="Nzev"/>
                        <w:rPr>
                          <w:i/>
                          <w:sz w:val="48"/>
                          <w:szCs w:val="48"/>
                        </w:rPr>
                      </w:pPr>
                      <w:r w:rsidRPr="002D69D5">
                        <w:rPr>
                          <w:i/>
                          <w:sz w:val="48"/>
                          <w:szCs w:val="48"/>
                        </w:rPr>
                        <w:t>eXPORT AND IMPORT PRICE INDICES IN THE CZECH REPUBLIC</w:t>
                      </w:r>
                    </w:p>
                    <w:p w:rsidR="004E0BD0" w:rsidRPr="009B04D0" w:rsidRDefault="004E0BD0" w:rsidP="004E0BD0">
                      <w:pPr>
                        <w:pStyle w:val="Podnadpis"/>
                      </w:pPr>
                    </w:p>
                    <w:p w:rsidR="004E0BD0" w:rsidRDefault="004E0BD0" w:rsidP="004E0BD0">
                      <w:pPr>
                        <w:pStyle w:val="Podnadpis"/>
                      </w:pPr>
                      <w:r>
                        <w:t>v </w:t>
                      </w:r>
                      <w:r w:rsidR="00A331F2">
                        <w:t>prosinci</w:t>
                      </w:r>
                      <w:r w:rsidR="00A331F2">
                        <w:t xml:space="preserve"> </w:t>
                      </w:r>
                      <w:r>
                        <w:t>20</w:t>
                      </w:r>
                      <w:r w:rsidR="00B147D3">
                        <w:t>20</w:t>
                      </w:r>
                      <w:r w:rsidRPr="009B04D0">
                        <w:t xml:space="preserve"> </w:t>
                      </w:r>
                      <w:r>
                        <w:t xml:space="preserve">/ </w:t>
                      </w:r>
                      <w:r w:rsidRPr="002D69D5">
                        <w:rPr>
                          <w:i/>
                        </w:rPr>
                        <w:t>in</w:t>
                      </w:r>
                      <w:r w:rsidRPr="000200F6">
                        <w:rPr>
                          <w:i/>
                          <w:lang w:val="en-GB"/>
                        </w:rPr>
                        <w:t xml:space="preserve"> </w:t>
                      </w:r>
                      <w:r w:rsidR="00A331F2">
                        <w:rPr>
                          <w:i/>
                          <w:lang w:val="en-GB"/>
                        </w:rPr>
                        <w:t>Dec</w:t>
                      </w:r>
                      <w:r w:rsidR="00A331F2">
                        <w:rPr>
                          <w:i/>
                          <w:lang w:val="en-GB"/>
                        </w:rPr>
                        <w:t xml:space="preserve">ember </w:t>
                      </w:r>
                      <w:r w:rsidRPr="002D69D5">
                        <w:rPr>
                          <w:i/>
                        </w:rPr>
                        <w:t>20</w:t>
                      </w:r>
                      <w:r w:rsidR="00B147D3">
                        <w:rPr>
                          <w:i/>
                        </w:rPr>
                        <w:t>20</w:t>
                      </w:r>
                    </w:p>
                    <w:p w:rsidR="004E0BD0" w:rsidRPr="00640ADD" w:rsidRDefault="004E0BD0" w:rsidP="004E0BD0"/>
                    <w:p w:rsidR="001706D6" w:rsidRPr="0012192F" w:rsidRDefault="001706D6" w:rsidP="0012192F">
                      <w:pPr>
                        <w:pStyle w:val="Podnadpis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D66223" w:rsidRDefault="00665BA4" w:rsidP="00D66223">
                            <w:r w:rsidRPr="00D66223">
                              <w:t xml:space="preserve">© Český statistický úřad / </w:t>
                            </w:r>
                            <w:r w:rsidRPr="009D3ACD">
                              <w:rPr>
                                <w:i/>
                              </w:rPr>
                              <w:t xml:space="preserve">Czech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Statistical</w:t>
                            </w:r>
                            <w:r w:rsidRPr="009D3ACD">
                              <w:rPr>
                                <w:i/>
                              </w:rPr>
                              <w:t xml:space="preserve"> Office</w:t>
                            </w:r>
                            <w:r w:rsidRPr="00D66223">
                              <w:t xml:space="preserve">, </w:t>
                            </w:r>
                            <w:r w:rsidR="004E0BD0">
                              <w:t>Praha</w:t>
                            </w:r>
                            <w:r w:rsidRPr="00D66223">
                              <w:t xml:space="preserve">, </w:t>
                            </w:r>
                            <w:r w:rsidR="004E0BD0">
                              <w:t>20</w:t>
                            </w:r>
                            <w:r w:rsidR="003A0CBF">
                              <w:t>2</w:t>
                            </w:r>
                            <w:r w:rsidR="00460D42">
                              <w:t>1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Czech</w:t>
                            </w:r>
                            <w:r w:rsidRPr="000200F6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0200F6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" filled="f" stroked="f">
                <v:textbox inset="0,0,0,0">
                  <w:txbxContent>
                    <w:p w:rsidR="00665BA4" w:rsidRPr="00D66223" w:rsidRDefault="00665BA4" w:rsidP="00D66223">
                      <w:r w:rsidRPr="00D66223">
                        <w:t xml:space="preserve">© Český statistický úřad / </w:t>
                      </w:r>
                      <w:r w:rsidRPr="009D3ACD">
                        <w:rPr>
                          <w:i/>
                        </w:rPr>
                        <w:t xml:space="preserve">Czech </w:t>
                      </w:r>
                      <w:r w:rsidRPr="00AF49C5">
                        <w:rPr>
                          <w:i/>
                          <w:lang w:val="en-GB"/>
                        </w:rPr>
                        <w:t>Statistical</w:t>
                      </w:r>
                      <w:r w:rsidRPr="009D3ACD">
                        <w:rPr>
                          <w:i/>
                        </w:rPr>
                        <w:t xml:space="preserve"> Office</w:t>
                      </w:r>
                      <w:r w:rsidRPr="00D66223">
                        <w:t xml:space="preserve">, </w:t>
                      </w:r>
                      <w:r w:rsidR="004E0BD0">
                        <w:t>Praha</w:t>
                      </w:r>
                      <w:r w:rsidRPr="00D66223">
                        <w:t xml:space="preserve">, </w:t>
                      </w:r>
                      <w:r w:rsidR="004E0BD0">
                        <w:t>20</w:t>
                      </w:r>
                      <w:r w:rsidR="003A0CBF">
                        <w:t>2</w:t>
                      </w:r>
                      <w:r w:rsidR="00460D42">
                        <w:t>1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Czech</w:t>
                      </w:r>
                      <w:r w:rsidRPr="000200F6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0200F6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D5A03A" id="Přímá spojnice 33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bookmarkStart w:id="0" w:name="_GoBack"/>
      <w:bookmarkEnd w:id="0"/>
    </w:p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E40406" w:rsidP="00E67696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144000"/>
                <wp:effectExtent l="0" t="0" r="1905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KONTAKTY V ÚSTŘEDÍ / </w:t>
                            </w:r>
                            <w:r w:rsidRPr="00780EF1">
                              <w:rPr>
                                <w:i/>
                              </w:rPr>
                              <w:t>CZSO Headquarters</w:t>
                            </w:r>
                            <w:r w:rsidR="00C23A57">
                              <w:rPr>
                                <w:i/>
                              </w:rPr>
                              <w:t xml:space="preserve"> </w:t>
                            </w:r>
                            <w:r w:rsidR="00C23A57" w:rsidRPr="00780EF1">
                              <w:rPr>
                                <w:i/>
                              </w:rPr>
                              <w:t>CONTACTS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776169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776169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776169">
                              <w:rPr>
                                <w:i/>
                              </w:rPr>
                              <w:t xml:space="preserve"> Office</w:t>
                            </w:r>
                            <w:r w:rsidRPr="007D40DF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 xml:space="preserve">: (+420) 274 051 111 | </w:t>
                            </w:r>
                            <w:r w:rsidRPr="007D40DF">
                              <w:t>www.czso.cz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Oddělení informačních služeb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Information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Services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Department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274 052 304, (+420) 274 052 451 | e-mail: infoservis@czso.cz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Prodejna publikací ČSÚ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Publication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Shop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274 052 361 | e-mail: prodejna@czso.cz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Evropská data (ESDS), mezinárodní srovnání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European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Data (ESDS), International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Comparison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274 052 347, (+420) 274 052 757 | e-mail: esds@czso.cz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Ústřední statistická knihovna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Central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Library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274 052 361 | e-mail: knihovna@czso.cz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INFORMAČNÍ SLUŽBY V REGIONECH / </w:t>
                            </w:r>
                            <w:r w:rsidRPr="006D3E8A">
                              <w:rPr>
                                <w:i/>
                              </w:rPr>
                              <w:t>INFORMATION SERVICES IN REGIONS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Hl. m. Praha / </w:t>
                            </w:r>
                            <w:r w:rsidRPr="006D3E8A">
                              <w:rPr>
                                <w:i/>
                              </w:rPr>
                              <w:t xml:space="preserve">City </w:t>
                            </w:r>
                            <w:proofErr w:type="spellStart"/>
                            <w:r w:rsidRPr="006D3E8A">
                              <w:rPr>
                                <w:i/>
                              </w:rPr>
                              <w:t>of</w:t>
                            </w:r>
                            <w:proofErr w:type="spellEnd"/>
                            <w:r w:rsidRPr="006D3E8A">
                              <w:rPr>
                                <w:i/>
                              </w:rPr>
                              <w:t xml:space="preserve"> Prague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274 052 673, (+420) 274 054 223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infoservispraha@czso.cz | </w:t>
                            </w:r>
                            <w:r w:rsidRPr="00992CF3">
                              <w:t>www.praha.czso.cz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274 054 175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infoservisstc@czso.cz | </w:t>
                            </w:r>
                            <w:r w:rsidRPr="00992CF3">
                              <w:t>www.stredocesky.czso.cz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Žižkova 1, 370 77 České Budějovice,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386 718 440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infoserviscb@czso.cz | </w:t>
                            </w:r>
                            <w:r w:rsidRPr="00992CF3">
                              <w:t>www.cbudejovice.czso.cz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Slovanská alej 36, 326 64 Plzeň,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377 612 1</w:t>
                            </w:r>
                            <w:r w:rsidRPr="006A5A8B">
                              <w:rPr>
                                <w:b w:val="0"/>
                              </w:rPr>
                              <w:t xml:space="preserve">08,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377 612 145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infoservisplzen@czso.cz | </w:t>
                            </w:r>
                            <w:r w:rsidRPr="004A61C5">
                              <w:t>www.plzen.czso.cz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</w:t>
                            </w:r>
                            <w:r w:rsidR="00C23A57" w:rsidRPr="00C23A57">
                              <w:rPr>
                                <w:b w:val="0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</w:rPr>
                              <w:t>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353 114 529, (+420) 353 114 525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infoserviskv@czso.cz | </w:t>
                            </w:r>
                            <w:r w:rsidRPr="004A61C5">
                              <w:t>www.kvary.czso.cz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Špálova 2684, 400 11 Ústí nad Labem,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472 706 176, (+420) 472 706 121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infoservisul@czso.cz | </w:t>
                            </w:r>
                            <w:r w:rsidRPr="004A61C5">
                              <w:t>www.ustinadlabem.czso.cz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Nám. Dr. Edvarda Beneše 585/26, 460 01 Liberec 1,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485 238 811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infoservislbc@czso.cz | </w:t>
                            </w:r>
                            <w:r w:rsidRPr="004A61C5">
                              <w:t>www.liberec.czso.cz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Myslivečkova 914, 500 03 Hradec Králové 3,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495 762 322, (+420) 495 762 317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infoservishk@czso.cz | </w:t>
                            </w:r>
                            <w:r w:rsidRPr="004A61C5">
                              <w:t>www.hradeckralove.czso.cz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V Ráji 872, 531 53 Pardubice,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466 743 480, (+420) 466 743 418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infoservispa@czso.cz | </w:t>
                            </w:r>
                            <w:r w:rsidRPr="004A61C5">
                              <w:t>www.pardubice.czso.cz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Ke Skalce 30, 586 01 Jihlava,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="006D3E8A" w:rsidRPr="004A61C5">
                              <w:rPr>
                                <w:b w:val="0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</w:rPr>
                              <w:t>(+420) 567 109 0</w:t>
                            </w:r>
                            <w:r w:rsidRPr="006A5A8B">
                              <w:rPr>
                                <w:b w:val="0"/>
                              </w:rPr>
                              <w:t xml:space="preserve">62,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567 109 073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infoservisvys@czso.cz | </w:t>
                            </w:r>
                            <w:r w:rsidRPr="004A61C5">
                              <w:t>www.jihlava.czso.cz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Jezuitská 2, 601 59 Brno,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542 52</w:t>
                            </w:r>
                            <w:r w:rsidRPr="006A5A8B">
                              <w:rPr>
                                <w:b w:val="0"/>
                              </w:rPr>
                              <w:t xml:space="preserve">8 115,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542 528 200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infoservisbrno@czso.cz | </w:t>
                            </w:r>
                            <w:r w:rsidRPr="004A61C5">
                              <w:t>www.brno.czso.cz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Jeremenkova 1142/42, 772 11 Olomouc, Czech Republic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585 731 5</w:t>
                            </w:r>
                            <w:r w:rsidRPr="006A5A8B">
                              <w:rPr>
                                <w:b w:val="0"/>
                              </w:rPr>
                              <w:t xml:space="preserve">16,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585 731 511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infoservisolom@czso.cz | </w:t>
                            </w:r>
                            <w:r w:rsidRPr="005E7C78">
                              <w:t>www.olomouc.czso.cz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tř. Tomáše Bati 1565, 761 76 Zlín, Czech Republic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577 004 932</w:t>
                            </w:r>
                            <w:r w:rsidRPr="006A5A8B">
                              <w:rPr>
                                <w:b w:val="0"/>
                              </w:rPr>
                              <w:t>, (</w:t>
                            </w:r>
                            <w:r w:rsidRPr="005E7C78">
                              <w:rPr>
                                <w:b w:val="0"/>
                              </w:rPr>
                              <w:t>+420) 577 004 935</w:t>
                            </w:r>
                          </w:p>
                          <w:p w:rsidR="00B938C5" w:rsidRDefault="00B938C5" w:rsidP="00D66223">
                            <w:pPr>
                              <w:pStyle w:val="TLKontakty"/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infoservis-zl@czso.cz | </w:t>
                            </w:r>
                            <w:r w:rsidRPr="005E7C78">
                              <w:t>www.zlin.czso.cz</w:t>
                            </w: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Repinova 17, 702 03 Ostrava, Czech Republic</w:t>
                            </w: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595 131 230, (+420) 595 131 232</w:t>
                            </w:r>
                          </w:p>
                          <w:p w:rsidR="00C23A57" w:rsidRPr="005E7C78" w:rsidRDefault="00C23A57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infoservis_ov@czso.cz | </w:t>
                            </w:r>
                            <w:r w:rsidRPr="005E7C78"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57pt;width:481.85pt;height:10in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" filled="f" stroked="f">
                <v:textbox style="mso-next-textbox:#_x0000_s1031" inset="0,0,0,0">
                  <w:txbxContent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KONTAKTY V ÚSTŘEDÍ / </w:t>
                      </w:r>
                      <w:r w:rsidRPr="00780EF1">
                        <w:rPr>
                          <w:i/>
                        </w:rPr>
                        <w:t>CZSO Headquarters</w:t>
                      </w:r>
                      <w:r w:rsidR="00C23A57">
                        <w:rPr>
                          <w:i/>
                        </w:rPr>
                        <w:t xml:space="preserve"> </w:t>
                      </w:r>
                      <w:r w:rsidR="00C23A57" w:rsidRPr="00780EF1">
                        <w:rPr>
                          <w:i/>
                        </w:rPr>
                        <w:t>CONTACTS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Český statistický úřad / </w:t>
                      </w:r>
                      <w:r w:rsidRPr="00776169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776169">
                        <w:rPr>
                          <w:i/>
                        </w:rPr>
                        <w:t>Statistical</w:t>
                      </w:r>
                      <w:proofErr w:type="spellEnd"/>
                      <w:r w:rsidRPr="00776169">
                        <w:rPr>
                          <w:i/>
                        </w:rPr>
                        <w:t xml:space="preserve"> Office</w:t>
                      </w:r>
                      <w:r w:rsidRPr="007D40DF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 xml:space="preserve">: (+420) 274 051 111 | </w:t>
                      </w:r>
                      <w:r w:rsidRPr="007D40DF">
                        <w:t>www.czso.cz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Oddělení informačních služeb / </w:t>
                      </w:r>
                      <w:proofErr w:type="spellStart"/>
                      <w:r w:rsidRPr="00F1639F">
                        <w:rPr>
                          <w:i/>
                        </w:rPr>
                        <w:t>Information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Services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Department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274 052 304, (+420) 274 052 451 | e-mail: infoservis@czso.cz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Prodejna publikací ČSÚ / </w:t>
                      </w:r>
                      <w:proofErr w:type="spellStart"/>
                      <w:r w:rsidRPr="00F1639F">
                        <w:rPr>
                          <w:i/>
                        </w:rPr>
                        <w:t>Publication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Shop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274 052 361 | e-mail: prodejna@czso.cz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Evropská data (ESDS), mezinárodní srovnání / </w:t>
                      </w:r>
                      <w:proofErr w:type="spellStart"/>
                      <w:r w:rsidRPr="00F1639F">
                        <w:rPr>
                          <w:i/>
                        </w:rPr>
                        <w:t>European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Data (ESDS), International </w:t>
                      </w:r>
                      <w:proofErr w:type="spellStart"/>
                      <w:r w:rsidRPr="00F1639F">
                        <w:rPr>
                          <w:i/>
                        </w:rPr>
                        <w:t>Comparison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274 052 347, (+420) 274 052 757 | e-mail: esds@czso.cz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Ústřední statistická knihovna / </w:t>
                      </w:r>
                      <w:proofErr w:type="spellStart"/>
                      <w:r w:rsidRPr="00F1639F">
                        <w:rPr>
                          <w:i/>
                        </w:rPr>
                        <w:t>Central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Statistical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Library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274 052 361 | e-mail: knihovna@czso.cz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INFORMAČNÍ SLUŽBY V REGIONECH / </w:t>
                      </w:r>
                      <w:r w:rsidRPr="006D3E8A">
                        <w:rPr>
                          <w:i/>
                        </w:rPr>
                        <w:t>INFORMATION SERVICES IN REGIONS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Hl. m. Praha / </w:t>
                      </w:r>
                      <w:r w:rsidRPr="006D3E8A">
                        <w:rPr>
                          <w:i/>
                        </w:rPr>
                        <w:t xml:space="preserve">City </w:t>
                      </w:r>
                      <w:proofErr w:type="spellStart"/>
                      <w:r w:rsidRPr="006D3E8A">
                        <w:rPr>
                          <w:i/>
                        </w:rPr>
                        <w:t>of</w:t>
                      </w:r>
                      <w:proofErr w:type="spellEnd"/>
                      <w:r w:rsidRPr="006D3E8A">
                        <w:rPr>
                          <w:i/>
                        </w:rPr>
                        <w:t xml:space="preserve"> Prague</w:t>
                      </w:r>
                      <w:r w:rsidRPr="00992CF3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274 052 673, (+420) 274 054 223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infoservispraha@czso.cz | </w:t>
                      </w:r>
                      <w:r w:rsidRPr="00992CF3">
                        <w:t>www.praha.czso.cz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  <w:r w:rsidRPr="00992CF3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274 054 175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</w:pPr>
                      <w:r w:rsidRPr="00992CF3">
                        <w:rPr>
                          <w:b w:val="0"/>
                        </w:rPr>
                        <w:t xml:space="preserve">e-mail: infoservisstc@czso.cz | </w:t>
                      </w:r>
                      <w:r w:rsidRPr="00992CF3">
                        <w:t>www.stredocesky.czso.cz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</w:rPr>
                        <w:t xml:space="preserve"> | Žižkova 1, 370 77 České Budějovice,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386 718 440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infoserviscb@czso.cz | </w:t>
                      </w:r>
                      <w:r w:rsidRPr="00992CF3">
                        <w:t>www.cbudejovice.czso.cz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</w:rPr>
                        <w:t xml:space="preserve"> | Slovanská alej 36, 326 64 Plzeň,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377 612 1</w:t>
                      </w:r>
                      <w:r w:rsidRPr="006A5A8B">
                        <w:rPr>
                          <w:b w:val="0"/>
                        </w:rPr>
                        <w:t xml:space="preserve">08, </w:t>
                      </w:r>
                      <w:r w:rsidR="006A5A8B" w:rsidRPr="006A5A8B">
                        <w:rPr>
                          <w:b w:val="0"/>
                        </w:rPr>
                        <w:t>(+420) 377 612 145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infoservisplzen@czso.cz | </w:t>
                      </w:r>
                      <w:r w:rsidRPr="004A61C5">
                        <w:t>www.plzen.czso.cz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</w:rPr>
                        <w:t xml:space="preserve"> | </w:t>
                      </w:r>
                      <w:r w:rsidR="00C23A57" w:rsidRPr="00C23A57">
                        <w:rPr>
                          <w:b w:val="0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</w:rPr>
                        <w:t>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353 114 529, (+420) 353 114 525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infoserviskv@czso.cz | </w:t>
                      </w:r>
                      <w:r w:rsidRPr="004A61C5">
                        <w:t>www.kvary.czso.cz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</w:rPr>
                        <w:t xml:space="preserve"> | Špálova 2684, 400 11 Ústí nad Labem,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472 706 176, (+420) 472 706 121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infoservisul@czso.cz | </w:t>
                      </w:r>
                      <w:r w:rsidRPr="004A61C5">
                        <w:t>www.ustinadlabem.czso.cz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</w:rPr>
                        <w:t xml:space="preserve"> | Nám. Dr. Edvarda Beneše 585/26, 460 01 Liberec 1,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485 238 811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infoservislbc@czso.cz | </w:t>
                      </w:r>
                      <w:r w:rsidRPr="004A61C5">
                        <w:t>www.liberec.czso.cz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</w:rPr>
                        <w:t xml:space="preserve"> | Myslivečkova 914, 500 03 Hradec Králové 3,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495 762 322, (+420) 495 762 317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infoservishk@czso.cz | </w:t>
                      </w:r>
                      <w:r w:rsidRPr="004A61C5">
                        <w:t>www.hradeckralove.czso.cz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</w:rPr>
                        <w:t xml:space="preserve"> | V Ráji 872, 531 53 Pardubice,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466 743 480, (+420) 466 743 418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infoservispa@czso.cz | </w:t>
                      </w:r>
                      <w:r w:rsidRPr="004A61C5">
                        <w:t>www.pardubice.czso.cz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</w:rPr>
                        <w:t xml:space="preserve"> | Ke Skalce 30, 586 01 Jihlava,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="006D3E8A" w:rsidRPr="004A61C5">
                        <w:rPr>
                          <w:b w:val="0"/>
                        </w:rPr>
                        <w:t xml:space="preserve"> </w:t>
                      </w:r>
                      <w:r w:rsidRPr="004A61C5">
                        <w:rPr>
                          <w:b w:val="0"/>
                        </w:rPr>
                        <w:t>(+420) 567 109 0</w:t>
                      </w:r>
                      <w:r w:rsidRPr="006A5A8B">
                        <w:rPr>
                          <w:b w:val="0"/>
                        </w:rPr>
                        <w:t xml:space="preserve">62, </w:t>
                      </w:r>
                      <w:r w:rsidR="006A5A8B" w:rsidRPr="006A5A8B">
                        <w:rPr>
                          <w:b w:val="0"/>
                        </w:rPr>
                        <w:t>(+420) 567 109 073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infoservisvys@czso.cz | </w:t>
                      </w:r>
                      <w:r w:rsidRPr="004A61C5">
                        <w:t>www.jihlava.czso.cz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</w:rPr>
                        <w:t xml:space="preserve"> | Jezuitská 2, 601 59 Brno,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542 52</w:t>
                      </w:r>
                      <w:r w:rsidRPr="006A5A8B">
                        <w:rPr>
                          <w:b w:val="0"/>
                        </w:rPr>
                        <w:t xml:space="preserve">8 115, </w:t>
                      </w:r>
                      <w:r w:rsidR="006A5A8B" w:rsidRPr="006A5A8B">
                        <w:rPr>
                          <w:b w:val="0"/>
                        </w:rPr>
                        <w:t>(+420) 542 528 200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  <w:r w:rsidRPr="004A61C5">
                        <w:rPr>
                          <w:b w:val="0"/>
                        </w:rPr>
                        <w:t xml:space="preserve">e-mail: infoservisbrno@czso.cz | </w:t>
                      </w:r>
                      <w:r w:rsidRPr="004A61C5">
                        <w:t>www.brno.czso.cz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</w:rPr>
                        <w:t xml:space="preserve"> | Jeremenkova 1142/42, 772 11 Olomouc, Czech Republic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585 731 5</w:t>
                      </w:r>
                      <w:r w:rsidRPr="006A5A8B">
                        <w:rPr>
                          <w:b w:val="0"/>
                        </w:rPr>
                        <w:t xml:space="preserve">16, </w:t>
                      </w:r>
                      <w:r w:rsidR="006A5A8B" w:rsidRPr="006A5A8B">
                        <w:rPr>
                          <w:b w:val="0"/>
                        </w:rPr>
                        <w:t>(+420) 585 731 511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infoservisolom@czso.cz | </w:t>
                      </w:r>
                      <w:r w:rsidRPr="005E7C78">
                        <w:t>www.olomouc.czso.cz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</w:rPr>
                        <w:t xml:space="preserve"> | tř. Tomáše Bati 1565, 761 76 Zlín, Czech Republic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</w:t>
                      </w:r>
                      <w:r w:rsidR="006A5A8B" w:rsidRPr="006A5A8B">
                        <w:rPr>
                          <w:b w:val="0"/>
                        </w:rPr>
                        <w:t>(+420) 577 004 932</w:t>
                      </w:r>
                      <w:r w:rsidRPr="006A5A8B">
                        <w:rPr>
                          <w:b w:val="0"/>
                        </w:rPr>
                        <w:t>, (</w:t>
                      </w:r>
                      <w:r w:rsidRPr="005E7C78">
                        <w:rPr>
                          <w:b w:val="0"/>
                        </w:rPr>
                        <w:t>+420) 577 004 935</w:t>
                      </w:r>
                    </w:p>
                    <w:p w:rsidR="00B938C5" w:rsidRDefault="00B938C5" w:rsidP="00D66223">
                      <w:pPr>
                        <w:pStyle w:val="TLKontakty"/>
                      </w:pPr>
                      <w:r w:rsidRPr="005E7C78">
                        <w:rPr>
                          <w:b w:val="0"/>
                        </w:rPr>
                        <w:t xml:space="preserve">e-mail: infoservis-zl@czso.cz | </w:t>
                      </w:r>
                      <w:r w:rsidRPr="005E7C78">
                        <w:t>www.zlin.czso.cz</w:t>
                      </w: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</w:rPr>
                        <w:t xml:space="preserve"> | Repinova 17, 702 03 Ostrava, Czech Republic</w:t>
                      </w: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595 131 230, (+420) 595 131 232</w:t>
                      </w:r>
                    </w:p>
                    <w:p w:rsidR="00C23A57" w:rsidRPr="005E7C78" w:rsidRDefault="00C23A57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infoservis_ov@czso.cz | </w:t>
                      </w:r>
                      <w:r w:rsidRPr="005E7C78"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65BA4">
        <w:br w:type="page"/>
      </w:r>
    </w:p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A75E40" w:rsidRPr="000A3A2C" w:rsidRDefault="00E40406" w:rsidP="00E67696">
      <w:pPr>
        <w:sectPr w:rsidR="00A75E40" w:rsidRPr="000A3A2C" w:rsidSect="003A77D1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2520315"/>
                <wp:effectExtent l="0" t="0" r="254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6.95pt;margin-top:56.95pt;width:481.85pt;height:198.4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" filled="f" stroked="f">
                <v:textbox inset="0,0,0,0">
                  <w:txbxContent/>
                </v:textbox>
                <w10:wrap anchorx="page" anchory="page"/>
                <w10:anchorlock/>
              </v:shape>
            </w:pict>
          </mc:Fallback>
        </mc:AlternateContent>
      </w:r>
      <w:r w:rsidR="00556D68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1270" b="2095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AF2852" w:rsidRDefault="00834304" w:rsidP="008F029B">
                            <w:r>
                              <w:br/>
                            </w:r>
                            <w:r w:rsidR="000A3A2C" w:rsidRPr="00841D9F">
                              <w:t>© Český sta</w:t>
                            </w:r>
                            <w:r w:rsidR="000A3A2C">
                              <w:t xml:space="preserve">tistický úřad / </w:t>
                            </w:r>
                            <w:r w:rsidR="000A3A2C" w:rsidRPr="009C3DFC">
                              <w:rPr>
                                <w:i/>
                                <w:lang w:val="en-GB"/>
                              </w:rPr>
                              <w:t xml:space="preserve">Czech </w:t>
                            </w:r>
                            <w:r w:rsidR="000A3A2C" w:rsidRPr="009C3DFC">
                              <w:rPr>
                                <w:rFonts w:cs="Arial"/>
                                <w:i/>
                                <w:szCs w:val="20"/>
                                <w:lang w:val="en-GB"/>
                              </w:rPr>
                              <w:t>Statistical Office</w:t>
                            </w:r>
                            <w:r w:rsidR="000A3A2C">
                              <w:t xml:space="preserve">, </w:t>
                            </w:r>
                            <w:r w:rsidR="004E0BD0">
                              <w:t>Praha</w:t>
                            </w:r>
                            <w:r w:rsidR="000A3A2C">
                              <w:t xml:space="preserve">, </w:t>
                            </w:r>
                            <w:r w:rsidR="004E0BD0">
                              <w:t>20</w:t>
                            </w:r>
                            <w:r w:rsidR="003A0CBF">
                              <w:t>2</w:t>
                            </w:r>
                            <w:r w:rsidR="00460D42">
                              <w:t>1</w:t>
                            </w:r>
                          </w:p>
                          <w:p w:rsidR="00F15AAA" w:rsidRDefault="00F15AAA"/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56.7pt;margin-top:747pt;width:481.9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V7qugIAALYFAAAOAAAAZHJzL2Uyb0RvYy54bWysVNuOmzAQfa/Uf7D8znIJYQN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" filled="f" stroked="f">
                <v:textbox inset="0,0,0,0">
                  <w:txbxContent>
                    <w:p w:rsidR="000A3A2C" w:rsidRPr="00AF2852" w:rsidRDefault="00834304" w:rsidP="008F029B">
                      <w:r>
                        <w:br/>
                      </w:r>
                      <w:r w:rsidR="000A3A2C" w:rsidRPr="00841D9F">
                        <w:t>© Český sta</w:t>
                      </w:r>
                      <w:r w:rsidR="000A3A2C">
                        <w:t xml:space="preserve">tistický úřad / </w:t>
                      </w:r>
                      <w:r w:rsidR="000A3A2C" w:rsidRPr="009C3DFC">
                        <w:rPr>
                          <w:i/>
                          <w:lang w:val="en-GB"/>
                        </w:rPr>
                        <w:t xml:space="preserve">Czech </w:t>
                      </w:r>
                      <w:r w:rsidR="000A3A2C" w:rsidRPr="009C3DFC">
                        <w:rPr>
                          <w:rFonts w:cs="Arial"/>
                          <w:i/>
                          <w:szCs w:val="20"/>
                          <w:lang w:val="en-GB"/>
                        </w:rPr>
                        <w:t>Statistical Office</w:t>
                      </w:r>
                      <w:r w:rsidR="000A3A2C">
                        <w:t xml:space="preserve">, </w:t>
                      </w:r>
                      <w:r w:rsidR="004E0BD0">
                        <w:t>Praha</w:t>
                      </w:r>
                      <w:r w:rsidR="000A3A2C">
                        <w:t xml:space="preserve">, </w:t>
                      </w:r>
                      <w:r w:rsidR="004E0BD0">
                        <w:t>20</w:t>
                      </w:r>
                      <w:r w:rsidR="003A0CBF">
                        <w:t>2</w:t>
                      </w:r>
                      <w:r w:rsidR="00460D42">
                        <w:t>1</w:t>
                      </w:r>
                    </w:p>
                    <w:p w:rsidR="00F15AAA" w:rsidRDefault="00F15AAA"/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align>left</wp:align>
                </wp:positionH>
                <wp:positionV relativeFrom="page">
                  <wp:posOffset>933450</wp:posOffset>
                </wp:positionV>
                <wp:extent cx="6119495" cy="1104900"/>
                <wp:effectExtent l="0" t="0" r="14605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B95F50" w:rsidRDefault="000A3A2C" w:rsidP="000A3A2C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br/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0A3A2C" w:rsidRPr="009C3DFC" w:rsidRDefault="000A3A2C" w:rsidP="000A3A2C">
                            <w:pPr>
                              <w:rPr>
                                <w:b/>
                                <w:i/>
                                <w:sz w:val="24"/>
                                <w:lang w:val="en-GB"/>
                              </w:rPr>
                            </w:pPr>
                            <w:r w:rsidRPr="009C3DFC">
                              <w:rPr>
                                <w:b/>
                                <w:i/>
                                <w:color w:val="747678"/>
                                <w:sz w:val="24"/>
                                <w:lang w:val="en-GB"/>
                              </w:rPr>
                              <w:t xml:space="preserve">Are you interested in the latest data on inflation, GDP, population, average wages and the like? If the answer is YES, don´t hesitate to visit us at: </w:t>
                            </w:r>
                            <w:r w:rsidRPr="009C3DFC">
                              <w:rPr>
                                <w:b/>
                                <w:i/>
                                <w:sz w:val="24"/>
                                <w:lang w:val="en-GB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0;margin-top:73.5pt;width:481.85pt;height:87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" filled="f" stroked="f">
                <v:textbox inset="0,0,0,0">
                  <w:txbxContent>
                    <w:p w:rsidR="000A3A2C" w:rsidRPr="00B95F50" w:rsidRDefault="000A3A2C" w:rsidP="000A3A2C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2E57D3">
                        <w:rPr>
                          <w:b/>
                          <w:color w:val="747678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 w:rsidRPr="002E57D3">
                        <w:rPr>
                          <w:b/>
                          <w:color w:val="747678"/>
                          <w:sz w:val="24"/>
                        </w:rPr>
                        <w:br/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0A3A2C" w:rsidRPr="009C3DFC" w:rsidRDefault="000A3A2C" w:rsidP="000A3A2C">
                      <w:pPr>
                        <w:rPr>
                          <w:b/>
                          <w:i/>
                          <w:sz w:val="24"/>
                          <w:lang w:val="en-GB"/>
                        </w:rPr>
                      </w:pPr>
                      <w:r w:rsidRPr="009C3DFC">
                        <w:rPr>
                          <w:b/>
                          <w:i/>
                          <w:color w:val="747678"/>
                          <w:sz w:val="24"/>
                          <w:lang w:val="en-GB"/>
                        </w:rPr>
                        <w:t xml:space="preserve">Are you interested in the latest data on inflation, GDP, population, average wages and the like? If the answer is YES, don´t hesitate to visit us at: </w:t>
                      </w:r>
                      <w:r w:rsidRPr="009C3DFC">
                        <w:rPr>
                          <w:b/>
                          <w:i/>
                          <w:sz w:val="24"/>
                          <w:lang w:val="en-GB"/>
                        </w:rPr>
                        <w:t>www.czso.cz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:rsidR="00EE4B1B" w:rsidRPr="003A77D1" w:rsidRDefault="00EE4B1B" w:rsidP="00CE670B">
      <w:pPr>
        <w:pStyle w:val="Obsah"/>
        <w:rPr>
          <w:i/>
          <w:lang w:val="en-GB"/>
        </w:rPr>
      </w:pPr>
      <w:r w:rsidRPr="00CE670B">
        <w:lastRenderedPageBreak/>
        <w:t xml:space="preserve">Obsah / </w:t>
      </w:r>
      <w:r w:rsidRPr="003A77D1">
        <w:rPr>
          <w:i/>
          <w:lang w:val="en-GB"/>
        </w:rPr>
        <w:t>Contents</w:t>
      </w:r>
    </w:p>
    <w:p w:rsidR="004E0BD0" w:rsidRDefault="004E0BD0" w:rsidP="004E0BD0">
      <w:pPr>
        <w:tabs>
          <w:tab w:val="left" w:pos="910"/>
          <w:tab w:val="left" w:pos="1694"/>
          <w:tab w:val="right" w:pos="9072"/>
        </w:tabs>
        <w:spacing w:after="0"/>
        <w:jc w:val="both"/>
        <w:rPr>
          <w:rFonts w:cs="Arial"/>
          <w:i/>
          <w:iCs/>
          <w:sz w:val="18"/>
          <w:szCs w:val="22"/>
        </w:rPr>
      </w:pPr>
      <w:r>
        <w:rPr>
          <w:rFonts w:cs="Arial"/>
          <w:sz w:val="18"/>
          <w:szCs w:val="22"/>
        </w:rPr>
        <w:tab/>
      </w:r>
      <w:r>
        <w:rPr>
          <w:rFonts w:cs="Arial"/>
          <w:sz w:val="18"/>
          <w:szCs w:val="22"/>
        </w:rPr>
        <w:tab/>
      </w:r>
      <w:r>
        <w:rPr>
          <w:rFonts w:cs="Arial"/>
          <w:sz w:val="18"/>
          <w:szCs w:val="22"/>
        </w:rPr>
        <w:tab/>
        <w:t>Strana/</w:t>
      </w:r>
      <w:r>
        <w:rPr>
          <w:rFonts w:cs="Arial"/>
          <w:i/>
          <w:iCs/>
          <w:sz w:val="18"/>
          <w:szCs w:val="22"/>
          <w:lang w:val="en-GB"/>
        </w:rPr>
        <w:t>Page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right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Metodické vysvětlivky</w:t>
      </w:r>
      <w:r w:rsidRPr="00345BD7">
        <w:rPr>
          <w:rFonts w:cs="Arial"/>
          <w:b/>
          <w:bCs/>
          <w:i/>
          <w:iCs/>
          <w:szCs w:val="20"/>
        </w:rPr>
        <w:tab/>
      </w:r>
      <w:r>
        <w:rPr>
          <w:rFonts w:cs="Arial"/>
          <w:b/>
          <w:bCs/>
          <w:szCs w:val="20"/>
        </w:rPr>
        <w:t>7</w:t>
      </w:r>
      <w:r w:rsidRPr="00345BD7">
        <w:rPr>
          <w:rFonts w:cs="Arial"/>
          <w:b/>
          <w:bCs/>
          <w:szCs w:val="20"/>
        </w:rPr>
        <w:t xml:space="preserve"> - </w:t>
      </w:r>
      <w:r>
        <w:rPr>
          <w:rFonts w:cs="Arial"/>
          <w:b/>
          <w:bCs/>
          <w:szCs w:val="20"/>
        </w:rPr>
        <w:t>8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ind w:right="566"/>
        <w:jc w:val="both"/>
        <w:rPr>
          <w:rFonts w:cs="Arial"/>
          <w:b/>
          <w:bCs/>
          <w:i/>
          <w:iCs/>
          <w:szCs w:val="20"/>
          <w:lang w:val="en-GB"/>
        </w:rPr>
      </w:pPr>
      <w:r w:rsidRPr="00345BD7">
        <w:rPr>
          <w:rFonts w:cs="Arial"/>
          <w:b/>
          <w:bCs/>
          <w:i/>
          <w:iCs/>
          <w:szCs w:val="20"/>
          <w:lang w:val="en-GB"/>
        </w:rPr>
        <w:t>Explanatory notes on methodology</w:t>
      </w:r>
      <w:r w:rsidRPr="00345BD7">
        <w:rPr>
          <w:rFonts w:cs="Arial"/>
          <w:b/>
          <w:bCs/>
          <w:i/>
          <w:iCs/>
          <w:szCs w:val="20"/>
          <w:lang w:val="en-GB"/>
        </w:rPr>
        <w:tab/>
      </w:r>
      <w:r>
        <w:rPr>
          <w:rFonts w:cs="Arial"/>
          <w:b/>
          <w:bCs/>
          <w:szCs w:val="20"/>
          <w:lang w:val="en-GB"/>
        </w:rPr>
        <w:t>9</w:t>
      </w:r>
      <w:r w:rsidRPr="00345BD7">
        <w:rPr>
          <w:rFonts w:cs="Arial"/>
          <w:b/>
          <w:bCs/>
          <w:szCs w:val="20"/>
          <w:lang w:val="en-GB"/>
        </w:rPr>
        <w:t xml:space="preserve"> - </w:t>
      </w:r>
      <w:r>
        <w:rPr>
          <w:rFonts w:cs="Arial"/>
          <w:b/>
          <w:bCs/>
          <w:szCs w:val="20"/>
          <w:lang w:val="en-GB"/>
        </w:rPr>
        <w:t>10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Komentář</w:t>
      </w:r>
      <w:r>
        <w:rPr>
          <w:rFonts w:cs="Arial"/>
          <w:b/>
          <w:bCs/>
          <w:szCs w:val="20"/>
        </w:rPr>
        <w:tab/>
      </w:r>
      <w:r w:rsidRPr="00345BD7">
        <w:rPr>
          <w:rFonts w:cs="Arial"/>
          <w:b/>
          <w:bCs/>
          <w:i/>
          <w:iCs/>
          <w:szCs w:val="20"/>
        </w:rPr>
        <w:tab/>
      </w:r>
      <w:r>
        <w:rPr>
          <w:rFonts w:cs="Arial"/>
          <w:b/>
          <w:bCs/>
          <w:szCs w:val="20"/>
        </w:rPr>
        <w:t>11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ind w:right="566"/>
        <w:jc w:val="both"/>
        <w:rPr>
          <w:rFonts w:cs="Arial"/>
          <w:b/>
          <w:bCs/>
          <w:i/>
          <w:iCs/>
          <w:szCs w:val="20"/>
          <w:lang w:val="en-GB"/>
        </w:rPr>
      </w:pPr>
      <w:r>
        <w:rPr>
          <w:rFonts w:cs="Arial"/>
          <w:b/>
          <w:bCs/>
          <w:i/>
          <w:iCs/>
          <w:szCs w:val="20"/>
          <w:lang w:val="en-GB"/>
        </w:rPr>
        <w:t>Commentary</w:t>
      </w:r>
      <w:r>
        <w:rPr>
          <w:rFonts w:cs="Arial"/>
          <w:b/>
          <w:bCs/>
          <w:i/>
          <w:iCs/>
          <w:szCs w:val="20"/>
          <w:lang w:val="en-GB"/>
        </w:rPr>
        <w:tab/>
      </w:r>
      <w:r w:rsidRPr="00345BD7">
        <w:rPr>
          <w:rFonts w:cs="Arial"/>
          <w:b/>
          <w:bCs/>
          <w:i/>
          <w:iCs/>
          <w:szCs w:val="20"/>
          <w:lang w:val="en-GB"/>
        </w:rPr>
        <w:tab/>
      </w:r>
      <w:r w:rsidR="003A77D1">
        <w:rPr>
          <w:rFonts w:cs="Arial"/>
          <w:b/>
          <w:bCs/>
          <w:szCs w:val="20"/>
          <w:lang w:val="en-GB"/>
        </w:rPr>
        <w:t>12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 xml:space="preserve">Tabulky / </w:t>
      </w:r>
      <w:r w:rsidRPr="00345BD7">
        <w:rPr>
          <w:rFonts w:cs="Arial"/>
          <w:b/>
          <w:bCs/>
          <w:i/>
          <w:iCs/>
          <w:szCs w:val="20"/>
          <w:lang w:val="en-GB"/>
        </w:rPr>
        <w:t>Tables</w:t>
      </w:r>
      <w:r w:rsidRPr="00345BD7">
        <w:rPr>
          <w:rFonts w:cs="Arial"/>
          <w:b/>
          <w:bCs/>
          <w:i/>
          <w:iCs/>
          <w:szCs w:val="20"/>
        </w:rPr>
        <w:tab/>
      </w:r>
      <w:r w:rsidR="003A77D1">
        <w:rPr>
          <w:rFonts w:cs="Arial"/>
          <w:b/>
          <w:bCs/>
          <w:szCs w:val="20"/>
        </w:rPr>
        <w:t xml:space="preserve"> </w:t>
      </w:r>
      <w:r w:rsidR="003A77D1">
        <w:rPr>
          <w:rFonts w:cs="Arial"/>
          <w:b/>
          <w:bCs/>
          <w:szCs w:val="20"/>
        </w:rPr>
        <w:tab/>
        <w:t>13</w:t>
      </w:r>
      <w:r w:rsidR="00EE5B85">
        <w:rPr>
          <w:rFonts w:cs="Arial"/>
          <w:b/>
          <w:bCs/>
          <w:szCs w:val="20"/>
        </w:rPr>
        <w:t xml:space="preserve"> – 23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</w:p>
    <w:p w:rsidR="004E0BD0" w:rsidRPr="00345BD7" w:rsidRDefault="003A77D1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9C3DFC">
        <w:rPr>
          <w:rFonts w:ascii="Arial" w:hAnsi="Arial" w:cs="Arial"/>
          <w:b/>
          <w:sz w:val="20"/>
          <w:szCs w:val="20"/>
        </w:rPr>
        <w:t>Tab. 1</w:t>
      </w:r>
      <w:r w:rsidR="004E0BD0" w:rsidRPr="009C3DFC">
        <w:rPr>
          <w:rFonts w:cs="Arial"/>
          <w:sz w:val="20"/>
          <w:szCs w:val="20"/>
        </w:rPr>
        <w:tab/>
      </w:r>
      <w:r w:rsidR="004E0BD0" w:rsidRPr="009C3DFC">
        <w:rPr>
          <w:rFonts w:ascii="Arial" w:hAnsi="Arial" w:cs="Arial"/>
          <w:b/>
          <w:sz w:val="20"/>
          <w:szCs w:val="20"/>
        </w:rPr>
        <w:t xml:space="preserve">Index </w:t>
      </w:r>
      <w:r w:rsidRPr="009C3DFC">
        <w:rPr>
          <w:rFonts w:ascii="Arial" w:hAnsi="Arial" w:cs="Arial"/>
          <w:b/>
          <w:sz w:val="20"/>
          <w:szCs w:val="20"/>
        </w:rPr>
        <w:t>cen vývozu a dovozu</w:t>
      </w:r>
      <w:r>
        <w:rPr>
          <w:rFonts w:ascii="Arial" w:hAnsi="Arial" w:cs="Arial"/>
          <w:szCs w:val="20"/>
        </w:rPr>
        <w:tab/>
      </w:r>
      <w:r w:rsidRPr="00B84572">
        <w:rPr>
          <w:rFonts w:ascii="Arial" w:hAnsi="Arial" w:cs="Arial"/>
          <w:sz w:val="20"/>
          <w:szCs w:val="20"/>
        </w:rPr>
        <w:t>13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Cs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 xml:space="preserve">Index of Export </w:t>
      </w:r>
      <w:r>
        <w:rPr>
          <w:rFonts w:cs="Arial"/>
          <w:i/>
          <w:sz w:val="20"/>
          <w:szCs w:val="20"/>
          <w:lang w:val="en-GB"/>
        </w:rPr>
        <w:t>and Import Prices</w:t>
      </w:r>
      <w:r w:rsidRPr="00734E7E">
        <w:rPr>
          <w:rFonts w:cs="Arial"/>
          <w:i/>
          <w:sz w:val="20"/>
          <w:szCs w:val="20"/>
        </w:rPr>
        <w:t xml:space="preserve"> </w:t>
      </w:r>
    </w:p>
    <w:p w:rsidR="004E0BD0" w:rsidRPr="00345BD7" w:rsidRDefault="004E0BD0" w:rsidP="004E0BD0">
      <w:pPr>
        <w:pStyle w:val="Nadpis1"/>
        <w:tabs>
          <w:tab w:val="left" w:pos="907"/>
          <w:tab w:val="right" w:pos="966"/>
          <w:tab w:val="left" w:pos="9072"/>
        </w:tabs>
        <w:spacing w:after="0"/>
        <w:rPr>
          <w:rFonts w:cs="Arial"/>
          <w:sz w:val="20"/>
          <w:szCs w:val="20"/>
        </w:rPr>
      </w:pPr>
      <w:r w:rsidRPr="00345BD7">
        <w:rPr>
          <w:rFonts w:cs="Arial"/>
          <w:sz w:val="20"/>
          <w:szCs w:val="20"/>
        </w:rPr>
        <w:tab/>
        <w:t xml:space="preserve">- úhrnné indexy vývozních a dovozních cen, směnné relace 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  <w:t xml:space="preserve">- </w:t>
      </w:r>
      <w:r w:rsidRPr="00345BD7">
        <w:rPr>
          <w:rFonts w:cs="Arial"/>
          <w:i/>
          <w:iCs/>
          <w:szCs w:val="20"/>
          <w:lang w:val="en-GB"/>
        </w:rPr>
        <w:t>total indices of export and import prices, terms of trade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694"/>
          <w:tab w:val="right" w:pos="9043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Tab. 2 </w:t>
      </w:r>
      <w:r w:rsidRPr="00345BD7">
        <w:rPr>
          <w:rFonts w:cs="Arial"/>
          <w:b/>
          <w:bCs/>
          <w:szCs w:val="20"/>
        </w:rPr>
        <w:noBreakHyphen/>
        <w:t> 5</w:t>
      </w:r>
      <w:r w:rsidRPr="00345BD7">
        <w:rPr>
          <w:rFonts w:cs="Arial"/>
          <w:b/>
          <w:bCs/>
          <w:szCs w:val="20"/>
        </w:rPr>
        <w:tab/>
        <w:t>Index vývozníc</w:t>
      </w:r>
      <w:r w:rsidR="003A77D1">
        <w:rPr>
          <w:rFonts w:cs="Arial"/>
          <w:b/>
          <w:bCs/>
          <w:szCs w:val="20"/>
        </w:rPr>
        <w:t>h cen podle nomenklatury SITC</w:t>
      </w:r>
      <w:r w:rsidR="003A77D1">
        <w:rPr>
          <w:rFonts w:cs="Arial"/>
          <w:b/>
          <w:bCs/>
          <w:szCs w:val="20"/>
        </w:rPr>
        <w:tab/>
        <w:t>14 - 17</w:t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694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  <w:lang w:val="en-GB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Export Prices, SITC Classification</w:t>
      </w:r>
    </w:p>
    <w:p w:rsidR="004E0BD0" w:rsidRPr="00345BD7" w:rsidRDefault="004E0BD0" w:rsidP="004E0BD0">
      <w:pPr>
        <w:pStyle w:val="Nadpis2"/>
        <w:tabs>
          <w:tab w:val="left" w:pos="910"/>
          <w:tab w:val="left" w:pos="1694"/>
          <w:tab w:val="right" w:pos="9043"/>
        </w:tabs>
        <w:rPr>
          <w:rFonts w:cs="Arial"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701"/>
          <w:tab w:val="right" w:pos="9043"/>
        </w:tabs>
        <w:rPr>
          <w:rFonts w:cs="Arial"/>
          <w:b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b w:val="0"/>
          <w:sz w:val="20"/>
          <w:szCs w:val="20"/>
        </w:rPr>
        <w:t>Tab. 2</w:t>
      </w:r>
      <w:r w:rsidRPr="00734E7E">
        <w:rPr>
          <w:rFonts w:cs="Arial"/>
          <w:b w:val="0"/>
          <w:sz w:val="20"/>
          <w:szCs w:val="20"/>
        </w:rPr>
        <w:tab/>
        <w:t>Předchozí období = 100</w:t>
      </w:r>
      <w:r w:rsidRPr="00734E7E">
        <w:rPr>
          <w:rFonts w:cs="Arial"/>
          <w:b w:val="0"/>
          <w:sz w:val="20"/>
          <w:szCs w:val="20"/>
        </w:rPr>
        <w:tab/>
        <w:t>1</w:t>
      </w:r>
      <w:r w:rsidR="003A77D1">
        <w:rPr>
          <w:rFonts w:cs="Arial"/>
          <w:b w:val="0"/>
          <w:sz w:val="20"/>
          <w:szCs w:val="20"/>
        </w:rPr>
        <w:t>4</w:t>
      </w:r>
    </w:p>
    <w:p w:rsidR="004E0BD0" w:rsidRPr="00734E7E" w:rsidRDefault="004E0BD0" w:rsidP="004E0BD0">
      <w:pPr>
        <w:pStyle w:val="Nadpis2"/>
        <w:tabs>
          <w:tab w:val="left" w:pos="910"/>
          <w:tab w:val="left" w:pos="1701"/>
          <w:tab w:val="right" w:pos="9043"/>
        </w:tabs>
        <w:rPr>
          <w:rFonts w:cs="Arial"/>
          <w:b w:val="0"/>
          <w:i/>
          <w:sz w:val="20"/>
          <w:szCs w:val="20"/>
          <w:lang w:val="en-GB"/>
        </w:rPr>
      </w:pPr>
      <w:r w:rsidRPr="00734E7E">
        <w:rPr>
          <w:rFonts w:cs="Arial"/>
          <w:b w:val="0"/>
          <w:sz w:val="20"/>
          <w:szCs w:val="20"/>
        </w:rPr>
        <w:tab/>
      </w:r>
      <w:r w:rsidRPr="00734E7E">
        <w:rPr>
          <w:rFonts w:cs="Arial"/>
          <w:b w:val="0"/>
          <w:sz w:val="20"/>
          <w:szCs w:val="20"/>
        </w:rPr>
        <w:tab/>
      </w:r>
      <w:r w:rsidRPr="00734E7E">
        <w:rPr>
          <w:rFonts w:cs="Arial"/>
          <w:b w:val="0"/>
          <w:i/>
          <w:sz w:val="20"/>
          <w:szCs w:val="20"/>
          <w:lang w:val="en-GB"/>
        </w:rPr>
        <w:t>Previous period = 100</w:t>
      </w:r>
    </w:p>
    <w:p w:rsidR="004E0BD0" w:rsidRPr="00345BD7" w:rsidRDefault="004E0BD0" w:rsidP="004E0BD0">
      <w:pPr>
        <w:tabs>
          <w:tab w:val="left" w:pos="910"/>
          <w:tab w:val="left" w:pos="1540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Tab. 3</w:t>
      </w:r>
      <w:r w:rsidRPr="00345BD7">
        <w:rPr>
          <w:rFonts w:cs="Arial"/>
          <w:szCs w:val="20"/>
        </w:rPr>
        <w:tab/>
        <w:t>Stejné období předchozího roku = 100</w:t>
      </w:r>
      <w:r w:rsidRPr="00345BD7">
        <w:rPr>
          <w:rFonts w:cs="Arial"/>
          <w:szCs w:val="20"/>
        </w:rPr>
        <w:tab/>
        <w:t>1</w:t>
      </w:r>
      <w:r w:rsidR="003A77D1">
        <w:rPr>
          <w:rFonts w:cs="Arial"/>
          <w:szCs w:val="20"/>
        </w:rPr>
        <w:t>5</w:t>
      </w:r>
    </w:p>
    <w:p w:rsidR="004E0BD0" w:rsidRPr="00D35D12" w:rsidRDefault="004E0BD0" w:rsidP="004E0BD0">
      <w:pPr>
        <w:pStyle w:val="Nadpis4"/>
        <w:tabs>
          <w:tab w:val="left" w:pos="1701"/>
        </w:tabs>
        <w:rPr>
          <w:rFonts w:cs="Arial"/>
          <w:b w:val="0"/>
          <w:i/>
          <w:szCs w:val="20"/>
          <w:lang w:val="en-GB"/>
        </w:rPr>
      </w:pPr>
      <w:r>
        <w:rPr>
          <w:rFonts w:cs="Arial"/>
          <w:szCs w:val="20"/>
        </w:rPr>
        <w:tab/>
      </w:r>
      <w:r w:rsidRPr="00D35D12">
        <w:rPr>
          <w:rFonts w:cs="Arial"/>
          <w:b w:val="0"/>
          <w:i/>
          <w:szCs w:val="20"/>
          <w:lang w:val="en-GB"/>
        </w:rPr>
        <w:t>Corresponding period of previous year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ind w:firstLine="896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 w:rsidR="00D35D12">
        <w:rPr>
          <w:rFonts w:cs="Arial"/>
          <w:szCs w:val="20"/>
        </w:rPr>
        <w:t>Tab. 4</w:t>
      </w:r>
      <w:r w:rsidR="00D35D12">
        <w:rPr>
          <w:rFonts w:cs="Arial"/>
          <w:szCs w:val="20"/>
        </w:rPr>
        <w:tab/>
        <w:t>Průměr roku 201</w:t>
      </w:r>
      <w:r w:rsidRPr="00345BD7">
        <w:rPr>
          <w:rFonts w:cs="Arial"/>
          <w:szCs w:val="20"/>
        </w:rPr>
        <w:t>5 = 100</w:t>
      </w:r>
      <w:r w:rsidRPr="00345BD7">
        <w:rPr>
          <w:rFonts w:cs="Arial"/>
          <w:szCs w:val="20"/>
        </w:rPr>
        <w:tab/>
        <w:t>1</w:t>
      </w:r>
      <w:r w:rsidR="003A77D1">
        <w:rPr>
          <w:rFonts w:cs="Arial"/>
          <w:szCs w:val="20"/>
        </w:rPr>
        <w:t>6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Average 2005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Ta</w:t>
      </w:r>
      <w:r>
        <w:rPr>
          <w:rFonts w:cs="Arial"/>
          <w:szCs w:val="20"/>
        </w:rPr>
        <w:t>b. 5</w:t>
      </w:r>
      <w:r>
        <w:rPr>
          <w:rFonts w:cs="Arial"/>
          <w:szCs w:val="20"/>
        </w:rPr>
        <w:tab/>
        <w:t>Podíl klouzavých průměrů</w:t>
      </w:r>
      <w:r>
        <w:rPr>
          <w:rFonts w:cs="Arial"/>
          <w:szCs w:val="20"/>
        </w:rPr>
        <w:tab/>
        <w:t>1</w:t>
      </w:r>
      <w:r w:rsidR="003A77D1">
        <w:rPr>
          <w:rFonts w:cs="Arial"/>
          <w:szCs w:val="20"/>
        </w:rPr>
        <w:t>7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Rolling average ratio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540"/>
          <w:tab w:val="right" w:pos="9043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Tab. 6 - 9</w:t>
      </w:r>
      <w:r w:rsidRPr="00345BD7">
        <w:rPr>
          <w:rFonts w:cs="Arial"/>
          <w:b/>
          <w:bCs/>
          <w:szCs w:val="20"/>
        </w:rPr>
        <w:tab/>
        <w:t>Index dovozní</w:t>
      </w:r>
      <w:r>
        <w:rPr>
          <w:rFonts w:cs="Arial"/>
          <w:b/>
          <w:bCs/>
          <w:szCs w:val="20"/>
        </w:rPr>
        <w:t>c</w:t>
      </w:r>
      <w:r w:rsidR="003A77D1">
        <w:rPr>
          <w:rFonts w:cs="Arial"/>
          <w:b/>
          <w:bCs/>
          <w:szCs w:val="20"/>
        </w:rPr>
        <w:t>h cen podle nomenklatury SITC</w:t>
      </w:r>
      <w:r w:rsidR="003A77D1">
        <w:rPr>
          <w:rFonts w:cs="Arial"/>
          <w:b/>
          <w:bCs/>
          <w:szCs w:val="20"/>
        </w:rPr>
        <w:tab/>
        <w:t>18</w:t>
      </w:r>
      <w:r w:rsidR="00EE5B85">
        <w:rPr>
          <w:rFonts w:cs="Arial"/>
          <w:b/>
          <w:bCs/>
          <w:szCs w:val="20"/>
        </w:rPr>
        <w:t xml:space="preserve"> - 21</w:t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540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Import Prices, SITC Classification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ind w:left="1800" w:firstLine="708"/>
        <w:rPr>
          <w:rFonts w:cs="Arial"/>
          <w:b/>
          <w:bCs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>
        <w:rPr>
          <w:rFonts w:cs="Arial"/>
          <w:szCs w:val="20"/>
        </w:rPr>
        <w:t>Tab. 6</w:t>
      </w:r>
      <w:r>
        <w:rPr>
          <w:rFonts w:cs="Arial"/>
          <w:szCs w:val="20"/>
        </w:rPr>
        <w:tab/>
        <w:t>Předchozí období = 100</w:t>
      </w:r>
      <w:r>
        <w:rPr>
          <w:rFonts w:cs="Arial"/>
          <w:szCs w:val="20"/>
        </w:rPr>
        <w:tab/>
      </w:r>
      <w:r w:rsidR="003A77D1">
        <w:rPr>
          <w:rFonts w:cs="Arial"/>
          <w:szCs w:val="20"/>
        </w:rPr>
        <w:t>18</w:t>
      </w:r>
    </w:p>
    <w:p w:rsidR="004E0BD0" w:rsidRPr="00734E7E" w:rsidRDefault="004E0BD0" w:rsidP="004E0BD0">
      <w:pPr>
        <w:pStyle w:val="Nadpis2"/>
        <w:tabs>
          <w:tab w:val="left" w:pos="910"/>
          <w:tab w:val="left" w:pos="1701"/>
          <w:tab w:val="right" w:pos="9043"/>
        </w:tabs>
        <w:rPr>
          <w:rFonts w:cs="Arial"/>
          <w:b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b w:val="0"/>
          <w:i/>
          <w:sz w:val="20"/>
          <w:szCs w:val="20"/>
          <w:lang w:val="en-GB"/>
        </w:rPr>
        <w:t>Previous period = 100</w:t>
      </w:r>
    </w:p>
    <w:p w:rsidR="004E0BD0" w:rsidRPr="00345BD7" w:rsidRDefault="004E0BD0" w:rsidP="004E0BD0">
      <w:pPr>
        <w:tabs>
          <w:tab w:val="left" w:pos="910"/>
          <w:tab w:val="left" w:pos="1540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  <w:t>Tab. 7</w:t>
      </w:r>
      <w:r w:rsidRPr="00345BD7">
        <w:rPr>
          <w:rFonts w:cs="Arial"/>
          <w:szCs w:val="20"/>
        </w:rPr>
        <w:tab/>
        <w:t>Stejné</w:t>
      </w:r>
      <w:r>
        <w:rPr>
          <w:rFonts w:cs="Arial"/>
          <w:szCs w:val="20"/>
        </w:rPr>
        <w:t xml:space="preserve"> </w:t>
      </w:r>
      <w:r w:rsidR="003A77D1">
        <w:rPr>
          <w:rFonts w:cs="Arial"/>
          <w:szCs w:val="20"/>
        </w:rPr>
        <w:t>období předchozího roku = 100</w:t>
      </w:r>
      <w:r w:rsidR="003A77D1">
        <w:rPr>
          <w:rFonts w:cs="Arial"/>
          <w:szCs w:val="20"/>
        </w:rPr>
        <w:tab/>
        <w:t>19</w:t>
      </w:r>
      <w:r w:rsidRPr="00345BD7">
        <w:rPr>
          <w:rFonts w:cs="Arial"/>
          <w:i/>
          <w:iCs/>
          <w:szCs w:val="20"/>
        </w:rPr>
        <w:tab/>
      </w:r>
      <w:r w:rsidRPr="00345BD7">
        <w:rPr>
          <w:rFonts w:cs="Arial"/>
          <w:i/>
          <w:iCs/>
          <w:szCs w:val="20"/>
        </w:rPr>
        <w:tab/>
      </w:r>
      <w:r>
        <w:rPr>
          <w:rFonts w:cs="Arial"/>
          <w:i/>
          <w:iCs/>
          <w:szCs w:val="20"/>
        </w:rPr>
        <w:tab/>
      </w:r>
      <w:r>
        <w:rPr>
          <w:rFonts w:cs="Arial"/>
          <w:i/>
          <w:iCs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Corresponding period of previous year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 w:rsidR="003A77D1">
        <w:rPr>
          <w:rFonts w:cs="Arial"/>
          <w:szCs w:val="20"/>
        </w:rPr>
        <w:t>Tab. 8</w:t>
      </w:r>
      <w:r w:rsidR="003A77D1">
        <w:rPr>
          <w:rFonts w:cs="Arial"/>
          <w:szCs w:val="20"/>
        </w:rPr>
        <w:tab/>
        <w:t>Průměr roku 20</w:t>
      </w:r>
      <w:r w:rsidR="00D35D12">
        <w:rPr>
          <w:rFonts w:cs="Arial"/>
          <w:szCs w:val="20"/>
        </w:rPr>
        <w:t>1</w:t>
      </w:r>
      <w:r w:rsidR="003A77D1">
        <w:rPr>
          <w:rFonts w:cs="Arial"/>
          <w:szCs w:val="20"/>
        </w:rPr>
        <w:t>5 = 100</w:t>
      </w:r>
      <w:r w:rsidR="003A77D1">
        <w:rPr>
          <w:rFonts w:cs="Arial"/>
          <w:szCs w:val="20"/>
        </w:rPr>
        <w:tab/>
        <w:t>20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Average 2005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</w:t>
      </w:r>
      <w:r>
        <w:rPr>
          <w:rFonts w:cs="Arial"/>
          <w:szCs w:val="20"/>
        </w:rPr>
        <w:t>a</w:t>
      </w:r>
      <w:r w:rsidR="003A77D1">
        <w:rPr>
          <w:rFonts w:cs="Arial"/>
          <w:szCs w:val="20"/>
        </w:rPr>
        <w:t>b. 9</w:t>
      </w:r>
      <w:r w:rsidR="003A77D1">
        <w:rPr>
          <w:rFonts w:cs="Arial"/>
          <w:szCs w:val="20"/>
        </w:rPr>
        <w:tab/>
        <w:t>Podíl klouzavých průměrů</w:t>
      </w:r>
      <w:r w:rsidR="003A77D1">
        <w:rPr>
          <w:rFonts w:cs="Arial"/>
          <w:szCs w:val="20"/>
        </w:rPr>
        <w:tab/>
        <w:t>21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Rolling average ratio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345BD7">
        <w:rPr>
          <w:rFonts w:ascii="Arial" w:hAnsi="Arial" w:cs="Arial"/>
          <w:szCs w:val="20"/>
        </w:rPr>
        <w:lastRenderedPageBreak/>
        <w:t>Tab. 10</w:t>
      </w:r>
      <w:r w:rsidRPr="00345BD7">
        <w:rPr>
          <w:rFonts w:ascii="Arial" w:hAnsi="Arial" w:cs="Arial"/>
          <w:szCs w:val="20"/>
        </w:rPr>
        <w:tab/>
        <w:t>Index v</w:t>
      </w:r>
      <w:r w:rsidR="003A77D1">
        <w:rPr>
          <w:rFonts w:ascii="Arial" w:hAnsi="Arial" w:cs="Arial"/>
          <w:szCs w:val="20"/>
        </w:rPr>
        <w:t>ývozních cen podle kapitol HS</w:t>
      </w:r>
      <w:r w:rsidR="003A77D1">
        <w:rPr>
          <w:rFonts w:ascii="Arial" w:hAnsi="Arial" w:cs="Arial"/>
          <w:szCs w:val="20"/>
        </w:rPr>
        <w:tab/>
        <w:t>22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Cs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Export Prices, HS Chapters</w:t>
      </w:r>
      <w:r w:rsidRPr="00734E7E">
        <w:rPr>
          <w:rFonts w:cs="Arial"/>
          <w:i/>
          <w:sz w:val="20"/>
          <w:szCs w:val="20"/>
        </w:rPr>
        <w:t xml:space="preserve"> 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 w:val="0"/>
          <w:i/>
          <w:iCs/>
          <w:sz w:val="20"/>
          <w:szCs w:val="20"/>
        </w:rPr>
      </w:pPr>
      <w:r w:rsidRPr="00734E7E">
        <w:rPr>
          <w:rFonts w:cs="Arial"/>
          <w:b w:val="0"/>
          <w:sz w:val="20"/>
          <w:szCs w:val="20"/>
        </w:rPr>
        <w:tab/>
        <w:t>- stejné období předchozího roku = 100, průměr roku 20</w:t>
      </w:r>
      <w:r w:rsidR="00D35D12">
        <w:rPr>
          <w:rFonts w:cs="Arial"/>
          <w:b w:val="0"/>
          <w:sz w:val="20"/>
          <w:szCs w:val="20"/>
        </w:rPr>
        <w:t>1</w:t>
      </w:r>
      <w:r w:rsidRPr="00734E7E">
        <w:rPr>
          <w:rFonts w:cs="Arial"/>
          <w:b w:val="0"/>
          <w:sz w:val="20"/>
          <w:szCs w:val="20"/>
        </w:rPr>
        <w:t>5 = 100</w:t>
      </w:r>
    </w:p>
    <w:p w:rsidR="004E0BD0" w:rsidRPr="00734E7E" w:rsidRDefault="004E0BD0" w:rsidP="004E0BD0">
      <w:pPr>
        <w:pStyle w:val="Nadpis3"/>
        <w:tabs>
          <w:tab w:val="left" w:pos="910"/>
          <w:tab w:val="left" w:pos="1080"/>
          <w:tab w:val="right" w:pos="9043"/>
        </w:tabs>
        <w:ind w:left="900"/>
        <w:rPr>
          <w:rFonts w:cs="Arial"/>
          <w:b w:val="0"/>
          <w:i/>
          <w:sz w:val="20"/>
          <w:szCs w:val="20"/>
          <w:lang w:val="en-GB"/>
        </w:rPr>
      </w:pPr>
      <w:r w:rsidRPr="00734E7E">
        <w:rPr>
          <w:rFonts w:cs="Arial"/>
          <w:b w:val="0"/>
          <w:sz w:val="20"/>
          <w:szCs w:val="20"/>
        </w:rPr>
        <w:t xml:space="preserve">- </w:t>
      </w:r>
      <w:r w:rsidRPr="00734E7E">
        <w:rPr>
          <w:rFonts w:cs="Arial"/>
          <w:b w:val="0"/>
          <w:i/>
          <w:sz w:val="20"/>
          <w:szCs w:val="20"/>
          <w:lang w:val="en-GB"/>
        </w:rPr>
        <w:t>corresponding period of previous year = 100, average 2005 = 100</w:t>
      </w:r>
    </w:p>
    <w:p w:rsidR="004E0BD0" w:rsidRPr="00734E7E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345BD7">
        <w:rPr>
          <w:rFonts w:ascii="Arial" w:hAnsi="Arial" w:cs="Arial"/>
          <w:szCs w:val="20"/>
        </w:rPr>
        <w:t>Tab. 11</w:t>
      </w:r>
      <w:r w:rsidRPr="00345BD7">
        <w:rPr>
          <w:rFonts w:ascii="Arial" w:hAnsi="Arial" w:cs="Arial"/>
          <w:szCs w:val="20"/>
        </w:rPr>
        <w:tab/>
        <w:t>Index d</w:t>
      </w:r>
      <w:r w:rsidR="003A77D1">
        <w:rPr>
          <w:rFonts w:ascii="Arial" w:hAnsi="Arial" w:cs="Arial"/>
          <w:szCs w:val="20"/>
        </w:rPr>
        <w:t>ovozních cen podle kapitol HS</w:t>
      </w:r>
      <w:r w:rsidR="003A77D1">
        <w:rPr>
          <w:rFonts w:ascii="Arial" w:hAnsi="Arial" w:cs="Arial"/>
          <w:szCs w:val="20"/>
        </w:rPr>
        <w:tab/>
        <w:t>23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Import Prices, HS Chapters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- stejné období předcho</w:t>
      </w:r>
      <w:r w:rsidR="00D35D12">
        <w:rPr>
          <w:rFonts w:cs="Arial"/>
          <w:szCs w:val="20"/>
        </w:rPr>
        <w:t>zího roku = 100, průměr roku 201</w:t>
      </w:r>
      <w:r w:rsidRPr="00345BD7">
        <w:rPr>
          <w:rFonts w:cs="Arial"/>
          <w:szCs w:val="20"/>
        </w:rPr>
        <w:t>5 = 100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i/>
          <w:iCs/>
          <w:szCs w:val="20"/>
        </w:rPr>
        <w:tab/>
        <w:t xml:space="preserve">- </w:t>
      </w:r>
      <w:r w:rsidRPr="00345BD7">
        <w:rPr>
          <w:rFonts w:cs="Arial"/>
          <w:i/>
          <w:iCs/>
          <w:szCs w:val="20"/>
          <w:lang w:val="en-GB"/>
        </w:rPr>
        <w:t>corresponding period</w:t>
      </w:r>
      <w:r w:rsidRPr="00345BD7">
        <w:rPr>
          <w:rFonts w:cs="Arial"/>
          <w:szCs w:val="20"/>
          <w:lang w:val="en-GB"/>
        </w:rPr>
        <w:t xml:space="preserve"> </w:t>
      </w:r>
      <w:r w:rsidRPr="00345BD7">
        <w:rPr>
          <w:rFonts w:cs="Arial"/>
          <w:i/>
          <w:iCs/>
          <w:szCs w:val="20"/>
          <w:lang w:val="en-GB"/>
        </w:rPr>
        <w:t>of previous year = 100, average 2005 = 100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ind w:left="1612" w:firstLine="896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iCs/>
          <w:szCs w:val="20"/>
        </w:rPr>
      </w:pPr>
      <w:r w:rsidRPr="00345BD7">
        <w:rPr>
          <w:rFonts w:cs="Arial"/>
          <w:b/>
          <w:bCs/>
          <w:szCs w:val="20"/>
        </w:rPr>
        <w:t>Grafická část /</w:t>
      </w:r>
      <w:r w:rsidRPr="00345BD7">
        <w:rPr>
          <w:rFonts w:cs="Arial"/>
          <w:b/>
          <w:bCs/>
          <w:i/>
          <w:szCs w:val="20"/>
        </w:rPr>
        <w:t xml:space="preserve"> </w:t>
      </w:r>
      <w:r w:rsidRPr="00D35D12">
        <w:rPr>
          <w:rFonts w:cs="Arial"/>
          <w:b/>
          <w:bCs/>
          <w:i/>
          <w:szCs w:val="20"/>
          <w:lang w:val="en-GB"/>
        </w:rPr>
        <w:t>Graphic representation</w:t>
      </w:r>
      <w:r w:rsidRPr="00345BD7">
        <w:rPr>
          <w:rFonts w:cs="Arial"/>
          <w:b/>
          <w:bCs/>
          <w:i/>
          <w:szCs w:val="20"/>
        </w:rPr>
        <w:tab/>
      </w:r>
      <w:r>
        <w:rPr>
          <w:rFonts w:cs="Arial"/>
          <w:b/>
          <w:bCs/>
          <w:iCs/>
          <w:szCs w:val="20"/>
        </w:rPr>
        <w:t>2</w:t>
      </w:r>
      <w:r w:rsidR="003A77D1">
        <w:rPr>
          <w:rFonts w:cs="Arial"/>
          <w:b/>
          <w:bCs/>
          <w:iCs/>
          <w:szCs w:val="20"/>
        </w:rPr>
        <w:t>4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szCs w:val="20"/>
        </w:rPr>
      </w:pPr>
      <w:r w:rsidRPr="00345BD7">
        <w:rPr>
          <w:rFonts w:cs="Arial"/>
          <w:iCs/>
          <w:szCs w:val="20"/>
        </w:rPr>
        <w:t xml:space="preserve">Graf 1 </w:t>
      </w:r>
      <w:r w:rsidRPr="00345BD7">
        <w:rPr>
          <w:rFonts w:cs="Arial"/>
          <w:iCs/>
          <w:szCs w:val="20"/>
        </w:rPr>
        <w:tab/>
        <w:t xml:space="preserve">Meziroční změny cen v zahraničním </w:t>
      </w:r>
      <w:r>
        <w:rPr>
          <w:rFonts w:cs="Arial"/>
          <w:iCs/>
          <w:szCs w:val="20"/>
        </w:rPr>
        <w:t>obchodě</w:t>
      </w:r>
      <w:r>
        <w:rPr>
          <w:rFonts w:cs="Arial"/>
          <w:iCs/>
          <w:szCs w:val="20"/>
        </w:rPr>
        <w:tab/>
      </w:r>
      <w:r w:rsidR="003A77D1">
        <w:rPr>
          <w:rFonts w:cs="Arial"/>
          <w:iCs/>
          <w:szCs w:val="20"/>
        </w:rPr>
        <w:t>24</w:t>
      </w:r>
    </w:p>
    <w:p w:rsidR="004E0BD0" w:rsidRPr="00EE5B85" w:rsidRDefault="004E0BD0" w:rsidP="004E0BD0">
      <w:pPr>
        <w:pStyle w:val="Nadpis5"/>
        <w:tabs>
          <w:tab w:val="left" w:pos="910"/>
          <w:tab w:val="left" w:pos="1694"/>
          <w:tab w:val="right" w:pos="9043"/>
        </w:tabs>
        <w:rPr>
          <w:rFonts w:ascii="Arial" w:hAnsi="Arial" w:cs="Arial"/>
          <w:i/>
          <w:color w:val="auto"/>
          <w:szCs w:val="20"/>
          <w:lang w:val="en-GB"/>
        </w:rPr>
      </w:pPr>
      <w:r w:rsidRPr="00345BD7">
        <w:rPr>
          <w:rFonts w:ascii="Arial" w:hAnsi="Arial" w:cs="Arial"/>
          <w:szCs w:val="20"/>
          <w:lang w:val="en-GB"/>
        </w:rPr>
        <w:tab/>
      </w:r>
      <w:r w:rsidRPr="00EE5B85">
        <w:rPr>
          <w:rFonts w:ascii="Arial" w:hAnsi="Arial" w:cs="Arial"/>
          <w:i/>
          <w:color w:val="auto"/>
          <w:szCs w:val="20"/>
          <w:lang w:val="en-GB"/>
        </w:rPr>
        <w:t>Y-o-y price changes in external trade</w:t>
      </w:r>
    </w:p>
    <w:sectPr w:rsidR="004E0BD0" w:rsidRPr="00EE5B85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6CC" w:rsidRDefault="001636CC" w:rsidP="00E71A58">
      <w:r>
        <w:separator/>
      </w:r>
    </w:p>
  </w:endnote>
  <w:endnote w:type="continuationSeparator" w:id="0">
    <w:p w:rsidR="001636CC" w:rsidRDefault="001636CC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F1639F" w:rsidRDefault="00E40406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9264" behindDoc="0" locked="0" layoutInCell="1" allowOverlap="1" wp14:anchorId="0FB12F6A" wp14:editId="1B74A53D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6985" b="635"/>
          <wp:wrapNone/>
          <wp:docPr id="13" name="Picture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fldChar w:fldCharType="begin"/>
    </w:r>
    <w:r w:rsidR="005647BF" w:rsidRPr="00F1639F">
      <w:rPr>
        <w:szCs w:val="16"/>
      </w:rPr>
      <w:instrText>PAGE   \* MERGEFORMAT</w:instrText>
    </w:r>
    <w:r w:rsidR="005647BF" w:rsidRPr="00F1639F">
      <w:rPr>
        <w:szCs w:val="16"/>
      </w:rPr>
      <w:fldChar w:fldCharType="separate"/>
    </w:r>
    <w:r w:rsidR="00BE73C4">
      <w:rPr>
        <w:szCs w:val="16"/>
      </w:rPr>
      <w:t>6</w:t>
    </w:r>
    <w:r w:rsidR="005647BF" w:rsidRPr="00F1639F">
      <w:rPr>
        <w:szCs w:val="16"/>
      </w:rPr>
      <w:fldChar w:fldCharType="end"/>
    </w:r>
    <w:r w:rsidR="005647BF" w:rsidRPr="00F1639F">
      <w:rPr>
        <w:szCs w:val="16"/>
      </w:rPr>
      <w:tab/>
    </w:r>
    <w:r w:rsidR="005939F4">
      <w:rPr>
        <w:rStyle w:val="ZpatChar"/>
        <w:szCs w:val="16"/>
      </w:rPr>
      <w:t>prosinec</w:t>
    </w:r>
    <w:r w:rsidR="005939F4">
      <w:rPr>
        <w:rStyle w:val="ZpatChar"/>
        <w:szCs w:val="16"/>
      </w:rPr>
      <w:t xml:space="preserve"> </w:t>
    </w:r>
    <w:r w:rsidR="000D3727">
      <w:rPr>
        <w:rStyle w:val="ZpatChar"/>
        <w:szCs w:val="16"/>
      </w:rPr>
      <w:t>20</w:t>
    </w:r>
    <w:r w:rsidR="00F71D34">
      <w:rPr>
        <w:rStyle w:val="ZpatChar"/>
        <w:szCs w:val="16"/>
      </w:rPr>
      <w:t>20</w:t>
    </w:r>
    <w:r w:rsidR="000D3727">
      <w:rPr>
        <w:rStyle w:val="ZpatChar"/>
        <w:szCs w:val="16"/>
      </w:rPr>
      <w:t xml:space="preserve"> </w:t>
    </w:r>
    <w:r w:rsidR="000D3727" w:rsidRPr="002C4CBF">
      <w:rPr>
        <w:rStyle w:val="ZpatChar"/>
        <w:i/>
        <w:szCs w:val="16"/>
      </w:rPr>
      <w:t xml:space="preserve">/ </w:t>
    </w:r>
    <w:r w:rsidR="005939F4">
      <w:rPr>
        <w:rStyle w:val="ZpatChar"/>
        <w:i/>
        <w:szCs w:val="16"/>
      </w:rPr>
      <w:t>Dec</w:t>
    </w:r>
    <w:r w:rsidR="005939F4">
      <w:rPr>
        <w:rStyle w:val="ZpatChar"/>
        <w:i/>
        <w:szCs w:val="16"/>
      </w:rPr>
      <w:t xml:space="preserve">ember </w:t>
    </w:r>
    <w:r w:rsidR="000D3727">
      <w:rPr>
        <w:rStyle w:val="ZpatChar"/>
        <w:szCs w:val="16"/>
      </w:rPr>
      <w:t>2</w:t>
    </w:r>
    <w:r w:rsidR="000D3727" w:rsidRPr="003174F0">
      <w:rPr>
        <w:rStyle w:val="ZpatChar"/>
        <w:i/>
        <w:szCs w:val="16"/>
      </w:rPr>
      <w:t>0</w:t>
    </w:r>
    <w:r w:rsidR="00996D56">
      <w:rPr>
        <w:rStyle w:val="ZpatChar"/>
        <w:i/>
        <w:szCs w:val="16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F1639F" w:rsidRDefault="00E40406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7620"/>
          <wp:wrapNone/>
          <wp:docPr id="12" name="Picture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tab/>
    </w:r>
    <w:r w:rsidR="001455C6">
      <w:rPr>
        <w:rStyle w:val="ZpatChar"/>
        <w:szCs w:val="16"/>
      </w:rPr>
      <w:t>prosinec</w:t>
    </w:r>
    <w:r w:rsidR="001455C6">
      <w:rPr>
        <w:rStyle w:val="ZpatChar"/>
        <w:szCs w:val="16"/>
      </w:rPr>
      <w:t xml:space="preserve"> </w:t>
    </w:r>
    <w:r w:rsidR="00116E00">
      <w:rPr>
        <w:rStyle w:val="ZpatChar"/>
        <w:szCs w:val="16"/>
      </w:rPr>
      <w:t>20</w:t>
    </w:r>
    <w:r w:rsidR="00F71D34">
      <w:rPr>
        <w:rStyle w:val="ZpatChar"/>
        <w:szCs w:val="16"/>
      </w:rPr>
      <w:t>20</w:t>
    </w:r>
    <w:r w:rsidR="00116E00">
      <w:rPr>
        <w:rStyle w:val="ZpatChar"/>
        <w:szCs w:val="16"/>
      </w:rPr>
      <w:t xml:space="preserve"> </w:t>
    </w:r>
    <w:r w:rsidR="00116E00" w:rsidRPr="002C4CBF">
      <w:rPr>
        <w:rStyle w:val="ZpatChar"/>
        <w:i/>
        <w:szCs w:val="16"/>
      </w:rPr>
      <w:t xml:space="preserve">/ </w:t>
    </w:r>
    <w:r w:rsidR="001455C6">
      <w:rPr>
        <w:rStyle w:val="ZpatChar"/>
        <w:i/>
        <w:szCs w:val="16"/>
      </w:rPr>
      <w:t>Dec</w:t>
    </w:r>
    <w:r w:rsidR="001455C6">
      <w:rPr>
        <w:rStyle w:val="ZpatChar"/>
        <w:i/>
        <w:szCs w:val="16"/>
      </w:rPr>
      <w:t>ember</w:t>
    </w:r>
    <w:r w:rsidR="001455C6">
      <w:rPr>
        <w:rStyle w:val="ZpatChar"/>
        <w:szCs w:val="16"/>
      </w:rPr>
      <w:t xml:space="preserve"> </w:t>
    </w:r>
    <w:r w:rsidR="0027100E">
      <w:rPr>
        <w:rStyle w:val="ZpatChar"/>
        <w:szCs w:val="16"/>
      </w:rPr>
      <w:t>2</w:t>
    </w:r>
    <w:r w:rsidR="004E0BD0" w:rsidRPr="003174F0">
      <w:rPr>
        <w:rStyle w:val="ZpatChar"/>
        <w:i/>
        <w:szCs w:val="16"/>
      </w:rPr>
      <w:t>0</w:t>
    </w:r>
    <w:r w:rsidR="00F71D34">
      <w:rPr>
        <w:rStyle w:val="ZpatChar"/>
        <w:i/>
        <w:szCs w:val="16"/>
      </w:rPr>
      <w:t>20</w:t>
    </w:r>
    <w:r w:rsidR="00EE5B85">
      <w:rPr>
        <w:rStyle w:val="ZpatChar"/>
        <w:szCs w:val="16"/>
      </w:rPr>
      <w:tab/>
    </w:r>
    <w:r w:rsidR="00EE5B85">
      <w:rPr>
        <w:szCs w:val="16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6CC" w:rsidRDefault="001636CC" w:rsidP="00E71A58">
      <w:r>
        <w:separator/>
      </w:r>
    </w:p>
  </w:footnote>
  <w:footnote w:type="continuationSeparator" w:id="0">
    <w:p w:rsidR="001636CC" w:rsidRDefault="001636CC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DFC" w:rsidRPr="00937AE2" w:rsidRDefault="009C3DFC" w:rsidP="009C3DFC">
    <w:pPr>
      <w:pStyle w:val="Zhlav"/>
    </w:pPr>
    <w:r>
      <w:t>Indexy cen vývozu a dovozu v České republice</w:t>
    </w:r>
  </w:p>
  <w:p w:rsidR="009C3DFC" w:rsidRPr="003A77D1" w:rsidRDefault="009C3DFC" w:rsidP="009C3DFC">
    <w:pPr>
      <w:pStyle w:val="Zhlav"/>
      <w:rPr>
        <w:i/>
        <w:lang w:val="en-GB"/>
      </w:rPr>
    </w:pPr>
    <w:r w:rsidRPr="003A77D1">
      <w:rPr>
        <w:i/>
        <w:lang w:val="en-GB"/>
      </w:rPr>
      <w:t>Export and import price indices in the Czech Republic</w:t>
    </w:r>
  </w:p>
  <w:p w:rsidR="00515C74" w:rsidRPr="009C3DFC" w:rsidRDefault="00515C74" w:rsidP="009C3DF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C74" w:rsidRPr="00937AE2" w:rsidRDefault="004E0BD0" w:rsidP="00937AE2">
    <w:pPr>
      <w:pStyle w:val="Zhlav"/>
    </w:pPr>
    <w:r>
      <w:t>Indexy cen vývozu a dovozu v České republice</w:t>
    </w:r>
  </w:p>
  <w:p w:rsidR="00B5752E" w:rsidRPr="003A77D1" w:rsidRDefault="004E0BD0" w:rsidP="00937AE2">
    <w:pPr>
      <w:pStyle w:val="Zhlav"/>
      <w:rPr>
        <w:i/>
        <w:lang w:val="en-GB"/>
      </w:rPr>
    </w:pPr>
    <w:r w:rsidRPr="003A77D1">
      <w:rPr>
        <w:i/>
        <w:lang w:val="en-GB"/>
      </w:rPr>
      <w:t>Export and import price indices in the Czech Republic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pt;height:11.2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BD0"/>
    <w:rsid w:val="0000184F"/>
    <w:rsid w:val="0000209D"/>
    <w:rsid w:val="00004D5A"/>
    <w:rsid w:val="000056D5"/>
    <w:rsid w:val="00005947"/>
    <w:rsid w:val="0000767A"/>
    <w:rsid w:val="00010702"/>
    <w:rsid w:val="000200EE"/>
    <w:rsid w:val="000200F6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6512E"/>
    <w:rsid w:val="000712B3"/>
    <w:rsid w:val="0008263E"/>
    <w:rsid w:val="00082C19"/>
    <w:rsid w:val="00084863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3727"/>
    <w:rsid w:val="000D5637"/>
    <w:rsid w:val="000E1BCC"/>
    <w:rsid w:val="000E1DBC"/>
    <w:rsid w:val="000E42EB"/>
    <w:rsid w:val="000E6FBD"/>
    <w:rsid w:val="000E7FF7"/>
    <w:rsid w:val="000F10AA"/>
    <w:rsid w:val="000F24BE"/>
    <w:rsid w:val="00100F5C"/>
    <w:rsid w:val="00104C4C"/>
    <w:rsid w:val="00116E00"/>
    <w:rsid w:val="0012192F"/>
    <w:rsid w:val="00124D84"/>
    <w:rsid w:val="00125D69"/>
    <w:rsid w:val="001315AF"/>
    <w:rsid w:val="001405FA"/>
    <w:rsid w:val="001425C3"/>
    <w:rsid w:val="00142A56"/>
    <w:rsid w:val="001455C6"/>
    <w:rsid w:val="0015323D"/>
    <w:rsid w:val="0016256B"/>
    <w:rsid w:val="001636CC"/>
    <w:rsid w:val="00163793"/>
    <w:rsid w:val="001706D6"/>
    <w:rsid w:val="001714F2"/>
    <w:rsid w:val="00184B08"/>
    <w:rsid w:val="00185010"/>
    <w:rsid w:val="00187664"/>
    <w:rsid w:val="00190098"/>
    <w:rsid w:val="001A552F"/>
    <w:rsid w:val="001B2CA9"/>
    <w:rsid w:val="001B3110"/>
    <w:rsid w:val="001B4729"/>
    <w:rsid w:val="001B6C09"/>
    <w:rsid w:val="001C05CD"/>
    <w:rsid w:val="001D68B2"/>
    <w:rsid w:val="001E598F"/>
    <w:rsid w:val="001F0E3B"/>
    <w:rsid w:val="001F4597"/>
    <w:rsid w:val="0020098E"/>
    <w:rsid w:val="002118B9"/>
    <w:rsid w:val="00217C5B"/>
    <w:rsid w:val="00220113"/>
    <w:rsid w:val="0022139E"/>
    <w:rsid w:val="002252E0"/>
    <w:rsid w:val="002255F6"/>
    <w:rsid w:val="0022754D"/>
    <w:rsid w:val="00227850"/>
    <w:rsid w:val="00230C6E"/>
    <w:rsid w:val="00236443"/>
    <w:rsid w:val="002436BA"/>
    <w:rsid w:val="00244A15"/>
    <w:rsid w:val="00246D54"/>
    <w:rsid w:val="00247319"/>
    <w:rsid w:val="0024799E"/>
    <w:rsid w:val="00253C0F"/>
    <w:rsid w:val="002606B7"/>
    <w:rsid w:val="00261B8A"/>
    <w:rsid w:val="00263504"/>
    <w:rsid w:val="0027100E"/>
    <w:rsid w:val="00271465"/>
    <w:rsid w:val="00273B33"/>
    <w:rsid w:val="00285412"/>
    <w:rsid w:val="00286060"/>
    <w:rsid w:val="002A16D4"/>
    <w:rsid w:val="002A230C"/>
    <w:rsid w:val="002C3698"/>
    <w:rsid w:val="002C43BD"/>
    <w:rsid w:val="002C4CBF"/>
    <w:rsid w:val="002D0124"/>
    <w:rsid w:val="002D0E59"/>
    <w:rsid w:val="002E02A1"/>
    <w:rsid w:val="002E4E4C"/>
    <w:rsid w:val="002E57D3"/>
    <w:rsid w:val="00304771"/>
    <w:rsid w:val="003052D4"/>
    <w:rsid w:val="00306692"/>
    <w:rsid w:val="00306C5B"/>
    <w:rsid w:val="003174F0"/>
    <w:rsid w:val="003209D6"/>
    <w:rsid w:val="00321350"/>
    <w:rsid w:val="00321732"/>
    <w:rsid w:val="0032656E"/>
    <w:rsid w:val="00332190"/>
    <w:rsid w:val="00344668"/>
    <w:rsid w:val="003462D9"/>
    <w:rsid w:val="003657F3"/>
    <w:rsid w:val="003818DC"/>
    <w:rsid w:val="003833C7"/>
    <w:rsid w:val="00385D98"/>
    <w:rsid w:val="00392779"/>
    <w:rsid w:val="003A0CBF"/>
    <w:rsid w:val="003A2B4D"/>
    <w:rsid w:val="003A478C"/>
    <w:rsid w:val="003A5525"/>
    <w:rsid w:val="003A5C5C"/>
    <w:rsid w:val="003A6B38"/>
    <w:rsid w:val="003A77D1"/>
    <w:rsid w:val="003B5A32"/>
    <w:rsid w:val="003C3490"/>
    <w:rsid w:val="003D3BEB"/>
    <w:rsid w:val="003D5372"/>
    <w:rsid w:val="003D6920"/>
    <w:rsid w:val="003E4C91"/>
    <w:rsid w:val="003F0BA2"/>
    <w:rsid w:val="003F313C"/>
    <w:rsid w:val="003F551C"/>
    <w:rsid w:val="00407C13"/>
    <w:rsid w:val="00410638"/>
    <w:rsid w:val="00432A58"/>
    <w:rsid w:val="00434617"/>
    <w:rsid w:val="00435A30"/>
    <w:rsid w:val="00440900"/>
    <w:rsid w:val="00443CD3"/>
    <w:rsid w:val="00443E6F"/>
    <w:rsid w:val="004441A0"/>
    <w:rsid w:val="004524D8"/>
    <w:rsid w:val="00460278"/>
    <w:rsid w:val="00460D42"/>
    <w:rsid w:val="00464C89"/>
    <w:rsid w:val="00476240"/>
    <w:rsid w:val="00476439"/>
    <w:rsid w:val="00476A64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77DF"/>
    <w:rsid w:val="004B1417"/>
    <w:rsid w:val="004B55B7"/>
    <w:rsid w:val="004B6468"/>
    <w:rsid w:val="004C1332"/>
    <w:rsid w:val="004C384C"/>
    <w:rsid w:val="004C3867"/>
    <w:rsid w:val="004C4CD0"/>
    <w:rsid w:val="004C70DC"/>
    <w:rsid w:val="004D0211"/>
    <w:rsid w:val="004D0794"/>
    <w:rsid w:val="004E0BD0"/>
    <w:rsid w:val="004F06F5"/>
    <w:rsid w:val="004F33A0"/>
    <w:rsid w:val="004F78D0"/>
    <w:rsid w:val="00502F3A"/>
    <w:rsid w:val="005071BB"/>
    <w:rsid w:val="00507275"/>
    <w:rsid w:val="00510095"/>
    <w:rsid w:val="005108C0"/>
    <w:rsid w:val="00511873"/>
    <w:rsid w:val="00512A2F"/>
    <w:rsid w:val="00513B7E"/>
    <w:rsid w:val="00515C74"/>
    <w:rsid w:val="00515EA1"/>
    <w:rsid w:val="0052007E"/>
    <w:rsid w:val="0052337A"/>
    <w:rsid w:val="00525137"/>
    <w:rsid w:val="005251DD"/>
    <w:rsid w:val="00532CE7"/>
    <w:rsid w:val="0053324C"/>
    <w:rsid w:val="00534715"/>
    <w:rsid w:val="00534A28"/>
    <w:rsid w:val="005402C1"/>
    <w:rsid w:val="00541508"/>
    <w:rsid w:val="0055599F"/>
    <w:rsid w:val="00556D68"/>
    <w:rsid w:val="005647BF"/>
    <w:rsid w:val="0057364B"/>
    <w:rsid w:val="00574773"/>
    <w:rsid w:val="00580CF2"/>
    <w:rsid w:val="00583FFD"/>
    <w:rsid w:val="005911BE"/>
    <w:rsid w:val="00593152"/>
    <w:rsid w:val="005939F4"/>
    <w:rsid w:val="005A10F2"/>
    <w:rsid w:val="005A21E0"/>
    <w:rsid w:val="005A2329"/>
    <w:rsid w:val="005A28FF"/>
    <w:rsid w:val="005A3DF8"/>
    <w:rsid w:val="005A5549"/>
    <w:rsid w:val="005B121D"/>
    <w:rsid w:val="005C06ED"/>
    <w:rsid w:val="005D3A8D"/>
    <w:rsid w:val="005D5802"/>
    <w:rsid w:val="005D7890"/>
    <w:rsid w:val="005E7C78"/>
    <w:rsid w:val="005F1FD1"/>
    <w:rsid w:val="005F3DEF"/>
    <w:rsid w:val="005F3EB1"/>
    <w:rsid w:val="00604307"/>
    <w:rsid w:val="0060487F"/>
    <w:rsid w:val="00604EAD"/>
    <w:rsid w:val="006104FB"/>
    <w:rsid w:val="00612A2F"/>
    <w:rsid w:val="00616E05"/>
    <w:rsid w:val="006176F3"/>
    <w:rsid w:val="00624093"/>
    <w:rsid w:val="006404A7"/>
    <w:rsid w:val="00641773"/>
    <w:rsid w:val="006451E4"/>
    <w:rsid w:val="006453D6"/>
    <w:rsid w:val="00645B33"/>
    <w:rsid w:val="006516CB"/>
    <w:rsid w:val="0065510D"/>
    <w:rsid w:val="00657E87"/>
    <w:rsid w:val="006636A8"/>
    <w:rsid w:val="00664803"/>
    <w:rsid w:val="00665BA4"/>
    <w:rsid w:val="00667AF2"/>
    <w:rsid w:val="006710C9"/>
    <w:rsid w:val="00674D89"/>
    <w:rsid w:val="00675E37"/>
    <w:rsid w:val="006810BF"/>
    <w:rsid w:val="0068174E"/>
    <w:rsid w:val="00681DCE"/>
    <w:rsid w:val="0068260E"/>
    <w:rsid w:val="00682F67"/>
    <w:rsid w:val="00695BEF"/>
    <w:rsid w:val="006965D7"/>
    <w:rsid w:val="006977F6"/>
    <w:rsid w:val="00697A13"/>
    <w:rsid w:val="006A109C"/>
    <w:rsid w:val="006A2DAB"/>
    <w:rsid w:val="006A5A8B"/>
    <w:rsid w:val="006A6488"/>
    <w:rsid w:val="006B344A"/>
    <w:rsid w:val="006B78D8"/>
    <w:rsid w:val="006C113F"/>
    <w:rsid w:val="006C4135"/>
    <w:rsid w:val="006C56D4"/>
    <w:rsid w:val="006C6924"/>
    <w:rsid w:val="006C6C99"/>
    <w:rsid w:val="006C7CA6"/>
    <w:rsid w:val="006D354B"/>
    <w:rsid w:val="006D3E8A"/>
    <w:rsid w:val="006D61F6"/>
    <w:rsid w:val="006E279A"/>
    <w:rsid w:val="006E313B"/>
    <w:rsid w:val="00706AD4"/>
    <w:rsid w:val="007140BE"/>
    <w:rsid w:val="007211F5"/>
    <w:rsid w:val="0072167B"/>
    <w:rsid w:val="0072275A"/>
    <w:rsid w:val="00725BB5"/>
    <w:rsid w:val="00730AE8"/>
    <w:rsid w:val="00741493"/>
    <w:rsid w:val="00742425"/>
    <w:rsid w:val="00752180"/>
    <w:rsid w:val="00755202"/>
    <w:rsid w:val="00755D3A"/>
    <w:rsid w:val="007578D3"/>
    <w:rsid w:val="007609C6"/>
    <w:rsid w:val="0076521E"/>
    <w:rsid w:val="007661E9"/>
    <w:rsid w:val="00770ECA"/>
    <w:rsid w:val="00776169"/>
    <w:rsid w:val="00776527"/>
    <w:rsid w:val="00780EF1"/>
    <w:rsid w:val="00790764"/>
    <w:rsid w:val="0079453C"/>
    <w:rsid w:val="00794677"/>
    <w:rsid w:val="007B6689"/>
    <w:rsid w:val="007B6AB8"/>
    <w:rsid w:val="007C0DF9"/>
    <w:rsid w:val="007C23FF"/>
    <w:rsid w:val="007C35D6"/>
    <w:rsid w:val="007D40DF"/>
    <w:rsid w:val="007E7E61"/>
    <w:rsid w:val="007F0845"/>
    <w:rsid w:val="00807C82"/>
    <w:rsid w:val="0081038A"/>
    <w:rsid w:val="00816905"/>
    <w:rsid w:val="00821FF6"/>
    <w:rsid w:val="0083143E"/>
    <w:rsid w:val="00831CDE"/>
    <w:rsid w:val="00832A6B"/>
    <w:rsid w:val="00834304"/>
    <w:rsid w:val="00834FAA"/>
    <w:rsid w:val="00836086"/>
    <w:rsid w:val="0084708F"/>
    <w:rsid w:val="008477C8"/>
    <w:rsid w:val="0085114D"/>
    <w:rsid w:val="00852217"/>
    <w:rsid w:val="00855408"/>
    <w:rsid w:val="00855663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957C6"/>
    <w:rsid w:val="008A05EB"/>
    <w:rsid w:val="008B7C02"/>
    <w:rsid w:val="008B7D2B"/>
    <w:rsid w:val="008C0049"/>
    <w:rsid w:val="008C0E88"/>
    <w:rsid w:val="008D1E6A"/>
    <w:rsid w:val="008D2A16"/>
    <w:rsid w:val="008D4BDA"/>
    <w:rsid w:val="008E056B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63A2B"/>
    <w:rsid w:val="00974923"/>
    <w:rsid w:val="00980D3D"/>
    <w:rsid w:val="0098654E"/>
    <w:rsid w:val="00991F5A"/>
    <w:rsid w:val="00992CF3"/>
    <w:rsid w:val="009968D6"/>
    <w:rsid w:val="00996C4E"/>
    <w:rsid w:val="00996D56"/>
    <w:rsid w:val="009A0F31"/>
    <w:rsid w:val="009A1CAB"/>
    <w:rsid w:val="009A60D1"/>
    <w:rsid w:val="009B6FD3"/>
    <w:rsid w:val="009C1750"/>
    <w:rsid w:val="009C2E29"/>
    <w:rsid w:val="009C3DFC"/>
    <w:rsid w:val="009C554B"/>
    <w:rsid w:val="009C719E"/>
    <w:rsid w:val="009D1299"/>
    <w:rsid w:val="009D3ACD"/>
    <w:rsid w:val="009E2094"/>
    <w:rsid w:val="009E5DDB"/>
    <w:rsid w:val="009F4CA7"/>
    <w:rsid w:val="009F5160"/>
    <w:rsid w:val="00A0010E"/>
    <w:rsid w:val="00A10D66"/>
    <w:rsid w:val="00A14114"/>
    <w:rsid w:val="00A144D3"/>
    <w:rsid w:val="00A23E43"/>
    <w:rsid w:val="00A30F65"/>
    <w:rsid w:val="00A331F2"/>
    <w:rsid w:val="00A41860"/>
    <w:rsid w:val="00A418BC"/>
    <w:rsid w:val="00A427C4"/>
    <w:rsid w:val="00A427CD"/>
    <w:rsid w:val="00A44EE0"/>
    <w:rsid w:val="00A46DE0"/>
    <w:rsid w:val="00A50D73"/>
    <w:rsid w:val="00A52CAD"/>
    <w:rsid w:val="00A52CCA"/>
    <w:rsid w:val="00A53FC7"/>
    <w:rsid w:val="00A62CE1"/>
    <w:rsid w:val="00A6741E"/>
    <w:rsid w:val="00A75E40"/>
    <w:rsid w:val="00A77D1D"/>
    <w:rsid w:val="00A844E0"/>
    <w:rsid w:val="00A857C0"/>
    <w:rsid w:val="00AA2996"/>
    <w:rsid w:val="00AA52BF"/>
    <w:rsid w:val="00AA559A"/>
    <w:rsid w:val="00AB2AF1"/>
    <w:rsid w:val="00AB3F1A"/>
    <w:rsid w:val="00AB7BFB"/>
    <w:rsid w:val="00AC28E9"/>
    <w:rsid w:val="00AD306C"/>
    <w:rsid w:val="00AE09B3"/>
    <w:rsid w:val="00AE1A83"/>
    <w:rsid w:val="00AF49C5"/>
    <w:rsid w:val="00AF6B2F"/>
    <w:rsid w:val="00B00913"/>
    <w:rsid w:val="00B01593"/>
    <w:rsid w:val="00B10A4D"/>
    <w:rsid w:val="00B147D3"/>
    <w:rsid w:val="00B17E71"/>
    <w:rsid w:val="00B17FDE"/>
    <w:rsid w:val="00B2379C"/>
    <w:rsid w:val="00B2687D"/>
    <w:rsid w:val="00B32DDB"/>
    <w:rsid w:val="00B34528"/>
    <w:rsid w:val="00B35922"/>
    <w:rsid w:val="00B36BDE"/>
    <w:rsid w:val="00B402FC"/>
    <w:rsid w:val="00B463C0"/>
    <w:rsid w:val="00B46604"/>
    <w:rsid w:val="00B55F5E"/>
    <w:rsid w:val="00B5752E"/>
    <w:rsid w:val="00B63A11"/>
    <w:rsid w:val="00B64C24"/>
    <w:rsid w:val="00B6608F"/>
    <w:rsid w:val="00B679FB"/>
    <w:rsid w:val="00B751AD"/>
    <w:rsid w:val="00B76D1E"/>
    <w:rsid w:val="00B77A11"/>
    <w:rsid w:val="00B80EC6"/>
    <w:rsid w:val="00B84572"/>
    <w:rsid w:val="00B92D1D"/>
    <w:rsid w:val="00B938C5"/>
    <w:rsid w:val="00B95940"/>
    <w:rsid w:val="00BB46F3"/>
    <w:rsid w:val="00BB4CB1"/>
    <w:rsid w:val="00BB4F98"/>
    <w:rsid w:val="00BB6493"/>
    <w:rsid w:val="00BC7154"/>
    <w:rsid w:val="00BD366B"/>
    <w:rsid w:val="00BD6D50"/>
    <w:rsid w:val="00BE18B9"/>
    <w:rsid w:val="00BE2495"/>
    <w:rsid w:val="00BE3108"/>
    <w:rsid w:val="00BE6558"/>
    <w:rsid w:val="00BE73C4"/>
    <w:rsid w:val="00BF1578"/>
    <w:rsid w:val="00BF278B"/>
    <w:rsid w:val="00BF2F54"/>
    <w:rsid w:val="00C02AEC"/>
    <w:rsid w:val="00C13C33"/>
    <w:rsid w:val="00C21F94"/>
    <w:rsid w:val="00C23A57"/>
    <w:rsid w:val="00C27913"/>
    <w:rsid w:val="00C33B68"/>
    <w:rsid w:val="00C36A79"/>
    <w:rsid w:val="00C37A20"/>
    <w:rsid w:val="00C405D4"/>
    <w:rsid w:val="00C4513B"/>
    <w:rsid w:val="00C46539"/>
    <w:rsid w:val="00C54697"/>
    <w:rsid w:val="00C57528"/>
    <w:rsid w:val="00C618E7"/>
    <w:rsid w:val="00C64F08"/>
    <w:rsid w:val="00C73885"/>
    <w:rsid w:val="00C747B1"/>
    <w:rsid w:val="00C82191"/>
    <w:rsid w:val="00C90CF4"/>
    <w:rsid w:val="00C92EB6"/>
    <w:rsid w:val="00C93389"/>
    <w:rsid w:val="00CA63A5"/>
    <w:rsid w:val="00CB4930"/>
    <w:rsid w:val="00CC2E7D"/>
    <w:rsid w:val="00CC34AB"/>
    <w:rsid w:val="00CD10A5"/>
    <w:rsid w:val="00CD2076"/>
    <w:rsid w:val="00CE670B"/>
    <w:rsid w:val="00CF51EC"/>
    <w:rsid w:val="00CF73AE"/>
    <w:rsid w:val="00D040DD"/>
    <w:rsid w:val="00D13986"/>
    <w:rsid w:val="00D25F28"/>
    <w:rsid w:val="00D27973"/>
    <w:rsid w:val="00D32916"/>
    <w:rsid w:val="00D35D12"/>
    <w:rsid w:val="00D50F46"/>
    <w:rsid w:val="00D61228"/>
    <w:rsid w:val="00D66223"/>
    <w:rsid w:val="00D8084C"/>
    <w:rsid w:val="00DA7C0C"/>
    <w:rsid w:val="00DB2EC8"/>
    <w:rsid w:val="00DB5695"/>
    <w:rsid w:val="00DC5B3B"/>
    <w:rsid w:val="00DD129F"/>
    <w:rsid w:val="00DD1FAB"/>
    <w:rsid w:val="00DD685B"/>
    <w:rsid w:val="00DD6962"/>
    <w:rsid w:val="00DF42FF"/>
    <w:rsid w:val="00DF6564"/>
    <w:rsid w:val="00E01775"/>
    <w:rsid w:val="00E01C0E"/>
    <w:rsid w:val="00E03F9A"/>
    <w:rsid w:val="00E04694"/>
    <w:rsid w:val="00E12B1E"/>
    <w:rsid w:val="00E14911"/>
    <w:rsid w:val="00E17262"/>
    <w:rsid w:val="00E253A2"/>
    <w:rsid w:val="00E25D46"/>
    <w:rsid w:val="00E302C8"/>
    <w:rsid w:val="00E3309D"/>
    <w:rsid w:val="00E40406"/>
    <w:rsid w:val="00E45F8B"/>
    <w:rsid w:val="00E46792"/>
    <w:rsid w:val="00E50156"/>
    <w:rsid w:val="00E53470"/>
    <w:rsid w:val="00E539F6"/>
    <w:rsid w:val="00E620E8"/>
    <w:rsid w:val="00E6519D"/>
    <w:rsid w:val="00E65950"/>
    <w:rsid w:val="00E66D9A"/>
    <w:rsid w:val="00E67696"/>
    <w:rsid w:val="00E71A58"/>
    <w:rsid w:val="00E72A7A"/>
    <w:rsid w:val="00E75C94"/>
    <w:rsid w:val="00E93820"/>
    <w:rsid w:val="00E94FBD"/>
    <w:rsid w:val="00E951FA"/>
    <w:rsid w:val="00E96E34"/>
    <w:rsid w:val="00EA0C68"/>
    <w:rsid w:val="00EC03D7"/>
    <w:rsid w:val="00EC64F5"/>
    <w:rsid w:val="00ED62C6"/>
    <w:rsid w:val="00ED64C1"/>
    <w:rsid w:val="00EE3446"/>
    <w:rsid w:val="00EE3E78"/>
    <w:rsid w:val="00EE4B1B"/>
    <w:rsid w:val="00EE5B85"/>
    <w:rsid w:val="00EF150D"/>
    <w:rsid w:val="00EF1F5A"/>
    <w:rsid w:val="00F02D66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544AA"/>
    <w:rsid w:val="00F63DDE"/>
    <w:rsid w:val="00F63FB7"/>
    <w:rsid w:val="00F649D2"/>
    <w:rsid w:val="00F6602B"/>
    <w:rsid w:val="00F66749"/>
    <w:rsid w:val="00F71D34"/>
    <w:rsid w:val="00F73A0C"/>
    <w:rsid w:val="00F756DB"/>
    <w:rsid w:val="00F85066"/>
    <w:rsid w:val="00FA03C7"/>
    <w:rsid w:val="00FA5D4D"/>
    <w:rsid w:val="00FB31AA"/>
    <w:rsid w:val="00FC0E5F"/>
    <w:rsid w:val="00FC1A95"/>
    <w:rsid w:val="00FC56DE"/>
    <w:rsid w:val="00FC684B"/>
    <w:rsid w:val="00FD3DF3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D5AC5B3"/>
  <w15:docId w15:val="{95F3E885-1A6A-4F1C-94AE-98C768D6A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4E0BD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0BD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4E0BD0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4E0BD0"/>
    <w:rPr>
      <w:rFonts w:ascii="Arial" w:eastAsia="Times New Roman" w:hAnsi="Arial"/>
      <w:sz w:val="24"/>
      <w:szCs w:val="24"/>
      <w:lang w:eastAsia="cs-CZ"/>
    </w:rPr>
  </w:style>
  <w:style w:type="paragraph" w:customStyle="1" w:styleId="TL-Identifikace-dole">
    <w:name w:val="TL - Identifikace - dole"/>
    <w:basedOn w:val="Normln"/>
    <w:link w:val="TL-Identifikace-doleChar"/>
    <w:qFormat/>
    <w:rsid w:val="004E0BD0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4E0BD0"/>
    <w:rPr>
      <w:rFonts w:ascii="Arial" w:eastAsia="Times New Roman" w:hAnsi="Arial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0BD0"/>
    <w:rPr>
      <w:rFonts w:asciiTheme="majorHAnsi" w:eastAsiaTheme="majorEastAsia" w:hAnsiTheme="majorHAnsi" w:cstheme="majorBidi"/>
      <w:color w:val="365F91" w:themeColor="accent1" w:themeShade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0BD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2EDC5-F1DB-42D8-870C-1C8EBBF1A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CZ-EN_2017-08-14.dotx</Template>
  <TotalTime>267</TotalTime>
  <Pages>6</Pages>
  <Words>251</Words>
  <Characters>1484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Publikace cb CZ, EN_2017-08-14</vt:lpstr>
      <vt:lpstr>Publikace cb CZ, EN_2017-08-14</vt:lpstr>
    </vt:vector>
  </TitlesOfParts>
  <Company>CSU</Company>
  <LinksUpToDate>false</LinksUpToDate>
  <CharactersWithSpaces>1732</CharactersWithSpaces>
  <SharedDoc>false</SharedDoc>
  <HyperlinkBase/>
  <HLinks>
    <vt:vector size="18" baseType="variant">
      <vt:variant>
        <vt:i4>7602181</vt:i4>
      </vt:variant>
      <vt:variant>
        <vt:i4>20834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327723</vt:i4>
      </vt:variant>
      <vt:variant>
        <vt:i4>-1</vt:i4>
      </vt:variant>
      <vt:variant>
        <vt:i4>2060</vt:i4>
      </vt:variant>
      <vt:variant>
        <vt:i4>1</vt:i4>
      </vt:variant>
      <vt:variant>
        <vt:lpwstr>CSU RGB CB CZ logo-02</vt:lpwstr>
      </vt:variant>
      <vt:variant>
        <vt:lpwstr/>
      </vt:variant>
      <vt:variant>
        <vt:i4>327720</vt:i4>
      </vt:variant>
      <vt:variant>
        <vt:i4>-1</vt:i4>
      </vt:variant>
      <vt:variant>
        <vt:i4>2061</vt:i4>
      </vt:variant>
      <vt:variant>
        <vt:i4>1</vt:i4>
      </vt:variant>
      <vt:variant>
        <vt:lpwstr>CSU RGB CB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cb CZ, EN_2017-08-14</dc:title>
  <dc:creator>lapackova4645</dc:creator>
  <cp:lastModifiedBy>Mgr. Iva Aimová</cp:lastModifiedBy>
  <cp:revision>91</cp:revision>
  <cp:lastPrinted>2019-03-12T09:56:00Z</cp:lastPrinted>
  <dcterms:created xsi:type="dcterms:W3CDTF">2019-03-12T10:07:00Z</dcterms:created>
  <dcterms:modified xsi:type="dcterms:W3CDTF">2021-02-02T17:31:00Z</dcterms:modified>
</cp:coreProperties>
</file>