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8F6FEF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276ADC">
                              <w:t>14</w:t>
                            </w:r>
                            <w:r w:rsidR="00BB7DA5">
                              <w:t xml:space="preserve">. </w:t>
                            </w:r>
                            <w:r w:rsidR="00276ADC">
                              <w:t>10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541589">
                              <w:t>2</w:t>
                            </w:r>
                            <w:r w:rsidR="00276ADC">
                              <w:t>2</w:t>
                            </w:r>
                            <w:r w:rsidR="00BB7DA5">
                              <w:t xml:space="preserve"> / </w:t>
                            </w:r>
                            <w:r w:rsidRPr="00276ADC">
                              <w:rPr>
                                <w:i/>
                                <w:lang w:val="en-GB"/>
                              </w:rPr>
                              <w:t>Prague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, 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14</w:t>
                            </w:r>
                            <w:r w:rsidR="00673BC6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Octo</w:t>
                            </w:r>
                            <w:r w:rsidR="003531C8" w:rsidRPr="00276ADC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F73B61" w:rsidRPr="00276ADC">
                              <w:rPr>
                                <w:i/>
                                <w:lang w:val="en-GB"/>
                              </w:rPr>
                              <w:t>20</w:t>
                            </w:r>
                            <w:r w:rsidR="00541589" w:rsidRPr="00276ADC">
                              <w:rPr>
                                <w:i/>
                                <w:lang w:val="en-GB"/>
                              </w:rPr>
                              <w:t>2</w:t>
                            </w:r>
                            <w:r w:rsidR="00276ADC">
                              <w:rPr>
                                <w:i/>
                                <w:lang w:val="en-GB"/>
                              </w:rPr>
                              <w:t>2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3531C8">
                              <w:t>5</w:t>
                            </w:r>
                            <w:r w:rsidR="001C505D">
                              <w:t>6</w:t>
                            </w:r>
                            <w:r w:rsidRPr="004924DC">
                              <w:t>-</w:t>
                            </w:r>
                            <w:r w:rsidR="00541589">
                              <w:t>2</w:t>
                            </w:r>
                            <w:r w:rsidR="00276ADC">
                              <w:t>2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8F6FEF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276ADC">
                        <w:t>14</w:t>
                      </w:r>
                      <w:r w:rsidR="00BB7DA5">
                        <w:t xml:space="preserve">. </w:t>
                      </w:r>
                      <w:r w:rsidR="00276ADC">
                        <w:t>10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541589">
                        <w:t>2</w:t>
                      </w:r>
                      <w:r w:rsidR="00276ADC">
                        <w:t>2</w:t>
                      </w:r>
                      <w:r w:rsidR="00BB7DA5">
                        <w:t xml:space="preserve"> / </w:t>
                      </w:r>
                      <w:r w:rsidRPr="00276ADC">
                        <w:rPr>
                          <w:i/>
                          <w:lang w:val="en-GB"/>
                        </w:rPr>
                        <w:t>Prague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, 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14</w:t>
                      </w:r>
                      <w:r w:rsidR="00673BC6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Octo</w:t>
                      </w:r>
                      <w:r w:rsidR="003531C8" w:rsidRPr="00276ADC">
                        <w:rPr>
                          <w:i/>
                          <w:lang w:val="en-GB"/>
                        </w:rPr>
                        <w:t>ber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F73B61" w:rsidRPr="00276ADC">
                        <w:rPr>
                          <w:i/>
                          <w:lang w:val="en-GB"/>
                        </w:rPr>
                        <w:t>20</w:t>
                      </w:r>
                      <w:r w:rsidR="00541589" w:rsidRPr="00276ADC">
                        <w:rPr>
                          <w:i/>
                          <w:lang w:val="en-GB"/>
                        </w:rPr>
                        <w:t>2</w:t>
                      </w:r>
                      <w:r w:rsidR="00276ADC">
                        <w:rPr>
                          <w:i/>
                          <w:lang w:val="en-GB"/>
                        </w:rPr>
                        <w:t>2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3531C8">
                        <w:t>5</w:t>
                      </w:r>
                      <w:r w:rsidR="001C505D">
                        <w:t>6</w:t>
                      </w:r>
                      <w:r w:rsidRPr="004924DC">
                        <w:t>-</w:t>
                      </w:r>
                      <w:r w:rsidR="00541589">
                        <w:t>2</w:t>
                      </w:r>
                      <w:r w:rsidR="00276ADC">
                        <w:t>2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3531C8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 xml:space="preserve">Demografická ročenka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>okresů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3531C8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Demographic Yearbook </w:t>
                            </w:r>
                          </w:p>
                          <w:p w:rsidR="00BB7DA5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of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the </w:t>
                            </w:r>
                            <w:bookmarkStart w:id="0" w:name="_GoBack"/>
                            <w:bookmarkEnd w:id="0"/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Districts</w:t>
                            </w:r>
                            <w:r w:rsidR="001C505D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AD5B32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 the Czech Republic</w:t>
                            </w:r>
                          </w:p>
                          <w:p w:rsidR="00AD5B32" w:rsidRPr="00AD5B32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BB7DA5" w:rsidRPr="008F6FEF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4158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276AD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72596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—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DB07DB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276AD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3531C8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</w:pPr>
                      <w:r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 xml:space="preserve">Demografická ročenka </w:t>
                      </w:r>
                      <w:r w:rsidR="003531C8"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>okresů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3531C8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Demographic Yearbook </w:t>
                      </w:r>
                    </w:p>
                    <w:p w:rsidR="00BB7DA5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of </w:t>
                      </w:r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the </w:t>
                      </w:r>
                      <w:bookmarkStart w:id="1" w:name="_GoBack"/>
                      <w:bookmarkEnd w:id="1"/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Districts</w:t>
                      </w:r>
                      <w:r w:rsidR="001C505D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AD5B32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 the Czech Republic</w:t>
                      </w:r>
                    </w:p>
                    <w:p w:rsidR="00AD5B32" w:rsidRPr="00AD5B32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</w:p>
                    <w:p w:rsidR="00BB7DA5" w:rsidRPr="008F6FEF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4158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276AD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72596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—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DB07DB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276AD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541589">
                              <w:t>202</w:t>
                            </w:r>
                            <w:r w:rsidR="00276ADC">
                              <w:t>2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8F6FEF">
                        <w:t>Praha</w:t>
                      </w:r>
                      <w:r w:rsidR="00BB7DA5" w:rsidRPr="004924DC">
                        <w:t xml:space="preserve">, </w:t>
                      </w:r>
                      <w:r w:rsidR="00541589">
                        <w:t>202</w:t>
                      </w:r>
                      <w:r w:rsidR="00276ADC">
                        <w:t>2</w:t>
                      </w:r>
                      <w:bookmarkStart w:id="1" w:name="_GoBack"/>
                      <w:bookmarkEnd w:id="1"/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541589">
                              <w:t>202</w:t>
                            </w:r>
                            <w:r w:rsidR="00DB07DB">
                              <w:t>1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8F6FEF">
                        <w:t>Praha</w:t>
                      </w:r>
                      <w:r w:rsidR="000A3A2C">
                        <w:t xml:space="preserve">, </w:t>
                      </w:r>
                      <w:r w:rsidR="00541589">
                        <w:t>202</w:t>
                      </w:r>
                      <w:r w:rsidR="00DB07DB">
                        <w:t>1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5F" w:rsidRDefault="00FC4D5F" w:rsidP="00E71A58">
      <w:r>
        <w:separator/>
      </w:r>
    </w:p>
  </w:endnote>
  <w:endnote w:type="continuationSeparator" w:id="0">
    <w:p w:rsidR="00FC4D5F" w:rsidRDefault="00FC4D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5F" w:rsidRDefault="00FC4D5F" w:rsidP="00E71A58">
      <w:r>
        <w:separator/>
      </w:r>
    </w:p>
  </w:footnote>
  <w:footnote w:type="continuationSeparator" w:id="0">
    <w:p w:rsidR="00FC4D5F" w:rsidRDefault="00FC4D5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505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ADC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531C8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04A3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D4FCB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41589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08FE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969"/>
    <w:rsid w:val="00725BB5"/>
    <w:rsid w:val="00730AE8"/>
    <w:rsid w:val="00741493"/>
    <w:rsid w:val="00752180"/>
    <w:rsid w:val="00755202"/>
    <w:rsid w:val="00755D3A"/>
    <w:rsid w:val="007578D3"/>
    <w:rsid w:val="007609C6"/>
    <w:rsid w:val="007641C7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6FEF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4270"/>
    <w:rsid w:val="00A418BC"/>
    <w:rsid w:val="00A46DE0"/>
    <w:rsid w:val="00A4772E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C4B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5361"/>
    <w:rsid w:val="00CB4930"/>
    <w:rsid w:val="00CC2E7D"/>
    <w:rsid w:val="00CD10A5"/>
    <w:rsid w:val="00CD15D6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07DB"/>
    <w:rsid w:val="00DB2EC8"/>
    <w:rsid w:val="00DC1744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1F3C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4D5F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2D38849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9538D-5761-497B-84E7-8D10CB23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29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9</cp:revision>
  <cp:lastPrinted>2014-07-17T14:07:00Z</cp:lastPrinted>
  <dcterms:created xsi:type="dcterms:W3CDTF">2018-02-22T13:18:00Z</dcterms:created>
  <dcterms:modified xsi:type="dcterms:W3CDTF">2022-09-09T07:02:00Z</dcterms:modified>
  <cp:category/>
</cp:coreProperties>
</file>