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C7B459" w14:textId="77777777" w:rsidR="006B61FE" w:rsidRDefault="006B61FE" w:rsidP="00E67696"/>
    <w:p w14:paraId="6A5EA88D" w14:textId="77777777" w:rsidR="006B61FE" w:rsidRDefault="006B61FE" w:rsidP="00E67696"/>
    <w:p w14:paraId="4C750A7B" w14:textId="77777777" w:rsidR="006B61FE" w:rsidRDefault="006B61FE" w:rsidP="00E67696"/>
    <w:p w14:paraId="411FE1AE" w14:textId="77777777" w:rsidR="006B61FE" w:rsidRDefault="006B61FE" w:rsidP="00E67696"/>
    <w:p w14:paraId="7F21B79C" w14:textId="77777777" w:rsidR="006B61FE" w:rsidRDefault="006B61FE" w:rsidP="00E67696"/>
    <w:p w14:paraId="4B8DCEFC" w14:textId="77777777" w:rsidR="006B61FE" w:rsidRDefault="006B61FE" w:rsidP="00E67696"/>
    <w:p w14:paraId="1A4A885E" w14:textId="77777777" w:rsidR="006B61FE" w:rsidRDefault="006B61FE" w:rsidP="00E67696"/>
    <w:p w14:paraId="385E4A6D" w14:textId="77777777" w:rsidR="00A75E40" w:rsidRPr="000A3A2C" w:rsidRDefault="0079585A" w:rsidP="00E67696">
      <w:pPr>
        <w:rPr>
          <w:lang w:eastAsia="ar-SA"/>
        </w:rPr>
        <w:sectPr w:rsidR="00A75E40" w:rsidRPr="000A3A2C" w:rsidSect="0085114D">
          <w:pgSz w:w="11906" w:h="16838" w:code="9"/>
          <w:pgMar w:top="1134" w:right="1134" w:bottom="1418" w:left="1134" w:header="709" w:footer="709" w:gutter="0"/>
          <w:pgNumType w:start="1"/>
          <w:cols w:space="708"/>
          <w:docGrid w:linePitch="360"/>
        </w:sect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728" behindDoc="0" locked="1" layoutInCell="1" allowOverlap="1" wp14:anchorId="5E686D12" wp14:editId="672D24ED">
                <wp:simplePos x="0" y="0"/>
                <wp:positionH relativeFrom="page">
                  <wp:posOffset>571500</wp:posOffset>
                </wp:positionH>
                <wp:positionV relativeFrom="page">
                  <wp:posOffset>466725</wp:posOffset>
                </wp:positionV>
                <wp:extent cx="2249805" cy="554355"/>
                <wp:effectExtent l="0" t="0" r="0" b="0"/>
                <wp:wrapSquare wrapText="bothSides"/>
                <wp:docPr id="5" name="Group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2249805" cy="554355"/>
                          <a:chOff x="567" y="851"/>
                          <a:chExt cx="2714" cy="667"/>
                        </a:xfrm>
                      </wpg:grpSpPr>
                      <wps:wsp>
                        <wps:cNvPr id="6" name="Rectangle 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215" y="901"/>
                            <a:ext cx="676" cy="154"/>
                          </a:xfrm>
                          <a:prstGeom prst="rect">
                            <a:avLst/>
                          </a:prstGeom>
                          <a:solidFill>
                            <a:srgbClr val="007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1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67" y="1131"/>
                            <a:ext cx="1324" cy="154"/>
                          </a:xfrm>
                          <a:prstGeom prst="rect">
                            <a:avLst/>
                          </a:prstGeom>
                          <a:solidFill>
                            <a:srgbClr val="007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1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288" y="1361"/>
                            <a:ext cx="603" cy="153"/>
                          </a:xfrm>
                          <a:prstGeom prst="rect">
                            <a:avLst/>
                          </a:prstGeom>
                          <a:solidFill>
                            <a:srgbClr val="007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2"/>
                        <wps:cNvSpPr>
                          <a:spLocks noChangeAspect="1" noEditPoints="1"/>
                        </wps:cNvSpPr>
                        <wps:spPr bwMode="auto">
                          <a:xfrm>
                            <a:off x="1969" y="1311"/>
                            <a:ext cx="600" cy="207"/>
                          </a:xfrm>
                          <a:custGeom>
                            <a:avLst/>
                            <a:gdLst>
                              <a:gd name="T0" fmla="*/ 520 w 1200"/>
                              <a:gd name="T1" fmla="*/ 84 h 415"/>
                              <a:gd name="T2" fmla="*/ 537 w 1200"/>
                              <a:gd name="T3" fmla="*/ 88 h 415"/>
                              <a:gd name="T4" fmla="*/ 550 w 1200"/>
                              <a:gd name="T5" fmla="*/ 100 h 415"/>
                              <a:gd name="T6" fmla="*/ 557 w 1200"/>
                              <a:gd name="T7" fmla="*/ 114 h 415"/>
                              <a:gd name="T8" fmla="*/ 559 w 1200"/>
                              <a:gd name="T9" fmla="*/ 131 h 415"/>
                              <a:gd name="T10" fmla="*/ 554 w 1200"/>
                              <a:gd name="T11" fmla="*/ 147 h 415"/>
                              <a:gd name="T12" fmla="*/ 544 w 1200"/>
                              <a:gd name="T13" fmla="*/ 160 h 415"/>
                              <a:gd name="T14" fmla="*/ 530 w 1200"/>
                              <a:gd name="T15" fmla="*/ 168 h 415"/>
                              <a:gd name="T16" fmla="*/ 506 w 1200"/>
                              <a:gd name="T17" fmla="*/ 170 h 415"/>
                              <a:gd name="T18" fmla="*/ 540 w 1200"/>
                              <a:gd name="T19" fmla="*/ 202 h 415"/>
                              <a:gd name="T20" fmla="*/ 567 w 1200"/>
                              <a:gd name="T21" fmla="*/ 190 h 415"/>
                              <a:gd name="T22" fmla="*/ 587 w 1200"/>
                              <a:gd name="T23" fmla="*/ 169 h 415"/>
                              <a:gd name="T24" fmla="*/ 599 w 1200"/>
                              <a:gd name="T25" fmla="*/ 142 h 415"/>
                              <a:gd name="T26" fmla="*/ 599 w 1200"/>
                              <a:gd name="T27" fmla="*/ 111 h 415"/>
                              <a:gd name="T28" fmla="*/ 587 w 1200"/>
                              <a:gd name="T29" fmla="*/ 84 h 415"/>
                              <a:gd name="T30" fmla="*/ 567 w 1200"/>
                              <a:gd name="T31" fmla="*/ 63 h 415"/>
                              <a:gd name="T32" fmla="*/ 540 w 1200"/>
                              <a:gd name="T33" fmla="*/ 51 h 415"/>
                              <a:gd name="T34" fmla="*/ 466 w 1200"/>
                              <a:gd name="T35" fmla="*/ 204 h 415"/>
                              <a:gd name="T36" fmla="*/ 388 w 1200"/>
                              <a:gd name="T37" fmla="*/ 146 h 415"/>
                              <a:gd name="T38" fmla="*/ 393 w 1200"/>
                              <a:gd name="T39" fmla="*/ 50 h 415"/>
                              <a:gd name="T40" fmla="*/ 343 w 1200"/>
                              <a:gd name="T41" fmla="*/ 177 h 415"/>
                              <a:gd name="T42" fmla="*/ 257 w 1200"/>
                              <a:gd name="T43" fmla="*/ 18 h 415"/>
                              <a:gd name="T44" fmla="*/ 174 w 1200"/>
                              <a:gd name="T45" fmla="*/ 18 h 415"/>
                              <a:gd name="T46" fmla="*/ 216 w 1200"/>
                              <a:gd name="T47" fmla="*/ 81 h 415"/>
                              <a:gd name="T48" fmla="*/ 231 w 1200"/>
                              <a:gd name="T49" fmla="*/ 88 h 415"/>
                              <a:gd name="T50" fmla="*/ 235 w 1200"/>
                              <a:gd name="T51" fmla="*/ 104 h 415"/>
                              <a:gd name="T52" fmla="*/ 225 w 1200"/>
                              <a:gd name="T53" fmla="*/ 116 h 415"/>
                              <a:gd name="T54" fmla="*/ 204 w 1200"/>
                              <a:gd name="T55" fmla="*/ 119 h 415"/>
                              <a:gd name="T56" fmla="*/ 258 w 1200"/>
                              <a:gd name="T57" fmla="*/ 135 h 415"/>
                              <a:gd name="T58" fmla="*/ 271 w 1200"/>
                              <a:gd name="T59" fmla="*/ 121 h 415"/>
                              <a:gd name="T60" fmla="*/ 276 w 1200"/>
                              <a:gd name="T61" fmla="*/ 102 h 415"/>
                              <a:gd name="T62" fmla="*/ 275 w 1200"/>
                              <a:gd name="T63" fmla="*/ 83 h 415"/>
                              <a:gd name="T64" fmla="*/ 266 w 1200"/>
                              <a:gd name="T65" fmla="*/ 67 h 415"/>
                              <a:gd name="T66" fmla="*/ 252 w 1200"/>
                              <a:gd name="T67" fmla="*/ 55 h 415"/>
                              <a:gd name="T68" fmla="*/ 232 w 1200"/>
                              <a:gd name="T69" fmla="*/ 50 h 415"/>
                              <a:gd name="T70" fmla="*/ 204 w 1200"/>
                              <a:gd name="T71" fmla="*/ 204 h 415"/>
                              <a:gd name="T72" fmla="*/ 243 w 1200"/>
                              <a:gd name="T73" fmla="*/ 141 h 415"/>
                              <a:gd name="T74" fmla="*/ 67 w 1200"/>
                              <a:gd name="T75" fmla="*/ 42 h 415"/>
                              <a:gd name="T76" fmla="*/ 0 w 1200"/>
                              <a:gd name="T77" fmla="*/ 139 h 415"/>
                              <a:gd name="T78" fmla="*/ 3 w 1200"/>
                              <a:gd name="T79" fmla="*/ 166 h 415"/>
                              <a:gd name="T80" fmla="*/ 12 w 1200"/>
                              <a:gd name="T81" fmla="*/ 184 h 415"/>
                              <a:gd name="T82" fmla="*/ 34 w 1200"/>
                              <a:gd name="T83" fmla="*/ 201 h 415"/>
                              <a:gd name="T84" fmla="*/ 67 w 1200"/>
                              <a:gd name="T85" fmla="*/ 207 h 415"/>
                              <a:gd name="T86" fmla="*/ 96 w 1200"/>
                              <a:gd name="T87" fmla="*/ 202 h 415"/>
                              <a:gd name="T88" fmla="*/ 119 w 1200"/>
                              <a:gd name="T89" fmla="*/ 186 h 415"/>
                              <a:gd name="T90" fmla="*/ 131 w 1200"/>
                              <a:gd name="T91" fmla="*/ 166 h 415"/>
                              <a:gd name="T92" fmla="*/ 134 w 1200"/>
                              <a:gd name="T93" fmla="*/ 139 h 415"/>
                              <a:gd name="T94" fmla="*/ 95 w 1200"/>
                              <a:gd name="T95" fmla="*/ 143 h 415"/>
                              <a:gd name="T96" fmla="*/ 89 w 1200"/>
                              <a:gd name="T97" fmla="*/ 163 h 415"/>
                              <a:gd name="T98" fmla="*/ 78 w 1200"/>
                              <a:gd name="T99" fmla="*/ 170 h 415"/>
                              <a:gd name="T100" fmla="*/ 63 w 1200"/>
                              <a:gd name="T101" fmla="*/ 172 h 415"/>
                              <a:gd name="T102" fmla="*/ 52 w 1200"/>
                              <a:gd name="T103" fmla="*/ 168 h 415"/>
                              <a:gd name="T104" fmla="*/ 42 w 1200"/>
                              <a:gd name="T105" fmla="*/ 156 h 415"/>
                              <a:gd name="T106" fmla="*/ 40 w 1200"/>
                              <a:gd name="T107" fmla="*/ 50 h 415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200" h="415">
                                <a:moveTo>
                                  <a:pt x="1011" y="341"/>
                                </a:moveTo>
                                <a:lnTo>
                                  <a:pt x="1011" y="167"/>
                                </a:lnTo>
                                <a:lnTo>
                                  <a:pt x="1030" y="167"/>
                                </a:lnTo>
                                <a:lnTo>
                                  <a:pt x="1040" y="169"/>
                                </a:lnTo>
                                <a:lnTo>
                                  <a:pt x="1049" y="170"/>
                                </a:lnTo>
                                <a:lnTo>
                                  <a:pt x="1059" y="171"/>
                                </a:lnTo>
                                <a:lnTo>
                                  <a:pt x="1067" y="174"/>
                                </a:lnTo>
                                <a:lnTo>
                                  <a:pt x="1074" y="177"/>
                                </a:lnTo>
                                <a:lnTo>
                                  <a:pt x="1082" y="182"/>
                                </a:lnTo>
                                <a:lnTo>
                                  <a:pt x="1088" y="187"/>
                                </a:lnTo>
                                <a:lnTo>
                                  <a:pt x="1094" y="194"/>
                                </a:lnTo>
                                <a:lnTo>
                                  <a:pt x="1099" y="200"/>
                                </a:lnTo>
                                <a:lnTo>
                                  <a:pt x="1104" y="206"/>
                                </a:lnTo>
                                <a:lnTo>
                                  <a:pt x="1108" y="213"/>
                                </a:lnTo>
                                <a:lnTo>
                                  <a:pt x="1112" y="221"/>
                                </a:lnTo>
                                <a:lnTo>
                                  <a:pt x="1114" y="228"/>
                                </a:lnTo>
                                <a:lnTo>
                                  <a:pt x="1116" y="237"/>
                                </a:lnTo>
                                <a:lnTo>
                                  <a:pt x="1117" y="245"/>
                                </a:lnTo>
                                <a:lnTo>
                                  <a:pt x="1117" y="253"/>
                                </a:lnTo>
                                <a:lnTo>
                                  <a:pt x="1117" y="262"/>
                                </a:lnTo>
                                <a:lnTo>
                                  <a:pt x="1116" y="271"/>
                                </a:lnTo>
                                <a:lnTo>
                                  <a:pt x="1114" y="278"/>
                                </a:lnTo>
                                <a:lnTo>
                                  <a:pt x="1112" y="287"/>
                                </a:lnTo>
                                <a:lnTo>
                                  <a:pt x="1108" y="294"/>
                                </a:lnTo>
                                <a:lnTo>
                                  <a:pt x="1104" y="301"/>
                                </a:lnTo>
                                <a:lnTo>
                                  <a:pt x="1099" y="308"/>
                                </a:lnTo>
                                <a:lnTo>
                                  <a:pt x="1094" y="314"/>
                                </a:lnTo>
                                <a:lnTo>
                                  <a:pt x="1088" y="321"/>
                                </a:lnTo>
                                <a:lnTo>
                                  <a:pt x="1082" y="326"/>
                                </a:lnTo>
                                <a:lnTo>
                                  <a:pt x="1074" y="331"/>
                                </a:lnTo>
                                <a:lnTo>
                                  <a:pt x="1067" y="334"/>
                                </a:lnTo>
                                <a:lnTo>
                                  <a:pt x="1059" y="337"/>
                                </a:lnTo>
                                <a:lnTo>
                                  <a:pt x="1049" y="338"/>
                                </a:lnTo>
                                <a:lnTo>
                                  <a:pt x="1040" y="339"/>
                                </a:lnTo>
                                <a:lnTo>
                                  <a:pt x="1030" y="341"/>
                                </a:lnTo>
                                <a:lnTo>
                                  <a:pt x="1011" y="341"/>
                                </a:lnTo>
                                <a:close/>
                                <a:moveTo>
                                  <a:pt x="931" y="408"/>
                                </a:moveTo>
                                <a:lnTo>
                                  <a:pt x="1049" y="408"/>
                                </a:lnTo>
                                <a:lnTo>
                                  <a:pt x="1064" y="407"/>
                                </a:lnTo>
                                <a:lnTo>
                                  <a:pt x="1079" y="404"/>
                                </a:lnTo>
                                <a:lnTo>
                                  <a:pt x="1093" y="400"/>
                                </a:lnTo>
                                <a:lnTo>
                                  <a:pt x="1107" y="395"/>
                                </a:lnTo>
                                <a:lnTo>
                                  <a:pt x="1121" y="389"/>
                                </a:lnTo>
                                <a:lnTo>
                                  <a:pt x="1133" y="380"/>
                                </a:lnTo>
                                <a:lnTo>
                                  <a:pt x="1144" y="372"/>
                                </a:lnTo>
                                <a:lnTo>
                                  <a:pt x="1155" y="362"/>
                                </a:lnTo>
                                <a:lnTo>
                                  <a:pt x="1165" y="351"/>
                                </a:lnTo>
                                <a:lnTo>
                                  <a:pt x="1174" y="339"/>
                                </a:lnTo>
                                <a:lnTo>
                                  <a:pt x="1182" y="326"/>
                                </a:lnTo>
                                <a:lnTo>
                                  <a:pt x="1188" y="313"/>
                                </a:lnTo>
                                <a:lnTo>
                                  <a:pt x="1194" y="298"/>
                                </a:lnTo>
                                <a:lnTo>
                                  <a:pt x="1198" y="284"/>
                                </a:lnTo>
                                <a:lnTo>
                                  <a:pt x="1200" y="270"/>
                                </a:lnTo>
                                <a:lnTo>
                                  <a:pt x="1200" y="253"/>
                                </a:lnTo>
                                <a:lnTo>
                                  <a:pt x="1200" y="238"/>
                                </a:lnTo>
                                <a:lnTo>
                                  <a:pt x="1198" y="223"/>
                                </a:lnTo>
                                <a:lnTo>
                                  <a:pt x="1194" y="208"/>
                                </a:lnTo>
                                <a:lnTo>
                                  <a:pt x="1188" y="195"/>
                                </a:lnTo>
                                <a:lnTo>
                                  <a:pt x="1182" y="181"/>
                                </a:lnTo>
                                <a:lnTo>
                                  <a:pt x="1174" y="169"/>
                                </a:lnTo>
                                <a:lnTo>
                                  <a:pt x="1165" y="157"/>
                                </a:lnTo>
                                <a:lnTo>
                                  <a:pt x="1155" y="146"/>
                                </a:lnTo>
                                <a:lnTo>
                                  <a:pt x="1144" y="136"/>
                                </a:lnTo>
                                <a:lnTo>
                                  <a:pt x="1133" y="126"/>
                                </a:lnTo>
                                <a:lnTo>
                                  <a:pt x="1121" y="119"/>
                                </a:lnTo>
                                <a:lnTo>
                                  <a:pt x="1107" y="113"/>
                                </a:lnTo>
                                <a:lnTo>
                                  <a:pt x="1093" y="108"/>
                                </a:lnTo>
                                <a:lnTo>
                                  <a:pt x="1079" y="103"/>
                                </a:lnTo>
                                <a:lnTo>
                                  <a:pt x="1064" y="101"/>
                                </a:lnTo>
                                <a:lnTo>
                                  <a:pt x="1049" y="100"/>
                                </a:lnTo>
                                <a:lnTo>
                                  <a:pt x="931" y="100"/>
                                </a:lnTo>
                                <a:lnTo>
                                  <a:pt x="931" y="408"/>
                                </a:lnTo>
                                <a:close/>
                                <a:moveTo>
                                  <a:pt x="775" y="293"/>
                                </a:moveTo>
                                <a:lnTo>
                                  <a:pt x="708" y="293"/>
                                </a:lnTo>
                                <a:lnTo>
                                  <a:pt x="742" y="195"/>
                                </a:lnTo>
                                <a:lnTo>
                                  <a:pt x="775" y="293"/>
                                </a:lnTo>
                                <a:close/>
                                <a:moveTo>
                                  <a:pt x="797" y="354"/>
                                </a:moveTo>
                                <a:lnTo>
                                  <a:pt x="817" y="408"/>
                                </a:lnTo>
                                <a:lnTo>
                                  <a:pt x="901" y="408"/>
                                </a:lnTo>
                                <a:lnTo>
                                  <a:pt x="785" y="100"/>
                                </a:lnTo>
                                <a:lnTo>
                                  <a:pt x="698" y="100"/>
                                </a:lnTo>
                                <a:lnTo>
                                  <a:pt x="581" y="408"/>
                                </a:lnTo>
                                <a:lnTo>
                                  <a:pt x="665" y="408"/>
                                </a:lnTo>
                                <a:lnTo>
                                  <a:pt x="686" y="354"/>
                                </a:lnTo>
                                <a:lnTo>
                                  <a:pt x="797" y="354"/>
                                </a:lnTo>
                                <a:close/>
                                <a:moveTo>
                                  <a:pt x="347" y="37"/>
                                </a:moveTo>
                                <a:lnTo>
                                  <a:pt x="430" y="83"/>
                                </a:lnTo>
                                <a:lnTo>
                                  <a:pt x="513" y="37"/>
                                </a:lnTo>
                                <a:lnTo>
                                  <a:pt x="491" y="3"/>
                                </a:lnTo>
                                <a:lnTo>
                                  <a:pt x="430" y="34"/>
                                </a:lnTo>
                                <a:lnTo>
                                  <a:pt x="369" y="3"/>
                                </a:lnTo>
                                <a:lnTo>
                                  <a:pt x="347" y="37"/>
                                </a:lnTo>
                                <a:close/>
                                <a:moveTo>
                                  <a:pt x="407" y="238"/>
                                </a:moveTo>
                                <a:lnTo>
                                  <a:pt x="407" y="161"/>
                                </a:lnTo>
                                <a:lnTo>
                                  <a:pt x="422" y="161"/>
                                </a:lnTo>
                                <a:lnTo>
                                  <a:pt x="432" y="162"/>
                                </a:lnTo>
                                <a:lnTo>
                                  <a:pt x="442" y="164"/>
                                </a:lnTo>
                                <a:lnTo>
                                  <a:pt x="449" y="166"/>
                                </a:lnTo>
                                <a:lnTo>
                                  <a:pt x="455" y="170"/>
                                </a:lnTo>
                                <a:lnTo>
                                  <a:pt x="461" y="176"/>
                                </a:lnTo>
                                <a:lnTo>
                                  <a:pt x="466" y="182"/>
                                </a:lnTo>
                                <a:lnTo>
                                  <a:pt x="469" y="191"/>
                                </a:lnTo>
                                <a:lnTo>
                                  <a:pt x="470" y="200"/>
                                </a:lnTo>
                                <a:lnTo>
                                  <a:pt x="469" y="208"/>
                                </a:lnTo>
                                <a:lnTo>
                                  <a:pt x="466" y="216"/>
                                </a:lnTo>
                                <a:lnTo>
                                  <a:pt x="461" y="223"/>
                                </a:lnTo>
                                <a:lnTo>
                                  <a:pt x="455" y="230"/>
                                </a:lnTo>
                                <a:lnTo>
                                  <a:pt x="449" y="233"/>
                                </a:lnTo>
                                <a:lnTo>
                                  <a:pt x="442" y="236"/>
                                </a:lnTo>
                                <a:lnTo>
                                  <a:pt x="432" y="237"/>
                                </a:lnTo>
                                <a:lnTo>
                                  <a:pt x="422" y="238"/>
                                </a:lnTo>
                                <a:lnTo>
                                  <a:pt x="407" y="238"/>
                                </a:lnTo>
                                <a:close/>
                                <a:moveTo>
                                  <a:pt x="485" y="282"/>
                                </a:moveTo>
                                <a:lnTo>
                                  <a:pt x="498" y="278"/>
                                </a:lnTo>
                                <a:lnTo>
                                  <a:pt x="508" y="275"/>
                                </a:lnTo>
                                <a:lnTo>
                                  <a:pt x="516" y="270"/>
                                </a:lnTo>
                                <a:lnTo>
                                  <a:pt x="525" y="263"/>
                                </a:lnTo>
                                <a:lnTo>
                                  <a:pt x="531" y="257"/>
                                </a:lnTo>
                                <a:lnTo>
                                  <a:pt x="536" y="250"/>
                                </a:lnTo>
                                <a:lnTo>
                                  <a:pt x="541" y="242"/>
                                </a:lnTo>
                                <a:lnTo>
                                  <a:pt x="545" y="233"/>
                                </a:lnTo>
                                <a:lnTo>
                                  <a:pt x="549" y="225"/>
                                </a:lnTo>
                                <a:lnTo>
                                  <a:pt x="551" y="215"/>
                                </a:lnTo>
                                <a:lnTo>
                                  <a:pt x="552" y="205"/>
                                </a:lnTo>
                                <a:lnTo>
                                  <a:pt x="552" y="195"/>
                                </a:lnTo>
                                <a:lnTo>
                                  <a:pt x="552" y="186"/>
                                </a:lnTo>
                                <a:lnTo>
                                  <a:pt x="551" y="176"/>
                                </a:lnTo>
                                <a:lnTo>
                                  <a:pt x="549" y="167"/>
                                </a:lnTo>
                                <a:lnTo>
                                  <a:pt x="546" y="159"/>
                                </a:lnTo>
                                <a:lnTo>
                                  <a:pt x="542" y="150"/>
                                </a:lnTo>
                                <a:lnTo>
                                  <a:pt x="537" y="141"/>
                                </a:lnTo>
                                <a:lnTo>
                                  <a:pt x="532" y="134"/>
                                </a:lnTo>
                                <a:lnTo>
                                  <a:pt x="526" y="128"/>
                                </a:lnTo>
                                <a:lnTo>
                                  <a:pt x="519" y="120"/>
                                </a:lnTo>
                                <a:lnTo>
                                  <a:pt x="511" y="115"/>
                                </a:lnTo>
                                <a:lnTo>
                                  <a:pt x="504" y="110"/>
                                </a:lnTo>
                                <a:lnTo>
                                  <a:pt x="495" y="106"/>
                                </a:lnTo>
                                <a:lnTo>
                                  <a:pt x="485" y="104"/>
                                </a:lnTo>
                                <a:lnTo>
                                  <a:pt x="475" y="101"/>
                                </a:lnTo>
                                <a:lnTo>
                                  <a:pt x="463" y="100"/>
                                </a:lnTo>
                                <a:lnTo>
                                  <a:pt x="450" y="100"/>
                                </a:lnTo>
                                <a:lnTo>
                                  <a:pt x="327" y="100"/>
                                </a:lnTo>
                                <a:lnTo>
                                  <a:pt x="327" y="408"/>
                                </a:lnTo>
                                <a:lnTo>
                                  <a:pt x="407" y="408"/>
                                </a:lnTo>
                                <a:lnTo>
                                  <a:pt x="407" y="289"/>
                                </a:lnTo>
                                <a:lnTo>
                                  <a:pt x="483" y="408"/>
                                </a:lnTo>
                                <a:lnTo>
                                  <a:pt x="582" y="408"/>
                                </a:lnTo>
                                <a:lnTo>
                                  <a:pt x="485" y="282"/>
                                </a:lnTo>
                                <a:close/>
                                <a:moveTo>
                                  <a:pt x="210" y="35"/>
                                </a:moveTo>
                                <a:lnTo>
                                  <a:pt x="171" y="0"/>
                                </a:lnTo>
                                <a:lnTo>
                                  <a:pt x="105" y="56"/>
                                </a:lnTo>
                                <a:lnTo>
                                  <a:pt x="133" y="85"/>
                                </a:lnTo>
                                <a:lnTo>
                                  <a:pt x="210" y="35"/>
                                </a:lnTo>
                                <a:close/>
                                <a:moveTo>
                                  <a:pt x="80" y="100"/>
                                </a:moveTo>
                                <a:lnTo>
                                  <a:pt x="0" y="100"/>
                                </a:lnTo>
                                <a:lnTo>
                                  <a:pt x="0" y="278"/>
                                </a:lnTo>
                                <a:lnTo>
                                  <a:pt x="0" y="293"/>
                                </a:lnTo>
                                <a:lnTo>
                                  <a:pt x="2" y="308"/>
                                </a:lnTo>
                                <a:lnTo>
                                  <a:pt x="3" y="321"/>
                                </a:lnTo>
                                <a:lnTo>
                                  <a:pt x="5" y="333"/>
                                </a:lnTo>
                                <a:lnTo>
                                  <a:pt x="9" y="343"/>
                                </a:lnTo>
                                <a:lnTo>
                                  <a:pt x="13" y="353"/>
                                </a:lnTo>
                                <a:lnTo>
                                  <a:pt x="17" y="362"/>
                                </a:lnTo>
                                <a:lnTo>
                                  <a:pt x="23" y="369"/>
                                </a:lnTo>
                                <a:lnTo>
                                  <a:pt x="32" y="379"/>
                                </a:lnTo>
                                <a:lnTo>
                                  <a:pt x="43" y="389"/>
                                </a:lnTo>
                                <a:lnTo>
                                  <a:pt x="54" y="397"/>
                                </a:lnTo>
                                <a:lnTo>
                                  <a:pt x="68" y="403"/>
                                </a:lnTo>
                                <a:lnTo>
                                  <a:pt x="83" y="409"/>
                                </a:lnTo>
                                <a:lnTo>
                                  <a:pt x="99" y="413"/>
                                </a:lnTo>
                                <a:lnTo>
                                  <a:pt x="115" y="415"/>
                                </a:lnTo>
                                <a:lnTo>
                                  <a:pt x="133" y="415"/>
                                </a:lnTo>
                                <a:lnTo>
                                  <a:pt x="149" y="415"/>
                                </a:lnTo>
                                <a:lnTo>
                                  <a:pt x="165" y="413"/>
                                </a:lnTo>
                                <a:lnTo>
                                  <a:pt x="179" y="409"/>
                                </a:lnTo>
                                <a:lnTo>
                                  <a:pt x="192" y="404"/>
                                </a:lnTo>
                                <a:lnTo>
                                  <a:pt x="206" y="399"/>
                                </a:lnTo>
                                <a:lnTo>
                                  <a:pt x="217" y="392"/>
                                </a:lnTo>
                                <a:lnTo>
                                  <a:pt x="228" y="383"/>
                                </a:lnTo>
                                <a:lnTo>
                                  <a:pt x="238" y="372"/>
                                </a:lnTo>
                                <a:lnTo>
                                  <a:pt x="246" y="363"/>
                                </a:lnTo>
                                <a:lnTo>
                                  <a:pt x="253" y="353"/>
                                </a:lnTo>
                                <a:lnTo>
                                  <a:pt x="258" y="343"/>
                                </a:lnTo>
                                <a:lnTo>
                                  <a:pt x="262" y="333"/>
                                </a:lnTo>
                                <a:lnTo>
                                  <a:pt x="265" y="321"/>
                                </a:lnTo>
                                <a:lnTo>
                                  <a:pt x="267" y="308"/>
                                </a:lnTo>
                                <a:lnTo>
                                  <a:pt x="268" y="293"/>
                                </a:lnTo>
                                <a:lnTo>
                                  <a:pt x="268" y="278"/>
                                </a:lnTo>
                                <a:lnTo>
                                  <a:pt x="268" y="100"/>
                                </a:lnTo>
                                <a:lnTo>
                                  <a:pt x="189" y="100"/>
                                </a:lnTo>
                                <a:lnTo>
                                  <a:pt x="189" y="267"/>
                                </a:lnTo>
                                <a:lnTo>
                                  <a:pt x="189" y="287"/>
                                </a:lnTo>
                                <a:lnTo>
                                  <a:pt x="187" y="301"/>
                                </a:lnTo>
                                <a:lnTo>
                                  <a:pt x="185" y="311"/>
                                </a:lnTo>
                                <a:lnTo>
                                  <a:pt x="181" y="321"/>
                                </a:lnTo>
                                <a:lnTo>
                                  <a:pt x="177" y="326"/>
                                </a:lnTo>
                                <a:lnTo>
                                  <a:pt x="172" y="331"/>
                                </a:lnTo>
                                <a:lnTo>
                                  <a:pt x="167" y="334"/>
                                </a:lnTo>
                                <a:lnTo>
                                  <a:pt x="161" y="338"/>
                                </a:lnTo>
                                <a:lnTo>
                                  <a:pt x="155" y="341"/>
                                </a:lnTo>
                                <a:lnTo>
                                  <a:pt x="149" y="343"/>
                                </a:lnTo>
                                <a:lnTo>
                                  <a:pt x="141" y="344"/>
                                </a:lnTo>
                                <a:lnTo>
                                  <a:pt x="134" y="346"/>
                                </a:lnTo>
                                <a:lnTo>
                                  <a:pt x="126" y="344"/>
                                </a:lnTo>
                                <a:lnTo>
                                  <a:pt x="120" y="343"/>
                                </a:lnTo>
                                <a:lnTo>
                                  <a:pt x="114" y="342"/>
                                </a:lnTo>
                                <a:lnTo>
                                  <a:pt x="108" y="339"/>
                                </a:lnTo>
                                <a:lnTo>
                                  <a:pt x="103" y="336"/>
                                </a:lnTo>
                                <a:lnTo>
                                  <a:pt x="98" y="332"/>
                                </a:lnTo>
                                <a:lnTo>
                                  <a:pt x="93" y="327"/>
                                </a:lnTo>
                                <a:lnTo>
                                  <a:pt x="89" y="322"/>
                                </a:lnTo>
                                <a:lnTo>
                                  <a:pt x="84" y="312"/>
                                </a:lnTo>
                                <a:lnTo>
                                  <a:pt x="81" y="302"/>
                                </a:lnTo>
                                <a:lnTo>
                                  <a:pt x="80" y="288"/>
                                </a:lnTo>
                                <a:lnTo>
                                  <a:pt x="80" y="267"/>
                                </a:lnTo>
                                <a:lnTo>
                                  <a:pt x="80" y="1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1B2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 noChangeAspect="1" noEditPoints="1"/>
                        </wps:cNvSpPr>
                        <wps:spPr bwMode="auto">
                          <a:xfrm>
                            <a:off x="1962" y="1081"/>
                            <a:ext cx="1319" cy="208"/>
                          </a:xfrm>
                          <a:custGeom>
                            <a:avLst/>
                            <a:gdLst>
                              <a:gd name="T0" fmla="*/ 1221 w 2637"/>
                              <a:gd name="T1" fmla="*/ 204 h 416"/>
                              <a:gd name="T2" fmla="*/ 1166 w 2637"/>
                              <a:gd name="T3" fmla="*/ 50 h 416"/>
                              <a:gd name="T4" fmla="*/ 1072 w 2637"/>
                              <a:gd name="T5" fmla="*/ 137 h 416"/>
                              <a:gd name="T6" fmla="*/ 1004 w 2637"/>
                              <a:gd name="T7" fmla="*/ 54 h 416"/>
                              <a:gd name="T8" fmla="*/ 943 w 2637"/>
                              <a:gd name="T9" fmla="*/ 51 h 416"/>
                              <a:gd name="T10" fmla="*/ 900 w 2637"/>
                              <a:gd name="T11" fmla="*/ 82 h 416"/>
                              <a:gd name="T12" fmla="*/ 887 w 2637"/>
                              <a:gd name="T13" fmla="*/ 136 h 416"/>
                              <a:gd name="T14" fmla="*/ 907 w 2637"/>
                              <a:gd name="T15" fmla="*/ 181 h 416"/>
                              <a:gd name="T16" fmla="*/ 959 w 2637"/>
                              <a:gd name="T17" fmla="*/ 208 h 416"/>
                              <a:gd name="T18" fmla="*/ 1000 w 2637"/>
                              <a:gd name="T19" fmla="*/ 157 h 416"/>
                              <a:gd name="T20" fmla="*/ 969 w 2637"/>
                              <a:gd name="T21" fmla="*/ 169 h 416"/>
                              <a:gd name="T22" fmla="*/ 945 w 2637"/>
                              <a:gd name="T23" fmla="*/ 161 h 416"/>
                              <a:gd name="T24" fmla="*/ 929 w 2637"/>
                              <a:gd name="T25" fmla="*/ 137 h 416"/>
                              <a:gd name="T26" fmla="*/ 933 w 2637"/>
                              <a:gd name="T27" fmla="*/ 107 h 416"/>
                              <a:gd name="T28" fmla="*/ 953 w 2637"/>
                              <a:gd name="T29" fmla="*/ 89 h 416"/>
                              <a:gd name="T30" fmla="*/ 984 w 2637"/>
                              <a:gd name="T31" fmla="*/ 88 h 416"/>
                              <a:gd name="T32" fmla="*/ 864 w 2637"/>
                              <a:gd name="T33" fmla="*/ 50 h 416"/>
                              <a:gd name="T34" fmla="*/ 802 w 2637"/>
                              <a:gd name="T35" fmla="*/ 50 h 416"/>
                              <a:gd name="T36" fmla="*/ 680 w 2637"/>
                              <a:gd name="T37" fmla="*/ 59 h 416"/>
                              <a:gd name="T38" fmla="*/ 638 w 2637"/>
                              <a:gd name="T39" fmla="*/ 46 h 416"/>
                              <a:gd name="T40" fmla="*/ 602 w 2637"/>
                              <a:gd name="T41" fmla="*/ 54 h 416"/>
                              <a:gd name="T42" fmla="*/ 581 w 2637"/>
                              <a:gd name="T43" fmla="*/ 82 h 416"/>
                              <a:gd name="T44" fmla="*/ 583 w 2637"/>
                              <a:gd name="T45" fmla="*/ 116 h 416"/>
                              <a:gd name="T46" fmla="*/ 610 w 2637"/>
                              <a:gd name="T47" fmla="*/ 138 h 416"/>
                              <a:gd name="T48" fmla="*/ 644 w 2637"/>
                              <a:gd name="T49" fmla="*/ 153 h 416"/>
                              <a:gd name="T50" fmla="*/ 637 w 2637"/>
                              <a:gd name="T51" fmla="*/ 171 h 416"/>
                              <a:gd name="T52" fmla="*/ 608 w 2637"/>
                              <a:gd name="T53" fmla="*/ 170 h 416"/>
                              <a:gd name="T54" fmla="*/ 586 w 2637"/>
                              <a:gd name="T55" fmla="*/ 198 h 416"/>
                              <a:gd name="T56" fmla="*/ 633 w 2637"/>
                              <a:gd name="T57" fmla="*/ 208 h 416"/>
                              <a:gd name="T58" fmla="*/ 671 w 2637"/>
                              <a:gd name="T59" fmla="*/ 193 h 416"/>
                              <a:gd name="T60" fmla="*/ 687 w 2637"/>
                              <a:gd name="T61" fmla="*/ 160 h 416"/>
                              <a:gd name="T62" fmla="*/ 678 w 2637"/>
                              <a:gd name="T63" fmla="*/ 126 h 416"/>
                              <a:gd name="T64" fmla="*/ 638 w 2637"/>
                              <a:gd name="T65" fmla="*/ 107 h 416"/>
                              <a:gd name="T66" fmla="*/ 621 w 2637"/>
                              <a:gd name="T67" fmla="*/ 93 h 416"/>
                              <a:gd name="T68" fmla="*/ 635 w 2637"/>
                              <a:gd name="T69" fmla="*/ 80 h 416"/>
                              <a:gd name="T70" fmla="*/ 665 w 2637"/>
                              <a:gd name="T71" fmla="*/ 90 h 416"/>
                              <a:gd name="T72" fmla="*/ 452 w 2637"/>
                              <a:gd name="T73" fmla="*/ 84 h 416"/>
                              <a:gd name="T74" fmla="*/ 452 w 2637"/>
                              <a:gd name="T75" fmla="*/ 204 h 416"/>
                              <a:gd name="T76" fmla="*/ 343 w 2637"/>
                              <a:gd name="T77" fmla="*/ 204 h 416"/>
                              <a:gd name="T78" fmla="*/ 333 w 2637"/>
                              <a:gd name="T79" fmla="*/ 177 h 416"/>
                              <a:gd name="T80" fmla="*/ 158 w 2637"/>
                              <a:gd name="T81" fmla="*/ 204 h 416"/>
                              <a:gd name="T82" fmla="*/ 84 w 2637"/>
                              <a:gd name="T83" fmla="*/ 49 h 416"/>
                              <a:gd name="T84" fmla="*/ 42 w 2637"/>
                              <a:gd name="T85" fmla="*/ 48 h 416"/>
                              <a:gd name="T86" fmla="*/ 14 w 2637"/>
                              <a:gd name="T87" fmla="*/ 68 h 416"/>
                              <a:gd name="T88" fmla="*/ 6 w 2637"/>
                              <a:gd name="T89" fmla="*/ 103 h 416"/>
                              <a:gd name="T90" fmla="*/ 19 w 2637"/>
                              <a:gd name="T91" fmla="*/ 128 h 416"/>
                              <a:gd name="T92" fmla="*/ 64 w 2637"/>
                              <a:gd name="T93" fmla="*/ 147 h 416"/>
                              <a:gd name="T94" fmla="*/ 71 w 2637"/>
                              <a:gd name="T95" fmla="*/ 165 h 416"/>
                              <a:gd name="T96" fmla="*/ 48 w 2637"/>
                              <a:gd name="T97" fmla="*/ 174 h 416"/>
                              <a:gd name="T98" fmla="*/ 17 w 2637"/>
                              <a:gd name="T99" fmla="*/ 158 h 416"/>
                              <a:gd name="T100" fmla="*/ 40 w 2637"/>
                              <a:gd name="T101" fmla="*/ 207 h 416"/>
                              <a:gd name="T102" fmla="*/ 84 w 2637"/>
                              <a:gd name="T103" fmla="*/ 202 h 416"/>
                              <a:gd name="T104" fmla="*/ 110 w 2637"/>
                              <a:gd name="T105" fmla="*/ 176 h 416"/>
                              <a:gd name="T106" fmla="*/ 110 w 2637"/>
                              <a:gd name="T107" fmla="*/ 135 h 416"/>
                              <a:gd name="T108" fmla="*/ 93 w 2637"/>
                              <a:gd name="T109" fmla="*/ 117 h 416"/>
                              <a:gd name="T110" fmla="*/ 50 w 2637"/>
                              <a:gd name="T111" fmla="*/ 99 h 416"/>
                              <a:gd name="T112" fmla="*/ 53 w 2637"/>
                              <a:gd name="T113" fmla="*/ 84 h 416"/>
                              <a:gd name="T114" fmla="*/ 76 w 2637"/>
                              <a:gd name="T115" fmla="*/ 81 h 41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2637" h="416">
                                <a:moveTo>
                                  <a:pt x="2561" y="35"/>
                                </a:moveTo>
                                <a:lnTo>
                                  <a:pt x="2524" y="0"/>
                                </a:lnTo>
                                <a:lnTo>
                                  <a:pt x="2458" y="56"/>
                                </a:lnTo>
                                <a:lnTo>
                                  <a:pt x="2485" y="84"/>
                                </a:lnTo>
                                <a:lnTo>
                                  <a:pt x="2561" y="35"/>
                                </a:lnTo>
                                <a:close/>
                                <a:moveTo>
                                  <a:pt x="2442" y="260"/>
                                </a:moveTo>
                                <a:lnTo>
                                  <a:pt x="2442" y="407"/>
                                </a:lnTo>
                                <a:lnTo>
                                  <a:pt x="2521" y="407"/>
                                </a:lnTo>
                                <a:lnTo>
                                  <a:pt x="2521" y="260"/>
                                </a:lnTo>
                                <a:lnTo>
                                  <a:pt x="2637" y="99"/>
                                </a:lnTo>
                                <a:lnTo>
                                  <a:pt x="2540" y="99"/>
                                </a:lnTo>
                                <a:lnTo>
                                  <a:pt x="2484" y="183"/>
                                </a:lnTo>
                                <a:lnTo>
                                  <a:pt x="2427" y="99"/>
                                </a:lnTo>
                                <a:lnTo>
                                  <a:pt x="2331" y="99"/>
                                </a:lnTo>
                                <a:lnTo>
                                  <a:pt x="2442" y="260"/>
                                </a:lnTo>
                                <a:close/>
                                <a:moveTo>
                                  <a:pt x="2143" y="226"/>
                                </a:moveTo>
                                <a:lnTo>
                                  <a:pt x="2143" y="99"/>
                                </a:lnTo>
                                <a:lnTo>
                                  <a:pt x="2063" y="99"/>
                                </a:lnTo>
                                <a:lnTo>
                                  <a:pt x="2063" y="407"/>
                                </a:lnTo>
                                <a:lnTo>
                                  <a:pt x="2143" y="407"/>
                                </a:lnTo>
                                <a:lnTo>
                                  <a:pt x="2143" y="274"/>
                                </a:lnTo>
                                <a:lnTo>
                                  <a:pt x="2247" y="407"/>
                                </a:lnTo>
                                <a:lnTo>
                                  <a:pt x="2351" y="407"/>
                                </a:lnTo>
                                <a:lnTo>
                                  <a:pt x="2217" y="245"/>
                                </a:lnTo>
                                <a:lnTo>
                                  <a:pt x="2340" y="99"/>
                                </a:lnTo>
                                <a:lnTo>
                                  <a:pt x="2240" y="99"/>
                                </a:lnTo>
                                <a:lnTo>
                                  <a:pt x="2143" y="226"/>
                                </a:lnTo>
                                <a:close/>
                                <a:moveTo>
                                  <a:pt x="2008" y="108"/>
                                </a:moveTo>
                                <a:lnTo>
                                  <a:pt x="1987" y="102"/>
                                </a:lnTo>
                                <a:lnTo>
                                  <a:pt x="1969" y="97"/>
                                </a:lnTo>
                                <a:lnTo>
                                  <a:pt x="1952" y="93"/>
                                </a:lnTo>
                                <a:lnTo>
                                  <a:pt x="1936" y="93"/>
                                </a:lnTo>
                                <a:lnTo>
                                  <a:pt x="1918" y="93"/>
                                </a:lnTo>
                                <a:lnTo>
                                  <a:pt x="1902" y="96"/>
                                </a:lnTo>
                                <a:lnTo>
                                  <a:pt x="1886" y="101"/>
                                </a:lnTo>
                                <a:lnTo>
                                  <a:pt x="1871" y="106"/>
                                </a:lnTo>
                                <a:lnTo>
                                  <a:pt x="1857" y="112"/>
                                </a:lnTo>
                                <a:lnTo>
                                  <a:pt x="1844" y="121"/>
                                </a:lnTo>
                                <a:lnTo>
                                  <a:pt x="1831" y="129"/>
                                </a:lnTo>
                                <a:lnTo>
                                  <a:pt x="1820" y="140"/>
                                </a:lnTo>
                                <a:lnTo>
                                  <a:pt x="1809" y="152"/>
                                </a:lnTo>
                                <a:lnTo>
                                  <a:pt x="1800" y="164"/>
                                </a:lnTo>
                                <a:lnTo>
                                  <a:pt x="1791" y="178"/>
                                </a:lnTo>
                                <a:lnTo>
                                  <a:pt x="1785" y="192"/>
                                </a:lnTo>
                                <a:lnTo>
                                  <a:pt x="1780" y="207"/>
                                </a:lnTo>
                                <a:lnTo>
                                  <a:pt x="1775" y="223"/>
                                </a:lnTo>
                                <a:lnTo>
                                  <a:pt x="1773" y="239"/>
                                </a:lnTo>
                                <a:lnTo>
                                  <a:pt x="1773" y="256"/>
                                </a:lnTo>
                                <a:lnTo>
                                  <a:pt x="1773" y="271"/>
                                </a:lnTo>
                                <a:lnTo>
                                  <a:pt x="1775" y="286"/>
                                </a:lnTo>
                                <a:lnTo>
                                  <a:pt x="1778" y="300"/>
                                </a:lnTo>
                                <a:lnTo>
                                  <a:pt x="1783" y="314"/>
                                </a:lnTo>
                                <a:lnTo>
                                  <a:pt x="1789" y="327"/>
                                </a:lnTo>
                                <a:lnTo>
                                  <a:pt x="1795" y="340"/>
                                </a:lnTo>
                                <a:lnTo>
                                  <a:pt x="1804" y="351"/>
                                </a:lnTo>
                                <a:lnTo>
                                  <a:pt x="1813" y="362"/>
                                </a:lnTo>
                                <a:lnTo>
                                  <a:pt x="1825" y="373"/>
                                </a:lnTo>
                                <a:lnTo>
                                  <a:pt x="1839" y="385"/>
                                </a:lnTo>
                                <a:lnTo>
                                  <a:pt x="1854" y="393"/>
                                </a:lnTo>
                                <a:lnTo>
                                  <a:pt x="1869" y="401"/>
                                </a:lnTo>
                                <a:lnTo>
                                  <a:pt x="1885" y="407"/>
                                </a:lnTo>
                                <a:lnTo>
                                  <a:pt x="1902" y="412"/>
                                </a:lnTo>
                                <a:lnTo>
                                  <a:pt x="1918" y="415"/>
                                </a:lnTo>
                                <a:lnTo>
                                  <a:pt x="1936" y="416"/>
                                </a:lnTo>
                                <a:lnTo>
                                  <a:pt x="1951" y="415"/>
                                </a:lnTo>
                                <a:lnTo>
                                  <a:pt x="1966" y="413"/>
                                </a:lnTo>
                                <a:lnTo>
                                  <a:pt x="1983" y="408"/>
                                </a:lnTo>
                                <a:lnTo>
                                  <a:pt x="2008" y="401"/>
                                </a:lnTo>
                                <a:lnTo>
                                  <a:pt x="2008" y="306"/>
                                </a:lnTo>
                                <a:lnTo>
                                  <a:pt x="1999" y="314"/>
                                </a:lnTo>
                                <a:lnTo>
                                  <a:pt x="1992" y="320"/>
                                </a:lnTo>
                                <a:lnTo>
                                  <a:pt x="1983" y="326"/>
                                </a:lnTo>
                                <a:lnTo>
                                  <a:pt x="1976" y="330"/>
                                </a:lnTo>
                                <a:lnTo>
                                  <a:pt x="1967" y="334"/>
                                </a:lnTo>
                                <a:lnTo>
                                  <a:pt x="1957" y="336"/>
                                </a:lnTo>
                                <a:lnTo>
                                  <a:pt x="1948" y="337"/>
                                </a:lnTo>
                                <a:lnTo>
                                  <a:pt x="1938" y="337"/>
                                </a:lnTo>
                                <a:lnTo>
                                  <a:pt x="1931" y="337"/>
                                </a:lnTo>
                                <a:lnTo>
                                  <a:pt x="1923" y="336"/>
                                </a:lnTo>
                                <a:lnTo>
                                  <a:pt x="1916" y="335"/>
                                </a:lnTo>
                                <a:lnTo>
                                  <a:pt x="1908" y="332"/>
                                </a:lnTo>
                                <a:lnTo>
                                  <a:pt x="1902" y="330"/>
                                </a:lnTo>
                                <a:lnTo>
                                  <a:pt x="1896" y="326"/>
                                </a:lnTo>
                                <a:lnTo>
                                  <a:pt x="1889" y="322"/>
                                </a:lnTo>
                                <a:lnTo>
                                  <a:pt x="1884" y="317"/>
                                </a:lnTo>
                                <a:lnTo>
                                  <a:pt x="1876" y="311"/>
                                </a:lnTo>
                                <a:lnTo>
                                  <a:pt x="1871" y="305"/>
                                </a:lnTo>
                                <a:lnTo>
                                  <a:pt x="1866" y="299"/>
                                </a:lnTo>
                                <a:lnTo>
                                  <a:pt x="1862" y="291"/>
                                </a:lnTo>
                                <a:lnTo>
                                  <a:pt x="1860" y="283"/>
                                </a:lnTo>
                                <a:lnTo>
                                  <a:pt x="1857" y="274"/>
                                </a:lnTo>
                                <a:lnTo>
                                  <a:pt x="1856" y="265"/>
                                </a:lnTo>
                                <a:lnTo>
                                  <a:pt x="1856" y="255"/>
                                </a:lnTo>
                                <a:lnTo>
                                  <a:pt x="1856" y="246"/>
                                </a:lnTo>
                                <a:lnTo>
                                  <a:pt x="1857" y="238"/>
                                </a:lnTo>
                                <a:lnTo>
                                  <a:pt x="1860" y="229"/>
                                </a:lnTo>
                                <a:lnTo>
                                  <a:pt x="1862" y="221"/>
                                </a:lnTo>
                                <a:lnTo>
                                  <a:pt x="1865" y="214"/>
                                </a:lnTo>
                                <a:lnTo>
                                  <a:pt x="1870" y="207"/>
                                </a:lnTo>
                                <a:lnTo>
                                  <a:pt x="1874" y="200"/>
                                </a:lnTo>
                                <a:lnTo>
                                  <a:pt x="1879" y="194"/>
                                </a:lnTo>
                                <a:lnTo>
                                  <a:pt x="1885" y="189"/>
                                </a:lnTo>
                                <a:lnTo>
                                  <a:pt x="1891" y="184"/>
                                </a:lnTo>
                                <a:lnTo>
                                  <a:pt x="1898" y="180"/>
                                </a:lnTo>
                                <a:lnTo>
                                  <a:pt x="1905" y="177"/>
                                </a:lnTo>
                                <a:lnTo>
                                  <a:pt x="1913" y="174"/>
                                </a:lnTo>
                                <a:lnTo>
                                  <a:pt x="1921" y="172"/>
                                </a:lnTo>
                                <a:lnTo>
                                  <a:pt x="1930" y="170"/>
                                </a:lnTo>
                                <a:lnTo>
                                  <a:pt x="1938" y="170"/>
                                </a:lnTo>
                                <a:lnTo>
                                  <a:pt x="1948" y="170"/>
                                </a:lnTo>
                                <a:lnTo>
                                  <a:pt x="1958" y="173"/>
                                </a:lnTo>
                                <a:lnTo>
                                  <a:pt x="1967" y="175"/>
                                </a:lnTo>
                                <a:lnTo>
                                  <a:pt x="1977" y="179"/>
                                </a:lnTo>
                                <a:lnTo>
                                  <a:pt x="1984" y="184"/>
                                </a:lnTo>
                                <a:lnTo>
                                  <a:pt x="1993" y="189"/>
                                </a:lnTo>
                                <a:lnTo>
                                  <a:pt x="2001" y="197"/>
                                </a:lnTo>
                                <a:lnTo>
                                  <a:pt x="2008" y="204"/>
                                </a:lnTo>
                                <a:lnTo>
                                  <a:pt x="2008" y="108"/>
                                </a:lnTo>
                                <a:close/>
                                <a:moveTo>
                                  <a:pt x="1727" y="99"/>
                                </a:moveTo>
                                <a:lnTo>
                                  <a:pt x="1647" y="99"/>
                                </a:lnTo>
                                <a:lnTo>
                                  <a:pt x="1647" y="407"/>
                                </a:lnTo>
                                <a:lnTo>
                                  <a:pt x="1727" y="407"/>
                                </a:lnTo>
                                <a:lnTo>
                                  <a:pt x="1727" y="99"/>
                                </a:lnTo>
                                <a:close/>
                                <a:moveTo>
                                  <a:pt x="1538" y="167"/>
                                </a:moveTo>
                                <a:lnTo>
                                  <a:pt x="1604" y="167"/>
                                </a:lnTo>
                                <a:lnTo>
                                  <a:pt x="1604" y="99"/>
                                </a:lnTo>
                                <a:lnTo>
                                  <a:pt x="1394" y="99"/>
                                </a:lnTo>
                                <a:lnTo>
                                  <a:pt x="1394" y="167"/>
                                </a:lnTo>
                                <a:lnTo>
                                  <a:pt x="1459" y="167"/>
                                </a:lnTo>
                                <a:lnTo>
                                  <a:pt x="1459" y="407"/>
                                </a:lnTo>
                                <a:lnTo>
                                  <a:pt x="1538" y="407"/>
                                </a:lnTo>
                                <a:lnTo>
                                  <a:pt x="1538" y="167"/>
                                </a:lnTo>
                                <a:close/>
                                <a:moveTo>
                                  <a:pt x="1360" y="117"/>
                                </a:moveTo>
                                <a:lnTo>
                                  <a:pt x="1349" y="111"/>
                                </a:lnTo>
                                <a:lnTo>
                                  <a:pt x="1337" y="106"/>
                                </a:lnTo>
                                <a:lnTo>
                                  <a:pt x="1324" y="102"/>
                                </a:lnTo>
                                <a:lnTo>
                                  <a:pt x="1313" y="98"/>
                                </a:lnTo>
                                <a:lnTo>
                                  <a:pt x="1300" y="96"/>
                                </a:lnTo>
                                <a:lnTo>
                                  <a:pt x="1288" y="93"/>
                                </a:lnTo>
                                <a:lnTo>
                                  <a:pt x="1276" y="92"/>
                                </a:lnTo>
                                <a:lnTo>
                                  <a:pt x="1263" y="92"/>
                                </a:lnTo>
                                <a:lnTo>
                                  <a:pt x="1252" y="92"/>
                                </a:lnTo>
                                <a:lnTo>
                                  <a:pt x="1241" y="94"/>
                                </a:lnTo>
                                <a:lnTo>
                                  <a:pt x="1231" y="96"/>
                                </a:lnTo>
                                <a:lnTo>
                                  <a:pt x="1221" y="99"/>
                                </a:lnTo>
                                <a:lnTo>
                                  <a:pt x="1211" y="103"/>
                                </a:lnTo>
                                <a:lnTo>
                                  <a:pt x="1203" y="108"/>
                                </a:lnTo>
                                <a:lnTo>
                                  <a:pt x="1195" y="114"/>
                                </a:lnTo>
                                <a:lnTo>
                                  <a:pt x="1187" y="121"/>
                                </a:lnTo>
                                <a:lnTo>
                                  <a:pt x="1181" y="128"/>
                                </a:lnTo>
                                <a:lnTo>
                                  <a:pt x="1175" y="136"/>
                                </a:lnTo>
                                <a:lnTo>
                                  <a:pt x="1170" y="144"/>
                                </a:lnTo>
                                <a:lnTo>
                                  <a:pt x="1166" y="153"/>
                                </a:lnTo>
                                <a:lnTo>
                                  <a:pt x="1162" y="163"/>
                                </a:lnTo>
                                <a:lnTo>
                                  <a:pt x="1161" y="174"/>
                                </a:lnTo>
                                <a:lnTo>
                                  <a:pt x="1158" y="184"/>
                                </a:lnTo>
                                <a:lnTo>
                                  <a:pt x="1158" y="195"/>
                                </a:lnTo>
                                <a:lnTo>
                                  <a:pt x="1158" y="205"/>
                                </a:lnTo>
                                <a:lnTo>
                                  <a:pt x="1160" y="215"/>
                                </a:lnTo>
                                <a:lnTo>
                                  <a:pt x="1162" y="224"/>
                                </a:lnTo>
                                <a:lnTo>
                                  <a:pt x="1165" y="231"/>
                                </a:lnTo>
                                <a:lnTo>
                                  <a:pt x="1168" y="239"/>
                                </a:lnTo>
                                <a:lnTo>
                                  <a:pt x="1172" y="245"/>
                                </a:lnTo>
                                <a:lnTo>
                                  <a:pt x="1177" y="251"/>
                                </a:lnTo>
                                <a:lnTo>
                                  <a:pt x="1183" y="256"/>
                                </a:lnTo>
                                <a:lnTo>
                                  <a:pt x="1192" y="263"/>
                                </a:lnTo>
                                <a:lnTo>
                                  <a:pt x="1203" y="269"/>
                                </a:lnTo>
                                <a:lnTo>
                                  <a:pt x="1219" y="275"/>
                                </a:lnTo>
                                <a:lnTo>
                                  <a:pt x="1242" y="281"/>
                                </a:lnTo>
                                <a:lnTo>
                                  <a:pt x="1254" y="286"/>
                                </a:lnTo>
                                <a:lnTo>
                                  <a:pt x="1264" y="290"/>
                                </a:lnTo>
                                <a:lnTo>
                                  <a:pt x="1273" y="294"/>
                                </a:lnTo>
                                <a:lnTo>
                                  <a:pt x="1279" y="297"/>
                                </a:lnTo>
                                <a:lnTo>
                                  <a:pt x="1284" y="301"/>
                                </a:lnTo>
                                <a:lnTo>
                                  <a:pt x="1287" y="306"/>
                                </a:lnTo>
                                <a:lnTo>
                                  <a:pt x="1289" y="311"/>
                                </a:lnTo>
                                <a:lnTo>
                                  <a:pt x="1289" y="317"/>
                                </a:lnTo>
                                <a:lnTo>
                                  <a:pt x="1289" y="324"/>
                                </a:lnTo>
                                <a:lnTo>
                                  <a:pt x="1287" y="330"/>
                                </a:lnTo>
                                <a:lnTo>
                                  <a:pt x="1283" y="335"/>
                                </a:lnTo>
                                <a:lnTo>
                                  <a:pt x="1279" y="339"/>
                                </a:lnTo>
                                <a:lnTo>
                                  <a:pt x="1273" y="342"/>
                                </a:lnTo>
                                <a:lnTo>
                                  <a:pt x="1267" y="345"/>
                                </a:lnTo>
                                <a:lnTo>
                                  <a:pt x="1259" y="346"/>
                                </a:lnTo>
                                <a:lnTo>
                                  <a:pt x="1251" y="347"/>
                                </a:lnTo>
                                <a:lnTo>
                                  <a:pt x="1242" y="347"/>
                                </a:lnTo>
                                <a:lnTo>
                                  <a:pt x="1233" y="345"/>
                                </a:lnTo>
                                <a:lnTo>
                                  <a:pt x="1224" y="344"/>
                                </a:lnTo>
                                <a:lnTo>
                                  <a:pt x="1216" y="340"/>
                                </a:lnTo>
                                <a:lnTo>
                                  <a:pt x="1207" y="335"/>
                                </a:lnTo>
                                <a:lnTo>
                                  <a:pt x="1198" y="330"/>
                                </a:lnTo>
                                <a:lnTo>
                                  <a:pt x="1190" y="324"/>
                                </a:lnTo>
                                <a:lnTo>
                                  <a:pt x="1180" y="316"/>
                                </a:lnTo>
                                <a:lnTo>
                                  <a:pt x="1146" y="381"/>
                                </a:lnTo>
                                <a:lnTo>
                                  <a:pt x="1158" y="388"/>
                                </a:lnTo>
                                <a:lnTo>
                                  <a:pt x="1171" y="396"/>
                                </a:lnTo>
                                <a:lnTo>
                                  <a:pt x="1185" y="401"/>
                                </a:lnTo>
                                <a:lnTo>
                                  <a:pt x="1198" y="406"/>
                                </a:lnTo>
                                <a:lnTo>
                                  <a:pt x="1212" y="410"/>
                                </a:lnTo>
                                <a:lnTo>
                                  <a:pt x="1226" y="413"/>
                                </a:lnTo>
                                <a:lnTo>
                                  <a:pt x="1239" y="415"/>
                                </a:lnTo>
                                <a:lnTo>
                                  <a:pt x="1253" y="415"/>
                                </a:lnTo>
                                <a:lnTo>
                                  <a:pt x="1266" y="415"/>
                                </a:lnTo>
                                <a:lnTo>
                                  <a:pt x="1278" y="413"/>
                                </a:lnTo>
                                <a:lnTo>
                                  <a:pt x="1290" y="411"/>
                                </a:lnTo>
                                <a:lnTo>
                                  <a:pt x="1302" y="407"/>
                                </a:lnTo>
                                <a:lnTo>
                                  <a:pt x="1313" y="403"/>
                                </a:lnTo>
                                <a:lnTo>
                                  <a:pt x="1323" y="398"/>
                                </a:lnTo>
                                <a:lnTo>
                                  <a:pt x="1333" y="392"/>
                                </a:lnTo>
                                <a:lnTo>
                                  <a:pt x="1342" y="386"/>
                                </a:lnTo>
                                <a:lnTo>
                                  <a:pt x="1349" y="378"/>
                                </a:lnTo>
                                <a:lnTo>
                                  <a:pt x="1355" y="371"/>
                                </a:lnTo>
                                <a:lnTo>
                                  <a:pt x="1360" y="362"/>
                                </a:lnTo>
                                <a:lnTo>
                                  <a:pt x="1365" y="352"/>
                                </a:lnTo>
                                <a:lnTo>
                                  <a:pt x="1369" y="342"/>
                                </a:lnTo>
                                <a:lnTo>
                                  <a:pt x="1371" y="331"/>
                                </a:lnTo>
                                <a:lnTo>
                                  <a:pt x="1373" y="319"/>
                                </a:lnTo>
                                <a:lnTo>
                                  <a:pt x="1373" y="306"/>
                                </a:lnTo>
                                <a:lnTo>
                                  <a:pt x="1371" y="290"/>
                                </a:lnTo>
                                <a:lnTo>
                                  <a:pt x="1369" y="275"/>
                                </a:lnTo>
                                <a:lnTo>
                                  <a:pt x="1366" y="269"/>
                                </a:lnTo>
                                <a:lnTo>
                                  <a:pt x="1363" y="263"/>
                                </a:lnTo>
                                <a:lnTo>
                                  <a:pt x="1359" y="258"/>
                                </a:lnTo>
                                <a:lnTo>
                                  <a:pt x="1355" y="251"/>
                                </a:lnTo>
                                <a:lnTo>
                                  <a:pt x="1350" y="246"/>
                                </a:lnTo>
                                <a:lnTo>
                                  <a:pt x="1345" y="241"/>
                                </a:lnTo>
                                <a:lnTo>
                                  <a:pt x="1339" y="238"/>
                                </a:lnTo>
                                <a:lnTo>
                                  <a:pt x="1332" y="234"/>
                                </a:lnTo>
                                <a:lnTo>
                                  <a:pt x="1315" y="226"/>
                                </a:lnTo>
                                <a:lnTo>
                                  <a:pt x="1298" y="220"/>
                                </a:lnTo>
                                <a:lnTo>
                                  <a:pt x="1276" y="213"/>
                                </a:lnTo>
                                <a:lnTo>
                                  <a:pt x="1263" y="209"/>
                                </a:lnTo>
                                <a:lnTo>
                                  <a:pt x="1256" y="205"/>
                                </a:lnTo>
                                <a:lnTo>
                                  <a:pt x="1249" y="200"/>
                                </a:lnTo>
                                <a:lnTo>
                                  <a:pt x="1247" y="198"/>
                                </a:lnTo>
                                <a:lnTo>
                                  <a:pt x="1244" y="194"/>
                                </a:lnTo>
                                <a:lnTo>
                                  <a:pt x="1242" y="189"/>
                                </a:lnTo>
                                <a:lnTo>
                                  <a:pt x="1242" y="185"/>
                                </a:lnTo>
                                <a:lnTo>
                                  <a:pt x="1243" y="179"/>
                                </a:lnTo>
                                <a:lnTo>
                                  <a:pt x="1244" y="174"/>
                                </a:lnTo>
                                <a:lnTo>
                                  <a:pt x="1248" y="170"/>
                                </a:lnTo>
                                <a:lnTo>
                                  <a:pt x="1252" y="167"/>
                                </a:lnTo>
                                <a:lnTo>
                                  <a:pt x="1257" y="163"/>
                                </a:lnTo>
                                <a:lnTo>
                                  <a:pt x="1263" y="160"/>
                                </a:lnTo>
                                <a:lnTo>
                                  <a:pt x="1269" y="159"/>
                                </a:lnTo>
                                <a:lnTo>
                                  <a:pt x="1277" y="158"/>
                                </a:lnTo>
                                <a:lnTo>
                                  <a:pt x="1283" y="159"/>
                                </a:lnTo>
                                <a:lnTo>
                                  <a:pt x="1289" y="159"/>
                                </a:lnTo>
                                <a:lnTo>
                                  <a:pt x="1297" y="162"/>
                                </a:lnTo>
                                <a:lnTo>
                                  <a:pt x="1303" y="163"/>
                                </a:lnTo>
                                <a:lnTo>
                                  <a:pt x="1315" y="170"/>
                                </a:lnTo>
                                <a:lnTo>
                                  <a:pt x="1329" y="179"/>
                                </a:lnTo>
                                <a:lnTo>
                                  <a:pt x="1360" y="117"/>
                                </a:lnTo>
                                <a:close/>
                                <a:moveTo>
                                  <a:pt x="1091" y="99"/>
                                </a:moveTo>
                                <a:lnTo>
                                  <a:pt x="1011" y="99"/>
                                </a:lnTo>
                                <a:lnTo>
                                  <a:pt x="1011" y="407"/>
                                </a:lnTo>
                                <a:lnTo>
                                  <a:pt x="1091" y="407"/>
                                </a:lnTo>
                                <a:lnTo>
                                  <a:pt x="1091" y="99"/>
                                </a:lnTo>
                                <a:close/>
                                <a:moveTo>
                                  <a:pt x="904" y="167"/>
                                </a:moveTo>
                                <a:lnTo>
                                  <a:pt x="970" y="167"/>
                                </a:lnTo>
                                <a:lnTo>
                                  <a:pt x="970" y="99"/>
                                </a:lnTo>
                                <a:lnTo>
                                  <a:pt x="758" y="99"/>
                                </a:lnTo>
                                <a:lnTo>
                                  <a:pt x="758" y="167"/>
                                </a:lnTo>
                                <a:lnTo>
                                  <a:pt x="825" y="167"/>
                                </a:lnTo>
                                <a:lnTo>
                                  <a:pt x="825" y="407"/>
                                </a:lnTo>
                                <a:lnTo>
                                  <a:pt x="904" y="407"/>
                                </a:lnTo>
                                <a:lnTo>
                                  <a:pt x="904" y="167"/>
                                </a:lnTo>
                                <a:close/>
                                <a:moveTo>
                                  <a:pt x="644" y="292"/>
                                </a:moveTo>
                                <a:lnTo>
                                  <a:pt x="578" y="292"/>
                                </a:lnTo>
                                <a:lnTo>
                                  <a:pt x="611" y="194"/>
                                </a:lnTo>
                                <a:lnTo>
                                  <a:pt x="644" y="292"/>
                                </a:lnTo>
                                <a:close/>
                                <a:moveTo>
                                  <a:pt x="666" y="354"/>
                                </a:moveTo>
                                <a:lnTo>
                                  <a:pt x="686" y="407"/>
                                </a:lnTo>
                                <a:lnTo>
                                  <a:pt x="771" y="407"/>
                                </a:lnTo>
                                <a:lnTo>
                                  <a:pt x="655" y="99"/>
                                </a:lnTo>
                                <a:lnTo>
                                  <a:pt x="568" y="99"/>
                                </a:lnTo>
                                <a:lnTo>
                                  <a:pt x="450" y="407"/>
                                </a:lnTo>
                                <a:lnTo>
                                  <a:pt x="534" y="407"/>
                                </a:lnTo>
                                <a:lnTo>
                                  <a:pt x="555" y="354"/>
                                </a:lnTo>
                                <a:lnTo>
                                  <a:pt x="666" y="354"/>
                                </a:lnTo>
                                <a:close/>
                                <a:moveTo>
                                  <a:pt x="395" y="167"/>
                                </a:moveTo>
                                <a:lnTo>
                                  <a:pt x="461" y="167"/>
                                </a:lnTo>
                                <a:lnTo>
                                  <a:pt x="461" y="99"/>
                                </a:lnTo>
                                <a:lnTo>
                                  <a:pt x="249" y="99"/>
                                </a:lnTo>
                                <a:lnTo>
                                  <a:pt x="249" y="167"/>
                                </a:lnTo>
                                <a:lnTo>
                                  <a:pt x="315" y="167"/>
                                </a:lnTo>
                                <a:lnTo>
                                  <a:pt x="315" y="407"/>
                                </a:lnTo>
                                <a:lnTo>
                                  <a:pt x="395" y="407"/>
                                </a:lnTo>
                                <a:lnTo>
                                  <a:pt x="395" y="167"/>
                                </a:lnTo>
                                <a:close/>
                                <a:moveTo>
                                  <a:pt x="214" y="117"/>
                                </a:moveTo>
                                <a:lnTo>
                                  <a:pt x="203" y="111"/>
                                </a:lnTo>
                                <a:lnTo>
                                  <a:pt x="190" y="106"/>
                                </a:lnTo>
                                <a:lnTo>
                                  <a:pt x="178" y="102"/>
                                </a:lnTo>
                                <a:lnTo>
                                  <a:pt x="167" y="98"/>
                                </a:lnTo>
                                <a:lnTo>
                                  <a:pt x="154" y="96"/>
                                </a:lnTo>
                                <a:lnTo>
                                  <a:pt x="142" y="93"/>
                                </a:lnTo>
                                <a:lnTo>
                                  <a:pt x="129" y="92"/>
                                </a:lnTo>
                                <a:lnTo>
                                  <a:pt x="117" y="92"/>
                                </a:lnTo>
                                <a:lnTo>
                                  <a:pt x="106" y="92"/>
                                </a:lnTo>
                                <a:lnTo>
                                  <a:pt x="94" y="94"/>
                                </a:lnTo>
                                <a:lnTo>
                                  <a:pt x="84" y="96"/>
                                </a:lnTo>
                                <a:lnTo>
                                  <a:pt x="75" y="99"/>
                                </a:lnTo>
                                <a:lnTo>
                                  <a:pt x="65" y="103"/>
                                </a:lnTo>
                                <a:lnTo>
                                  <a:pt x="56" y="108"/>
                                </a:lnTo>
                                <a:lnTo>
                                  <a:pt x="48" y="114"/>
                                </a:lnTo>
                                <a:lnTo>
                                  <a:pt x="41" y="121"/>
                                </a:lnTo>
                                <a:lnTo>
                                  <a:pt x="35" y="128"/>
                                </a:lnTo>
                                <a:lnTo>
                                  <a:pt x="28" y="136"/>
                                </a:lnTo>
                                <a:lnTo>
                                  <a:pt x="23" y="144"/>
                                </a:lnTo>
                                <a:lnTo>
                                  <a:pt x="20" y="153"/>
                                </a:lnTo>
                                <a:lnTo>
                                  <a:pt x="16" y="163"/>
                                </a:lnTo>
                                <a:lnTo>
                                  <a:pt x="15" y="174"/>
                                </a:lnTo>
                                <a:lnTo>
                                  <a:pt x="12" y="184"/>
                                </a:lnTo>
                                <a:lnTo>
                                  <a:pt x="12" y="195"/>
                                </a:lnTo>
                                <a:lnTo>
                                  <a:pt x="12" y="205"/>
                                </a:lnTo>
                                <a:lnTo>
                                  <a:pt x="13" y="215"/>
                                </a:lnTo>
                                <a:lnTo>
                                  <a:pt x="16" y="224"/>
                                </a:lnTo>
                                <a:lnTo>
                                  <a:pt x="18" y="231"/>
                                </a:lnTo>
                                <a:lnTo>
                                  <a:pt x="22" y="239"/>
                                </a:lnTo>
                                <a:lnTo>
                                  <a:pt x="26" y="245"/>
                                </a:lnTo>
                                <a:lnTo>
                                  <a:pt x="31" y="251"/>
                                </a:lnTo>
                                <a:lnTo>
                                  <a:pt x="37" y="256"/>
                                </a:lnTo>
                                <a:lnTo>
                                  <a:pt x="46" y="263"/>
                                </a:lnTo>
                                <a:lnTo>
                                  <a:pt x="57" y="269"/>
                                </a:lnTo>
                                <a:lnTo>
                                  <a:pt x="73" y="275"/>
                                </a:lnTo>
                                <a:lnTo>
                                  <a:pt x="96" y="281"/>
                                </a:lnTo>
                                <a:lnTo>
                                  <a:pt x="108" y="286"/>
                                </a:lnTo>
                                <a:lnTo>
                                  <a:pt x="118" y="290"/>
                                </a:lnTo>
                                <a:lnTo>
                                  <a:pt x="127" y="294"/>
                                </a:lnTo>
                                <a:lnTo>
                                  <a:pt x="133" y="297"/>
                                </a:lnTo>
                                <a:lnTo>
                                  <a:pt x="138" y="301"/>
                                </a:lnTo>
                                <a:lnTo>
                                  <a:pt x="141" y="306"/>
                                </a:lnTo>
                                <a:lnTo>
                                  <a:pt x="143" y="311"/>
                                </a:lnTo>
                                <a:lnTo>
                                  <a:pt x="143" y="317"/>
                                </a:lnTo>
                                <a:lnTo>
                                  <a:pt x="143" y="324"/>
                                </a:lnTo>
                                <a:lnTo>
                                  <a:pt x="141" y="330"/>
                                </a:lnTo>
                                <a:lnTo>
                                  <a:pt x="137" y="335"/>
                                </a:lnTo>
                                <a:lnTo>
                                  <a:pt x="133" y="339"/>
                                </a:lnTo>
                                <a:lnTo>
                                  <a:pt x="127" y="342"/>
                                </a:lnTo>
                                <a:lnTo>
                                  <a:pt x="121" y="345"/>
                                </a:lnTo>
                                <a:lnTo>
                                  <a:pt x="113" y="346"/>
                                </a:lnTo>
                                <a:lnTo>
                                  <a:pt x="104" y="347"/>
                                </a:lnTo>
                                <a:lnTo>
                                  <a:pt x="96" y="347"/>
                                </a:lnTo>
                                <a:lnTo>
                                  <a:pt x="87" y="345"/>
                                </a:lnTo>
                                <a:lnTo>
                                  <a:pt x="78" y="344"/>
                                </a:lnTo>
                                <a:lnTo>
                                  <a:pt x="70" y="340"/>
                                </a:lnTo>
                                <a:lnTo>
                                  <a:pt x="61" y="335"/>
                                </a:lnTo>
                                <a:lnTo>
                                  <a:pt x="52" y="330"/>
                                </a:lnTo>
                                <a:lnTo>
                                  <a:pt x="43" y="324"/>
                                </a:lnTo>
                                <a:lnTo>
                                  <a:pt x="33" y="316"/>
                                </a:lnTo>
                                <a:lnTo>
                                  <a:pt x="0" y="381"/>
                                </a:lnTo>
                                <a:lnTo>
                                  <a:pt x="12" y="388"/>
                                </a:lnTo>
                                <a:lnTo>
                                  <a:pt x="25" y="396"/>
                                </a:lnTo>
                                <a:lnTo>
                                  <a:pt x="38" y="401"/>
                                </a:lnTo>
                                <a:lnTo>
                                  <a:pt x="52" y="406"/>
                                </a:lnTo>
                                <a:lnTo>
                                  <a:pt x="66" y="410"/>
                                </a:lnTo>
                                <a:lnTo>
                                  <a:pt x="79" y="413"/>
                                </a:lnTo>
                                <a:lnTo>
                                  <a:pt x="93" y="415"/>
                                </a:lnTo>
                                <a:lnTo>
                                  <a:pt x="107" y="415"/>
                                </a:lnTo>
                                <a:lnTo>
                                  <a:pt x="119" y="415"/>
                                </a:lnTo>
                                <a:lnTo>
                                  <a:pt x="132" y="413"/>
                                </a:lnTo>
                                <a:lnTo>
                                  <a:pt x="144" y="411"/>
                                </a:lnTo>
                                <a:lnTo>
                                  <a:pt x="155" y="407"/>
                                </a:lnTo>
                                <a:lnTo>
                                  <a:pt x="167" y="403"/>
                                </a:lnTo>
                                <a:lnTo>
                                  <a:pt x="177" y="398"/>
                                </a:lnTo>
                                <a:lnTo>
                                  <a:pt x="187" y="392"/>
                                </a:lnTo>
                                <a:lnTo>
                                  <a:pt x="195" y="386"/>
                                </a:lnTo>
                                <a:lnTo>
                                  <a:pt x="203" y="378"/>
                                </a:lnTo>
                                <a:lnTo>
                                  <a:pt x="209" y="371"/>
                                </a:lnTo>
                                <a:lnTo>
                                  <a:pt x="214" y="362"/>
                                </a:lnTo>
                                <a:lnTo>
                                  <a:pt x="219" y="352"/>
                                </a:lnTo>
                                <a:lnTo>
                                  <a:pt x="223" y="342"/>
                                </a:lnTo>
                                <a:lnTo>
                                  <a:pt x="225" y="331"/>
                                </a:lnTo>
                                <a:lnTo>
                                  <a:pt x="227" y="319"/>
                                </a:lnTo>
                                <a:lnTo>
                                  <a:pt x="227" y="306"/>
                                </a:lnTo>
                                <a:lnTo>
                                  <a:pt x="225" y="290"/>
                                </a:lnTo>
                                <a:lnTo>
                                  <a:pt x="223" y="275"/>
                                </a:lnTo>
                                <a:lnTo>
                                  <a:pt x="220" y="269"/>
                                </a:lnTo>
                                <a:lnTo>
                                  <a:pt x="217" y="263"/>
                                </a:lnTo>
                                <a:lnTo>
                                  <a:pt x="213" y="258"/>
                                </a:lnTo>
                                <a:lnTo>
                                  <a:pt x="209" y="251"/>
                                </a:lnTo>
                                <a:lnTo>
                                  <a:pt x="204" y="246"/>
                                </a:lnTo>
                                <a:lnTo>
                                  <a:pt x="199" y="241"/>
                                </a:lnTo>
                                <a:lnTo>
                                  <a:pt x="193" y="238"/>
                                </a:lnTo>
                                <a:lnTo>
                                  <a:pt x="185" y="234"/>
                                </a:lnTo>
                                <a:lnTo>
                                  <a:pt x="169" y="226"/>
                                </a:lnTo>
                                <a:lnTo>
                                  <a:pt x="151" y="220"/>
                                </a:lnTo>
                                <a:lnTo>
                                  <a:pt x="129" y="213"/>
                                </a:lnTo>
                                <a:lnTo>
                                  <a:pt x="117" y="209"/>
                                </a:lnTo>
                                <a:lnTo>
                                  <a:pt x="109" y="205"/>
                                </a:lnTo>
                                <a:lnTo>
                                  <a:pt x="103" y="200"/>
                                </a:lnTo>
                                <a:lnTo>
                                  <a:pt x="99" y="198"/>
                                </a:lnTo>
                                <a:lnTo>
                                  <a:pt x="98" y="194"/>
                                </a:lnTo>
                                <a:lnTo>
                                  <a:pt x="96" y="189"/>
                                </a:lnTo>
                                <a:lnTo>
                                  <a:pt x="96" y="185"/>
                                </a:lnTo>
                                <a:lnTo>
                                  <a:pt x="97" y="179"/>
                                </a:lnTo>
                                <a:lnTo>
                                  <a:pt x="98" y="174"/>
                                </a:lnTo>
                                <a:lnTo>
                                  <a:pt x="102" y="170"/>
                                </a:lnTo>
                                <a:lnTo>
                                  <a:pt x="106" y="167"/>
                                </a:lnTo>
                                <a:lnTo>
                                  <a:pt x="111" y="163"/>
                                </a:lnTo>
                                <a:lnTo>
                                  <a:pt x="117" y="160"/>
                                </a:lnTo>
                                <a:lnTo>
                                  <a:pt x="123" y="159"/>
                                </a:lnTo>
                                <a:lnTo>
                                  <a:pt x="129" y="158"/>
                                </a:lnTo>
                                <a:lnTo>
                                  <a:pt x="137" y="159"/>
                                </a:lnTo>
                                <a:lnTo>
                                  <a:pt x="143" y="159"/>
                                </a:lnTo>
                                <a:lnTo>
                                  <a:pt x="151" y="162"/>
                                </a:lnTo>
                                <a:lnTo>
                                  <a:pt x="157" y="163"/>
                                </a:lnTo>
                                <a:lnTo>
                                  <a:pt x="169" y="170"/>
                                </a:lnTo>
                                <a:lnTo>
                                  <a:pt x="183" y="179"/>
                                </a:lnTo>
                                <a:lnTo>
                                  <a:pt x="214" y="1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1B2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 noChangeAspect="1" noEditPoints="1"/>
                        </wps:cNvSpPr>
                        <wps:spPr bwMode="auto">
                          <a:xfrm>
                            <a:off x="1962" y="851"/>
                            <a:ext cx="679" cy="208"/>
                          </a:xfrm>
                          <a:custGeom>
                            <a:avLst/>
                            <a:gdLst>
                              <a:gd name="T0" fmla="*/ 641 w 1358"/>
                              <a:gd name="T1" fmla="*/ 18 h 416"/>
                              <a:gd name="T2" fmla="*/ 679 w 1358"/>
                              <a:gd name="T3" fmla="*/ 50 h 416"/>
                              <a:gd name="T4" fmla="*/ 581 w 1358"/>
                              <a:gd name="T5" fmla="*/ 130 h 416"/>
                              <a:gd name="T6" fmla="*/ 432 w 1358"/>
                              <a:gd name="T7" fmla="*/ 204 h 416"/>
                              <a:gd name="T8" fmla="*/ 530 w 1358"/>
                              <a:gd name="T9" fmla="*/ 50 h 416"/>
                              <a:gd name="T10" fmla="*/ 349 w 1358"/>
                              <a:gd name="T11" fmla="*/ 54 h 416"/>
                              <a:gd name="T12" fmla="*/ 318 w 1358"/>
                              <a:gd name="T13" fmla="*/ 46 h 416"/>
                              <a:gd name="T14" fmla="*/ 290 w 1358"/>
                              <a:gd name="T15" fmla="*/ 50 h 416"/>
                              <a:gd name="T16" fmla="*/ 271 w 1358"/>
                              <a:gd name="T17" fmla="*/ 64 h 416"/>
                              <a:gd name="T18" fmla="*/ 261 w 1358"/>
                              <a:gd name="T19" fmla="*/ 87 h 416"/>
                              <a:gd name="T20" fmla="*/ 261 w 1358"/>
                              <a:gd name="T21" fmla="*/ 112 h 416"/>
                              <a:gd name="T22" fmla="*/ 272 w 1358"/>
                              <a:gd name="T23" fmla="*/ 129 h 416"/>
                              <a:gd name="T24" fmla="*/ 307 w 1358"/>
                              <a:gd name="T25" fmla="*/ 144 h 416"/>
                              <a:gd name="T26" fmla="*/ 324 w 1358"/>
                              <a:gd name="T27" fmla="*/ 153 h 416"/>
                              <a:gd name="T28" fmla="*/ 322 w 1358"/>
                              <a:gd name="T29" fmla="*/ 168 h 416"/>
                              <a:gd name="T30" fmla="*/ 306 w 1358"/>
                              <a:gd name="T31" fmla="*/ 174 h 416"/>
                              <a:gd name="T32" fmla="*/ 284 w 1358"/>
                              <a:gd name="T33" fmla="*/ 168 h 416"/>
                              <a:gd name="T34" fmla="*/ 260 w 1358"/>
                              <a:gd name="T35" fmla="*/ 195 h 416"/>
                              <a:gd name="T36" fmla="*/ 293 w 1358"/>
                              <a:gd name="T37" fmla="*/ 207 h 416"/>
                              <a:gd name="T38" fmla="*/ 326 w 1358"/>
                              <a:gd name="T39" fmla="*/ 206 h 416"/>
                              <a:gd name="T40" fmla="*/ 351 w 1358"/>
                              <a:gd name="T41" fmla="*/ 193 h 416"/>
                              <a:gd name="T42" fmla="*/ 365 w 1358"/>
                              <a:gd name="T43" fmla="*/ 172 h 416"/>
                              <a:gd name="T44" fmla="*/ 365 w 1358"/>
                              <a:gd name="T45" fmla="*/ 138 h 416"/>
                              <a:gd name="T46" fmla="*/ 356 w 1358"/>
                              <a:gd name="T47" fmla="*/ 124 h 416"/>
                              <a:gd name="T48" fmla="*/ 329 w 1358"/>
                              <a:gd name="T49" fmla="*/ 111 h 416"/>
                              <a:gd name="T50" fmla="*/ 304 w 1358"/>
                              <a:gd name="T51" fmla="*/ 99 h 416"/>
                              <a:gd name="T52" fmla="*/ 303 w 1358"/>
                              <a:gd name="T53" fmla="*/ 87 h 416"/>
                              <a:gd name="T54" fmla="*/ 315 w 1358"/>
                              <a:gd name="T55" fmla="*/ 80 h 416"/>
                              <a:gd name="T56" fmla="*/ 332 w 1358"/>
                              <a:gd name="T57" fmla="*/ 82 h 416"/>
                              <a:gd name="T58" fmla="*/ 232 w 1358"/>
                              <a:gd name="T59" fmla="*/ 50 h 416"/>
                              <a:gd name="T60" fmla="*/ 185 w 1358"/>
                              <a:gd name="T61" fmla="*/ 170 h 416"/>
                              <a:gd name="T62" fmla="*/ 185 w 1358"/>
                              <a:gd name="T63" fmla="*/ 84 h 416"/>
                              <a:gd name="T64" fmla="*/ 105 w 1358"/>
                              <a:gd name="T65" fmla="*/ 1 h 416"/>
                              <a:gd name="T66" fmla="*/ 108 w 1358"/>
                              <a:gd name="T67" fmla="*/ 51 h 416"/>
                              <a:gd name="T68" fmla="*/ 65 w 1358"/>
                              <a:gd name="T69" fmla="*/ 48 h 416"/>
                              <a:gd name="T70" fmla="*/ 29 w 1358"/>
                              <a:gd name="T71" fmla="*/ 65 h 416"/>
                              <a:gd name="T72" fmla="*/ 6 w 1358"/>
                              <a:gd name="T73" fmla="*/ 96 h 416"/>
                              <a:gd name="T74" fmla="*/ 0 w 1358"/>
                              <a:gd name="T75" fmla="*/ 136 h 416"/>
                              <a:gd name="T76" fmla="*/ 11 w 1358"/>
                              <a:gd name="T77" fmla="*/ 170 h 416"/>
                              <a:gd name="T78" fmla="*/ 41 w 1358"/>
                              <a:gd name="T79" fmla="*/ 197 h 416"/>
                              <a:gd name="T80" fmla="*/ 82 w 1358"/>
                              <a:gd name="T81" fmla="*/ 208 h 416"/>
                              <a:gd name="T82" fmla="*/ 118 w 1358"/>
                              <a:gd name="T83" fmla="*/ 153 h 416"/>
                              <a:gd name="T84" fmla="*/ 97 w 1358"/>
                              <a:gd name="T85" fmla="*/ 167 h 416"/>
                              <a:gd name="T86" fmla="*/ 76 w 1358"/>
                              <a:gd name="T87" fmla="*/ 168 h 416"/>
                              <a:gd name="T88" fmla="*/ 59 w 1358"/>
                              <a:gd name="T89" fmla="*/ 162 h 416"/>
                              <a:gd name="T90" fmla="*/ 45 w 1358"/>
                              <a:gd name="T91" fmla="*/ 146 h 416"/>
                              <a:gd name="T92" fmla="*/ 42 w 1358"/>
                              <a:gd name="T93" fmla="*/ 124 h 416"/>
                              <a:gd name="T94" fmla="*/ 49 w 1358"/>
                              <a:gd name="T95" fmla="*/ 104 h 416"/>
                              <a:gd name="T96" fmla="*/ 63 w 1358"/>
                              <a:gd name="T97" fmla="*/ 91 h 416"/>
                              <a:gd name="T98" fmla="*/ 83 w 1358"/>
                              <a:gd name="T99" fmla="*/ 86 h 416"/>
                              <a:gd name="T100" fmla="*/ 107 w 1358"/>
                              <a:gd name="T101" fmla="*/ 92 h 41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</a:gdLst>
                            <a:ahLst/>
                            <a:cxnLst>
                              <a:cxn ang="T102">
                                <a:pos x="T0" y="T1"/>
                              </a:cxn>
                              <a:cxn ang="T103">
                                <a:pos x="T2" y="T3"/>
                              </a:cxn>
                              <a:cxn ang="T104">
                                <a:pos x="T4" y="T5"/>
                              </a:cxn>
                              <a:cxn ang="T105">
                                <a:pos x="T6" y="T7"/>
                              </a:cxn>
                              <a:cxn ang="T106">
                                <a:pos x="T8" y="T9"/>
                              </a:cxn>
                              <a:cxn ang="T107">
                                <a:pos x="T10" y="T11"/>
                              </a:cxn>
                              <a:cxn ang="T108">
                                <a:pos x="T12" y="T13"/>
                              </a:cxn>
                              <a:cxn ang="T109">
                                <a:pos x="T14" y="T15"/>
                              </a:cxn>
                              <a:cxn ang="T110">
                                <a:pos x="T16" y="T17"/>
                              </a:cxn>
                              <a:cxn ang="T111">
                                <a:pos x="T18" y="T19"/>
                              </a:cxn>
                              <a:cxn ang="T112">
                                <a:pos x="T20" y="T21"/>
                              </a:cxn>
                              <a:cxn ang="T113">
                                <a:pos x="T22" y="T23"/>
                              </a:cxn>
                              <a:cxn ang="T114">
                                <a:pos x="T24" y="T25"/>
                              </a:cxn>
                              <a:cxn ang="T115">
                                <a:pos x="T26" y="T27"/>
                              </a:cxn>
                              <a:cxn ang="T116">
                                <a:pos x="T28" y="T29"/>
                              </a:cxn>
                              <a:cxn ang="T117">
                                <a:pos x="T30" y="T31"/>
                              </a:cxn>
                              <a:cxn ang="T118">
                                <a:pos x="T32" y="T33"/>
                              </a:cxn>
                              <a:cxn ang="T119">
                                <a:pos x="T34" y="T35"/>
                              </a:cxn>
                              <a:cxn ang="T120">
                                <a:pos x="T36" y="T37"/>
                              </a:cxn>
                              <a:cxn ang="T121">
                                <a:pos x="T38" y="T39"/>
                              </a:cxn>
                              <a:cxn ang="T122">
                                <a:pos x="T40" y="T41"/>
                              </a:cxn>
                              <a:cxn ang="T123">
                                <a:pos x="T42" y="T43"/>
                              </a:cxn>
                              <a:cxn ang="T124">
                                <a:pos x="T44" y="T45"/>
                              </a:cxn>
                              <a:cxn ang="T125">
                                <a:pos x="T46" y="T47"/>
                              </a:cxn>
                              <a:cxn ang="T126">
                                <a:pos x="T48" y="T49"/>
                              </a:cxn>
                              <a:cxn ang="T127">
                                <a:pos x="T50" y="T51"/>
                              </a:cxn>
                              <a:cxn ang="T128">
                                <a:pos x="T52" y="T53"/>
                              </a:cxn>
                              <a:cxn ang="T129">
                                <a:pos x="T54" y="T55"/>
                              </a:cxn>
                              <a:cxn ang="T130">
                                <a:pos x="T56" y="T57"/>
                              </a:cxn>
                              <a:cxn ang="T131">
                                <a:pos x="T58" y="T59"/>
                              </a:cxn>
                              <a:cxn ang="T132">
                                <a:pos x="T60" y="T61"/>
                              </a:cxn>
                              <a:cxn ang="T133">
                                <a:pos x="T62" y="T63"/>
                              </a:cxn>
                              <a:cxn ang="T134">
                                <a:pos x="T64" y="T65"/>
                              </a:cxn>
                              <a:cxn ang="T135">
                                <a:pos x="T66" y="T67"/>
                              </a:cxn>
                              <a:cxn ang="T136">
                                <a:pos x="T68" y="T69"/>
                              </a:cxn>
                              <a:cxn ang="T137">
                                <a:pos x="T70" y="T71"/>
                              </a:cxn>
                              <a:cxn ang="T138">
                                <a:pos x="T72" y="T73"/>
                              </a:cxn>
                              <a:cxn ang="T139">
                                <a:pos x="T74" y="T75"/>
                              </a:cxn>
                              <a:cxn ang="T140">
                                <a:pos x="T76" y="T77"/>
                              </a:cxn>
                              <a:cxn ang="T141">
                                <a:pos x="T78" y="T79"/>
                              </a:cxn>
                              <a:cxn ang="T142">
                                <a:pos x="T80" y="T81"/>
                              </a:cxn>
                              <a:cxn ang="T143">
                                <a:pos x="T82" y="T83"/>
                              </a:cxn>
                              <a:cxn ang="T144">
                                <a:pos x="T84" y="T85"/>
                              </a:cxn>
                              <a:cxn ang="T145">
                                <a:pos x="T86" y="T87"/>
                              </a:cxn>
                              <a:cxn ang="T146">
                                <a:pos x="T88" y="T89"/>
                              </a:cxn>
                              <a:cxn ang="T147">
                                <a:pos x="T90" y="T91"/>
                              </a:cxn>
                              <a:cxn ang="T148">
                                <a:pos x="T92" y="T93"/>
                              </a:cxn>
                              <a:cxn ang="T149">
                                <a:pos x="T94" y="T95"/>
                              </a:cxn>
                              <a:cxn ang="T150">
                                <a:pos x="T96" y="T97"/>
                              </a:cxn>
                              <a:cxn ang="T151">
                                <a:pos x="T98" y="T99"/>
                              </a:cxn>
                              <a:cxn ang="T152">
                                <a:pos x="T100" y="T101"/>
                              </a:cxn>
                            </a:cxnLst>
                            <a:rect l="0" t="0" r="r" b="b"/>
                            <a:pathLst>
                              <a:path w="1358" h="416">
                                <a:moveTo>
                                  <a:pt x="1282" y="36"/>
                                </a:moveTo>
                                <a:lnTo>
                                  <a:pt x="1243" y="0"/>
                                </a:lnTo>
                                <a:lnTo>
                                  <a:pt x="1178" y="56"/>
                                </a:lnTo>
                                <a:lnTo>
                                  <a:pt x="1205" y="85"/>
                                </a:lnTo>
                                <a:lnTo>
                                  <a:pt x="1282" y="36"/>
                                </a:lnTo>
                                <a:close/>
                                <a:moveTo>
                                  <a:pt x="1162" y="260"/>
                                </a:moveTo>
                                <a:lnTo>
                                  <a:pt x="1162" y="407"/>
                                </a:lnTo>
                                <a:lnTo>
                                  <a:pt x="1242" y="407"/>
                                </a:lnTo>
                                <a:lnTo>
                                  <a:pt x="1242" y="260"/>
                                </a:lnTo>
                                <a:lnTo>
                                  <a:pt x="1358" y="100"/>
                                </a:lnTo>
                                <a:lnTo>
                                  <a:pt x="1261" y="100"/>
                                </a:lnTo>
                                <a:lnTo>
                                  <a:pt x="1205" y="183"/>
                                </a:lnTo>
                                <a:lnTo>
                                  <a:pt x="1146" y="100"/>
                                </a:lnTo>
                                <a:lnTo>
                                  <a:pt x="1051" y="100"/>
                                </a:lnTo>
                                <a:lnTo>
                                  <a:pt x="1162" y="260"/>
                                </a:lnTo>
                                <a:close/>
                                <a:moveTo>
                                  <a:pt x="863" y="227"/>
                                </a:moveTo>
                                <a:lnTo>
                                  <a:pt x="863" y="100"/>
                                </a:lnTo>
                                <a:lnTo>
                                  <a:pt x="783" y="100"/>
                                </a:lnTo>
                                <a:lnTo>
                                  <a:pt x="783" y="407"/>
                                </a:lnTo>
                                <a:lnTo>
                                  <a:pt x="863" y="407"/>
                                </a:lnTo>
                                <a:lnTo>
                                  <a:pt x="863" y="274"/>
                                </a:lnTo>
                                <a:lnTo>
                                  <a:pt x="967" y="407"/>
                                </a:lnTo>
                                <a:lnTo>
                                  <a:pt x="1071" y="407"/>
                                </a:lnTo>
                                <a:lnTo>
                                  <a:pt x="938" y="245"/>
                                </a:lnTo>
                                <a:lnTo>
                                  <a:pt x="1059" y="100"/>
                                </a:lnTo>
                                <a:lnTo>
                                  <a:pt x="960" y="100"/>
                                </a:lnTo>
                                <a:lnTo>
                                  <a:pt x="863" y="227"/>
                                </a:lnTo>
                                <a:close/>
                                <a:moveTo>
                                  <a:pt x="721" y="117"/>
                                </a:moveTo>
                                <a:lnTo>
                                  <a:pt x="709" y="112"/>
                                </a:lnTo>
                                <a:lnTo>
                                  <a:pt x="697" y="107"/>
                                </a:lnTo>
                                <a:lnTo>
                                  <a:pt x="685" y="102"/>
                                </a:lnTo>
                                <a:lnTo>
                                  <a:pt x="673" y="98"/>
                                </a:lnTo>
                                <a:lnTo>
                                  <a:pt x="660" y="96"/>
                                </a:lnTo>
                                <a:lnTo>
                                  <a:pt x="648" y="93"/>
                                </a:lnTo>
                                <a:lnTo>
                                  <a:pt x="635" y="92"/>
                                </a:lnTo>
                                <a:lnTo>
                                  <a:pt x="624" y="92"/>
                                </a:lnTo>
                                <a:lnTo>
                                  <a:pt x="611" y="92"/>
                                </a:lnTo>
                                <a:lnTo>
                                  <a:pt x="602" y="95"/>
                                </a:lnTo>
                                <a:lnTo>
                                  <a:pt x="590" y="97"/>
                                </a:lnTo>
                                <a:lnTo>
                                  <a:pt x="580" y="100"/>
                                </a:lnTo>
                                <a:lnTo>
                                  <a:pt x="572" y="103"/>
                                </a:lnTo>
                                <a:lnTo>
                                  <a:pt x="563" y="108"/>
                                </a:lnTo>
                                <a:lnTo>
                                  <a:pt x="555" y="115"/>
                                </a:lnTo>
                                <a:lnTo>
                                  <a:pt x="548" y="121"/>
                                </a:lnTo>
                                <a:lnTo>
                                  <a:pt x="542" y="128"/>
                                </a:lnTo>
                                <a:lnTo>
                                  <a:pt x="535" y="136"/>
                                </a:lnTo>
                                <a:lnTo>
                                  <a:pt x="531" y="145"/>
                                </a:lnTo>
                                <a:lnTo>
                                  <a:pt x="527" y="153"/>
                                </a:lnTo>
                                <a:lnTo>
                                  <a:pt x="523" y="163"/>
                                </a:lnTo>
                                <a:lnTo>
                                  <a:pt x="521" y="174"/>
                                </a:lnTo>
                                <a:lnTo>
                                  <a:pt x="519" y="184"/>
                                </a:lnTo>
                                <a:lnTo>
                                  <a:pt x="519" y="196"/>
                                </a:lnTo>
                                <a:lnTo>
                                  <a:pt x="519" y="206"/>
                                </a:lnTo>
                                <a:lnTo>
                                  <a:pt x="521" y="216"/>
                                </a:lnTo>
                                <a:lnTo>
                                  <a:pt x="522" y="224"/>
                                </a:lnTo>
                                <a:lnTo>
                                  <a:pt x="524" y="232"/>
                                </a:lnTo>
                                <a:lnTo>
                                  <a:pt x="528" y="239"/>
                                </a:lnTo>
                                <a:lnTo>
                                  <a:pt x="533" y="245"/>
                                </a:lnTo>
                                <a:lnTo>
                                  <a:pt x="538" y="252"/>
                                </a:lnTo>
                                <a:lnTo>
                                  <a:pt x="543" y="257"/>
                                </a:lnTo>
                                <a:lnTo>
                                  <a:pt x="552" y="263"/>
                                </a:lnTo>
                                <a:lnTo>
                                  <a:pt x="564" y="269"/>
                                </a:lnTo>
                                <a:lnTo>
                                  <a:pt x="580" y="275"/>
                                </a:lnTo>
                                <a:lnTo>
                                  <a:pt x="602" y="282"/>
                                </a:lnTo>
                                <a:lnTo>
                                  <a:pt x="614" y="287"/>
                                </a:lnTo>
                                <a:lnTo>
                                  <a:pt x="625" y="290"/>
                                </a:lnTo>
                                <a:lnTo>
                                  <a:pt x="634" y="294"/>
                                </a:lnTo>
                                <a:lnTo>
                                  <a:pt x="640" y="298"/>
                                </a:lnTo>
                                <a:lnTo>
                                  <a:pt x="644" y="301"/>
                                </a:lnTo>
                                <a:lnTo>
                                  <a:pt x="648" y="306"/>
                                </a:lnTo>
                                <a:lnTo>
                                  <a:pt x="649" y="311"/>
                                </a:lnTo>
                                <a:lnTo>
                                  <a:pt x="650" y="318"/>
                                </a:lnTo>
                                <a:lnTo>
                                  <a:pt x="649" y="324"/>
                                </a:lnTo>
                                <a:lnTo>
                                  <a:pt x="648" y="330"/>
                                </a:lnTo>
                                <a:lnTo>
                                  <a:pt x="644" y="335"/>
                                </a:lnTo>
                                <a:lnTo>
                                  <a:pt x="639" y="339"/>
                                </a:lnTo>
                                <a:lnTo>
                                  <a:pt x="634" y="343"/>
                                </a:lnTo>
                                <a:lnTo>
                                  <a:pt x="626" y="345"/>
                                </a:lnTo>
                                <a:lnTo>
                                  <a:pt x="619" y="348"/>
                                </a:lnTo>
                                <a:lnTo>
                                  <a:pt x="611" y="348"/>
                                </a:lnTo>
                                <a:lnTo>
                                  <a:pt x="603" y="348"/>
                                </a:lnTo>
                                <a:lnTo>
                                  <a:pt x="594" y="345"/>
                                </a:lnTo>
                                <a:lnTo>
                                  <a:pt x="585" y="344"/>
                                </a:lnTo>
                                <a:lnTo>
                                  <a:pt x="577" y="340"/>
                                </a:lnTo>
                                <a:lnTo>
                                  <a:pt x="568" y="335"/>
                                </a:lnTo>
                                <a:lnTo>
                                  <a:pt x="559" y="330"/>
                                </a:lnTo>
                                <a:lnTo>
                                  <a:pt x="549" y="324"/>
                                </a:lnTo>
                                <a:lnTo>
                                  <a:pt x="540" y="316"/>
                                </a:lnTo>
                                <a:lnTo>
                                  <a:pt x="507" y="381"/>
                                </a:lnTo>
                                <a:lnTo>
                                  <a:pt x="519" y="389"/>
                                </a:lnTo>
                                <a:lnTo>
                                  <a:pt x="532" y="396"/>
                                </a:lnTo>
                                <a:lnTo>
                                  <a:pt x="544" y="401"/>
                                </a:lnTo>
                                <a:lnTo>
                                  <a:pt x="558" y="406"/>
                                </a:lnTo>
                                <a:lnTo>
                                  <a:pt x="572" y="410"/>
                                </a:lnTo>
                                <a:lnTo>
                                  <a:pt x="585" y="414"/>
                                </a:lnTo>
                                <a:lnTo>
                                  <a:pt x="599" y="415"/>
                                </a:lnTo>
                                <a:lnTo>
                                  <a:pt x="613" y="415"/>
                                </a:lnTo>
                                <a:lnTo>
                                  <a:pt x="626" y="415"/>
                                </a:lnTo>
                                <a:lnTo>
                                  <a:pt x="639" y="414"/>
                                </a:lnTo>
                                <a:lnTo>
                                  <a:pt x="651" y="411"/>
                                </a:lnTo>
                                <a:lnTo>
                                  <a:pt x="663" y="407"/>
                                </a:lnTo>
                                <a:lnTo>
                                  <a:pt x="674" y="404"/>
                                </a:lnTo>
                                <a:lnTo>
                                  <a:pt x="684" y="399"/>
                                </a:lnTo>
                                <a:lnTo>
                                  <a:pt x="694" y="392"/>
                                </a:lnTo>
                                <a:lnTo>
                                  <a:pt x="702" y="386"/>
                                </a:lnTo>
                                <a:lnTo>
                                  <a:pt x="709" y="379"/>
                                </a:lnTo>
                                <a:lnTo>
                                  <a:pt x="716" y="371"/>
                                </a:lnTo>
                                <a:lnTo>
                                  <a:pt x="721" y="363"/>
                                </a:lnTo>
                                <a:lnTo>
                                  <a:pt x="725" y="353"/>
                                </a:lnTo>
                                <a:lnTo>
                                  <a:pt x="729" y="343"/>
                                </a:lnTo>
                                <a:lnTo>
                                  <a:pt x="731" y="331"/>
                                </a:lnTo>
                                <a:lnTo>
                                  <a:pt x="732" y="319"/>
                                </a:lnTo>
                                <a:lnTo>
                                  <a:pt x="734" y="306"/>
                                </a:lnTo>
                                <a:lnTo>
                                  <a:pt x="732" y="290"/>
                                </a:lnTo>
                                <a:lnTo>
                                  <a:pt x="729" y="275"/>
                                </a:lnTo>
                                <a:lnTo>
                                  <a:pt x="726" y="269"/>
                                </a:lnTo>
                                <a:lnTo>
                                  <a:pt x="724" y="263"/>
                                </a:lnTo>
                                <a:lnTo>
                                  <a:pt x="720" y="258"/>
                                </a:lnTo>
                                <a:lnTo>
                                  <a:pt x="716" y="252"/>
                                </a:lnTo>
                                <a:lnTo>
                                  <a:pt x="711" y="247"/>
                                </a:lnTo>
                                <a:lnTo>
                                  <a:pt x="705" y="243"/>
                                </a:lnTo>
                                <a:lnTo>
                                  <a:pt x="699" y="238"/>
                                </a:lnTo>
                                <a:lnTo>
                                  <a:pt x="692" y="234"/>
                                </a:lnTo>
                                <a:lnTo>
                                  <a:pt x="676" y="227"/>
                                </a:lnTo>
                                <a:lnTo>
                                  <a:pt x="658" y="221"/>
                                </a:lnTo>
                                <a:lnTo>
                                  <a:pt x="636" y="214"/>
                                </a:lnTo>
                                <a:lnTo>
                                  <a:pt x="624" y="209"/>
                                </a:lnTo>
                                <a:lnTo>
                                  <a:pt x="615" y="206"/>
                                </a:lnTo>
                                <a:lnTo>
                                  <a:pt x="610" y="201"/>
                                </a:lnTo>
                                <a:lnTo>
                                  <a:pt x="607" y="198"/>
                                </a:lnTo>
                                <a:lnTo>
                                  <a:pt x="604" y="194"/>
                                </a:lnTo>
                                <a:lnTo>
                                  <a:pt x="603" y="189"/>
                                </a:lnTo>
                                <a:lnTo>
                                  <a:pt x="603" y="186"/>
                                </a:lnTo>
                                <a:lnTo>
                                  <a:pt x="603" y="181"/>
                                </a:lnTo>
                                <a:lnTo>
                                  <a:pt x="605" y="174"/>
                                </a:lnTo>
                                <a:lnTo>
                                  <a:pt x="608" y="171"/>
                                </a:lnTo>
                                <a:lnTo>
                                  <a:pt x="611" y="167"/>
                                </a:lnTo>
                                <a:lnTo>
                                  <a:pt x="618" y="163"/>
                                </a:lnTo>
                                <a:lnTo>
                                  <a:pt x="623" y="161"/>
                                </a:lnTo>
                                <a:lnTo>
                                  <a:pt x="629" y="159"/>
                                </a:lnTo>
                                <a:lnTo>
                                  <a:pt x="636" y="158"/>
                                </a:lnTo>
                                <a:lnTo>
                                  <a:pt x="643" y="159"/>
                                </a:lnTo>
                                <a:lnTo>
                                  <a:pt x="650" y="159"/>
                                </a:lnTo>
                                <a:lnTo>
                                  <a:pt x="656" y="162"/>
                                </a:lnTo>
                                <a:lnTo>
                                  <a:pt x="663" y="163"/>
                                </a:lnTo>
                                <a:lnTo>
                                  <a:pt x="676" y="171"/>
                                </a:lnTo>
                                <a:lnTo>
                                  <a:pt x="689" y="179"/>
                                </a:lnTo>
                                <a:lnTo>
                                  <a:pt x="721" y="117"/>
                                </a:lnTo>
                                <a:close/>
                                <a:moveTo>
                                  <a:pt x="463" y="167"/>
                                </a:moveTo>
                                <a:lnTo>
                                  <a:pt x="463" y="100"/>
                                </a:lnTo>
                                <a:lnTo>
                                  <a:pt x="289" y="100"/>
                                </a:lnTo>
                                <a:lnTo>
                                  <a:pt x="289" y="407"/>
                                </a:lnTo>
                                <a:lnTo>
                                  <a:pt x="463" y="407"/>
                                </a:lnTo>
                                <a:lnTo>
                                  <a:pt x="463" y="340"/>
                                </a:lnTo>
                                <a:lnTo>
                                  <a:pt x="369" y="340"/>
                                </a:lnTo>
                                <a:lnTo>
                                  <a:pt x="369" y="287"/>
                                </a:lnTo>
                                <a:lnTo>
                                  <a:pt x="458" y="287"/>
                                </a:lnTo>
                                <a:lnTo>
                                  <a:pt x="458" y="219"/>
                                </a:lnTo>
                                <a:lnTo>
                                  <a:pt x="369" y="219"/>
                                </a:lnTo>
                                <a:lnTo>
                                  <a:pt x="369" y="167"/>
                                </a:lnTo>
                                <a:lnTo>
                                  <a:pt x="463" y="167"/>
                                </a:lnTo>
                                <a:close/>
                                <a:moveTo>
                                  <a:pt x="66" y="36"/>
                                </a:moveTo>
                                <a:lnTo>
                                  <a:pt x="148" y="82"/>
                                </a:lnTo>
                                <a:lnTo>
                                  <a:pt x="231" y="36"/>
                                </a:lnTo>
                                <a:lnTo>
                                  <a:pt x="210" y="2"/>
                                </a:lnTo>
                                <a:lnTo>
                                  <a:pt x="148" y="34"/>
                                </a:lnTo>
                                <a:lnTo>
                                  <a:pt x="87" y="2"/>
                                </a:lnTo>
                                <a:lnTo>
                                  <a:pt x="66" y="36"/>
                                </a:lnTo>
                                <a:close/>
                                <a:moveTo>
                                  <a:pt x="235" y="108"/>
                                </a:moveTo>
                                <a:lnTo>
                                  <a:pt x="215" y="102"/>
                                </a:lnTo>
                                <a:lnTo>
                                  <a:pt x="197" y="97"/>
                                </a:lnTo>
                                <a:lnTo>
                                  <a:pt x="180" y="95"/>
                                </a:lnTo>
                                <a:lnTo>
                                  <a:pt x="163" y="93"/>
                                </a:lnTo>
                                <a:lnTo>
                                  <a:pt x="146" y="95"/>
                                </a:lnTo>
                                <a:lnTo>
                                  <a:pt x="129" y="96"/>
                                </a:lnTo>
                                <a:lnTo>
                                  <a:pt x="114" y="101"/>
                                </a:lnTo>
                                <a:lnTo>
                                  <a:pt x="99" y="106"/>
                                </a:lnTo>
                                <a:lnTo>
                                  <a:pt x="84" y="112"/>
                                </a:lnTo>
                                <a:lnTo>
                                  <a:pt x="71" y="121"/>
                                </a:lnTo>
                                <a:lnTo>
                                  <a:pt x="58" y="130"/>
                                </a:lnTo>
                                <a:lnTo>
                                  <a:pt x="47" y="141"/>
                                </a:lnTo>
                                <a:lnTo>
                                  <a:pt x="37" y="152"/>
                                </a:lnTo>
                                <a:lnTo>
                                  <a:pt x="27" y="164"/>
                                </a:lnTo>
                                <a:lnTo>
                                  <a:pt x="20" y="178"/>
                                </a:lnTo>
                                <a:lnTo>
                                  <a:pt x="12" y="192"/>
                                </a:lnTo>
                                <a:lnTo>
                                  <a:pt x="7" y="207"/>
                                </a:lnTo>
                                <a:lnTo>
                                  <a:pt x="3" y="223"/>
                                </a:lnTo>
                                <a:lnTo>
                                  <a:pt x="1" y="239"/>
                                </a:lnTo>
                                <a:lnTo>
                                  <a:pt x="0" y="257"/>
                                </a:lnTo>
                                <a:lnTo>
                                  <a:pt x="0" y="272"/>
                                </a:lnTo>
                                <a:lnTo>
                                  <a:pt x="2" y="287"/>
                                </a:lnTo>
                                <a:lnTo>
                                  <a:pt x="6" y="300"/>
                                </a:lnTo>
                                <a:lnTo>
                                  <a:pt x="10" y="314"/>
                                </a:lnTo>
                                <a:lnTo>
                                  <a:pt x="16" y="328"/>
                                </a:lnTo>
                                <a:lnTo>
                                  <a:pt x="22" y="340"/>
                                </a:lnTo>
                                <a:lnTo>
                                  <a:pt x="31" y="351"/>
                                </a:lnTo>
                                <a:lnTo>
                                  <a:pt x="41" y="363"/>
                                </a:lnTo>
                                <a:lnTo>
                                  <a:pt x="53" y="374"/>
                                </a:lnTo>
                                <a:lnTo>
                                  <a:pt x="66" y="385"/>
                                </a:lnTo>
                                <a:lnTo>
                                  <a:pt x="81" y="394"/>
                                </a:lnTo>
                                <a:lnTo>
                                  <a:pt x="97" y="401"/>
                                </a:lnTo>
                                <a:lnTo>
                                  <a:pt x="113" y="407"/>
                                </a:lnTo>
                                <a:lnTo>
                                  <a:pt x="129" y="412"/>
                                </a:lnTo>
                                <a:lnTo>
                                  <a:pt x="147" y="415"/>
                                </a:lnTo>
                                <a:lnTo>
                                  <a:pt x="163" y="416"/>
                                </a:lnTo>
                                <a:lnTo>
                                  <a:pt x="179" y="415"/>
                                </a:lnTo>
                                <a:lnTo>
                                  <a:pt x="193" y="414"/>
                                </a:lnTo>
                                <a:lnTo>
                                  <a:pt x="212" y="409"/>
                                </a:lnTo>
                                <a:lnTo>
                                  <a:pt x="235" y="401"/>
                                </a:lnTo>
                                <a:lnTo>
                                  <a:pt x="235" y="306"/>
                                </a:lnTo>
                                <a:lnTo>
                                  <a:pt x="228" y="314"/>
                                </a:lnTo>
                                <a:lnTo>
                                  <a:pt x="219" y="320"/>
                                </a:lnTo>
                                <a:lnTo>
                                  <a:pt x="212" y="326"/>
                                </a:lnTo>
                                <a:lnTo>
                                  <a:pt x="203" y="330"/>
                                </a:lnTo>
                                <a:lnTo>
                                  <a:pt x="194" y="334"/>
                                </a:lnTo>
                                <a:lnTo>
                                  <a:pt x="185" y="336"/>
                                </a:lnTo>
                                <a:lnTo>
                                  <a:pt x="175" y="338"/>
                                </a:lnTo>
                                <a:lnTo>
                                  <a:pt x="165" y="339"/>
                                </a:lnTo>
                                <a:lnTo>
                                  <a:pt x="158" y="338"/>
                                </a:lnTo>
                                <a:lnTo>
                                  <a:pt x="151" y="336"/>
                                </a:lnTo>
                                <a:lnTo>
                                  <a:pt x="143" y="335"/>
                                </a:lnTo>
                                <a:lnTo>
                                  <a:pt x="137" y="333"/>
                                </a:lnTo>
                                <a:lnTo>
                                  <a:pt x="129" y="330"/>
                                </a:lnTo>
                                <a:lnTo>
                                  <a:pt x="123" y="326"/>
                                </a:lnTo>
                                <a:lnTo>
                                  <a:pt x="117" y="323"/>
                                </a:lnTo>
                                <a:lnTo>
                                  <a:pt x="111" y="318"/>
                                </a:lnTo>
                                <a:lnTo>
                                  <a:pt x="104" y="311"/>
                                </a:lnTo>
                                <a:lnTo>
                                  <a:pt x="98" y="305"/>
                                </a:lnTo>
                                <a:lnTo>
                                  <a:pt x="93" y="299"/>
                                </a:lnTo>
                                <a:lnTo>
                                  <a:pt x="89" y="292"/>
                                </a:lnTo>
                                <a:lnTo>
                                  <a:pt x="87" y="283"/>
                                </a:lnTo>
                                <a:lnTo>
                                  <a:pt x="84" y="274"/>
                                </a:lnTo>
                                <a:lnTo>
                                  <a:pt x="83" y="265"/>
                                </a:lnTo>
                                <a:lnTo>
                                  <a:pt x="83" y="255"/>
                                </a:lnTo>
                                <a:lnTo>
                                  <a:pt x="83" y="247"/>
                                </a:lnTo>
                                <a:lnTo>
                                  <a:pt x="84" y="238"/>
                                </a:lnTo>
                                <a:lnTo>
                                  <a:pt x="87" y="229"/>
                                </a:lnTo>
                                <a:lnTo>
                                  <a:pt x="89" y="222"/>
                                </a:lnTo>
                                <a:lnTo>
                                  <a:pt x="93" y="214"/>
                                </a:lnTo>
                                <a:lnTo>
                                  <a:pt x="97" y="207"/>
                                </a:lnTo>
                                <a:lnTo>
                                  <a:pt x="102" y="201"/>
                                </a:lnTo>
                                <a:lnTo>
                                  <a:pt x="107" y="194"/>
                                </a:lnTo>
                                <a:lnTo>
                                  <a:pt x="112" y="189"/>
                                </a:lnTo>
                                <a:lnTo>
                                  <a:pt x="118" y="184"/>
                                </a:lnTo>
                                <a:lnTo>
                                  <a:pt x="126" y="181"/>
                                </a:lnTo>
                                <a:lnTo>
                                  <a:pt x="133" y="177"/>
                                </a:lnTo>
                                <a:lnTo>
                                  <a:pt x="141" y="174"/>
                                </a:lnTo>
                                <a:lnTo>
                                  <a:pt x="148" y="172"/>
                                </a:lnTo>
                                <a:lnTo>
                                  <a:pt x="157" y="171"/>
                                </a:lnTo>
                                <a:lnTo>
                                  <a:pt x="165" y="171"/>
                                </a:lnTo>
                                <a:lnTo>
                                  <a:pt x="175" y="171"/>
                                </a:lnTo>
                                <a:lnTo>
                                  <a:pt x="185" y="173"/>
                                </a:lnTo>
                                <a:lnTo>
                                  <a:pt x="195" y="176"/>
                                </a:lnTo>
                                <a:lnTo>
                                  <a:pt x="204" y="179"/>
                                </a:lnTo>
                                <a:lnTo>
                                  <a:pt x="213" y="184"/>
                                </a:lnTo>
                                <a:lnTo>
                                  <a:pt x="220" y="189"/>
                                </a:lnTo>
                                <a:lnTo>
                                  <a:pt x="228" y="197"/>
                                </a:lnTo>
                                <a:lnTo>
                                  <a:pt x="235" y="204"/>
                                </a:lnTo>
                                <a:lnTo>
                                  <a:pt x="235" y="1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1B2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D72F5B" id="Group 24" o:spid="_x0000_s1026" style="position:absolute;margin-left:45pt;margin-top:36.75pt;width:177.15pt;height:43.65pt;z-index:251657728;mso-position-horizontal-relative:page;mso-position-vertical-relative:page" coordorigin="567,851" coordsize="2714,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">
                <o:lock v:ext="edit" aspectratio="t"/>
                <v:rect id="Rectangle 9" o:spid="_x0000_s1027" style="position:absolute;left:1215;top:901;width:676;height: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" fillcolor="#0071bc" stroked="f">
                  <o:lock v:ext="edit" aspectratio="t"/>
                </v:rect>
                <v:rect id="Rectangle 10" o:spid="_x0000_s1028" style="position:absolute;left:567;top:1131;width:1324;height: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" fillcolor="#0071bc" stroked="f">
                  <o:lock v:ext="edit" aspectratio="t"/>
                </v:rect>
                <v:rect id="Rectangle 11" o:spid="_x0000_s1029" style="position:absolute;left:1288;top:1361;width:603;height:1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" fillcolor="#0071bc" stroked="f">
                  <o:lock v:ext="edit" aspectratio="t"/>
                </v:rect>
                <v:shape id="Freeform 12" o:spid="_x0000_s1030" style="position:absolute;left:1969;top:1311;width:600;height:207;visibility:visible;mso-wrap-style:square;v-text-anchor:top" coordsize="1200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#bd1b21" stroked="f">
                  <v:path arrowok="t" o:connecttype="custom" o:connectlocs="260,42;269,44;275,50;279,57;280,65;277,73;272,80;265,84;253,85;270,101;284,95;294,84;300,71;300,55;294,42;284,31;270,25;233,102;194,73;197,25;172,88;129,9;87,9;108,40;116,44;118,52;113,58;102,59;129,67;136,60;138,51;138,41;133,33;126,27;116,25;102,102;122,70;34,21;0,69;2,83;6,92;17,100;34,103;48,101;60,93;66,83;67,69;48,71;45,81;39,85;32,86;26,84;21,78;20,25" o:connectangles="0,0,0,0,0,0,0,0,0,0,0,0,0,0,0,0,0,0,0,0,0,0,0,0,0,0,0,0,0,0,0,0,0,0,0,0,0,0,0,0,0,0,0,0,0,0,0,0,0,0,0,0,0,0"/>
                  <o:lock v:ext="edit" aspectratio="t" verticies="t"/>
                </v:shape>
                <v:shape id="Freeform 13" o:spid="_x0000_s1031" style="position:absolute;left:1962;top:1081;width:1319;height:208;visibility:visible;mso-wrap-style:square;v-text-anchor:top" coordsize="2637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#bd1b21" stroked="f">
                  <v:path arrowok="t" o:connecttype="custom" o:connectlocs="611,102;583,25;536,69;502,27;472,26;450,41;444,68;454,91;480,104;500,79;485,85;473,81;465,69;467,54;477,45;492,44;432,25;401,25;340,30;319,23;301,27;291,41;292,58;305,69;322,77;319,86;304,85;293,99;317,104;336,97;344,80;339,63;319,54;311,47;318,40;333,45;226,42;226,102;172,102;167,89;79,102;42,25;21,24;7,34;3,52;10,64;32,74;36,83;24,87;9,79;20,104;42,101;55,88;55,68;47,59;25,50;27,42;38,41" o:connectangles="0,0,0,0,0,0,0,0,0,0,0,0,0,0,0,0,0,0,0,0,0,0,0,0,0,0,0,0,0,0,0,0,0,0,0,0,0,0,0,0,0,0,0,0,0,0,0,0,0,0,0,0,0,0,0,0,0,0"/>
                  <o:lock v:ext="edit" aspectratio="t" verticies="t"/>
                </v:shape>
                <v:shape id="Freeform 14" o:spid="_x0000_s1032" style="position:absolute;left:1962;top:851;width:679;height:208;visibility:visible;mso-wrap-style:square;v-text-anchor:top" coordsize="1358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#bd1b21" stroked="f">
                  <v:path arrowok="t" o:connecttype="custom" o:connectlocs="321,9;340,25;291,65;216,102;265,25;175,27;159,23;145,25;136,32;131,44;131,56;136,65;154,72;162,77;161,84;153,87;142,84;130,98;147,104;163,103;176,97;183,86;183,69;178,62;165,56;152,50;152,44;158,40;166,41;116,25;93,85;93,42;53,1;54,26;33,24;15,33;3,48;0,68;6,85;21,99;41,104;59,77;49,84;38,84;30,81;23,73;21,62;25,52;32,46;42,43;54,46" o:connectangles="0,0,0,0,0,0,0,0,0,0,0,0,0,0,0,0,0,0,0,0,0,0,0,0,0,0,0,0,0,0,0,0,0,0,0,0,0,0,0,0,0,0,0,0,0,0,0,0,0,0,0"/>
                  <o:lock v:ext="edit" aspectratio="t" verticies="t"/>
                </v:shape>
                <w10:wrap type="square" anchorx="page" anchory="page"/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1" layoutInCell="1" allowOverlap="1" wp14:anchorId="49EE8CB0" wp14:editId="5F9807B0">
                <wp:simplePos x="0" y="0"/>
                <wp:positionH relativeFrom="page">
                  <wp:posOffset>1711325</wp:posOffset>
                </wp:positionH>
                <wp:positionV relativeFrom="page">
                  <wp:posOffset>8170545</wp:posOffset>
                </wp:positionV>
                <wp:extent cx="5130165" cy="1082040"/>
                <wp:effectExtent l="0" t="0" r="13335" b="3810"/>
                <wp:wrapNone/>
                <wp:docPr id="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1082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01BF9B" w14:textId="77777777" w:rsidR="006B61FE" w:rsidRDefault="006B61FE" w:rsidP="006B61FE">
                            <w:r>
                              <w:t xml:space="preserve">Zpracoval / </w:t>
                            </w:r>
                            <w:proofErr w:type="spellStart"/>
                            <w:r w:rsidRPr="00B35781">
                              <w:rPr>
                                <w:i/>
                              </w:rPr>
                              <w:t>Prepared</w:t>
                            </w:r>
                            <w:proofErr w:type="spellEnd"/>
                            <w:r w:rsidRPr="00B35781">
                              <w:rPr>
                                <w:i/>
                              </w:rPr>
                              <w:t xml:space="preserve"> by</w:t>
                            </w:r>
                            <w:r>
                              <w:t xml:space="preserve">: Odbor statistik rozvoje společnosti / </w:t>
                            </w:r>
                            <w:r w:rsidRPr="006B61FE">
                              <w:rPr>
                                <w:i/>
                              </w:rPr>
                              <w:t xml:space="preserve">Society  </w:t>
                            </w:r>
                            <w:proofErr w:type="spellStart"/>
                            <w:r w:rsidRPr="006B61FE">
                              <w:rPr>
                                <w:i/>
                              </w:rPr>
                              <w:t>Development</w:t>
                            </w:r>
                            <w:proofErr w:type="spellEnd"/>
                            <w:r w:rsidRPr="006B61FE"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6B61FE">
                              <w:rPr>
                                <w:i/>
                              </w:rPr>
                              <w:t>Statistics</w:t>
                            </w:r>
                            <w:proofErr w:type="spellEnd"/>
                            <w:r w:rsidRPr="006B61FE">
                              <w:rPr>
                                <w:i/>
                              </w:rPr>
                              <w:t xml:space="preserve"> Department</w:t>
                            </w:r>
                          </w:p>
                          <w:p w14:paraId="67206204" w14:textId="77777777" w:rsidR="006B61FE" w:rsidRDefault="006B61FE" w:rsidP="006B61FE">
                            <w:r>
                              <w:t xml:space="preserve">Ředitel odboru / </w:t>
                            </w:r>
                            <w:proofErr w:type="spellStart"/>
                            <w:r w:rsidRPr="006B61FE">
                              <w:rPr>
                                <w:i/>
                              </w:rPr>
                              <w:t>Director</w:t>
                            </w:r>
                            <w:proofErr w:type="spellEnd"/>
                            <w:r>
                              <w:t>: Martin Mana</w:t>
                            </w:r>
                          </w:p>
                          <w:p w14:paraId="605D22F2" w14:textId="77777777" w:rsidR="001706D6" w:rsidRPr="006C5577" w:rsidRDefault="006B61FE" w:rsidP="006B61FE">
                            <w:r>
                              <w:t xml:space="preserve">Kontaktní osoba / </w:t>
                            </w:r>
                            <w:proofErr w:type="spellStart"/>
                            <w:r w:rsidRPr="006B61FE">
                              <w:rPr>
                                <w:i/>
                              </w:rPr>
                              <w:t>Contact</w:t>
                            </w:r>
                            <w:proofErr w:type="spellEnd"/>
                            <w:r w:rsidRPr="006B61FE">
                              <w:rPr>
                                <w:i/>
                              </w:rPr>
                              <w:t xml:space="preserve"> person</w:t>
                            </w:r>
                            <w:r>
                              <w:t>: Karel Eliáš, e-mail: karel.elias@csu.gov.cz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EE8CB0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134.75pt;margin-top:643.35pt;width:403.95pt;height:85.2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" filled="f" stroked="f">
                <v:textbox inset="0,0,0,0">
                  <w:txbxContent>
                    <w:p w14:paraId="1D01BF9B" w14:textId="77777777" w:rsidR="006B61FE" w:rsidRDefault="006B61FE" w:rsidP="006B61FE">
                      <w:r>
                        <w:t xml:space="preserve">Zpracoval / </w:t>
                      </w:r>
                      <w:r w:rsidRPr="00B35781">
                        <w:rPr>
                          <w:i/>
                        </w:rPr>
                        <w:t>Prepared by</w:t>
                      </w:r>
                      <w:r>
                        <w:t xml:space="preserve">: Odbor statistik rozvoje společnosti / </w:t>
                      </w:r>
                      <w:r w:rsidRPr="006B61FE">
                        <w:rPr>
                          <w:i/>
                        </w:rPr>
                        <w:t>Society  Development Statistics Department</w:t>
                      </w:r>
                    </w:p>
                    <w:p w14:paraId="67206204" w14:textId="77777777" w:rsidR="006B61FE" w:rsidRDefault="006B61FE" w:rsidP="006B61FE">
                      <w:r>
                        <w:t xml:space="preserve">Ředitel odboru / </w:t>
                      </w:r>
                      <w:r w:rsidRPr="006B61FE">
                        <w:rPr>
                          <w:i/>
                        </w:rPr>
                        <w:t>Director</w:t>
                      </w:r>
                      <w:r>
                        <w:t>: Martin Mana</w:t>
                      </w:r>
                    </w:p>
                    <w:p w14:paraId="605D22F2" w14:textId="77777777" w:rsidR="001706D6" w:rsidRPr="006C5577" w:rsidRDefault="006B61FE" w:rsidP="006B61FE">
                      <w:r>
                        <w:t xml:space="preserve">Kontaktní osoba / </w:t>
                      </w:r>
                      <w:r w:rsidRPr="006B61FE">
                        <w:rPr>
                          <w:i/>
                        </w:rPr>
                        <w:t>Contact person</w:t>
                      </w:r>
                      <w:r>
                        <w:t>: Karel Eliáš, e-mail: karel.elias@csu.gov.cz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1" layoutInCell="1" allowOverlap="1" wp14:anchorId="666BDD47" wp14:editId="5314CDAD">
                <wp:simplePos x="0" y="0"/>
                <wp:positionH relativeFrom="page">
                  <wp:posOffset>1710055</wp:posOffset>
                </wp:positionH>
                <wp:positionV relativeFrom="page">
                  <wp:posOffset>4680585</wp:posOffset>
                </wp:positionV>
                <wp:extent cx="5129530" cy="1686560"/>
                <wp:effectExtent l="0" t="0" r="1270" b="15240"/>
                <wp:wrapNone/>
                <wp:docPr id="30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1686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26E62A" w14:textId="77777777" w:rsidR="006B61FE" w:rsidRDefault="006B61FE" w:rsidP="006B61FE">
                            <w:pPr>
                              <w:pStyle w:val="TLIdentifikace-sted"/>
                            </w:pPr>
                            <w:r>
                              <w:t xml:space="preserve">Věda, výzkum a inovace / </w:t>
                            </w:r>
                            <w:r w:rsidRPr="006B61FE">
                              <w:rPr>
                                <w:i/>
                              </w:rPr>
                              <w:t xml:space="preserve">Science, </w:t>
                            </w:r>
                            <w:proofErr w:type="spellStart"/>
                            <w:r w:rsidRPr="006B61FE">
                              <w:rPr>
                                <w:i/>
                              </w:rPr>
                              <w:t>Research</w:t>
                            </w:r>
                            <w:proofErr w:type="spellEnd"/>
                            <w:r w:rsidRPr="006B61FE">
                              <w:rPr>
                                <w:i/>
                              </w:rPr>
                              <w:t xml:space="preserve"> and </w:t>
                            </w:r>
                            <w:proofErr w:type="spellStart"/>
                            <w:r w:rsidRPr="006B61FE">
                              <w:rPr>
                                <w:i/>
                              </w:rPr>
                              <w:t>Innovation</w:t>
                            </w:r>
                            <w:proofErr w:type="spellEnd"/>
                          </w:p>
                          <w:p w14:paraId="1C58A0D1" w14:textId="77777777" w:rsidR="006B61FE" w:rsidRDefault="006B61FE" w:rsidP="006B61FE">
                            <w:pPr>
                              <w:pStyle w:val="TLIdentifikace-sted"/>
                            </w:pPr>
                            <w:r>
                              <w:t>Praha, říjen 202</w:t>
                            </w:r>
                            <w:r w:rsidR="00386EAF">
                              <w:t>5</w:t>
                            </w:r>
                            <w:r>
                              <w:t xml:space="preserve"> / </w:t>
                            </w:r>
                            <w:r w:rsidRPr="006B61FE">
                              <w:rPr>
                                <w:i/>
                              </w:rPr>
                              <w:t xml:space="preserve">Prague, </w:t>
                            </w:r>
                            <w:proofErr w:type="spellStart"/>
                            <w:r w:rsidRPr="006B61FE">
                              <w:rPr>
                                <w:i/>
                              </w:rPr>
                              <w:t>October</w:t>
                            </w:r>
                            <w:proofErr w:type="spellEnd"/>
                            <w:r w:rsidRPr="006B61FE">
                              <w:rPr>
                                <w:i/>
                              </w:rPr>
                              <w:t xml:space="preserve"> 202</w:t>
                            </w:r>
                            <w:r w:rsidR="00386EAF">
                              <w:rPr>
                                <w:i/>
                              </w:rPr>
                              <w:t>5</w:t>
                            </w:r>
                          </w:p>
                          <w:p w14:paraId="0F1E3750" w14:textId="77777777" w:rsidR="006B61FE" w:rsidRDefault="006B61FE" w:rsidP="006B61FE">
                            <w:pPr>
                              <w:pStyle w:val="TLIdentifikace-sted"/>
                            </w:pPr>
                            <w:r>
                              <w:t xml:space="preserve">Kód publikace / </w:t>
                            </w:r>
                            <w:proofErr w:type="spellStart"/>
                            <w:r w:rsidRPr="006B61FE">
                              <w:rPr>
                                <w:i/>
                              </w:rPr>
                              <w:t>Publication</w:t>
                            </w:r>
                            <w:proofErr w:type="spellEnd"/>
                            <w:r w:rsidRPr="006B61FE"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6B61FE">
                              <w:rPr>
                                <w:i/>
                              </w:rPr>
                              <w:t>Code</w:t>
                            </w:r>
                            <w:proofErr w:type="spellEnd"/>
                            <w:r>
                              <w:t xml:space="preserve">: </w:t>
                            </w:r>
                            <w:r w:rsidRPr="00F81839">
                              <w:t>213002-2</w:t>
                            </w:r>
                            <w:r w:rsidR="00386EAF"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134.65pt;margin-top:368.55pt;width:403.9pt;height:132.8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" filled="f" stroked="f">
                <v:textbox style="mso-fit-shape-to-text:t" inset="0,0,0,0">
                  <w:txbxContent>
                    <w:p w:rsidR="006B61FE" w:rsidRDefault="006B61FE" w:rsidP="006B61FE">
                      <w:pPr>
                        <w:pStyle w:val="TLIdentifikace-sted"/>
                      </w:pPr>
                      <w:r>
                        <w:t xml:space="preserve">Věda, výzkum a inovace / </w:t>
                      </w:r>
                      <w:r w:rsidRPr="006B61FE">
                        <w:rPr>
                          <w:i/>
                        </w:rPr>
                        <w:t xml:space="preserve">Science, </w:t>
                      </w:r>
                      <w:proofErr w:type="spellStart"/>
                      <w:r w:rsidRPr="006B61FE">
                        <w:rPr>
                          <w:i/>
                        </w:rPr>
                        <w:t>Research</w:t>
                      </w:r>
                      <w:proofErr w:type="spellEnd"/>
                      <w:r w:rsidRPr="006B61FE">
                        <w:rPr>
                          <w:i/>
                        </w:rPr>
                        <w:t xml:space="preserve"> and </w:t>
                      </w:r>
                      <w:proofErr w:type="spellStart"/>
                      <w:r w:rsidRPr="006B61FE">
                        <w:rPr>
                          <w:i/>
                        </w:rPr>
                        <w:t>Innovation</w:t>
                      </w:r>
                      <w:proofErr w:type="spellEnd"/>
                    </w:p>
                    <w:p w:rsidR="006B61FE" w:rsidRDefault="006B61FE" w:rsidP="006B61FE">
                      <w:pPr>
                        <w:pStyle w:val="TLIdentifikace-sted"/>
                      </w:pPr>
                      <w:r>
                        <w:t>Praha, říjen 202</w:t>
                      </w:r>
                      <w:r w:rsidR="00386EAF">
                        <w:t>5</w:t>
                      </w:r>
                      <w:r>
                        <w:t xml:space="preserve"> / </w:t>
                      </w:r>
                      <w:r w:rsidRPr="006B61FE">
                        <w:rPr>
                          <w:i/>
                        </w:rPr>
                        <w:t xml:space="preserve">Prague, </w:t>
                      </w:r>
                      <w:proofErr w:type="spellStart"/>
                      <w:r w:rsidRPr="006B61FE">
                        <w:rPr>
                          <w:i/>
                        </w:rPr>
                        <w:t>October</w:t>
                      </w:r>
                      <w:proofErr w:type="spellEnd"/>
                      <w:r w:rsidRPr="006B61FE">
                        <w:rPr>
                          <w:i/>
                        </w:rPr>
                        <w:t xml:space="preserve"> 202</w:t>
                      </w:r>
                      <w:r w:rsidR="00386EAF">
                        <w:rPr>
                          <w:i/>
                        </w:rPr>
                        <w:t>5</w:t>
                      </w:r>
                    </w:p>
                    <w:p w:rsidR="006B61FE" w:rsidRDefault="006B61FE" w:rsidP="006B61FE">
                      <w:pPr>
                        <w:pStyle w:val="TLIdentifikace-sted"/>
                      </w:pPr>
                      <w:r>
                        <w:t xml:space="preserve">Kód publikace / </w:t>
                      </w:r>
                      <w:proofErr w:type="spellStart"/>
                      <w:r w:rsidRPr="006B61FE">
                        <w:rPr>
                          <w:i/>
                        </w:rPr>
                        <w:t>Publication</w:t>
                      </w:r>
                      <w:proofErr w:type="spellEnd"/>
                      <w:r w:rsidRPr="006B61FE">
                        <w:rPr>
                          <w:i/>
                        </w:rPr>
                        <w:t xml:space="preserve"> </w:t>
                      </w:r>
                      <w:proofErr w:type="spellStart"/>
                      <w:r w:rsidRPr="006B61FE">
                        <w:rPr>
                          <w:i/>
                        </w:rPr>
                        <w:t>Code</w:t>
                      </w:r>
                      <w:proofErr w:type="spellEnd"/>
                      <w:r>
                        <w:t xml:space="preserve">: </w:t>
                      </w:r>
                      <w:r w:rsidRPr="00F81839">
                        <w:t>213002-2</w:t>
                      </w:r>
                      <w:r w:rsidR="00386EAF">
                        <w:t>5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1" layoutInCell="1" allowOverlap="1" wp14:anchorId="60233A5D" wp14:editId="4282FDCB">
                <wp:simplePos x="0" y="0"/>
                <wp:positionH relativeFrom="page">
                  <wp:posOffset>1710055</wp:posOffset>
                </wp:positionH>
                <wp:positionV relativeFrom="page">
                  <wp:posOffset>1476375</wp:posOffset>
                </wp:positionV>
                <wp:extent cx="5129530" cy="2207895"/>
                <wp:effectExtent l="0" t="0" r="1270" b="1905"/>
                <wp:wrapNone/>
                <wp:docPr id="2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2207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B2D19D" w14:textId="77777777" w:rsidR="006B61FE" w:rsidRPr="006B61FE" w:rsidRDefault="006B61FE" w:rsidP="006B61FE">
                            <w:pPr>
                              <w:pStyle w:val="Nzev"/>
                              <w:rPr>
                                <w:color w:val="auto"/>
                                <w:sz w:val="44"/>
                                <w:szCs w:val="44"/>
                              </w:rPr>
                            </w:pPr>
                            <w:r w:rsidRPr="006B61FE">
                              <w:rPr>
                                <w:color w:val="auto"/>
                                <w:sz w:val="44"/>
                                <w:szCs w:val="44"/>
                              </w:rPr>
                              <w:t xml:space="preserve">LICENCE NA PŘEDMĚTY PRŮMYSLOVÉHO VLASTNICTVÍ </w:t>
                            </w:r>
                          </w:p>
                          <w:p w14:paraId="6B204F12" w14:textId="77777777" w:rsidR="00665BA4" w:rsidRPr="006B61FE" w:rsidRDefault="006B61FE" w:rsidP="006B61FE">
                            <w:pPr>
                              <w:pStyle w:val="Nzev"/>
                              <w:rPr>
                                <w:color w:val="auto"/>
                                <w:sz w:val="44"/>
                                <w:szCs w:val="44"/>
                              </w:rPr>
                            </w:pPr>
                            <w:r w:rsidRPr="006B61FE">
                              <w:rPr>
                                <w:color w:val="auto"/>
                                <w:sz w:val="44"/>
                                <w:szCs w:val="44"/>
                              </w:rPr>
                              <w:t>LICENSES OF INTELLECTUAL PROPERTY RIGHTS</w:t>
                            </w:r>
                          </w:p>
                          <w:p w14:paraId="518659FA" w14:textId="77777777" w:rsidR="00665BA4" w:rsidRPr="00902C71" w:rsidRDefault="00665BA4" w:rsidP="0012192F">
                            <w:pPr>
                              <w:pStyle w:val="Podnadpis"/>
                              <w:rPr>
                                <w:color w:val="auto"/>
                              </w:rPr>
                            </w:pPr>
                          </w:p>
                          <w:p w14:paraId="2A36B027" w14:textId="77777777" w:rsidR="00665BA4" w:rsidRPr="00902C71" w:rsidRDefault="006B61FE" w:rsidP="0012192F">
                            <w:pPr>
                              <w:pStyle w:val="Podnadpis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  <w:t>202</w:t>
                            </w:r>
                            <w:r w:rsidR="00386EAF">
                              <w:rPr>
                                <w:color w:val="auto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34.65pt;margin-top:116.25pt;width:403.9pt;height:173.85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" filled="f" stroked="f">
                <v:textbox style="mso-fit-shape-to-text:t" inset="0,0,0,0">
                  <w:txbxContent>
                    <w:p w:rsidR="006B61FE" w:rsidRPr="006B61FE" w:rsidRDefault="006B61FE" w:rsidP="006B61FE">
                      <w:pPr>
                        <w:pStyle w:val="Nzev"/>
                        <w:rPr>
                          <w:color w:val="auto"/>
                          <w:sz w:val="44"/>
                          <w:szCs w:val="44"/>
                        </w:rPr>
                      </w:pPr>
                      <w:r w:rsidRPr="006B61FE">
                        <w:rPr>
                          <w:color w:val="auto"/>
                          <w:sz w:val="44"/>
                          <w:szCs w:val="44"/>
                        </w:rPr>
                        <w:t xml:space="preserve">LICENCE NA PŘEDMĚTY PRŮMYSLOVÉHO VLASTNICTVÍ </w:t>
                      </w:r>
                    </w:p>
                    <w:p w:rsidR="00665BA4" w:rsidRPr="006B61FE" w:rsidRDefault="006B61FE" w:rsidP="006B61FE">
                      <w:pPr>
                        <w:pStyle w:val="Nzev"/>
                        <w:rPr>
                          <w:color w:val="auto"/>
                          <w:sz w:val="44"/>
                          <w:szCs w:val="44"/>
                        </w:rPr>
                      </w:pPr>
                      <w:r w:rsidRPr="006B61FE">
                        <w:rPr>
                          <w:color w:val="auto"/>
                          <w:sz w:val="44"/>
                          <w:szCs w:val="44"/>
                        </w:rPr>
                        <w:t>LICENSES OF INTELLECTUAL PROPERTY RIGHTS</w:t>
                      </w:r>
                    </w:p>
                    <w:p w:rsidR="00665BA4" w:rsidRPr="00902C71" w:rsidRDefault="00665BA4" w:rsidP="0012192F">
                      <w:pPr>
                        <w:pStyle w:val="Podnadpis"/>
                        <w:rPr>
                          <w:color w:val="auto"/>
                        </w:rPr>
                      </w:pPr>
                    </w:p>
                    <w:p w:rsidR="00665BA4" w:rsidRPr="00902C71" w:rsidRDefault="006B61FE" w:rsidP="0012192F">
                      <w:pPr>
                        <w:pStyle w:val="Podnadpis"/>
                        <w:rPr>
                          <w:color w:val="auto"/>
                        </w:rPr>
                      </w:pPr>
                      <w:r>
                        <w:rPr>
                          <w:color w:val="auto"/>
                        </w:rPr>
                        <w:t>202</w:t>
                      </w:r>
                      <w:r w:rsidR="00386EAF">
                        <w:rPr>
                          <w:color w:val="auto"/>
                        </w:rPr>
                        <w:t>4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1" layoutInCell="1" allowOverlap="1" wp14:anchorId="364F1FD3" wp14:editId="1484BBA5">
                <wp:simplePos x="0" y="0"/>
                <wp:positionH relativeFrom="page">
                  <wp:posOffset>1710055</wp:posOffset>
                </wp:positionH>
                <wp:positionV relativeFrom="page">
                  <wp:posOffset>9649460</wp:posOffset>
                </wp:positionV>
                <wp:extent cx="5130165" cy="179705"/>
                <wp:effectExtent l="0" t="0" r="5080" b="635"/>
                <wp:wrapNone/>
                <wp:docPr id="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A34C43" w14:textId="77777777" w:rsidR="00665BA4" w:rsidRPr="004924DC" w:rsidRDefault="00665BA4" w:rsidP="004924DC">
                            <w:r w:rsidRPr="004924DC">
                              <w:t xml:space="preserve">© </w:t>
                            </w:r>
                            <w:r w:rsidR="006B61FE" w:rsidRPr="006B61FE">
                              <w:t>Český statistický úřad / Czech</w:t>
                            </w:r>
                            <w:r w:rsidR="00386EAF">
                              <w:t xml:space="preserve"> </w:t>
                            </w:r>
                            <w:proofErr w:type="spellStart"/>
                            <w:r w:rsidR="00386EAF">
                              <w:t>Statistical</w:t>
                            </w:r>
                            <w:proofErr w:type="spellEnd"/>
                            <w:r w:rsidR="00386EAF">
                              <w:t xml:space="preserve"> Office, Praha, 2025</w:t>
                            </w:r>
                          </w:p>
                          <w:p w14:paraId="1EB15C4A" w14:textId="77777777" w:rsidR="00665BA4" w:rsidRPr="005251DD" w:rsidRDefault="00665BA4" w:rsidP="00665BA4"/>
                          <w:p w14:paraId="152E5455" w14:textId="77777777" w:rsidR="00FC684B" w:rsidRPr="005251DD" w:rsidRDefault="00FC684B" w:rsidP="00FC684B"/>
                          <w:p w14:paraId="2D66055D" w14:textId="77777777" w:rsidR="00F15AAA" w:rsidRDefault="00F15AAA"/>
                          <w:p w14:paraId="3DE89B60" w14:textId="77777777" w:rsidR="00665BA4" w:rsidRPr="00097407" w:rsidRDefault="00665BA4" w:rsidP="00665BA4">
                            <w:r w:rsidRPr="00097407">
                              <w:t xml:space="preserve">© </w:t>
                            </w:r>
                            <w:r w:rsidRPr="005251DD">
                              <w:t>Český statistický úřad</w:t>
                            </w:r>
                            <w:r>
                              <w:t xml:space="preserve"> / </w:t>
                            </w:r>
                            <w:r w:rsidRPr="009A1902">
                              <w:rPr>
                                <w:i/>
                              </w:rPr>
                              <w:t xml:space="preserve">Czech </w:t>
                            </w:r>
                            <w:proofErr w:type="spellStart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</w:t>
                            </w:r>
                            <w:proofErr w:type="spellEnd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 xml:space="preserve"> Office</w:t>
                            </w:r>
                            <w:r w:rsidRPr="00097407">
                              <w:t>, místo, rok vydání</w:t>
                            </w:r>
                          </w:p>
                          <w:p w14:paraId="1F9D7C82" w14:textId="77777777" w:rsidR="00665BA4" w:rsidRPr="005251DD" w:rsidRDefault="00665BA4" w:rsidP="00665BA4"/>
                          <w:p w14:paraId="77BE3767" w14:textId="77777777" w:rsidR="00FC684B" w:rsidRPr="005251DD" w:rsidRDefault="00FC684B" w:rsidP="00FC684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34.65pt;margin-top:759.8pt;width:403.95pt;height:14.1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" filled="f" stroked="f">
                <v:textbox inset="0,0,0,0">
                  <w:txbxContent>
                    <w:p w:rsidR="00665BA4" w:rsidRPr="004924DC" w:rsidRDefault="00665BA4" w:rsidP="004924DC">
                      <w:r w:rsidRPr="004924DC">
                        <w:t xml:space="preserve">© </w:t>
                      </w:r>
                      <w:r w:rsidR="006B61FE" w:rsidRPr="006B61FE">
                        <w:t>Český statistický úřad / Czech</w:t>
                      </w:r>
                      <w:r w:rsidR="00386EAF">
                        <w:t xml:space="preserve"> </w:t>
                      </w:r>
                      <w:proofErr w:type="spellStart"/>
                      <w:r w:rsidR="00386EAF">
                        <w:t>Statistical</w:t>
                      </w:r>
                      <w:proofErr w:type="spellEnd"/>
                      <w:r w:rsidR="00386EAF">
                        <w:t xml:space="preserve"> Office, Praha, 2025</w:t>
                      </w:r>
                    </w:p>
                    <w:p w:rsidR="00665BA4" w:rsidRPr="005251DD" w:rsidRDefault="00665BA4" w:rsidP="00665BA4"/>
                    <w:p w:rsidR="00FC684B" w:rsidRPr="005251DD" w:rsidRDefault="00FC684B" w:rsidP="00FC684B"/>
                    <w:p w:rsidR="00F15AAA" w:rsidRDefault="00F15AAA"/>
                    <w:p w:rsidR="00665BA4" w:rsidRPr="00097407" w:rsidRDefault="00665BA4" w:rsidP="00665BA4">
                      <w:r w:rsidRPr="00097407">
                        <w:t xml:space="preserve">© </w:t>
                      </w:r>
                      <w:r w:rsidRPr="005251DD">
                        <w:t>Český statistický úřad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 xml:space="preserve">Czech </w:t>
                      </w:r>
                      <w:proofErr w:type="spellStart"/>
                      <w:r w:rsidRPr="009A1902">
                        <w:rPr>
                          <w:rFonts w:cs="Arial"/>
                          <w:i/>
                          <w:szCs w:val="20"/>
                        </w:rPr>
                        <w:t>Statistical</w:t>
                      </w:r>
                      <w:proofErr w:type="spellEnd"/>
                      <w:r w:rsidRPr="009A1902">
                        <w:rPr>
                          <w:rFonts w:cs="Arial"/>
                          <w:i/>
                          <w:szCs w:val="20"/>
                        </w:rPr>
                        <w:t xml:space="preserve"> Office</w:t>
                      </w:r>
                      <w:r w:rsidRPr="00097407">
                        <w:t>, místo, rok vydání</w:t>
                      </w:r>
                    </w:p>
                    <w:p w:rsidR="00665BA4" w:rsidRPr="005251DD" w:rsidRDefault="00665BA4" w:rsidP="00665BA4"/>
                    <w:p w:rsidR="00FC684B" w:rsidRPr="005251DD" w:rsidRDefault="00FC684B" w:rsidP="00FC684B"/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3632" behindDoc="0" locked="1" layoutInCell="0" allowOverlap="1" wp14:anchorId="431F6230" wp14:editId="26069C96">
                <wp:simplePos x="0" y="0"/>
                <wp:positionH relativeFrom="page">
                  <wp:posOffset>1710055</wp:posOffset>
                </wp:positionH>
                <wp:positionV relativeFrom="page">
                  <wp:posOffset>9361169</wp:posOffset>
                </wp:positionV>
                <wp:extent cx="5130165" cy="0"/>
                <wp:effectExtent l="0" t="0" r="26035" b="25400"/>
                <wp:wrapNone/>
                <wp:docPr id="33" name="Přímá spojnic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3016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18A4FEB" id="Přímá spojnice 33" o:spid="_x0000_s1026" style="position:absolute;z-index:251653632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margin;mso-height-relative:margin" from="134.65pt,737.1pt" to="538.6pt,73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" o:allowincell="f" strokecolor="windowText" strokeweight="1pt">
                <o:lock v:ext="edit" shapetype="f"/>
                <w10:wrap anchorx="page" anchory="page"/>
                <w10:anchorlock/>
              </v:line>
            </w:pict>
          </mc:Fallback>
        </mc:AlternateContent>
      </w:r>
      <w:r w:rsidR="00F63FB7">
        <w:br w:type="page"/>
      </w:r>
      <w:r w:rsidR="00ED54F1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3872" behindDoc="0" locked="1" layoutInCell="1" allowOverlap="1" wp14:anchorId="66B1F577" wp14:editId="5422C14D">
                <wp:simplePos x="0" y="0"/>
                <wp:positionH relativeFrom="page">
                  <wp:posOffset>720090</wp:posOffset>
                </wp:positionH>
                <wp:positionV relativeFrom="page">
                  <wp:posOffset>1863090</wp:posOffset>
                </wp:positionV>
                <wp:extent cx="6119495" cy="7690485"/>
                <wp:effectExtent l="0" t="5080" r="1905" b="635"/>
                <wp:wrapNone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7690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B9552A" w14:textId="77777777" w:rsidR="00ED54F1" w:rsidRPr="00DE02BD" w:rsidRDefault="00ED54F1" w:rsidP="00ED54F1">
                            <w:pPr>
                              <w:pStyle w:val="TLKontaktyerven"/>
                              <w:rPr>
                                <w:color w:val="auto"/>
                              </w:rPr>
                            </w:pPr>
                            <w:r w:rsidRPr="00DE02BD">
                              <w:rPr>
                                <w:color w:val="auto"/>
                              </w:rPr>
                              <w:t>KONTAKTY V ÚSTŘEDÍ</w:t>
                            </w:r>
                          </w:p>
                          <w:p w14:paraId="0C04F7F0" w14:textId="77777777" w:rsidR="00ED54F1" w:rsidRPr="007D40DF" w:rsidRDefault="00ED54F1" w:rsidP="00ED54F1">
                            <w:pPr>
                              <w:pStyle w:val="TLKontakty"/>
                              <w:spacing w:after="80" w:line="240" w:lineRule="auto"/>
                              <w:contextualSpacing w:val="0"/>
                              <w:rPr>
                                <w:b w:val="0"/>
                                <w:color w:val="auto"/>
                              </w:rPr>
                            </w:pPr>
                            <w:r w:rsidRPr="00823032">
                              <w:t>Český statistický úřad</w:t>
                            </w:r>
                            <w:r w:rsidRPr="00823032">
                              <w:rPr>
                                <w:b w:val="0"/>
                              </w:rPr>
                              <w:t xml:space="preserve"> 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>| Na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 padesátém 81, 100 82 Praha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> 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10, 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tel.: 274 051 111 | </w:t>
                            </w:r>
                            <w:r>
                              <w:rPr>
                                <w:color w:val="auto"/>
                              </w:rPr>
                              <w:t>www.csu.gov</w:t>
                            </w:r>
                            <w:r w:rsidRPr="007D40DF">
                              <w:rPr>
                                <w:color w:val="auto"/>
                              </w:rPr>
                              <w:t>.cz</w:t>
                            </w:r>
                          </w:p>
                          <w:p w14:paraId="35A87733" w14:textId="77777777" w:rsidR="00ED54F1" w:rsidRPr="00D235B7" w:rsidRDefault="00ED54F1" w:rsidP="00ED54F1">
                            <w:pPr>
                              <w:pStyle w:val="TLKontakty"/>
                              <w:spacing w:after="80" w:line="240" w:lineRule="auto"/>
                              <w:contextualSpacing w:val="0"/>
                              <w:rPr>
                                <w:b w:val="0"/>
                                <w:color w:val="auto"/>
                              </w:rPr>
                            </w:pPr>
                            <w:r w:rsidRPr="00D235B7">
                              <w:rPr>
                                <w:color w:val="auto"/>
                              </w:rPr>
                              <w:t>Oddělení informačních služeb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 | tel.: 274 056 789 | e-mail: infoservis@csu.gov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>.cz</w:t>
                            </w:r>
                          </w:p>
                          <w:p w14:paraId="1AF19E2C" w14:textId="77777777" w:rsidR="00ED54F1" w:rsidRPr="00D235B7" w:rsidRDefault="00ED54F1" w:rsidP="00ED54F1">
                            <w:pPr>
                              <w:pStyle w:val="TLKontakty"/>
                              <w:spacing w:after="80" w:line="240" w:lineRule="auto"/>
                              <w:contextualSpacing w:val="0"/>
                              <w:rPr>
                                <w:b w:val="0"/>
                                <w:color w:val="auto"/>
                              </w:rPr>
                            </w:pPr>
                            <w:r w:rsidRPr="00D235B7">
                              <w:rPr>
                                <w:color w:val="auto"/>
                              </w:rPr>
                              <w:t>Prodejna publikací ČSÚ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 xml:space="preserve"> | tel.: 274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 052 361 | e-mail: prodejna@csu.gov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>.cz</w:t>
                            </w:r>
                          </w:p>
                          <w:p w14:paraId="424DABC4" w14:textId="77777777" w:rsidR="00ED54F1" w:rsidRPr="00D235B7" w:rsidRDefault="00ED54F1" w:rsidP="00ED54F1">
                            <w:pPr>
                              <w:pStyle w:val="TLKontakty"/>
                              <w:spacing w:after="80" w:line="240" w:lineRule="auto"/>
                              <w:contextualSpacing w:val="0"/>
                              <w:rPr>
                                <w:b w:val="0"/>
                                <w:color w:val="auto"/>
                              </w:rPr>
                            </w:pPr>
                            <w:r w:rsidRPr="00D235B7">
                              <w:rPr>
                                <w:color w:val="auto"/>
                              </w:rPr>
                              <w:t>Evropská data (ESDS), mezinárodní srovnání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 | tel.: 274 052 732 | e-mail: esds@csu.gov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>.cz</w:t>
                            </w:r>
                          </w:p>
                          <w:p w14:paraId="38C3575E" w14:textId="77777777" w:rsidR="00ED54F1" w:rsidRPr="00D235B7" w:rsidRDefault="00ED54F1" w:rsidP="00ED54F1">
                            <w:pPr>
                              <w:pStyle w:val="TLKontakty"/>
                              <w:spacing w:after="80" w:line="240" w:lineRule="auto"/>
                              <w:contextualSpacing w:val="0"/>
                              <w:rPr>
                                <w:b w:val="0"/>
                                <w:color w:val="auto"/>
                              </w:rPr>
                            </w:pPr>
                            <w:r w:rsidRPr="00D235B7">
                              <w:rPr>
                                <w:color w:val="auto"/>
                              </w:rPr>
                              <w:t>Ústřední statistická knihovna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 xml:space="preserve"> | tel.: 274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 052 361 | e-mail: knihovna@csu.gov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>.cz</w:t>
                            </w:r>
                          </w:p>
                          <w:p w14:paraId="38FB90D5" w14:textId="77777777" w:rsidR="00ED54F1" w:rsidRPr="004A61C5" w:rsidRDefault="00ED54F1" w:rsidP="00ED54F1">
                            <w:pPr>
                              <w:pStyle w:val="TLKontakty"/>
                              <w:spacing w:after="80" w:line="240" w:lineRule="auto"/>
                              <w:contextualSpacing w:val="0"/>
                              <w:rPr>
                                <w:color w:val="auto"/>
                              </w:rPr>
                            </w:pPr>
                          </w:p>
                          <w:p w14:paraId="25F0137F" w14:textId="77777777" w:rsidR="00ED54F1" w:rsidRPr="00DE02BD" w:rsidRDefault="00ED54F1" w:rsidP="00ED54F1">
                            <w:pPr>
                              <w:pStyle w:val="TLKontaktyerven"/>
                              <w:rPr>
                                <w:color w:val="auto"/>
                              </w:rPr>
                            </w:pPr>
                            <w:r w:rsidRPr="00DE02BD">
                              <w:rPr>
                                <w:color w:val="auto"/>
                              </w:rPr>
                              <w:t>INFORMAČNÍ SLUŽBY V REGIONECH</w:t>
                            </w:r>
                          </w:p>
                          <w:p w14:paraId="0628B9FE" w14:textId="77777777" w:rsidR="00ED54F1" w:rsidRPr="00992CF3" w:rsidRDefault="00ED54F1" w:rsidP="00ED54F1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823032">
                              <w:t>Hl. m. Praha</w:t>
                            </w:r>
                            <w:r w:rsidRPr="00823032">
                              <w:rPr>
                                <w:b w:val="0"/>
                              </w:rPr>
                              <w:t xml:space="preserve"> 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>| Na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 padesátém 81, 100 82 Praha 10, 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>tel.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 274 052 673</w:t>
                            </w:r>
                          </w:p>
                          <w:p w14:paraId="63740A5B" w14:textId="77777777" w:rsidR="00ED54F1" w:rsidRPr="00992CF3" w:rsidRDefault="00ED54F1" w:rsidP="00ED54F1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>e-mail: infoservispraha@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csu.gov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>.cz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| </w:t>
                            </w:r>
                            <w:r>
                              <w:rPr>
                                <w:color w:val="auto"/>
                              </w:rPr>
                              <w:t>www.csu.gov.cz/praha</w:t>
                            </w:r>
                          </w:p>
                          <w:p w14:paraId="75BE3107" w14:textId="77777777" w:rsidR="00ED54F1" w:rsidRPr="004A61C5" w:rsidRDefault="00ED54F1" w:rsidP="00ED54F1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</w:p>
                          <w:p w14:paraId="1C6BCFEF" w14:textId="77777777" w:rsidR="00ED54F1" w:rsidRPr="00992CF3" w:rsidRDefault="00ED54F1" w:rsidP="00ED54F1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823032">
                              <w:t>Středočeský kraj</w:t>
                            </w:r>
                            <w:r w:rsidRPr="00823032">
                              <w:rPr>
                                <w:b w:val="0"/>
                              </w:rPr>
                              <w:t xml:space="preserve"> 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>| Na padesátém 81, 100 82 Praha 10, tel.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: 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>274 054 175</w:t>
                            </w:r>
                          </w:p>
                          <w:p w14:paraId="6F14B6FF" w14:textId="77777777" w:rsidR="00ED54F1" w:rsidRPr="00992CF3" w:rsidRDefault="00ED54F1" w:rsidP="00ED54F1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>e-mail: infoservisstc@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csu.gov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>.cz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| </w:t>
                            </w:r>
                            <w:r w:rsidRPr="00992CF3">
                              <w:rPr>
                                <w:color w:val="auto"/>
                              </w:rPr>
                              <w:t>www.</w:t>
                            </w:r>
                            <w:r>
                              <w:rPr>
                                <w:color w:val="auto"/>
                              </w:rPr>
                              <w:t>csu.gov.cz/stredocesky</w:t>
                            </w:r>
                          </w:p>
                          <w:p w14:paraId="08BD572A" w14:textId="77777777" w:rsidR="00ED54F1" w:rsidRPr="004A61C5" w:rsidRDefault="00ED54F1" w:rsidP="00ED54F1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</w:p>
                          <w:p w14:paraId="62C5A9EB" w14:textId="77777777" w:rsidR="00ED54F1" w:rsidRPr="00992CF3" w:rsidRDefault="00ED54F1" w:rsidP="00ED54F1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823032">
                              <w:t>České Budějovice</w:t>
                            </w:r>
                            <w:r w:rsidRPr="00823032">
                              <w:rPr>
                                <w:b w:val="0"/>
                              </w:rPr>
                              <w:t xml:space="preserve"> 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>| Žižkova 1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a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>, 370 77 České Budějovice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, 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>tel.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: 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>386 718 440</w:t>
                            </w:r>
                          </w:p>
                          <w:p w14:paraId="54147709" w14:textId="77777777" w:rsidR="00ED54F1" w:rsidRPr="00992CF3" w:rsidRDefault="00ED54F1" w:rsidP="00ED54F1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>e-mail: infoserviscb@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csu.gov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>.cz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| </w:t>
                            </w:r>
                            <w:r w:rsidRPr="00992CF3">
                              <w:rPr>
                                <w:color w:val="auto"/>
                              </w:rPr>
                              <w:t>www.</w:t>
                            </w:r>
                            <w:r>
                              <w:rPr>
                                <w:color w:val="auto"/>
                              </w:rPr>
                              <w:t>csu.gov.cz/jihocesky</w:t>
                            </w:r>
                          </w:p>
                          <w:p w14:paraId="302765DE" w14:textId="77777777" w:rsidR="00ED54F1" w:rsidRPr="004A61C5" w:rsidRDefault="00ED54F1" w:rsidP="00ED54F1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</w:p>
                          <w:p w14:paraId="727BC811" w14:textId="77777777" w:rsidR="00ED54F1" w:rsidRPr="00BC731E" w:rsidRDefault="00ED54F1" w:rsidP="00ED54F1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823032">
                              <w:t>Plzeň</w:t>
                            </w:r>
                            <w:r w:rsidRPr="00DE02BD">
                              <w:rPr>
                                <w:b w:val="0"/>
                                <w:color w:val="685B7A"/>
                              </w:rPr>
                              <w:t xml:space="preserve">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| Slovanská alej 36, 326 64 Plzeň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,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tel.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: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377 612 108</w:t>
                            </w:r>
                          </w:p>
                          <w:p w14:paraId="11B72CE3" w14:textId="77777777" w:rsidR="00ED54F1" w:rsidRPr="004A61C5" w:rsidRDefault="00ED54F1" w:rsidP="00ED54F1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>e-mail: infoservisplzen@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csu.gov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>.cz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</w:t>
                            </w:r>
                            <w:r w:rsidRPr="00992CF3">
                              <w:rPr>
                                <w:color w:val="auto"/>
                              </w:rPr>
                              <w:t>www.</w:t>
                            </w:r>
                            <w:r>
                              <w:rPr>
                                <w:color w:val="auto"/>
                              </w:rPr>
                              <w:t>csu.gov.cz/plzensky</w:t>
                            </w:r>
                          </w:p>
                          <w:p w14:paraId="3B41CBEB" w14:textId="77777777" w:rsidR="00ED54F1" w:rsidRPr="004A61C5" w:rsidRDefault="00ED54F1" w:rsidP="00ED54F1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</w:p>
                          <w:p w14:paraId="6638CCD6" w14:textId="77777777" w:rsidR="00ED54F1" w:rsidRPr="004A61C5" w:rsidRDefault="00ED54F1" w:rsidP="00ED54F1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823032">
                              <w:t>Karlovy Vary</w:t>
                            </w:r>
                            <w:r w:rsidRPr="00823032">
                              <w:rPr>
                                <w:b w:val="0"/>
                              </w:rPr>
                              <w:t xml:space="preserve">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| </w:t>
                            </w:r>
                            <w:r w:rsidRPr="00095135">
                              <w:rPr>
                                <w:b w:val="0"/>
                                <w:color w:val="auto"/>
                              </w:rPr>
                              <w:t>Závodní 360/94, 360 06 Karlovy Vary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, tel.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: 353 114 529</w:t>
                            </w:r>
                          </w:p>
                          <w:p w14:paraId="2C171F1C" w14:textId="77777777" w:rsidR="00ED54F1" w:rsidRPr="004A61C5" w:rsidRDefault="00ED54F1" w:rsidP="00ED54F1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>e-mail: infoserviskv@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csu.gov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>.cz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</w:t>
                            </w:r>
                            <w:r w:rsidRPr="00992CF3">
                              <w:rPr>
                                <w:color w:val="auto"/>
                              </w:rPr>
                              <w:t>www.</w:t>
                            </w:r>
                            <w:r>
                              <w:rPr>
                                <w:color w:val="auto"/>
                              </w:rPr>
                              <w:t>csu.gov.cz/karlovarsky</w:t>
                            </w:r>
                          </w:p>
                          <w:p w14:paraId="0E114832" w14:textId="77777777" w:rsidR="00ED54F1" w:rsidRPr="004A61C5" w:rsidRDefault="00ED54F1" w:rsidP="00ED54F1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</w:p>
                          <w:p w14:paraId="480B6388" w14:textId="77777777" w:rsidR="00ED54F1" w:rsidRPr="004A61C5" w:rsidRDefault="00ED54F1" w:rsidP="00ED54F1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823032">
                              <w:t>Ústí nad Labem</w:t>
                            </w:r>
                            <w:r w:rsidRPr="00823032">
                              <w:rPr>
                                <w:b w:val="0"/>
                              </w:rPr>
                              <w:t xml:space="preserve">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| Špálova 2684, 400 11 Ústí nad Labem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,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tel.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: 472 706 176</w:t>
                            </w:r>
                          </w:p>
                          <w:p w14:paraId="77F6292D" w14:textId="77777777" w:rsidR="00ED54F1" w:rsidRPr="004A61C5" w:rsidRDefault="00ED54F1" w:rsidP="00ED54F1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>e-mail: infoservisul@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csu.gov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>.cz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</w:t>
                            </w:r>
                            <w:r w:rsidRPr="00992CF3">
                              <w:rPr>
                                <w:color w:val="auto"/>
                              </w:rPr>
                              <w:t>www.</w:t>
                            </w:r>
                            <w:r>
                              <w:rPr>
                                <w:color w:val="auto"/>
                              </w:rPr>
                              <w:t>csu.gov.cz/ustecky</w:t>
                            </w:r>
                          </w:p>
                          <w:p w14:paraId="39969C35" w14:textId="77777777" w:rsidR="00ED54F1" w:rsidRPr="004A61C5" w:rsidRDefault="00ED54F1" w:rsidP="00ED54F1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</w:p>
                          <w:p w14:paraId="61F376A4" w14:textId="77777777" w:rsidR="00ED54F1" w:rsidRPr="004A61C5" w:rsidRDefault="00ED54F1" w:rsidP="00ED54F1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823032">
                              <w:t>Liberec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 | n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ám. Dr. Edvarda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 Beneše 585/26, 460 01 Liberec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, tel.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: 704 675 184</w:t>
                            </w:r>
                          </w:p>
                          <w:p w14:paraId="541B662A" w14:textId="77777777" w:rsidR="00ED54F1" w:rsidRPr="004A61C5" w:rsidRDefault="00ED54F1" w:rsidP="00ED54F1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>e-mail: infoservislbc@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csu.gov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>.cz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</w:t>
                            </w:r>
                            <w:r w:rsidRPr="00992CF3">
                              <w:rPr>
                                <w:color w:val="auto"/>
                              </w:rPr>
                              <w:t>www.</w:t>
                            </w:r>
                            <w:r>
                              <w:rPr>
                                <w:color w:val="auto"/>
                              </w:rPr>
                              <w:t>csu.gov.cz/liberecky</w:t>
                            </w:r>
                          </w:p>
                          <w:p w14:paraId="3A2B4B60" w14:textId="77777777" w:rsidR="00ED54F1" w:rsidRPr="004A61C5" w:rsidRDefault="00ED54F1" w:rsidP="00ED54F1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14:paraId="29F76DDB" w14:textId="77777777" w:rsidR="00ED54F1" w:rsidRPr="004A61C5" w:rsidRDefault="00ED54F1" w:rsidP="00ED54F1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823032">
                              <w:t>Hradec Králové</w:t>
                            </w:r>
                            <w:r w:rsidRPr="00823032">
                              <w:rPr>
                                <w:b w:val="0"/>
                              </w:rPr>
                              <w:t xml:space="preserve">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| Myslivečk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ova 914, 500 03 Hradec Králové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, 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tel.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 495 762 322</w:t>
                            </w:r>
                          </w:p>
                          <w:p w14:paraId="143E2515" w14:textId="77777777" w:rsidR="00ED54F1" w:rsidRPr="004A61C5" w:rsidRDefault="00ED54F1" w:rsidP="00ED54F1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>e-mail: infoservishk@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csu.gov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>.cz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</w:t>
                            </w:r>
                            <w:r w:rsidRPr="00992CF3">
                              <w:rPr>
                                <w:color w:val="auto"/>
                              </w:rPr>
                              <w:t>www.</w:t>
                            </w:r>
                            <w:r>
                              <w:rPr>
                                <w:color w:val="auto"/>
                              </w:rPr>
                              <w:t>csu.gov.cz/kralovehradecky</w:t>
                            </w:r>
                          </w:p>
                          <w:p w14:paraId="2F2144C9" w14:textId="77777777" w:rsidR="00ED54F1" w:rsidRPr="004A61C5" w:rsidRDefault="00ED54F1" w:rsidP="00ED54F1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</w:p>
                          <w:p w14:paraId="2A58A8AA" w14:textId="77777777" w:rsidR="00ED54F1" w:rsidRPr="004A61C5" w:rsidRDefault="00ED54F1" w:rsidP="00ED54F1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823032">
                              <w:t>Pardubice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V Ráji 872, 531 53 Pardubice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,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tel.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: 466 743 480</w:t>
                            </w:r>
                          </w:p>
                          <w:p w14:paraId="264B4CD6" w14:textId="77777777" w:rsidR="00ED54F1" w:rsidRPr="004A61C5" w:rsidRDefault="00ED54F1" w:rsidP="00ED54F1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>e-mail: infoservispa@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csu.gov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>.cz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</w:t>
                            </w:r>
                            <w:r w:rsidRPr="00992CF3">
                              <w:rPr>
                                <w:color w:val="auto"/>
                              </w:rPr>
                              <w:t>www.</w:t>
                            </w:r>
                            <w:r>
                              <w:rPr>
                                <w:color w:val="auto"/>
                              </w:rPr>
                              <w:t>csu.gov.cz/pardubicky</w:t>
                            </w:r>
                          </w:p>
                          <w:p w14:paraId="31CF87BB" w14:textId="77777777" w:rsidR="00ED54F1" w:rsidRPr="004A61C5" w:rsidRDefault="00ED54F1" w:rsidP="00ED54F1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14:paraId="0196F08C" w14:textId="77777777" w:rsidR="00ED54F1" w:rsidRPr="004A61C5" w:rsidRDefault="00ED54F1" w:rsidP="00ED54F1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823032">
                              <w:t>Jihlava</w:t>
                            </w:r>
                            <w:r w:rsidRPr="00823032">
                              <w:rPr>
                                <w:b w:val="0"/>
                              </w:rPr>
                              <w:t xml:space="preserve">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| Ke Skalce 30,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 586 01 Jihlava, tel.: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567 109 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080</w:t>
                            </w:r>
                          </w:p>
                          <w:p w14:paraId="1696D5A5" w14:textId="77777777" w:rsidR="00ED54F1" w:rsidRPr="004A61C5" w:rsidRDefault="00ED54F1" w:rsidP="00ED54F1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>e-mail: infoservisvys@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csu.gov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>.cz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</w:t>
                            </w:r>
                            <w:r w:rsidRPr="00992CF3">
                              <w:rPr>
                                <w:color w:val="auto"/>
                              </w:rPr>
                              <w:t>www.</w:t>
                            </w:r>
                            <w:r>
                              <w:rPr>
                                <w:color w:val="auto"/>
                              </w:rPr>
                              <w:t>csu.gov.cz/vysocina</w:t>
                            </w:r>
                          </w:p>
                          <w:p w14:paraId="338EE9EB" w14:textId="77777777" w:rsidR="00ED54F1" w:rsidRDefault="00ED54F1" w:rsidP="00ED54F1">
                            <w:pPr>
                              <w:pStyle w:val="TLKontakty"/>
                              <w:spacing w:after="80" w:line="240" w:lineRule="auto"/>
                            </w:pPr>
                          </w:p>
                          <w:p w14:paraId="0CB0AC96" w14:textId="77777777" w:rsidR="00ED54F1" w:rsidRPr="00BC731E" w:rsidRDefault="00ED54F1" w:rsidP="00ED54F1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823032">
                              <w:t>Brno</w:t>
                            </w:r>
                            <w:r w:rsidRPr="00DE02BD">
                              <w:rPr>
                                <w:b w:val="0"/>
                                <w:color w:val="685B7A"/>
                              </w:rPr>
                              <w:t xml:space="preserve">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| Jezuitská 2, 601 59 Brno, 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tel: </w:t>
                            </w:r>
                            <w:r w:rsidRPr="00BC731E">
                              <w:rPr>
                                <w:b w:val="0"/>
                                <w:color w:val="auto"/>
                              </w:rPr>
                              <w:t>542 528 200</w:t>
                            </w:r>
                          </w:p>
                          <w:p w14:paraId="70D9A7E8" w14:textId="77777777" w:rsidR="00ED54F1" w:rsidRPr="004A61C5" w:rsidRDefault="00ED54F1" w:rsidP="00ED54F1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>e-mail: infoservisbrno@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csu.gov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>.cz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</w:t>
                            </w:r>
                            <w:r w:rsidRPr="00992CF3">
                              <w:rPr>
                                <w:color w:val="auto"/>
                              </w:rPr>
                              <w:t>www.</w:t>
                            </w:r>
                            <w:r>
                              <w:rPr>
                                <w:color w:val="auto"/>
                              </w:rPr>
                              <w:t>csu.gov.cz/jihomoravsky</w:t>
                            </w:r>
                          </w:p>
                          <w:p w14:paraId="690B5452" w14:textId="77777777" w:rsidR="00ED54F1" w:rsidRPr="004A61C5" w:rsidRDefault="00ED54F1" w:rsidP="00ED54F1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14:paraId="72AEB8B5" w14:textId="77777777" w:rsidR="00ED54F1" w:rsidRPr="005E7C78" w:rsidRDefault="00ED54F1" w:rsidP="00ED54F1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823032">
                              <w:t>Olomouc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| Jeremenkova 1142/42, 772 11 Olomouc, 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tel.: </w:t>
                            </w:r>
                            <w:r w:rsidRPr="00BC731E">
                              <w:rPr>
                                <w:b w:val="0"/>
                                <w:color w:val="auto"/>
                              </w:rPr>
                              <w:t>585 731 511</w:t>
                            </w:r>
                          </w:p>
                          <w:p w14:paraId="33F0FFAD" w14:textId="77777777" w:rsidR="00ED54F1" w:rsidRPr="005E7C78" w:rsidRDefault="00ED54F1" w:rsidP="00ED54F1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5E7C78">
                              <w:rPr>
                                <w:b w:val="0"/>
                                <w:color w:val="auto"/>
                              </w:rPr>
                              <w:t>e-mail: infoservisolom@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csu.gov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>.cz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| </w:t>
                            </w:r>
                            <w:r w:rsidRPr="00992CF3">
                              <w:rPr>
                                <w:color w:val="auto"/>
                              </w:rPr>
                              <w:t>www.</w:t>
                            </w:r>
                            <w:r>
                              <w:rPr>
                                <w:color w:val="auto"/>
                              </w:rPr>
                              <w:t>csu.gov.cz/olomoucky</w:t>
                            </w:r>
                          </w:p>
                          <w:p w14:paraId="3F8D5681" w14:textId="77777777" w:rsidR="00ED54F1" w:rsidRPr="005E7C78" w:rsidRDefault="00ED54F1" w:rsidP="00ED54F1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14:paraId="2C3C77B8" w14:textId="77777777" w:rsidR="00ED54F1" w:rsidRPr="005E7C78" w:rsidRDefault="00ED54F1" w:rsidP="00ED54F1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823032">
                              <w:t>Zlín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| tř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ída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Tomáše Bati 1565, 761 76 Zlín, 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tel.: 577 004 936</w:t>
                            </w:r>
                          </w:p>
                          <w:p w14:paraId="26C9940E" w14:textId="77777777" w:rsidR="00ED54F1" w:rsidRDefault="00ED54F1" w:rsidP="00ED54F1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b w:val="0"/>
                                <w:color w:val="auto"/>
                              </w:rPr>
                              <w:t>e-mail: infoservis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>zl@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csu.gov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>.cz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| </w:t>
                            </w:r>
                            <w:r w:rsidRPr="00992CF3">
                              <w:rPr>
                                <w:color w:val="auto"/>
                              </w:rPr>
                              <w:t>www.</w:t>
                            </w:r>
                            <w:r>
                              <w:rPr>
                                <w:color w:val="auto"/>
                              </w:rPr>
                              <w:t>csu.gov.cz/zlinsky</w:t>
                            </w:r>
                          </w:p>
                          <w:p w14:paraId="1E419822" w14:textId="77777777" w:rsidR="00ED54F1" w:rsidRPr="005E7C78" w:rsidRDefault="00ED54F1" w:rsidP="00ED54F1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14:paraId="557608EC" w14:textId="77777777" w:rsidR="00ED54F1" w:rsidRPr="005E7C78" w:rsidRDefault="00ED54F1" w:rsidP="00ED54F1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823032">
                              <w:t>Ostrava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| Repinova 17, 702 03 Ostrava,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 tel: 595 131 230</w:t>
                            </w:r>
                          </w:p>
                          <w:p w14:paraId="2C4124E5" w14:textId="77777777" w:rsidR="00ED54F1" w:rsidRPr="00995A66" w:rsidRDefault="00ED54F1" w:rsidP="00ED54F1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>
                              <w:rPr>
                                <w:b w:val="0"/>
                                <w:color w:val="auto"/>
                              </w:rPr>
                              <w:t>e-mail: infoservis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>ov@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csu.gov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>.cz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| </w:t>
                            </w:r>
                            <w:r w:rsidRPr="00992CF3">
                              <w:rPr>
                                <w:color w:val="auto"/>
                              </w:rPr>
                              <w:t>www.</w:t>
                            </w:r>
                            <w:r>
                              <w:rPr>
                                <w:color w:val="auto"/>
                              </w:rPr>
                              <w:t>csu.gov.cz/moravskoslezsky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5A322C" id="_x0000_s1030" type="#_x0000_t202" style="position:absolute;margin-left:56.7pt;margin-top:146.7pt;width:481.85pt;height:605.55pt;z-index:25166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" filled="f" stroked="f">
                <v:textbox style="mso-fit-shape-to-text:t" inset="0,0,0,0">
                  <w:txbxContent>
                    <w:p w:rsidR="00ED54F1" w:rsidRPr="00DE02BD" w:rsidRDefault="00ED54F1" w:rsidP="00ED54F1">
                      <w:pPr>
                        <w:pStyle w:val="TLKontaktyerven"/>
                        <w:rPr>
                          <w:color w:val="auto"/>
                        </w:rPr>
                      </w:pPr>
                      <w:r w:rsidRPr="00DE02BD">
                        <w:rPr>
                          <w:color w:val="auto"/>
                        </w:rPr>
                        <w:t>KONTAKTY V ÚSTŘEDÍ</w:t>
                      </w:r>
                    </w:p>
                    <w:p w:rsidR="00ED54F1" w:rsidRPr="007D40DF" w:rsidRDefault="00ED54F1" w:rsidP="00ED54F1">
                      <w:pPr>
                        <w:pStyle w:val="TLKontakty"/>
                        <w:spacing w:after="80" w:line="240" w:lineRule="auto"/>
                        <w:contextualSpacing w:val="0"/>
                        <w:rPr>
                          <w:b w:val="0"/>
                          <w:color w:val="auto"/>
                        </w:rPr>
                      </w:pPr>
                      <w:r w:rsidRPr="00823032">
                        <w:t>Český statistický úřad</w:t>
                      </w:r>
                      <w:r w:rsidRPr="00823032">
                        <w:rPr>
                          <w:b w:val="0"/>
                        </w:rPr>
                        <w:t xml:space="preserve"> </w:t>
                      </w:r>
                      <w:r w:rsidRPr="007D40DF">
                        <w:rPr>
                          <w:b w:val="0"/>
                          <w:color w:val="auto"/>
                        </w:rPr>
                        <w:t>| Na</w:t>
                      </w:r>
                      <w:r>
                        <w:rPr>
                          <w:b w:val="0"/>
                          <w:color w:val="auto"/>
                        </w:rPr>
                        <w:t xml:space="preserve"> padesátém 81, 100 82 Praha</w:t>
                      </w:r>
                      <w:r w:rsidRPr="007D40DF">
                        <w:rPr>
                          <w:b w:val="0"/>
                          <w:color w:val="auto"/>
                        </w:rPr>
                        <w:t> </w:t>
                      </w:r>
                      <w:r>
                        <w:rPr>
                          <w:b w:val="0"/>
                          <w:color w:val="auto"/>
                        </w:rPr>
                        <w:t xml:space="preserve">10, </w:t>
                      </w:r>
                      <w:r w:rsidRPr="007D40DF">
                        <w:rPr>
                          <w:b w:val="0"/>
                          <w:color w:val="auto"/>
                        </w:rPr>
                        <w:t xml:space="preserve">tel.: 274 051 111 | </w:t>
                      </w:r>
                      <w:r>
                        <w:rPr>
                          <w:color w:val="auto"/>
                        </w:rPr>
                        <w:t>www.csu.gov</w:t>
                      </w:r>
                      <w:r w:rsidRPr="007D40DF">
                        <w:rPr>
                          <w:color w:val="auto"/>
                        </w:rPr>
                        <w:t>.cz</w:t>
                      </w:r>
                    </w:p>
                    <w:p w:rsidR="00ED54F1" w:rsidRPr="00D235B7" w:rsidRDefault="00ED54F1" w:rsidP="00ED54F1">
                      <w:pPr>
                        <w:pStyle w:val="TLKontakty"/>
                        <w:spacing w:after="80" w:line="240" w:lineRule="auto"/>
                        <w:contextualSpacing w:val="0"/>
                        <w:rPr>
                          <w:b w:val="0"/>
                          <w:color w:val="auto"/>
                        </w:rPr>
                      </w:pPr>
                      <w:r w:rsidRPr="00D235B7">
                        <w:rPr>
                          <w:color w:val="auto"/>
                        </w:rPr>
                        <w:t>Oddělení informačních služeb</w:t>
                      </w:r>
                      <w:r>
                        <w:rPr>
                          <w:b w:val="0"/>
                          <w:color w:val="auto"/>
                        </w:rPr>
                        <w:t xml:space="preserve"> | tel.: 274 056 789 | e-mail: infoservis@csu.gov</w:t>
                      </w:r>
                      <w:r w:rsidRPr="00D235B7">
                        <w:rPr>
                          <w:b w:val="0"/>
                          <w:color w:val="auto"/>
                        </w:rPr>
                        <w:t>.cz</w:t>
                      </w:r>
                    </w:p>
                    <w:p w:rsidR="00ED54F1" w:rsidRPr="00D235B7" w:rsidRDefault="00ED54F1" w:rsidP="00ED54F1">
                      <w:pPr>
                        <w:pStyle w:val="TLKontakty"/>
                        <w:spacing w:after="80" w:line="240" w:lineRule="auto"/>
                        <w:contextualSpacing w:val="0"/>
                        <w:rPr>
                          <w:b w:val="0"/>
                          <w:color w:val="auto"/>
                        </w:rPr>
                      </w:pPr>
                      <w:r w:rsidRPr="00D235B7">
                        <w:rPr>
                          <w:color w:val="auto"/>
                        </w:rPr>
                        <w:t>Prodejna publikací ČSÚ</w:t>
                      </w:r>
                      <w:r w:rsidRPr="00D235B7">
                        <w:rPr>
                          <w:b w:val="0"/>
                          <w:color w:val="auto"/>
                        </w:rPr>
                        <w:t xml:space="preserve"> | tel.: 274</w:t>
                      </w:r>
                      <w:r>
                        <w:rPr>
                          <w:b w:val="0"/>
                          <w:color w:val="auto"/>
                        </w:rPr>
                        <w:t xml:space="preserve"> 052 361 | e-mail: prodejna@csu.gov</w:t>
                      </w:r>
                      <w:r w:rsidRPr="00D235B7">
                        <w:rPr>
                          <w:b w:val="0"/>
                          <w:color w:val="auto"/>
                        </w:rPr>
                        <w:t>.cz</w:t>
                      </w:r>
                    </w:p>
                    <w:p w:rsidR="00ED54F1" w:rsidRPr="00D235B7" w:rsidRDefault="00ED54F1" w:rsidP="00ED54F1">
                      <w:pPr>
                        <w:pStyle w:val="TLKontakty"/>
                        <w:spacing w:after="80" w:line="240" w:lineRule="auto"/>
                        <w:contextualSpacing w:val="0"/>
                        <w:rPr>
                          <w:b w:val="0"/>
                          <w:color w:val="auto"/>
                        </w:rPr>
                      </w:pPr>
                      <w:r w:rsidRPr="00D235B7">
                        <w:rPr>
                          <w:color w:val="auto"/>
                        </w:rPr>
                        <w:t>Evropská data (ESDS), mezinárodní srovnání</w:t>
                      </w:r>
                      <w:r>
                        <w:rPr>
                          <w:b w:val="0"/>
                          <w:color w:val="auto"/>
                        </w:rPr>
                        <w:t xml:space="preserve"> | tel.: 274 052 732 | e-mail: esds@csu.gov</w:t>
                      </w:r>
                      <w:r w:rsidRPr="00D235B7">
                        <w:rPr>
                          <w:b w:val="0"/>
                          <w:color w:val="auto"/>
                        </w:rPr>
                        <w:t>.cz</w:t>
                      </w:r>
                    </w:p>
                    <w:p w:rsidR="00ED54F1" w:rsidRPr="00D235B7" w:rsidRDefault="00ED54F1" w:rsidP="00ED54F1">
                      <w:pPr>
                        <w:pStyle w:val="TLKontakty"/>
                        <w:spacing w:after="80" w:line="240" w:lineRule="auto"/>
                        <w:contextualSpacing w:val="0"/>
                        <w:rPr>
                          <w:b w:val="0"/>
                          <w:color w:val="auto"/>
                        </w:rPr>
                      </w:pPr>
                      <w:r w:rsidRPr="00D235B7">
                        <w:rPr>
                          <w:color w:val="auto"/>
                        </w:rPr>
                        <w:t>Ústřední statistická knihovna</w:t>
                      </w:r>
                      <w:r w:rsidRPr="00D235B7">
                        <w:rPr>
                          <w:b w:val="0"/>
                          <w:color w:val="auto"/>
                        </w:rPr>
                        <w:t xml:space="preserve"> | tel.: 274</w:t>
                      </w:r>
                      <w:r>
                        <w:rPr>
                          <w:b w:val="0"/>
                          <w:color w:val="auto"/>
                        </w:rPr>
                        <w:t xml:space="preserve"> 052 361 | e-mail: knihovna@csu.gov</w:t>
                      </w:r>
                      <w:r w:rsidRPr="00D235B7">
                        <w:rPr>
                          <w:b w:val="0"/>
                          <w:color w:val="auto"/>
                        </w:rPr>
                        <w:t>.cz</w:t>
                      </w:r>
                    </w:p>
                    <w:p w:rsidR="00ED54F1" w:rsidRPr="004A61C5" w:rsidRDefault="00ED54F1" w:rsidP="00ED54F1">
                      <w:pPr>
                        <w:pStyle w:val="TLKontakty"/>
                        <w:spacing w:after="80" w:line="240" w:lineRule="auto"/>
                        <w:contextualSpacing w:val="0"/>
                        <w:rPr>
                          <w:color w:val="auto"/>
                        </w:rPr>
                      </w:pPr>
                    </w:p>
                    <w:p w:rsidR="00ED54F1" w:rsidRPr="00DE02BD" w:rsidRDefault="00ED54F1" w:rsidP="00ED54F1">
                      <w:pPr>
                        <w:pStyle w:val="TLKontaktyerven"/>
                        <w:rPr>
                          <w:color w:val="auto"/>
                        </w:rPr>
                      </w:pPr>
                      <w:r w:rsidRPr="00DE02BD">
                        <w:rPr>
                          <w:color w:val="auto"/>
                        </w:rPr>
                        <w:t>INFORMAČNÍ SLUŽBY V REGIONECH</w:t>
                      </w:r>
                    </w:p>
                    <w:p w:rsidR="00ED54F1" w:rsidRPr="00992CF3" w:rsidRDefault="00ED54F1" w:rsidP="00ED54F1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823032">
                        <w:t>Hl. m. Praha</w:t>
                      </w:r>
                      <w:r w:rsidRPr="00823032">
                        <w:rPr>
                          <w:b w:val="0"/>
                        </w:rPr>
                        <w:t xml:space="preserve"> </w:t>
                      </w:r>
                      <w:r w:rsidRPr="00992CF3">
                        <w:rPr>
                          <w:b w:val="0"/>
                          <w:color w:val="auto"/>
                        </w:rPr>
                        <w:t>| Na</w:t>
                      </w:r>
                      <w:r>
                        <w:rPr>
                          <w:b w:val="0"/>
                          <w:color w:val="auto"/>
                        </w:rPr>
                        <w:t xml:space="preserve"> padesátém 81, 100 82 Praha 10, </w:t>
                      </w:r>
                      <w:r w:rsidRPr="00992CF3">
                        <w:rPr>
                          <w:b w:val="0"/>
                          <w:color w:val="auto"/>
                        </w:rPr>
                        <w:t>tel.</w:t>
                      </w:r>
                      <w:r w:rsidRPr="007D40DF">
                        <w:rPr>
                          <w:b w:val="0"/>
                          <w:color w:val="auto"/>
                        </w:rPr>
                        <w:t>:</w:t>
                      </w:r>
                      <w:r>
                        <w:rPr>
                          <w:b w:val="0"/>
                          <w:color w:val="auto"/>
                        </w:rPr>
                        <w:t xml:space="preserve"> 274 052 673</w:t>
                      </w:r>
                    </w:p>
                    <w:p w:rsidR="00ED54F1" w:rsidRPr="00992CF3" w:rsidRDefault="00ED54F1" w:rsidP="00ED54F1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>e-mail: infoservispraha@</w:t>
                      </w:r>
                      <w:r>
                        <w:rPr>
                          <w:b w:val="0"/>
                          <w:color w:val="auto"/>
                        </w:rPr>
                        <w:t>csu.gov</w:t>
                      </w:r>
                      <w:r w:rsidRPr="00D235B7">
                        <w:rPr>
                          <w:b w:val="0"/>
                          <w:color w:val="auto"/>
                        </w:rPr>
                        <w:t>.cz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| </w:t>
                      </w:r>
                      <w:r>
                        <w:rPr>
                          <w:color w:val="auto"/>
                        </w:rPr>
                        <w:t>www.csu.gov.cz/praha</w:t>
                      </w:r>
                    </w:p>
                    <w:p w:rsidR="00ED54F1" w:rsidRPr="004A61C5" w:rsidRDefault="00ED54F1" w:rsidP="00ED54F1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</w:p>
                    <w:p w:rsidR="00ED54F1" w:rsidRPr="00992CF3" w:rsidRDefault="00ED54F1" w:rsidP="00ED54F1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823032">
                        <w:t>Středočeský kraj</w:t>
                      </w:r>
                      <w:r w:rsidRPr="00823032">
                        <w:rPr>
                          <w:b w:val="0"/>
                        </w:rPr>
                        <w:t xml:space="preserve"> </w:t>
                      </w:r>
                      <w:r w:rsidRPr="00992CF3">
                        <w:rPr>
                          <w:b w:val="0"/>
                          <w:color w:val="auto"/>
                        </w:rPr>
                        <w:t>| Na padesátém 81, 100 82 Praha 10, tel.</w:t>
                      </w:r>
                      <w:r>
                        <w:rPr>
                          <w:b w:val="0"/>
                          <w:color w:val="auto"/>
                        </w:rPr>
                        <w:t xml:space="preserve">: </w:t>
                      </w:r>
                      <w:r w:rsidRPr="00992CF3">
                        <w:rPr>
                          <w:b w:val="0"/>
                          <w:color w:val="auto"/>
                        </w:rPr>
                        <w:t>274 054 175</w:t>
                      </w:r>
                    </w:p>
                    <w:p w:rsidR="00ED54F1" w:rsidRPr="00992CF3" w:rsidRDefault="00ED54F1" w:rsidP="00ED54F1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>e-mail: infoservisstc@</w:t>
                      </w:r>
                      <w:r>
                        <w:rPr>
                          <w:b w:val="0"/>
                          <w:color w:val="auto"/>
                        </w:rPr>
                        <w:t>csu.gov</w:t>
                      </w:r>
                      <w:r w:rsidRPr="00D235B7">
                        <w:rPr>
                          <w:b w:val="0"/>
                          <w:color w:val="auto"/>
                        </w:rPr>
                        <w:t>.cz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| </w:t>
                      </w:r>
                      <w:r w:rsidRPr="00992CF3">
                        <w:rPr>
                          <w:color w:val="auto"/>
                        </w:rPr>
                        <w:t>www.</w:t>
                      </w:r>
                      <w:r>
                        <w:rPr>
                          <w:color w:val="auto"/>
                        </w:rPr>
                        <w:t>csu.gov.cz/stredocesky</w:t>
                      </w:r>
                    </w:p>
                    <w:p w:rsidR="00ED54F1" w:rsidRPr="004A61C5" w:rsidRDefault="00ED54F1" w:rsidP="00ED54F1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</w:p>
                    <w:p w:rsidR="00ED54F1" w:rsidRPr="00992CF3" w:rsidRDefault="00ED54F1" w:rsidP="00ED54F1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823032">
                        <w:t>České Budějovice</w:t>
                      </w:r>
                      <w:r w:rsidRPr="00823032">
                        <w:rPr>
                          <w:b w:val="0"/>
                        </w:rPr>
                        <w:t xml:space="preserve"> </w:t>
                      </w:r>
                      <w:r w:rsidRPr="00992CF3">
                        <w:rPr>
                          <w:b w:val="0"/>
                          <w:color w:val="auto"/>
                        </w:rPr>
                        <w:t>| Žižkova 1</w:t>
                      </w:r>
                      <w:r>
                        <w:rPr>
                          <w:b w:val="0"/>
                          <w:color w:val="auto"/>
                        </w:rPr>
                        <w:t>a</w:t>
                      </w:r>
                      <w:r w:rsidRPr="00992CF3">
                        <w:rPr>
                          <w:b w:val="0"/>
                          <w:color w:val="auto"/>
                        </w:rPr>
                        <w:t>, 370 77 České Budějovice</w:t>
                      </w:r>
                      <w:r>
                        <w:rPr>
                          <w:b w:val="0"/>
                          <w:color w:val="auto"/>
                        </w:rPr>
                        <w:t xml:space="preserve">, </w:t>
                      </w:r>
                      <w:r w:rsidRPr="00992CF3">
                        <w:rPr>
                          <w:b w:val="0"/>
                          <w:color w:val="auto"/>
                        </w:rPr>
                        <w:t>tel.</w:t>
                      </w:r>
                      <w:r>
                        <w:rPr>
                          <w:b w:val="0"/>
                          <w:color w:val="auto"/>
                        </w:rPr>
                        <w:t xml:space="preserve">: </w:t>
                      </w:r>
                      <w:r w:rsidRPr="00992CF3">
                        <w:rPr>
                          <w:b w:val="0"/>
                          <w:color w:val="auto"/>
                        </w:rPr>
                        <w:t>386 718 440</w:t>
                      </w:r>
                    </w:p>
                    <w:p w:rsidR="00ED54F1" w:rsidRPr="00992CF3" w:rsidRDefault="00ED54F1" w:rsidP="00ED54F1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>e-mail: infoserviscb@</w:t>
                      </w:r>
                      <w:r>
                        <w:rPr>
                          <w:b w:val="0"/>
                          <w:color w:val="auto"/>
                        </w:rPr>
                        <w:t>csu.gov</w:t>
                      </w:r>
                      <w:r w:rsidRPr="00D235B7">
                        <w:rPr>
                          <w:b w:val="0"/>
                          <w:color w:val="auto"/>
                        </w:rPr>
                        <w:t>.cz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| </w:t>
                      </w:r>
                      <w:r w:rsidRPr="00992CF3">
                        <w:rPr>
                          <w:color w:val="auto"/>
                        </w:rPr>
                        <w:t>www.</w:t>
                      </w:r>
                      <w:r>
                        <w:rPr>
                          <w:color w:val="auto"/>
                        </w:rPr>
                        <w:t>csu.gov.cz/jihocesky</w:t>
                      </w:r>
                    </w:p>
                    <w:p w:rsidR="00ED54F1" w:rsidRPr="004A61C5" w:rsidRDefault="00ED54F1" w:rsidP="00ED54F1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</w:p>
                    <w:p w:rsidR="00ED54F1" w:rsidRPr="00BC731E" w:rsidRDefault="00ED54F1" w:rsidP="00ED54F1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823032">
                        <w:t>Plzeň</w:t>
                      </w:r>
                      <w:r w:rsidRPr="00DE02BD">
                        <w:rPr>
                          <w:b w:val="0"/>
                          <w:color w:val="685B7A"/>
                        </w:rPr>
                        <w:t xml:space="preserve"> </w:t>
                      </w:r>
                      <w:r w:rsidRPr="004A61C5">
                        <w:rPr>
                          <w:b w:val="0"/>
                          <w:color w:val="auto"/>
                        </w:rPr>
                        <w:t>| Slovanská alej 36, 326 64 Plzeň</w:t>
                      </w:r>
                      <w:r>
                        <w:rPr>
                          <w:b w:val="0"/>
                          <w:color w:val="auto"/>
                        </w:rPr>
                        <w:t xml:space="preserve">, </w:t>
                      </w:r>
                      <w:r w:rsidRPr="004A61C5">
                        <w:rPr>
                          <w:b w:val="0"/>
                          <w:color w:val="auto"/>
                        </w:rPr>
                        <w:t>tel.</w:t>
                      </w:r>
                      <w:r>
                        <w:rPr>
                          <w:b w:val="0"/>
                          <w:color w:val="auto"/>
                        </w:rPr>
                        <w:t xml:space="preserve">: </w:t>
                      </w:r>
                      <w:r w:rsidRPr="004A61C5">
                        <w:rPr>
                          <w:b w:val="0"/>
                          <w:color w:val="auto"/>
                        </w:rPr>
                        <w:t>377 612 108</w:t>
                      </w:r>
                    </w:p>
                    <w:p w:rsidR="00ED54F1" w:rsidRPr="004A61C5" w:rsidRDefault="00ED54F1" w:rsidP="00ED54F1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>e-mail: infoservisplzen@</w:t>
                      </w:r>
                      <w:r>
                        <w:rPr>
                          <w:b w:val="0"/>
                          <w:color w:val="auto"/>
                        </w:rPr>
                        <w:t>csu.gov</w:t>
                      </w:r>
                      <w:r w:rsidRPr="00D235B7">
                        <w:rPr>
                          <w:b w:val="0"/>
                          <w:color w:val="auto"/>
                        </w:rPr>
                        <w:t>.cz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</w:t>
                      </w:r>
                      <w:r w:rsidRPr="00992CF3">
                        <w:rPr>
                          <w:color w:val="auto"/>
                        </w:rPr>
                        <w:t>www.</w:t>
                      </w:r>
                      <w:r>
                        <w:rPr>
                          <w:color w:val="auto"/>
                        </w:rPr>
                        <w:t>csu.gov.cz/plzensky</w:t>
                      </w:r>
                    </w:p>
                    <w:p w:rsidR="00ED54F1" w:rsidRPr="004A61C5" w:rsidRDefault="00ED54F1" w:rsidP="00ED54F1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</w:p>
                    <w:p w:rsidR="00ED54F1" w:rsidRPr="004A61C5" w:rsidRDefault="00ED54F1" w:rsidP="00ED54F1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823032">
                        <w:t>Karlovy Vary</w:t>
                      </w:r>
                      <w:r w:rsidRPr="00823032">
                        <w:rPr>
                          <w:b w:val="0"/>
                        </w:rPr>
                        <w:t xml:space="preserve"> 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| </w:t>
                      </w:r>
                      <w:r w:rsidRPr="00095135">
                        <w:rPr>
                          <w:b w:val="0"/>
                          <w:color w:val="auto"/>
                        </w:rPr>
                        <w:t>Závodní 360/94, 360 06 Karlovy Vary</w:t>
                      </w:r>
                      <w:r w:rsidRPr="004A61C5">
                        <w:rPr>
                          <w:b w:val="0"/>
                          <w:color w:val="auto"/>
                        </w:rPr>
                        <w:t>, tel.</w:t>
                      </w:r>
                      <w:r>
                        <w:rPr>
                          <w:b w:val="0"/>
                          <w:color w:val="auto"/>
                        </w:rPr>
                        <w:t>: 353 114 529</w:t>
                      </w:r>
                    </w:p>
                    <w:p w:rsidR="00ED54F1" w:rsidRPr="004A61C5" w:rsidRDefault="00ED54F1" w:rsidP="00ED54F1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>e-mail: infoserviskv@</w:t>
                      </w:r>
                      <w:r>
                        <w:rPr>
                          <w:b w:val="0"/>
                          <w:color w:val="auto"/>
                        </w:rPr>
                        <w:t>csu.gov</w:t>
                      </w:r>
                      <w:r w:rsidRPr="00D235B7">
                        <w:rPr>
                          <w:b w:val="0"/>
                          <w:color w:val="auto"/>
                        </w:rPr>
                        <w:t>.cz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</w:t>
                      </w:r>
                      <w:r w:rsidRPr="00992CF3">
                        <w:rPr>
                          <w:color w:val="auto"/>
                        </w:rPr>
                        <w:t>www.</w:t>
                      </w:r>
                      <w:r>
                        <w:rPr>
                          <w:color w:val="auto"/>
                        </w:rPr>
                        <w:t>csu.gov.cz/karlovarsky</w:t>
                      </w:r>
                    </w:p>
                    <w:p w:rsidR="00ED54F1" w:rsidRPr="004A61C5" w:rsidRDefault="00ED54F1" w:rsidP="00ED54F1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</w:p>
                    <w:p w:rsidR="00ED54F1" w:rsidRPr="004A61C5" w:rsidRDefault="00ED54F1" w:rsidP="00ED54F1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823032">
                        <w:t>Ústí nad Labem</w:t>
                      </w:r>
                      <w:r w:rsidRPr="00823032">
                        <w:rPr>
                          <w:b w:val="0"/>
                        </w:rPr>
                        <w:t xml:space="preserve"> </w:t>
                      </w:r>
                      <w:r w:rsidRPr="004A61C5">
                        <w:rPr>
                          <w:b w:val="0"/>
                          <w:color w:val="auto"/>
                        </w:rPr>
                        <w:t>| Špálova 2684, 400 11 Ústí nad Labem</w:t>
                      </w:r>
                      <w:r>
                        <w:rPr>
                          <w:b w:val="0"/>
                          <w:color w:val="auto"/>
                        </w:rPr>
                        <w:t xml:space="preserve">, </w:t>
                      </w:r>
                      <w:r w:rsidRPr="004A61C5">
                        <w:rPr>
                          <w:b w:val="0"/>
                          <w:color w:val="auto"/>
                        </w:rPr>
                        <w:t>tel.</w:t>
                      </w:r>
                      <w:r>
                        <w:rPr>
                          <w:b w:val="0"/>
                          <w:color w:val="auto"/>
                        </w:rPr>
                        <w:t>: 472 706 176</w:t>
                      </w:r>
                    </w:p>
                    <w:p w:rsidR="00ED54F1" w:rsidRPr="004A61C5" w:rsidRDefault="00ED54F1" w:rsidP="00ED54F1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>e-mail: infoservisul@</w:t>
                      </w:r>
                      <w:r>
                        <w:rPr>
                          <w:b w:val="0"/>
                          <w:color w:val="auto"/>
                        </w:rPr>
                        <w:t>csu.gov</w:t>
                      </w:r>
                      <w:r w:rsidRPr="00D235B7">
                        <w:rPr>
                          <w:b w:val="0"/>
                          <w:color w:val="auto"/>
                        </w:rPr>
                        <w:t>.cz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</w:t>
                      </w:r>
                      <w:r w:rsidRPr="00992CF3">
                        <w:rPr>
                          <w:color w:val="auto"/>
                        </w:rPr>
                        <w:t>www.</w:t>
                      </w:r>
                      <w:r>
                        <w:rPr>
                          <w:color w:val="auto"/>
                        </w:rPr>
                        <w:t>csu.gov.cz/ustecky</w:t>
                      </w:r>
                    </w:p>
                    <w:p w:rsidR="00ED54F1" w:rsidRPr="004A61C5" w:rsidRDefault="00ED54F1" w:rsidP="00ED54F1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</w:p>
                    <w:p w:rsidR="00ED54F1" w:rsidRPr="004A61C5" w:rsidRDefault="00ED54F1" w:rsidP="00ED54F1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823032">
                        <w:t>Liberec</w:t>
                      </w:r>
                      <w:r>
                        <w:rPr>
                          <w:b w:val="0"/>
                          <w:color w:val="auto"/>
                        </w:rPr>
                        <w:t xml:space="preserve"> | n</w:t>
                      </w:r>
                      <w:r w:rsidRPr="004A61C5">
                        <w:rPr>
                          <w:b w:val="0"/>
                          <w:color w:val="auto"/>
                        </w:rPr>
                        <w:t>ám. Dr. Edvarda</w:t>
                      </w:r>
                      <w:r>
                        <w:rPr>
                          <w:b w:val="0"/>
                          <w:color w:val="auto"/>
                        </w:rPr>
                        <w:t xml:space="preserve"> Beneše 585/26, 460 01 Liberec</w:t>
                      </w:r>
                      <w:r w:rsidRPr="004A61C5">
                        <w:rPr>
                          <w:b w:val="0"/>
                          <w:color w:val="auto"/>
                        </w:rPr>
                        <w:t>, tel.</w:t>
                      </w:r>
                      <w:r>
                        <w:rPr>
                          <w:b w:val="0"/>
                          <w:color w:val="auto"/>
                        </w:rPr>
                        <w:t>: 704 675 184</w:t>
                      </w:r>
                    </w:p>
                    <w:p w:rsidR="00ED54F1" w:rsidRPr="004A61C5" w:rsidRDefault="00ED54F1" w:rsidP="00ED54F1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>e-mail: infoservislbc@</w:t>
                      </w:r>
                      <w:r>
                        <w:rPr>
                          <w:b w:val="0"/>
                          <w:color w:val="auto"/>
                        </w:rPr>
                        <w:t>csu.gov</w:t>
                      </w:r>
                      <w:r w:rsidRPr="00D235B7">
                        <w:rPr>
                          <w:b w:val="0"/>
                          <w:color w:val="auto"/>
                        </w:rPr>
                        <w:t>.cz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</w:t>
                      </w:r>
                      <w:r w:rsidRPr="00992CF3">
                        <w:rPr>
                          <w:color w:val="auto"/>
                        </w:rPr>
                        <w:t>www.</w:t>
                      </w:r>
                      <w:r>
                        <w:rPr>
                          <w:color w:val="auto"/>
                        </w:rPr>
                        <w:t>csu.gov.cz/liberecky</w:t>
                      </w:r>
                    </w:p>
                    <w:p w:rsidR="00ED54F1" w:rsidRPr="004A61C5" w:rsidRDefault="00ED54F1" w:rsidP="00ED54F1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</w:p>
                    <w:p w:rsidR="00ED54F1" w:rsidRPr="004A61C5" w:rsidRDefault="00ED54F1" w:rsidP="00ED54F1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823032">
                        <w:t>Hradec Králové</w:t>
                      </w:r>
                      <w:r w:rsidRPr="00823032">
                        <w:rPr>
                          <w:b w:val="0"/>
                        </w:rPr>
                        <w:t xml:space="preserve"> </w:t>
                      </w:r>
                      <w:r w:rsidRPr="004A61C5">
                        <w:rPr>
                          <w:b w:val="0"/>
                          <w:color w:val="auto"/>
                        </w:rPr>
                        <w:t>| Myslivečk</w:t>
                      </w:r>
                      <w:r>
                        <w:rPr>
                          <w:b w:val="0"/>
                          <w:color w:val="auto"/>
                        </w:rPr>
                        <w:t>ova 914, 500 03 Hradec Králové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, </w:t>
                      </w:r>
                      <w:r>
                        <w:rPr>
                          <w:b w:val="0"/>
                          <w:color w:val="auto"/>
                        </w:rPr>
                        <w:t>tel.</w:t>
                      </w:r>
                      <w:r w:rsidRPr="007D40DF">
                        <w:rPr>
                          <w:b w:val="0"/>
                          <w:color w:val="auto"/>
                        </w:rPr>
                        <w:t>:</w:t>
                      </w:r>
                      <w:r>
                        <w:rPr>
                          <w:b w:val="0"/>
                          <w:color w:val="auto"/>
                        </w:rPr>
                        <w:t xml:space="preserve"> 495 762 322</w:t>
                      </w:r>
                    </w:p>
                    <w:p w:rsidR="00ED54F1" w:rsidRPr="004A61C5" w:rsidRDefault="00ED54F1" w:rsidP="00ED54F1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>e-mail: infoservishk@</w:t>
                      </w:r>
                      <w:r>
                        <w:rPr>
                          <w:b w:val="0"/>
                          <w:color w:val="auto"/>
                        </w:rPr>
                        <w:t>csu.gov</w:t>
                      </w:r>
                      <w:r w:rsidRPr="00D235B7">
                        <w:rPr>
                          <w:b w:val="0"/>
                          <w:color w:val="auto"/>
                        </w:rPr>
                        <w:t>.cz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</w:t>
                      </w:r>
                      <w:r w:rsidRPr="00992CF3">
                        <w:rPr>
                          <w:color w:val="auto"/>
                        </w:rPr>
                        <w:t>www.</w:t>
                      </w:r>
                      <w:r>
                        <w:rPr>
                          <w:color w:val="auto"/>
                        </w:rPr>
                        <w:t>csu.gov.cz/kralovehradecky</w:t>
                      </w:r>
                    </w:p>
                    <w:p w:rsidR="00ED54F1" w:rsidRPr="004A61C5" w:rsidRDefault="00ED54F1" w:rsidP="00ED54F1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</w:p>
                    <w:p w:rsidR="00ED54F1" w:rsidRPr="004A61C5" w:rsidRDefault="00ED54F1" w:rsidP="00ED54F1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823032">
                        <w:t>Pardubice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V Ráji 872, 531 53 Pardubice</w:t>
                      </w:r>
                      <w:r>
                        <w:rPr>
                          <w:b w:val="0"/>
                          <w:color w:val="auto"/>
                        </w:rPr>
                        <w:t xml:space="preserve">, </w:t>
                      </w:r>
                      <w:r w:rsidRPr="004A61C5">
                        <w:rPr>
                          <w:b w:val="0"/>
                          <w:color w:val="auto"/>
                        </w:rPr>
                        <w:t>tel.</w:t>
                      </w:r>
                      <w:r>
                        <w:rPr>
                          <w:b w:val="0"/>
                          <w:color w:val="auto"/>
                        </w:rPr>
                        <w:t>: 466 743 480</w:t>
                      </w:r>
                    </w:p>
                    <w:p w:rsidR="00ED54F1" w:rsidRPr="004A61C5" w:rsidRDefault="00ED54F1" w:rsidP="00ED54F1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>e-mail: infoservispa@</w:t>
                      </w:r>
                      <w:r>
                        <w:rPr>
                          <w:b w:val="0"/>
                          <w:color w:val="auto"/>
                        </w:rPr>
                        <w:t>csu.gov</w:t>
                      </w:r>
                      <w:r w:rsidRPr="00D235B7">
                        <w:rPr>
                          <w:b w:val="0"/>
                          <w:color w:val="auto"/>
                        </w:rPr>
                        <w:t>.cz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</w:t>
                      </w:r>
                      <w:r w:rsidRPr="00992CF3">
                        <w:rPr>
                          <w:color w:val="auto"/>
                        </w:rPr>
                        <w:t>www.</w:t>
                      </w:r>
                      <w:r>
                        <w:rPr>
                          <w:color w:val="auto"/>
                        </w:rPr>
                        <w:t>csu.gov.cz/pardubicky</w:t>
                      </w:r>
                    </w:p>
                    <w:p w:rsidR="00ED54F1" w:rsidRPr="004A61C5" w:rsidRDefault="00ED54F1" w:rsidP="00ED54F1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</w:p>
                    <w:p w:rsidR="00ED54F1" w:rsidRPr="004A61C5" w:rsidRDefault="00ED54F1" w:rsidP="00ED54F1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823032">
                        <w:t>Jihlava</w:t>
                      </w:r>
                      <w:r w:rsidRPr="00823032">
                        <w:rPr>
                          <w:b w:val="0"/>
                        </w:rPr>
                        <w:t xml:space="preserve"> </w:t>
                      </w:r>
                      <w:r w:rsidRPr="004A61C5">
                        <w:rPr>
                          <w:b w:val="0"/>
                          <w:color w:val="auto"/>
                        </w:rPr>
                        <w:t>| Ke Skalce 30,</w:t>
                      </w:r>
                      <w:r>
                        <w:rPr>
                          <w:b w:val="0"/>
                          <w:color w:val="auto"/>
                        </w:rPr>
                        <w:t xml:space="preserve"> 586 01 Jihlava, tel.: 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567 109 </w:t>
                      </w:r>
                      <w:r>
                        <w:rPr>
                          <w:b w:val="0"/>
                          <w:color w:val="auto"/>
                        </w:rPr>
                        <w:t>080</w:t>
                      </w:r>
                    </w:p>
                    <w:p w:rsidR="00ED54F1" w:rsidRPr="004A61C5" w:rsidRDefault="00ED54F1" w:rsidP="00ED54F1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>e-mail: infoservisvys@</w:t>
                      </w:r>
                      <w:r>
                        <w:rPr>
                          <w:b w:val="0"/>
                          <w:color w:val="auto"/>
                        </w:rPr>
                        <w:t>csu.gov</w:t>
                      </w:r>
                      <w:r w:rsidRPr="00D235B7">
                        <w:rPr>
                          <w:b w:val="0"/>
                          <w:color w:val="auto"/>
                        </w:rPr>
                        <w:t>.cz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</w:t>
                      </w:r>
                      <w:r w:rsidRPr="00992CF3">
                        <w:rPr>
                          <w:color w:val="auto"/>
                        </w:rPr>
                        <w:t>www.</w:t>
                      </w:r>
                      <w:r>
                        <w:rPr>
                          <w:color w:val="auto"/>
                        </w:rPr>
                        <w:t>csu.gov.cz/vysocina</w:t>
                      </w:r>
                    </w:p>
                    <w:p w:rsidR="00ED54F1" w:rsidRDefault="00ED54F1" w:rsidP="00ED54F1">
                      <w:pPr>
                        <w:pStyle w:val="TLKontakty"/>
                        <w:spacing w:after="80" w:line="240" w:lineRule="auto"/>
                      </w:pPr>
                    </w:p>
                    <w:p w:rsidR="00ED54F1" w:rsidRPr="00BC731E" w:rsidRDefault="00ED54F1" w:rsidP="00ED54F1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823032">
                        <w:t>Brno</w:t>
                      </w:r>
                      <w:r w:rsidRPr="00DE02BD">
                        <w:rPr>
                          <w:b w:val="0"/>
                          <w:color w:val="685B7A"/>
                        </w:rPr>
                        <w:t xml:space="preserve"> 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| Jezuitská 2, 601 59 Brno, </w:t>
                      </w:r>
                      <w:r>
                        <w:rPr>
                          <w:b w:val="0"/>
                          <w:color w:val="auto"/>
                        </w:rPr>
                        <w:t xml:space="preserve">tel: </w:t>
                      </w:r>
                      <w:r w:rsidRPr="00BC731E">
                        <w:rPr>
                          <w:b w:val="0"/>
                          <w:color w:val="auto"/>
                        </w:rPr>
                        <w:t>542 528 200</w:t>
                      </w:r>
                    </w:p>
                    <w:p w:rsidR="00ED54F1" w:rsidRPr="004A61C5" w:rsidRDefault="00ED54F1" w:rsidP="00ED54F1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>e-mail: infoservisbrno@</w:t>
                      </w:r>
                      <w:r>
                        <w:rPr>
                          <w:b w:val="0"/>
                          <w:color w:val="auto"/>
                        </w:rPr>
                        <w:t>csu.gov</w:t>
                      </w:r>
                      <w:r w:rsidRPr="00D235B7">
                        <w:rPr>
                          <w:b w:val="0"/>
                          <w:color w:val="auto"/>
                        </w:rPr>
                        <w:t>.cz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</w:t>
                      </w:r>
                      <w:r w:rsidRPr="00992CF3">
                        <w:rPr>
                          <w:color w:val="auto"/>
                        </w:rPr>
                        <w:t>www.</w:t>
                      </w:r>
                      <w:r>
                        <w:rPr>
                          <w:color w:val="auto"/>
                        </w:rPr>
                        <w:t>csu.gov.cz/jihomoravsky</w:t>
                      </w:r>
                    </w:p>
                    <w:p w:rsidR="00ED54F1" w:rsidRPr="004A61C5" w:rsidRDefault="00ED54F1" w:rsidP="00ED54F1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</w:p>
                    <w:p w:rsidR="00ED54F1" w:rsidRPr="005E7C78" w:rsidRDefault="00ED54F1" w:rsidP="00ED54F1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823032">
                        <w:t>Olomouc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| Jeremenkova 1142/42, 772 11 Olomouc, </w:t>
                      </w:r>
                      <w:r>
                        <w:rPr>
                          <w:b w:val="0"/>
                          <w:color w:val="auto"/>
                        </w:rPr>
                        <w:t xml:space="preserve">tel.: </w:t>
                      </w:r>
                      <w:r w:rsidRPr="00BC731E">
                        <w:rPr>
                          <w:b w:val="0"/>
                          <w:color w:val="auto"/>
                        </w:rPr>
                        <w:t>585 731 511</w:t>
                      </w:r>
                    </w:p>
                    <w:p w:rsidR="00ED54F1" w:rsidRPr="005E7C78" w:rsidRDefault="00ED54F1" w:rsidP="00ED54F1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5E7C78">
                        <w:rPr>
                          <w:b w:val="0"/>
                          <w:color w:val="auto"/>
                        </w:rPr>
                        <w:t>e-mail: infoservisolom@</w:t>
                      </w:r>
                      <w:r>
                        <w:rPr>
                          <w:b w:val="0"/>
                          <w:color w:val="auto"/>
                        </w:rPr>
                        <w:t>csu.gov</w:t>
                      </w:r>
                      <w:r w:rsidRPr="00D235B7">
                        <w:rPr>
                          <w:b w:val="0"/>
                          <w:color w:val="auto"/>
                        </w:rPr>
                        <w:t>.cz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| </w:t>
                      </w:r>
                      <w:r w:rsidRPr="00992CF3">
                        <w:rPr>
                          <w:color w:val="auto"/>
                        </w:rPr>
                        <w:t>www.</w:t>
                      </w:r>
                      <w:r>
                        <w:rPr>
                          <w:color w:val="auto"/>
                        </w:rPr>
                        <w:t>csu.gov.cz/olomoucky</w:t>
                      </w:r>
                    </w:p>
                    <w:p w:rsidR="00ED54F1" w:rsidRPr="005E7C78" w:rsidRDefault="00ED54F1" w:rsidP="00ED54F1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</w:p>
                    <w:p w:rsidR="00ED54F1" w:rsidRPr="005E7C78" w:rsidRDefault="00ED54F1" w:rsidP="00ED54F1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823032">
                        <w:t>Zlín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| tř</w:t>
                      </w:r>
                      <w:r>
                        <w:rPr>
                          <w:b w:val="0"/>
                          <w:color w:val="auto"/>
                        </w:rPr>
                        <w:t>ída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Tomáše Bati 1565, 761 76 Zlín, </w:t>
                      </w:r>
                      <w:r>
                        <w:rPr>
                          <w:b w:val="0"/>
                          <w:color w:val="auto"/>
                        </w:rPr>
                        <w:t>tel.: 577 004 936</w:t>
                      </w:r>
                    </w:p>
                    <w:p w:rsidR="00ED54F1" w:rsidRDefault="00ED54F1" w:rsidP="00ED54F1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  <w:r>
                        <w:rPr>
                          <w:b w:val="0"/>
                          <w:color w:val="auto"/>
                        </w:rPr>
                        <w:t>e-mail: infoservis</w:t>
                      </w:r>
                      <w:r w:rsidRPr="005E7C78">
                        <w:rPr>
                          <w:b w:val="0"/>
                          <w:color w:val="auto"/>
                        </w:rPr>
                        <w:t>zl@</w:t>
                      </w:r>
                      <w:r>
                        <w:rPr>
                          <w:b w:val="0"/>
                          <w:color w:val="auto"/>
                        </w:rPr>
                        <w:t>csu.gov</w:t>
                      </w:r>
                      <w:r w:rsidRPr="00D235B7">
                        <w:rPr>
                          <w:b w:val="0"/>
                          <w:color w:val="auto"/>
                        </w:rPr>
                        <w:t>.cz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| </w:t>
                      </w:r>
                      <w:r w:rsidRPr="00992CF3">
                        <w:rPr>
                          <w:color w:val="auto"/>
                        </w:rPr>
                        <w:t>www.</w:t>
                      </w:r>
                      <w:r>
                        <w:rPr>
                          <w:color w:val="auto"/>
                        </w:rPr>
                        <w:t>csu.gov.cz/zlinsky</w:t>
                      </w:r>
                    </w:p>
                    <w:p w:rsidR="00ED54F1" w:rsidRPr="005E7C78" w:rsidRDefault="00ED54F1" w:rsidP="00ED54F1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</w:p>
                    <w:p w:rsidR="00ED54F1" w:rsidRPr="005E7C78" w:rsidRDefault="00ED54F1" w:rsidP="00ED54F1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823032">
                        <w:t>Ostrava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| Repinova 17, 702 03 Ostrava,</w:t>
                      </w:r>
                      <w:r>
                        <w:rPr>
                          <w:b w:val="0"/>
                          <w:color w:val="auto"/>
                        </w:rPr>
                        <w:t xml:space="preserve"> tel: 595 131 230</w:t>
                      </w:r>
                    </w:p>
                    <w:p w:rsidR="00ED54F1" w:rsidRPr="00995A66" w:rsidRDefault="00ED54F1" w:rsidP="00ED54F1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>
                        <w:rPr>
                          <w:b w:val="0"/>
                          <w:color w:val="auto"/>
                        </w:rPr>
                        <w:t>e-mail: infoservis</w:t>
                      </w:r>
                      <w:r w:rsidRPr="005E7C78">
                        <w:rPr>
                          <w:b w:val="0"/>
                          <w:color w:val="auto"/>
                        </w:rPr>
                        <w:t>ov@</w:t>
                      </w:r>
                      <w:r>
                        <w:rPr>
                          <w:b w:val="0"/>
                          <w:color w:val="auto"/>
                        </w:rPr>
                        <w:t>csu.gov</w:t>
                      </w:r>
                      <w:r w:rsidRPr="00D235B7">
                        <w:rPr>
                          <w:b w:val="0"/>
                          <w:color w:val="auto"/>
                        </w:rPr>
                        <w:t>.cz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| </w:t>
                      </w:r>
                      <w:r w:rsidRPr="00992CF3">
                        <w:rPr>
                          <w:color w:val="auto"/>
                        </w:rPr>
                        <w:t>www.</w:t>
                      </w:r>
                      <w:r>
                        <w:rPr>
                          <w:color w:val="auto"/>
                        </w:rPr>
                        <w:t>csu.gov.cz/moravskoslezsky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br w:type="page"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1" layoutInCell="1" allowOverlap="1" wp14:anchorId="545E9677" wp14:editId="4BBF37DC">
                <wp:simplePos x="0" y="0"/>
                <wp:positionH relativeFrom="page">
                  <wp:posOffset>650240</wp:posOffset>
                </wp:positionH>
                <wp:positionV relativeFrom="page">
                  <wp:posOffset>9787255</wp:posOffset>
                </wp:positionV>
                <wp:extent cx="6119495" cy="350520"/>
                <wp:effectExtent l="0" t="0" r="14605" b="11430"/>
                <wp:wrapNone/>
                <wp:docPr id="2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350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7A3C88" w14:textId="2D0BA6FB" w:rsidR="00BE28CC" w:rsidRDefault="00FD63EF" w:rsidP="00BE28CC">
                            <w:pPr>
                              <w:spacing w:after="0"/>
                            </w:pPr>
                            <w:r w:rsidRPr="00FD63EF">
                              <w:rPr>
                                <w:szCs w:val="26"/>
                              </w:rPr>
                              <w:t>978-80-250-3640-2 (</w:t>
                            </w:r>
                            <w:proofErr w:type="spellStart"/>
                            <w:r w:rsidRPr="00FD63EF">
                              <w:rPr>
                                <w:szCs w:val="26"/>
                              </w:rPr>
                              <w:t>pdf</w:t>
                            </w:r>
                            <w:proofErr w:type="spellEnd"/>
                            <w:r w:rsidRPr="00FD63EF">
                              <w:rPr>
                                <w:szCs w:val="26"/>
                              </w:rPr>
                              <w:t>)</w:t>
                            </w:r>
                          </w:p>
                          <w:p w14:paraId="6870EFDE" w14:textId="77777777" w:rsidR="00BE28CC" w:rsidRPr="00321924" w:rsidRDefault="00BE28CC" w:rsidP="00BE28CC">
                            <w:r w:rsidRPr="00321924">
                              <w:t xml:space="preserve">© Český statistický úřad, </w:t>
                            </w:r>
                            <w:r w:rsidR="00386EAF">
                              <w:t>Praha, 2025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5E9677" id="_x0000_t202" coordsize="21600,21600" o:spt="202" path="m,l,21600r21600,l21600,xe">
                <v:stroke joinstyle="miter"/>
                <v:path gradientshapeok="t" o:connecttype="rect"/>
              </v:shapetype>
              <v:shape id="_x0000_s1031" type="#_x0000_t202" style="position:absolute;margin-left:51.2pt;margin-top:770.65pt;width:481.85pt;height:27.6pt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" filled="f" stroked="f">
                <v:textbox inset="0,0,0,0">
                  <w:txbxContent>
                    <w:p w14:paraId="2C7A3C88" w14:textId="2D0BA6FB" w:rsidR="00BE28CC" w:rsidRDefault="00FD63EF" w:rsidP="00BE28CC">
                      <w:pPr>
                        <w:spacing w:after="0"/>
                      </w:pPr>
                      <w:r w:rsidRPr="00FD63EF">
                        <w:rPr>
                          <w:szCs w:val="26"/>
                        </w:rPr>
                        <w:t>978-80-250-3640-2 (</w:t>
                      </w:r>
                      <w:proofErr w:type="spellStart"/>
                      <w:r w:rsidRPr="00FD63EF">
                        <w:rPr>
                          <w:szCs w:val="26"/>
                        </w:rPr>
                        <w:t>pdf</w:t>
                      </w:r>
                      <w:proofErr w:type="spellEnd"/>
                      <w:r w:rsidRPr="00FD63EF">
                        <w:rPr>
                          <w:szCs w:val="26"/>
                        </w:rPr>
                        <w:t>)</w:t>
                      </w:r>
                    </w:p>
                    <w:p w14:paraId="6870EFDE" w14:textId="77777777" w:rsidR="00BE28CC" w:rsidRPr="00321924" w:rsidRDefault="00BE28CC" w:rsidP="00BE28CC">
                      <w:r w:rsidRPr="00321924">
                        <w:t xml:space="preserve">© Český statistický úřad, </w:t>
                      </w:r>
                      <w:r w:rsidR="00386EAF">
                        <w:t>Praha, 2025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1" layoutInCell="1" allowOverlap="1" wp14:anchorId="01CECA98" wp14:editId="753ECA42">
                <wp:simplePos x="0" y="0"/>
                <wp:positionH relativeFrom="page">
                  <wp:posOffset>723900</wp:posOffset>
                </wp:positionH>
                <wp:positionV relativeFrom="page">
                  <wp:posOffset>723900</wp:posOffset>
                </wp:positionV>
                <wp:extent cx="6119495" cy="1148080"/>
                <wp:effectExtent l="0" t="0" r="14605" b="13970"/>
                <wp:wrapNone/>
                <wp:docPr id="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1148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1CB275" w14:textId="77777777" w:rsidR="000A3A2C" w:rsidRDefault="000A3A2C" w:rsidP="000A3A2C">
                            <w:pPr>
                              <w:rPr>
                                <w:b/>
                                <w:bCs/>
                                <w:sz w:val="24"/>
                              </w:rPr>
                            </w:pPr>
                            <w:r w:rsidRPr="00902C71">
                              <w:rPr>
                                <w:b/>
                                <w:color w:val="009CB5"/>
                                <w:sz w:val="24"/>
                              </w:rPr>
                              <w:t xml:space="preserve">Zajímají Vás </w:t>
                            </w:r>
                            <w:r w:rsidRPr="00167D30">
                              <w:rPr>
                                <w:b/>
                                <w:color w:val="009CB5"/>
                                <w:sz w:val="24"/>
                              </w:rPr>
                              <w:t xml:space="preserve">nejnovější údaje o inflaci, HDP, obyvatelstvu, průměrných mzdách </w:t>
                            </w:r>
                            <w:r w:rsidRPr="00167D30">
                              <w:rPr>
                                <w:b/>
                                <w:color w:val="009CB5"/>
                                <w:sz w:val="24"/>
                              </w:rPr>
                              <w:br/>
                              <w:t>a mnohé</w:t>
                            </w:r>
                            <w:r w:rsidRPr="00902C71">
                              <w:rPr>
                                <w:b/>
                                <w:color w:val="009CB5"/>
                                <w:sz w:val="24"/>
                              </w:rPr>
                              <w:t xml:space="preserve"> další? Najdete je na stránkách ČSÚ na internetu: </w:t>
                            </w:r>
                            <w:hyperlink r:id="rId11" w:history="1">
                              <w:r w:rsidR="006B61FE" w:rsidRPr="0070319F">
                                <w:rPr>
                                  <w:rStyle w:val="Hypertextovodkaz"/>
                                  <w:b/>
                                  <w:bCs/>
                                  <w:sz w:val="24"/>
                                </w:rPr>
                                <w:t>www.csu.gov.cz</w:t>
                              </w:r>
                            </w:hyperlink>
                          </w:p>
                          <w:p w14:paraId="15F6D892" w14:textId="77777777" w:rsidR="006B61FE" w:rsidRPr="00DD685B" w:rsidRDefault="006B61FE" w:rsidP="006B61FE">
                            <w:pPr>
                              <w:rPr>
                                <w:b/>
                                <w:i/>
                                <w:sz w:val="24"/>
                              </w:rPr>
                            </w:pPr>
                            <w:r w:rsidRPr="006B61FE">
                              <w:rPr>
                                <w:b/>
                                <w:i/>
                                <w:color w:val="009CB5"/>
                                <w:sz w:val="24"/>
                              </w:rPr>
                              <w:t xml:space="preserve">Are </w:t>
                            </w:r>
                            <w:proofErr w:type="spellStart"/>
                            <w:r w:rsidRPr="006B61FE">
                              <w:rPr>
                                <w:b/>
                                <w:i/>
                                <w:color w:val="009CB5"/>
                                <w:sz w:val="24"/>
                              </w:rPr>
                              <w:t>you</w:t>
                            </w:r>
                            <w:proofErr w:type="spellEnd"/>
                            <w:r w:rsidRPr="006B61FE">
                              <w:rPr>
                                <w:b/>
                                <w:i/>
                                <w:color w:val="009CB5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6B61FE">
                              <w:rPr>
                                <w:b/>
                                <w:i/>
                                <w:color w:val="009CB5"/>
                                <w:sz w:val="24"/>
                              </w:rPr>
                              <w:t>interested</w:t>
                            </w:r>
                            <w:proofErr w:type="spellEnd"/>
                            <w:r w:rsidRPr="006B61FE">
                              <w:rPr>
                                <w:b/>
                                <w:i/>
                                <w:color w:val="009CB5"/>
                                <w:sz w:val="24"/>
                              </w:rPr>
                              <w:t xml:space="preserve"> in </w:t>
                            </w:r>
                            <w:proofErr w:type="spellStart"/>
                            <w:r w:rsidRPr="006B61FE">
                              <w:rPr>
                                <w:b/>
                                <w:i/>
                                <w:color w:val="009CB5"/>
                                <w:sz w:val="24"/>
                              </w:rPr>
                              <w:t>the</w:t>
                            </w:r>
                            <w:proofErr w:type="spellEnd"/>
                            <w:r w:rsidRPr="006B61FE">
                              <w:rPr>
                                <w:b/>
                                <w:i/>
                                <w:color w:val="009CB5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6B61FE">
                              <w:rPr>
                                <w:b/>
                                <w:i/>
                                <w:color w:val="009CB5"/>
                                <w:sz w:val="24"/>
                              </w:rPr>
                              <w:t>latest</w:t>
                            </w:r>
                            <w:proofErr w:type="spellEnd"/>
                            <w:r w:rsidRPr="006B61FE">
                              <w:rPr>
                                <w:b/>
                                <w:i/>
                                <w:color w:val="009CB5"/>
                                <w:sz w:val="24"/>
                              </w:rPr>
                              <w:t xml:space="preserve"> data on </w:t>
                            </w:r>
                            <w:proofErr w:type="spellStart"/>
                            <w:r w:rsidRPr="006B61FE">
                              <w:rPr>
                                <w:b/>
                                <w:i/>
                                <w:color w:val="009CB5"/>
                                <w:sz w:val="24"/>
                              </w:rPr>
                              <w:t>inflation</w:t>
                            </w:r>
                            <w:proofErr w:type="spellEnd"/>
                            <w:r w:rsidRPr="006B61FE">
                              <w:rPr>
                                <w:b/>
                                <w:i/>
                                <w:color w:val="009CB5"/>
                                <w:sz w:val="24"/>
                              </w:rPr>
                              <w:t xml:space="preserve">, GDP, </w:t>
                            </w:r>
                            <w:proofErr w:type="spellStart"/>
                            <w:r w:rsidRPr="006B61FE">
                              <w:rPr>
                                <w:b/>
                                <w:i/>
                                <w:color w:val="009CB5"/>
                                <w:sz w:val="24"/>
                              </w:rPr>
                              <w:t>population</w:t>
                            </w:r>
                            <w:proofErr w:type="spellEnd"/>
                            <w:r w:rsidRPr="006B61FE">
                              <w:rPr>
                                <w:b/>
                                <w:i/>
                                <w:color w:val="009CB5"/>
                                <w:sz w:val="24"/>
                              </w:rPr>
                              <w:t xml:space="preserve">, </w:t>
                            </w:r>
                            <w:proofErr w:type="spellStart"/>
                            <w:r w:rsidRPr="006B61FE">
                              <w:rPr>
                                <w:b/>
                                <w:i/>
                                <w:color w:val="009CB5"/>
                                <w:sz w:val="24"/>
                              </w:rPr>
                              <w:t>average</w:t>
                            </w:r>
                            <w:proofErr w:type="spellEnd"/>
                            <w:r w:rsidRPr="006B61FE">
                              <w:rPr>
                                <w:b/>
                                <w:i/>
                                <w:color w:val="009CB5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6B61FE">
                              <w:rPr>
                                <w:b/>
                                <w:i/>
                                <w:color w:val="009CB5"/>
                                <w:sz w:val="24"/>
                              </w:rPr>
                              <w:t>wages</w:t>
                            </w:r>
                            <w:proofErr w:type="spellEnd"/>
                            <w:r w:rsidRPr="006B61FE">
                              <w:rPr>
                                <w:b/>
                                <w:i/>
                                <w:color w:val="009CB5"/>
                                <w:sz w:val="24"/>
                              </w:rPr>
                              <w:t xml:space="preserve"> and </w:t>
                            </w:r>
                            <w:proofErr w:type="spellStart"/>
                            <w:r w:rsidRPr="006B61FE">
                              <w:rPr>
                                <w:b/>
                                <w:i/>
                                <w:color w:val="009CB5"/>
                                <w:sz w:val="24"/>
                              </w:rPr>
                              <w:t>the</w:t>
                            </w:r>
                            <w:proofErr w:type="spellEnd"/>
                            <w:r w:rsidRPr="006B61FE">
                              <w:rPr>
                                <w:b/>
                                <w:i/>
                                <w:color w:val="009CB5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6B61FE">
                              <w:rPr>
                                <w:b/>
                                <w:i/>
                                <w:color w:val="009CB5"/>
                                <w:sz w:val="24"/>
                              </w:rPr>
                              <w:t>like</w:t>
                            </w:r>
                            <w:proofErr w:type="spellEnd"/>
                            <w:r w:rsidRPr="006B61FE">
                              <w:rPr>
                                <w:b/>
                                <w:i/>
                                <w:color w:val="009CB5"/>
                                <w:sz w:val="24"/>
                              </w:rPr>
                              <w:t xml:space="preserve">? </w:t>
                            </w:r>
                            <w:proofErr w:type="spellStart"/>
                            <w:r w:rsidRPr="006B61FE">
                              <w:rPr>
                                <w:b/>
                                <w:i/>
                                <w:color w:val="009CB5"/>
                                <w:sz w:val="24"/>
                              </w:rPr>
                              <w:t>If</w:t>
                            </w:r>
                            <w:proofErr w:type="spellEnd"/>
                            <w:r w:rsidRPr="006B61FE">
                              <w:rPr>
                                <w:b/>
                                <w:i/>
                                <w:color w:val="009CB5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6B61FE">
                              <w:rPr>
                                <w:b/>
                                <w:i/>
                                <w:color w:val="009CB5"/>
                                <w:sz w:val="24"/>
                              </w:rPr>
                              <w:t>the</w:t>
                            </w:r>
                            <w:proofErr w:type="spellEnd"/>
                            <w:r w:rsidRPr="006B61FE">
                              <w:rPr>
                                <w:b/>
                                <w:i/>
                                <w:color w:val="009CB5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6B61FE">
                              <w:rPr>
                                <w:b/>
                                <w:i/>
                                <w:color w:val="009CB5"/>
                                <w:sz w:val="24"/>
                              </w:rPr>
                              <w:t>answer</w:t>
                            </w:r>
                            <w:proofErr w:type="spellEnd"/>
                            <w:r w:rsidRPr="006B61FE">
                              <w:rPr>
                                <w:b/>
                                <w:i/>
                                <w:color w:val="009CB5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6B61FE">
                              <w:rPr>
                                <w:b/>
                                <w:i/>
                                <w:color w:val="009CB5"/>
                                <w:sz w:val="24"/>
                              </w:rPr>
                              <w:t>is</w:t>
                            </w:r>
                            <w:proofErr w:type="spellEnd"/>
                            <w:r w:rsidRPr="006B61FE">
                              <w:rPr>
                                <w:b/>
                                <w:i/>
                                <w:color w:val="009CB5"/>
                                <w:sz w:val="24"/>
                              </w:rPr>
                              <w:t xml:space="preserve"> YES, </w:t>
                            </w:r>
                            <w:proofErr w:type="spellStart"/>
                            <w:r w:rsidRPr="006B61FE">
                              <w:rPr>
                                <w:b/>
                                <w:i/>
                                <w:color w:val="009CB5"/>
                                <w:sz w:val="24"/>
                              </w:rPr>
                              <w:t>don´t</w:t>
                            </w:r>
                            <w:proofErr w:type="spellEnd"/>
                            <w:r w:rsidRPr="006B61FE">
                              <w:rPr>
                                <w:b/>
                                <w:i/>
                                <w:color w:val="009CB5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6B61FE">
                              <w:rPr>
                                <w:b/>
                                <w:i/>
                                <w:color w:val="009CB5"/>
                                <w:sz w:val="24"/>
                              </w:rPr>
                              <w:t>hesitate</w:t>
                            </w:r>
                            <w:proofErr w:type="spellEnd"/>
                            <w:r w:rsidRPr="006B61FE">
                              <w:rPr>
                                <w:b/>
                                <w:i/>
                                <w:color w:val="009CB5"/>
                                <w:sz w:val="24"/>
                              </w:rPr>
                              <w:t xml:space="preserve"> to visit </w:t>
                            </w:r>
                            <w:proofErr w:type="spellStart"/>
                            <w:r w:rsidRPr="006B61FE">
                              <w:rPr>
                                <w:b/>
                                <w:i/>
                                <w:color w:val="009CB5"/>
                                <w:sz w:val="24"/>
                              </w:rPr>
                              <w:t>us</w:t>
                            </w:r>
                            <w:proofErr w:type="spellEnd"/>
                            <w:r w:rsidRPr="006B61FE">
                              <w:rPr>
                                <w:b/>
                                <w:i/>
                                <w:color w:val="009CB5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6B61FE">
                              <w:rPr>
                                <w:b/>
                                <w:i/>
                                <w:color w:val="009CB5"/>
                                <w:sz w:val="24"/>
                              </w:rPr>
                              <w:t>at</w:t>
                            </w:r>
                            <w:proofErr w:type="spellEnd"/>
                            <w:r w:rsidRPr="006B61FE">
                              <w:rPr>
                                <w:b/>
                                <w:i/>
                                <w:color w:val="009CB5"/>
                                <w:sz w:val="24"/>
                              </w:rPr>
                              <w:t>:</w:t>
                            </w:r>
                            <w:r w:rsidRPr="006B61FE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 xml:space="preserve"> </w:t>
                            </w:r>
                            <w:r w:rsidRPr="006B61FE">
                              <w:rPr>
                                <w:rStyle w:val="Hypertextovodkaz"/>
                                <w:b/>
                                <w:bCs/>
                                <w:i/>
                                <w:sz w:val="24"/>
                              </w:rPr>
                              <w:t>www.csu.gov.cz</w:t>
                            </w:r>
                          </w:p>
                          <w:p w14:paraId="39DF1701" w14:textId="77777777" w:rsidR="006B61FE" w:rsidRDefault="006B61FE" w:rsidP="000A3A2C">
                            <w:pPr>
                              <w:rPr>
                                <w:b/>
                                <w:bCs/>
                                <w:sz w:val="24"/>
                              </w:rPr>
                            </w:pPr>
                          </w:p>
                          <w:p w14:paraId="3E826385" w14:textId="77777777" w:rsidR="006B61FE" w:rsidRDefault="006B61FE" w:rsidP="000A3A2C">
                            <w:pPr>
                              <w:rPr>
                                <w:b/>
                                <w:bCs/>
                                <w:sz w:val="24"/>
                              </w:rPr>
                            </w:pPr>
                          </w:p>
                          <w:p w14:paraId="2B30BD35" w14:textId="77777777" w:rsidR="006B61FE" w:rsidRPr="009A1902" w:rsidRDefault="006B61FE" w:rsidP="000A3A2C">
                            <w:pPr>
                              <w:rPr>
                                <w:b/>
                                <w:bCs/>
                                <w:i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57pt;margin-top:57pt;width:481.85pt;height:90.4pt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" filled="f" stroked="f">
                <v:textbox inset="0,0,0,0">
                  <w:txbxContent>
                    <w:p w:rsidR="000A3A2C" w:rsidRDefault="000A3A2C" w:rsidP="000A3A2C">
                      <w:pPr>
                        <w:rPr>
                          <w:b/>
                          <w:bCs/>
                          <w:sz w:val="24"/>
                        </w:rPr>
                      </w:pPr>
                      <w:r w:rsidRPr="00902C71">
                        <w:rPr>
                          <w:b/>
                          <w:color w:val="009CB5"/>
                          <w:sz w:val="24"/>
                        </w:rPr>
                        <w:t xml:space="preserve">Zajímají Vás </w:t>
                      </w:r>
                      <w:r w:rsidRPr="00167D30">
                        <w:rPr>
                          <w:b/>
                          <w:color w:val="009CB5"/>
                          <w:sz w:val="24"/>
                        </w:rPr>
                        <w:t xml:space="preserve">nejnovější údaje o inflaci, HDP, obyvatelstvu, průměrných mzdách </w:t>
                      </w:r>
                      <w:r w:rsidRPr="00167D30">
                        <w:rPr>
                          <w:b/>
                          <w:color w:val="009CB5"/>
                          <w:sz w:val="24"/>
                        </w:rPr>
                        <w:br/>
                        <w:t>a mnohé</w:t>
                      </w:r>
                      <w:r w:rsidRPr="00902C71">
                        <w:rPr>
                          <w:b/>
                          <w:color w:val="009CB5"/>
                          <w:sz w:val="24"/>
                        </w:rPr>
                        <w:t xml:space="preserve"> další? Najdete je na stránkách ČSÚ na internetu: </w:t>
                      </w:r>
                      <w:hyperlink r:id="rId12" w:history="1">
                        <w:r w:rsidR="006B61FE" w:rsidRPr="0070319F">
                          <w:rPr>
                            <w:rStyle w:val="Hypertextovodkaz"/>
                            <w:b/>
                            <w:bCs/>
                            <w:sz w:val="24"/>
                          </w:rPr>
                          <w:t>www.csu.gov.cz</w:t>
                        </w:r>
                      </w:hyperlink>
                    </w:p>
                    <w:p w:rsidR="006B61FE" w:rsidRPr="00DD685B" w:rsidRDefault="006B61FE" w:rsidP="006B61FE">
                      <w:pPr>
                        <w:rPr>
                          <w:b/>
                          <w:i/>
                          <w:sz w:val="24"/>
                        </w:rPr>
                      </w:pPr>
                      <w:r w:rsidRPr="006B61FE">
                        <w:rPr>
                          <w:b/>
                          <w:i/>
                          <w:color w:val="009CB5"/>
                          <w:sz w:val="24"/>
                        </w:rPr>
                        <w:t xml:space="preserve">Are </w:t>
                      </w:r>
                      <w:proofErr w:type="spellStart"/>
                      <w:r w:rsidRPr="006B61FE">
                        <w:rPr>
                          <w:b/>
                          <w:i/>
                          <w:color w:val="009CB5"/>
                          <w:sz w:val="24"/>
                        </w:rPr>
                        <w:t>you</w:t>
                      </w:r>
                      <w:proofErr w:type="spellEnd"/>
                      <w:r w:rsidRPr="006B61FE">
                        <w:rPr>
                          <w:b/>
                          <w:i/>
                          <w:color w:val="009CB5"/>
                          <w:sz w:val="24"/>
                        </w:rPr>
                        <w:t xml:space="preserve"> </w:t>
                      </w:r>
                      <w:proofErr w:type="spellStart"/>
                      <w:r w:rsidRPr="006B61FE">
                        <w:rPr>
                          <w:b/>
                          <w:i/>
                          <w:color w:val="009CB5"/>
                          <w:sz w:val="24"/>
                        </w:rPr>
                        <w:t>interested</w:t>
                      </w:r>
                      <w:proofErr w:type="spellEnd"/>
                      <w:r w:rsidRPr="006B61FE">
                        <w:rPr>
                          <w:b/>
                          <w:i/>
                          <w:color w:val="009CB5"/>
                          <w:sz w:val="24"/>
                        </w:rPr>
                        <w:t xml:space="preserve"> in </w:t>
                      </w:r>
                      <w:proofErr w:type="spellStart"/>
                      <w:r w:rsidRPr="006B61FE">
                        <w:rPr>
                          <w:b/>
                          <w:i/>
                          <w:color w:val="009CB5"/>
                          <w:sz w:val="24"/>
                        </w:rPr>
                        <w:t>the</w:t>
                      </w:r>
                      <w:proofErr w:type="spellEnd"/>
                      <w:r w:rsidRPr="006B61FE">
                        <w:rPr>
                          <w:b/>
                          <w:i/>
                          <w:color w:val="009CB5"/>
                          <w:sz w:val="24"/>
                        </w:rPr>
                        <w:t xml:space="preserve"> </w:t>
                      </w:r>
                      <w:proofErr w:type="spellStart"/>
                      <w:r w:rsidRPr="006B61FE">
                        <w:rPr>
                          <w:b/>
                          <w:i/>
                          <w:color w:val="009CB5"/>
                          <w:sz w:val="24"/>
                        </w:rPr>
                        <w:t>latest</w:t>
                      </w:r>
                      <w:proofErr w:type="spellEnd"/>
                      <w:r w:rsidRPr="006B61FE">
                        <w:rPr>
                          <w:b/>
                          <w:i/>
                          <w:color w:val="009CB5"/>
                          <w:sz w:val="24"/>
                        </w:rPr>
                        <w:t xml:space="preserve"> data on </w:t>
                      </w:r>
                      <w:proofErr w:type="spellStart"/>
                      <w:r w:rsidRPr="006B61FE">
                        <w:rPr>
                          <w:b/>
                          <w:i/>
                          <w:color w:val="009CB5"/>
                          <w:sz w:val="24"/>
                        </w:rPr>
                        <w:t>inflation</w:t>
                      </w:r>
                      <w:proofErr w:type="spellEnd"/>
                      <w:r w:rsidRPr="006B61FE">
                        <w:rPr>
                          <w:b/>
                          <w:i/>
                          <w:color w:val="009CB5"/>
                          <w:sz w:val="24"/>
                        </w:rPr>
                        <w:t xml:space="preserve">, GDP, </w:t>
                      </w:r>
                      <w:proofErr w:type="spellStart"/>
                      <w:r w:rsidRPr="006B61FE">
                        <w:rPr>
                          <w:b/>
                          <w:i/>
                          <w:color w:val="009CB5"/>
                          <w:sz w:val="24"/>
                        </w:rPr>
                        <w:t>population</w:t>
                      </w:r>
                      <w:proofErr w:type="spellEnd"/>
                      <w:r w:rsidRPr="006B61FE">
                        <w:rPr>
                          <w:b/>
                          <w:i/>
                          <w:color w:val="009CB5"/>
                          <w:sz w:val="24"/>
                        </w:rPr>
                        <w:t xml:space="preserve">, </w:t>
                      </w:r>
                      <w:proofErr w:type="spellStart"/>
                      <w:r w:rsidRPr="006B61FE">
                        <w:rPr>
                          <w:b/>
                          <w:i/>
                          <w:color w:val="009CB5"/>
                          <w:sz w:val="24"/>
                        </w:rPr>
                        <w:t>average</w:t>
                      </w:r>
                      <w:proofErr w:type="spellEnd"/>
                      <w:r w:rsidRPr="006B61FE">
                        <w:rPr>
                          <w:b/>
                          <w:i/>
                          <w:color w:val="009CB5"/>
                          <w:sz w:val="24"/>
                        </w:rPr>
                        <w:t xml:space="preserve"> </w:t>
                      </w:r>
                      <w:proofErr w:type="spellStart"/>
                      <w:r w:rsidRPr="006B61FE">
                        <w:rPr>
                          <w:b/>
                          <w:i/>
                          <w:color w:val="009CB5"/>
                          <w:sz w:val="24"/>
                        </w:rPr>
                        <w:t>wages</w:t>
                      </w:r>
                      <w:proofErr w:type="spellEnd"/>
                      <w:r w:rsidRPr="006B61FE">
                        <w:rPr>
                          <w:b/>
                          <w:i/>
                          <w:color w:val="009CB5"/>
                          <w:sz w:val="24"/>
                        </w:rPr>
                        <w:t xml:space="preserve"> and </w:t>
                      </w:r>
                      <w:proofErr w:type="spellStart"/>
                      <w:r w:rsidRPr="006B61FE">
                        <w:rPr>
                          <w:b/>
                          <w:i/>
                          <w:color w:val="009CB5"/>
                          <w:sz w:val="24"/>
                        </w:rPr>
                        <w:t>the</w:t>
                      </w:r>
                      <w:proofErr w:type="spellEnd"/>
                      <w:r w:rsidRPr="006B61FE">
                        <w:rPr>
                          <w:b/>
                          <w:i/>
                          <w:color w:val="009CB5"/>
                          <w:sz w:val="24"/>
                        </w:rPr>
                        <w:t xml:space="preserve"> </w:t>
                      </w:r>
                      <w:proofErr w:type="spellStart"/>
                      <w:r w:rsidRPr="006B61FE">
                        <w:rPr>
                          <w:b/>
                          <w:i/>
                          <w:color w:val="009CB5"/>
                          <w:sz w:val="24"/>
                        </w:rPr>
                        <w:t>like</w:t>
                      </w:r>
                      <w:proofErr w:type="spellEnd"/>
                      <w:r w:rsidRPr="006B61FE">
                        <w:rPr>
                          <w:b/>
                          <w:i/>
                          <w:color w:val="009CB5"/>
                          <w:sz w:val="24"/>
                        </w:rPr>
                        <w:t xml:space="preserve">? </w:t>
                      </w:r>
                      <w:proofErr w:type="spellStart"/>
                      <w:r w:rsidRPr="006B61FE">
                        <w:rPr>
                          <w:b/>
                          <w:i/>
                          <w:color w:val="009CB5"/>
                          <w:sz w:val="24"/>
                        </w:rPr>
                        <w:t>If</w:t>
                      </w:r>
                      <w:proofErr w:type="spellEnd"/>
                      <w:r w:rsidRPr="006B61FE">
                        <w:rPr>
                          <w:b/>
                          <w:i/>
                          <w:color w:val="009CB5"/>
                          <w:sz w:val="24"/>
                        </w:rPr>
                        <w:t xml:space="preserve"> </w:t>
                      </w:r>
                      <w:proofErr w:type="spellStart"/>
                      <w:r w:rsidRPr="006B61FE">
                        <w:rPr>
                          <w:b/>
                          <w:i/>
                          <w:color w:val="009CB5"/>
                          <w:sz w:val="24"/>
                        </w:rPr>
                        <w:t>the</w:t>
                      </w:r>
                      <w:proofErr w:type="spellEnd"/>
                      <w:r w:rsidRPr="006B61FE">
                        <w:rPr>
                          <w:b/>
                          <w:i/>
                          <w:color w:val="009CB5"/>
                          <w:sz w:val="24"/>
                        </w:rPr>
                        <w:t xml:space="preserve"> </w:t>
                      </w:r>
                      <w:proofErr w:type="spellStart"/>
                      <w:r w:rsidRPr="006B61FE">
                        <w:rPr>
                          <w:b/>
                          <w:i/>
                          <w:color w:val="009CB5"/>
                          <w:sz w:val="24"/>
                        </w:rPr>
                        <w:t>answer</w:t>
                      </w:r>
                      <w:proofErr w:type="spellEnd"/>
                      <w:r w:rsidRPr="006B61FE">
                        <w:rPr>
                          <w:b/>
                          <w:i/>
                          <w:color w:val="009CB5"/>
                          <w:sz w:val="24"/>
                        </w:rPr>
                        <w:t xml:space="preserve"> </w:t>
                      </w:r>
                      <w:proofErr w:type="spellStart"/>
                      <w:r w:rsidRPr="006B61FE">
                        <w:rPr>
                          <w:b/>
                          <w:i/>
                          <w:color w:val="009CB5"/>
                          <w:sz w:val="24"/>
                        </w:rPr>
                        <w:t>is</w:t>
                      </w:r>
                      <w:proofErr w:type="spellEnd"/>
                      <w:r w:rsidRPr="006B61FE">
                        <w:rPr>
                          <w:b/>
                          <w:i/>
                          <w:color w:val="009CB5"/>
                          <w:sz w:val="24"/>
                        </w:rPr>
                        <w:t xml:space="preserve"> YES, </w:t>
                      </w:r>
                      <w:proofErr w:type="spellStart"/>
                      <w:r w:rsidRPr="006B61FE">
                        <w:rPr>
                          <w:b/>
                          <w:i/>
                          <w:color w:val="009CB5"/>
                          <w:sz w:val="24"/>
                        </w:rPr>
                        <w:t>don´t</w:t>
                      </w:r>
                      <w:proofErr w:type="spellEnd"/>
                      <w:r w:rsidRPr="006B61FE">
                        <w:rPr>
                          <w:b/>
                          <w:i/>
                          <w:color w:val="009CB5"/>
                          <w:sz w:val="24"/>
                        </w:rPr>
                        <w:t xml:space="preserve"> </w:t>
                      </w:r>
                      <w:proofErr w:type="spellStart"/>
                      <w:r w:rsidRPr="006B61FE">
                        <w:rPr>
                          <w:b/>
                          <w:i/>
                          <w:color w:val="009CB5"/>
                          <w:sz w:val="24"/>
                        </w:rPr>
                        <w:t>hesitate</w:t>
                      </w:r>
                      <w:proofErr w:type="spellEnd"/>
                      <w:r w:rsidRPr="006B61FE">
                        <w:rPr>
                          <w:b/>
                          <w:i/>
                          <w:color w:val="009CB5"/>
                          <w:sz w:val="24"/>
                        </w:rPr>
                        <w:t xml:space="preserve"> to visit </w:t>
                      </w:r>
                      <w:proofErr w:type="spellStart"/>
                      <w:r w:rsidRPr="006B61FE">
                        <w:rPr>
                          <w:b/>
                          <w:i/>
                          <w:color w:val="009CB5"/>
                          <w:sz w:val="24"/>
                        </w:rPr>
                        <w:t>us</w:t>
                      </w:r>
                      <w:proofErr w:type="spellEnd"/>
                      <w:r w:rsidRPr="006B61FE">
                        <w:rPr>
                          <w:b/>
                          <w:i/>
                          <w:color w:val="009CB5"/>
                          <w:sz w:val="24"/>
                        </w:rPr>
                        <w:t xml:space="preserve"> </w:t>
                      </w:r>
                      <w:proofErr w:type="spellStart"/>
                      <w:r w:rsidRPr="006B61FE">
                        <w:rPr>
                          <w:b/>
                          <w:i/>
                          <w:color w:val="009CB5"/>
                          <w:sz w:val="24"/>
                        </w:rPr>
                        <w:t>at</w:t>
                      </w:r>
                      <w:proofErr w:type="spellEnd"/>
                      <w:r w:rsidRPr="006B61FE">
                        <w:rPr>
                          <w:b/>
                          <w:i/>
                          <w:color w:val="009CB5"/>
                          <w:sz w:val="24"/>
                        </w:rPr>
                        <w:t>:</w:t>
                      </w:r>
                      <w:r w:rsidRPr="006B61FE">
                        <w:rPr>
                          <w:b/>
                          <w:i/>
                          <w:color w:val="0071BC"/>
                          <w:sz w:val="24"/>
                        </w:rPr>
                        <w:t xml:space="preserve"> </w:t>
                      </w:r>
                      <w:r w:rsidRPr="006B61FE">
                        <w:rPr>
                          <w:rStyle w:val="Hypertextovodkaz"/>
                          <w:b/>
                          <w:bCs/>
                          <w:i/>
                          <w:sz w:val="24"/>
                        </w:rPr>
                        <w:t>www.csu.gov.cz</w:t>
                      </w:r>
                    </w:p>
                    <w:p w:rsidR="006B61FE" w:rsidRDefault="006B61FE" w:rsidP="000A3A2C">
                      <w:pPr>
                        <w:rPr>
                          <w:b/>
                          <w:bCs/>
                          <w:sz w:val="24"/>
                        </w:rPr>
                      </w:pPr>
                    </w:p>
                    <w:p w:rsidR="006B61FE" w:rsidRDefault="006B61FE" w:rsidP="000A3A2C">
                      <w:pPr>
                        <w:rPr>
                          <w:b/>
                          <w:bCs/>
                          <w:sz w:val="24"/>
                        </w:rPr>
                      </w:pPr>
                    </w:p>
                    <w:p w:rsidR="006B61FE" w:rsidRPr="009A1902" w:rsidRDefault="006B61FE" w:rsidP="000A3A2C">
                      <w:pPr>
                        <w:rPr>
                          <w:b/>
                          <w:bCs/>
                          <w:i/>
                          <w:sz w:val="24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145A0DFE" w14:textId="77777777" w:rsidR="00EE4B1B" w:rsidRPr="006F5416" w:rsidRDefault="00EE4B1B" w:rsidP="006F5416">
      <w:pPr>
        <w:pStyle w:val="Obsah"/>
      </w:pPr>
      <w:r w:rsidRPr="006F5416">
        <w:lastRenderedPageBreak/>
        <w:t>Obsah</w:t>
      </w:r>
    </w:p>
    <w:p w14:paraId="5DD78D4F" w14:textId="74F85E9F" w:rsidR="00B32F5D" w:rsidRDefault="00B32F5D" w:rsidP="00B32F5D">
      <w:pPr>
        <w:tabs>
          <w:tab w:val="left" w:leader="dot" w:pos="851"/>
          <w:tab w:val="left" w:pos="9498"/>
        </w:tabs>
        <w:spacing w:after="120"/>
        <w:rPr>
          <w:b/>
        </w:rPr>
      </w:pPr>
      <w:r w:rsidRPr="00D062F1">
        <w:rPr>
          <w:b/>
        </w:rPr>
        <w:t>METOD</w:t>
      </w:r>
      <w:r w:rsidR="00B35781">
        <w:rPr>
          <w:b/>
        </w:rPr>
        <w:t>OLOGIE</w:t>
      </w:r>
    </w:p>
    <w:p w14:paraId="3154E6D8" w14:textId="45E7837E" w:rsidR="00B32F5D" w:rsidRPr="00D062F1" w:rsidRDefault="00B32F5D" w:rsidP="00B32F5D">
      <w:pPr>
        <w:tabs>
          <w:tab w:val="right" w:leader="dot" w:pos="851"/>
          <w:tab w:val="left" w:pos="9214"/>
        </w:tabs>
        <w:spacing w:after="120"/>
        <w:ind w:right="284"/>
        <w:rPr>
          <w:b/>
          <w:bCs/>
        </w:rPr>
      </w:pPr>
      <w:r w:rsidRPr="00D062F1">
        <w:rPr>
          <w:b/>
          <w:bCs/>
        </w:rPr>
        <w:t>TABULK</w:t>
      </w:r>
      <w:r w:rsidR="00B35781">
        <w:rPr>
          <w:b/>
          <w:bCs/>
        </w:rPr>
        <w:t>Y</w:t>
      </w:r>
    </w:p>
    <w:p w14:paraId="2128A976" w14:textId="5DAC60D9" w:rsidR="00B32F5D" w:rsidRPr="00812D95" w:rsidRDefault="00B32F5D" w:rsidP="00706375">
      <w:pPr>
        <w:tabs>
          <w:tab w:val="left" w:pos="851"/>
        </w:tabs>
        <w:spacing w:after="120"/>
        <w:ind w:right="-1"/>
      </w:pPr>
      <w:r w:rsidRPr="00FD1B57">
        <w:t>Tab. 1</w:t>
      </w:r>
      <w:r w:rsidRPr="00FD1B57">
        <w:tab/>
      </w:r>
      <w:r w:rsidRPr="00E727D5">
        <w:t xml:space="preserve">Poskytnuté licence podle předmětu licenční smlouvy platné </w:t>
      </w:r>
      <w:r w:rsidR="00386EAF">
        <w:t>v roce 202</w:t>
      </w:r>
      <w:r w:rsidR="00B35781">
        <w:t>4</w:t>
      </w:r>
    </w:p>
    <w:p w14:paraId="2FF9E82A" w14:textId="77777777" w:rsidR="00B32F5D" w:rsidRDefault="00B32F5D" w:rsidP="00706375">
      <w:pPr>
        <w:tabs>
          <w:tab w:val="left" w:pos="851"/>
        </w:tabs>
        <w:spacing w:after="0"/>
        <w:ind w:right="-1"/>
      </w:pPr>
      <w:r w:rsidRPr="00812D95">
        <w:t>Tab. 2</w:t>
      </w:r>
      <w:r w:rsidRPr="00812D95">
        <w:tab/>
      </w:r>
      <w:r w:rsidRPr="00E727D5">
        <w:t>Počet poskytovatelů licencí podle předmětu licenční smlouvy a výše přijatých licenčních</w:t>
      </w:r>
    </w:p>
    <w:p w14:paraId="214C5400" w14:textId="739190E2" w:rsidR="00B32F5D" w:rsidRPr="00812D95" w:rsidRDefault="00B32F5D" w:rsidP="00706375">
      <w:pPr>
        <w:tabs>
          <w:tab w:val="left" w:pos="851"/>
        </w:tabs>
        <w:spacing w:after="120"/>
        <w:ind w:right="-1"/>
      </w:pPr>
      <w:r>
        <w:tab/>
        <w:t xml:space="preserve">poplatků </w:t>
      </w:r>
      <w:r w:rsidR="00847C89">
        <w:t>v roce 2024</w:t>
      </w:r>
      <w:bookmarkStart w:id="0" w:name="_GoBack"/>
      <w:bookmarkEnd w:id="0"/>
    </w:p>
    <w:p w14:paraId="083F3515" w14:textId="390C4A23" w:rsidR="00B32F5D" w:rsidRPr="00812D95" w:rsidRDefault="00B32F5D" w:rsidP="00706375">
      <w:pPr>
        <w:tabs>
          <w:tab w:val="left" w:pos="851"/>
        </w:tabs>
        <w:spacing w:after="120"/>
        <w:ind w:right="-1"/>
      </w:pPr>
      <w:r w:rsidRPr="00812D95">
        <w:t>Tab. 3</w:t>
      </w:r>
      <w:r w:rsidRPr="00812D95">
        <w:tab/>
      </w:r>
      <w:r w:rsidRPr="004078C6">
        <w:rPr>
          <w:bCs/>
        </w:rPr>
        <w:t xml:space="preserve">Počet poskytovatelů licencí na patenty a užitné vzory </w:t>
      </w:r>
      <w:r w:rsidR="00386EAF">
        <w:rPr>
          <w:bCs/>
        </w:rPr>
        <w:t>v roce 202</w:t>
      </w:r>
      <w:r w:rsidR="00B35781">
        <w:rPr>
          <w:bCs/>
        </w:rPr>
        <w:t>4</w:t>
      </w:r>
    </w:p>
    <w:p w14:paraId="7BE41921" w14:textId="2784EA5F" w:rsidR="00B32F5D" w:rsidRPr="00812D95" w:rsidRDefault="00B32F5D" w:rsidP="00706375">
      <w:pPr>
        <w:tabs>
          <w:tab w:val="left" w:pos="851"/>
        </w:tabs>
        <w:spacing w:after="120"/>
        <w:ind w:right="-1"/>
      </w:pPr>
      <w:r w:rsidRPr="00812D95">
        <w:t>Tab. 4</w:t>
      </w:r>
      <w:r w:rsidRPr="00812D95">
        <w:tab/>
      </w:r>
      <w:r>
        <w:t xml:space="preserve">Poskytnuté licence na </w:t>
      </w:r>
      <w:r w:rsidRPr="00812D95">
        <w:t>patenty a</w:t>
      </w:r>
      <w:r>
        <w:t xml:space="preserve"> užitné vzory podle sídla</w:t>
      </w:r>
      <w:r w:rsidRPr="00812D95">
        <w:t xml:space="preserve"> poskytovatelů </w:t>
      </w:r>
      <w:r w:rsidR="00386EAF">
        <w:t>v roce 202</w:t>
      </w:r>
      <w:r w:rsidR="00B35781">
        <w:t>4</w:t>
      </w:r>
    </w:p>
    <w:p w14:paraId="78A4F129" w14:textId="77777777" w:rsidR="00B32F5D" w:rsidRPr="00812D95" w:rsidRDefault="00B32F5D" w:rsidP="00706375">
      <w:pPr>
        <w:tabs>
          <w:tab w:val="left" w:pos="851"/>
        </w:tabs>
        <w:spacing w:after="120"/>
        <w:ind w:right="-1"/>
      </w:pPr>
      <w:r w:rsidRPr="00812D95">
        <w:t>Tab. 5</w:t>
      </w:r>
      <w:r w:rsidRPr="00812D95">
        <w:tab/>
      </w:r>
      <w:r w:rsidRPr="004078C6">
        <w:t>Poskytnuté licence na patenty a užitné vzory podle sektoru poskytovatele</w:t>
      </w:r>
      <w:r>
        <w:t>, 2024</w:t>
      </w:r>
    </w:p>
    <w:p w14:paraId="6AC49A91" w14:textId="31200732" w:rsidR="00B32F5D" w:rsidRPr="00812D95" w:rsidRDefault="00B32F5D" w:rsidP="00706375">
      <w:pPr>
        <w:tabs>
          <w:tab w:val="left" w:pos="851"/>
        </w:tabs>
        <w:spacing w:after="120"/>
        <w:ind w:right="-1"/>
      </w:pPr>
      <w:r w:rsidRPr="00812D95">
        <w:t xml:space="preserve">Tab. </w:t>
      </w:r>
      <w:r>
        <w:t>6</w:t>
      </w:r>
      <w:r w:rsidRPr="00812D95">
        <w:tab/>
      </w:r>
      <w:r>
        <w:rPr>
          <w:bCs/>
        </w:rPr>
        <w:t xml:space="preserve">Poskytnuté licence na </w:t>
      </w:r>
      <w:r w:rsidRPr="00812D95">
        <w:rPr>
          <w:bCs/>
        </w:rPr>
        <w:t xml:space="preserve">patenty a užitné vzory podle velikosti poskytujících podniků </w:t>
      </w:r>
      <w:r w:rsidR="00386EAF">
        <w:rPr>
          <w:bCs/>
        </w:rPr>
        <w:t>v roce 202</w:t>
      </w:r>
      <w:r w:rsidR="00B35781">
        <w:rPr>
          <w:bCs/>
        </w:rPr>
        <w:t>4</w:t>
      </w:r>
    </w:p>
    <w:p w14:paraId="136AA371" w14:textId="34C0C3FC" w:rsidR="00B32F5D" w:rsidRDefault="00B32F5D" w:rsidP="00706375">
      <w:pPr>
        <w:tabs>
          <w:tab w:val="left" w:pos="851"/>
        </w:tabs>
        <w:spacing w:after="120"/>
        <w:ind w:right="-1"/>
        <w:rPr>
          <w:bCs/>
        </w:rPr>
      </w:pPr>
      <w:r w:rsidRPr="00812D95">
        <w:t xml:space="preserve">Tab. </w:t>
      </w:r>
      <w:r>
        <w:t>7</w:t>
      </w:r>
      <w:r w:rsidRPr="00812D95">
        <w:tab/>
      </w:r>
      <w:r>
        <w:rPr>
          <w:bCs/>
        </w:rPr>
        <w:t xml:space="preserve">Poskytnuté licence na </w:t>
      </w:r>
      <w:r w:rsidRPr="00812D95">
        <w:rPr>
          <w:bCs/>
        </w:rPr>
        <w:t xml:space="preserve">patenty a užitné vzory podle odvětví poskytujících podniků </w:t>
      </w:r>
      <w:r w:rsidR="00386EAF">
        <w:rPr>
          <w:bCs/>
        </w:rPr>
        <w:t>v roce 202</w:t>
      </w:r>
      <w:r w:rsidR="00B35781">
        <w:rPr>
          <w:bCs/>
        </w:rPr>
        <w:t>4</w:t>
      </w:r>
    </w:p>
    <w:p w14:paraId="7D0CD5C7" w14:textId="622B6493" w:rsidR="00B32F5D" w:rsidRDefault="00B32F5D" w:rsidP="00706375">
      <w:pPr>
        <w:tabs>
          <w:tab w:val="left" w:pos="851"/>
          <w:tab w:val="left" w:pos="9356"/>
        </w:tabs>
        <w:spacing w:after="120"/>
        <w:ind w:right="-1"/>
      </w:pPr>
      <w:r>
        <w:t>Tab. 8</w:t>
      </w:r>
      <w:r w:rsidRPr="00812D95">
        <w:tab/>
      </w:r>
      <w:r w:rsidRPr="004078C6">
        <w:t xml:space="preserve">Poskytnuté licence na patenty podle vybraných kódů produkce </w:t>
      </w:r>
      <w:r w:rsidR="00386EAF">
        <w:t>v roce 202</w:t>
      </w:r>
      <w:r w:rsidR="00B35781">
        <w:t>4</w:t>
      </w:r>
    </w:p>
    <w:p w14:paraId="7072282E" w14:textId="35BE46ED" w:rsidR="00B32F5D" w:rsidRPr="00812D95" w:rsidRDefault="00B32F5D" w:rsidP="00706375">
      <w:pPr>
        <w:tabs>
          <w:tab w:val="left" w:pos="851"/>
          <w:tab w:val="left" w:pos="9356"/>
        </w:tabs>
        <w:spacing w:after="120"/>
        <w:ind w:right="-1"/>
      </w:pPr>
      <w:r w:rsidRPr="00812D95">
        <w:t xml:space="preserve">Tab. </w:t>
      </w:r>
      <w:r>
        <w:t>9</w:t>
      </w:r>
      <w:r w:rsidRPr="00812D95">
        <w:tab/>
      </w:r>
      <w:r w:rsidRPr="004078C6">
        <w:rPr>
          <w:bCs/>
        </w:rPr>
        <w:t>Poskytnuté licence na užitné vzory podle vybraných kódů</w:t>
      </w:r>
      <w:r w:rsidR="00215ABA">
        <w:rPr>
          <w:bCs/>
        </w:rPr>
        <w:t xml:space="preserve"> produkce</w:t>
      </w:r>
      <w:r w:rsidRPr="004078C6">
        <w:rPr>
          <w:bCs/>
        </w:rPr>
        <w:t xml:space="preserve"> </w:t>
      </w:r>
      <w:r w:rsidR="00386EAF">
        <w:rPr>
          <w:bCs/>
        </w:rPr>
        <w:t>v roce 202</w:t>
      </w:r>
      <w:r w:rsidR="00B35781">
        <w:rPr>
          <w:bCs/>
        </w:rPr>
        <w:t>4</w:t>
      </w:r>
    </w:p>
    <w:p w14:paraId="667C5456" w14:textId="5FB3BEAC" w:rsidR="00B32F5D" w:rsidRDefault="00B32F5D" w:rsidP="00706375">
      <w:pPr>
        <w:tabs>
          <w:tab w:val="left" w:pos="851"/>
          <w:tab w:val="left" w:pos="9356"/>
        </w:tabs>
        <w:spacing w:after="120"/>
        <w:ind w:right="-1"/>
        <w:rPr>
          <w:bCs/>
        </w:rPr>
      </w:pPr>
      <w:r w:rsidRPr="00812D95">
        <w:t xml:space="preserve">Tab. </w:t>
      </w:r>
      <w:r>
        <w:t>10</w:t>
      </w:r>
      <w:r w:rsidRPr="00812D95">
        <w:tab/>
      </w:r>
      <w:r w:rsidRPr="004078C6">
        <w:rPr>
          <w:bCs/>
        </w:rPr>
        <w:t xml:space="preserve">Poskytnuté licence na patenty a užitné vzory podle země smluvního partnera </w:t>
      </w:r>
      <w:r w:rsidR="00386EAF">
        <w:rPr>
          <w:bCs/>
        </w:rPr>
        <w:t>v roce 202</w:t>
      </w:r>
      <w:r w:rsidR="00B35781">
        <w:rPr>
          <w:bCs/>
        </w:rPr>
        <w:t>4</w:t>
      </w:r>
    </w:p>
    <w:p w14:paraId="4ABC492C" w14:textId="0DA6BEC1" w:rsidR="00B32F5D" w:rsidRDefault="00B32F5D" w:rsidP="00706375">
      <w:pPr>
        <w:tabs>
          <w:tab w:val="left" w:pos="851"/>
          <w:tab w:val="left" w:pos="9356"/>
        </w:tabs>
        <w:spacing w:after="120"/>
        <w:ind w:right="-1"/>
        <w:rPr>
          <w:bCs/>
        </w:rPr>
      </w:pPr>
      <w:r w:rsidRPr="00812D95">
        <w:t xml:space="preserve">Tab. </w:t>
      </w:r>
      <w:r>
        <w:t>11</w:t>
      </w:r>
      <w:r w:rsidRPr="00812D95">
        <w:tab/>
      </w:r>
      <w:r w:rsidRPr="00062227">
        <w:rPr>
          <w:bCs/>
        </w:rPr>
        <w:t xml:space="preserve">Počet poskytovatelů licencí podle předmětu licenční smlouvy v letech </w:t>
      </w:r>
      <w:r w:rsidR="00386EAF">
        <w:rPr>
          <w:bCs/>
        </w:rPr>
        <w:t>2008 - 202</w:t>
      </w:r>
      <w:r w:rsidR="00B35781">
        <w:rPr>
          <w:bCs/>
        </w:rPr>
        <w:t>4</w:t>
      </w:r>
    </w:p>
    <w:p w14:paraId="34500656" w14:textId="50F0A5AA" w:rsidR="00B32F5D" w:rsidRDefault="00B32F5D" w:rsidP="00706375">
      <w:pPr>
        <w:tabs>
          <w:tab w:val="left" w:pos="851"/>
          <w:tab w:val="left" w:pos="9356"/>
        </w:tabs>
        <w:spacing w:after="120"/>
        <w:ind w:right="-1"/>
        <w:rPr>
          <w:bCs/>
        </w:rPr>
      </w:pPr>
      <w:r w:rsidRPr="00812D95">
        <w:t xml:space="preserve">Tab. </w:t>
      </w:r>
      <w:r>
        <w:t>12</w:t>
      </w:r>
      <w:r w:rsidRPr="00812D95">
        <w:tab/>
      </w:r>
      <w:r w:rsidRPr="00062227">
        <w:rPr>
          <w:bCs/>
        </w:rPr>
        <w:t xml:space="preserve">Počet poskytnutých licencí podle předmětu licenční smlouvy v letech </w:t>
      </w:r>
      <w:r w:rsidR="00386EAF">
        <w:rPr>
          <w:bCs/>
        </w:rPr>
        <w:t>2008 - 202</w:t>
      </w:r>
      <w:r w:rsidR="00B35781">
        <w:rPr>
          <w:bCs/>
        </w:rPr>
        <w:t>4</w:t>
      </w:r>
    </w:p>
    <w:p w14:paraId="7D0FD38D" w14:textId="3B104366" w:rsidR="00B32F5D" w:rsidRDefault="00B32F5D" w:rsidP="00706375">
      <w:pPr>
        <w:tabs>
          <w:tab w:val="left" w:pos="851"/>
          <w:tab w:val="left" w:pos="9356"/>
        </w:tabs>
        <w:spacing w:after="120"/>
        <w:ind w:right="-1"/>
        <w:rPr>
          <w:bCs/>
        </w:rPr>
      </w:pPr>
      <w:r w:rsidRPr="00812D95">
        <w:t xml:space="preserve">Tab. </w:t>
      </w:r>
      <w:r>
        <w:t>13</w:t>
      </w:r>
      <w:r w:rsidRPr="00812D95">
        <w:tab/>
      </w:r>
      <w:r w:rsidRPr="00062227">
        <w:rPr>
          <w:bCs/>
        </w:rPr>
        <w:t xml:space="preserve">Přijaté licenční poplatky podle předmětu licenční smlouvy v letech </w:t>
      </w:r>
      <w:r w:rsidR="00386EAF">
        <w:rPr>
          <w:bCs/>
        </w:rPr>
        <w:t>2008 - 202</w:t>
      </w:r>
      <w:r w:rsidR="00B35781">
        <w:rPr>
          <w:bCs/>
        </w:rPr>
        <w:t>4</w:t>
      </w:r>
    </w:p>
    <w:p w14:paraId="6333BEE8" w14:textId="79F67552" w:rsidR="00B32F5D" w:rsidRDefault="00B32F5D" w:rsidP="00B32F5D">
      <w:pPr>
        <w:tabs>
          <w:tab w:val="left" w:pos="851"/>
          <w:tab w:val="left" w:pos="9356"/>
        </w:tabs>
        <w:spacing w:after="120"/>
        <w:ind w:right="284"/>
        <w:rPr>
          <w:bCs/>
        </w:rPr>
      </w:pPr>
      <w:r w:rsidRPr="00812D95">
        <w:t xml:space="preserve">Tab. </w:t>
      </w:r>
      <w:r>
        <w:t>14</w:t>
      </w:r>
      <w:r w:rsidRPr="00812D95">
        <w:tab/>
      </w:r>
      <w:r w:rsidRPr="00062227">
        <w:rPr>
          <w:bCs/>
        </w:rPr>
        <w:t xml:space="preserve">Licence na Know-how a Nové odrůdy rostlin a plemen zvířat v letech </w:t>
      </w:r>
      <w:r w:rsidR="00386EAF">
        <w:rPr>
          <w:bCs/>
        </w:rPr>
        <w:t>2008 - 202</w:t>
      </w:r>
      <w:r w:rsidR="00B35781">
        <w:rPr>
          <w:bCs/>
        </w:rPr>
        <w:t>4</w:t>
      </w:r>
    </w:p>
    <w:p w14:paraId="532FBFB1" w14:textId="77777777" w:rsidR="00B32F5D" w:rsidRPr="006767B8" w:rsidRDefault="00B32F5D" w:rsidP="00B32F5D">
      <w:pPr>
        <w:pStyle w:val="Obsah"/>
        <w:spacing w:before="120" w:after="120"/>
        <w:rPr>
          <w:b w:val="0"/>
          <w:i/>
        </w:rPr>
      </w:pPr>
      <w:proofErr w:type="spellStart"/>
      <w:r w:rsidRPr="00CE670B">
        <w:rPr>
          <w:i/>
        </w:rPr>
        <w:t>Contents</w:t>
      </w:r>
      <w:proofErr w:type="spellEnd"/>
    </w:p>
    <w:p w14:paraId="69D9DB57" w14:textId="7EFFBFC0" w:rsidR="00B32F5D" w:rsidRPr="00D062F1" w:rsidRDefault="00B32F5D" w:rsidP="00B32F5D">
      <w:pPr>
        <w:tabs>
          <w:tab w:val="left" w:leader="dot" w:pos="851"/>
          <w:tab w:val="left" w:leader="dot" w:pos="9639"/>
        </w:tabs>
        <w:spacing w:after="120"/>
        <w:ind w:right="284"/>
        <w:rPr>
          <w:b/>
          <w:bCs/>
          <w:i/>
          <w:lang w:val="en-GB"/>
        </w:rPr>
      </w:pPr>
      <w:r w:rsidRPr="00D062F1">
        <w:rPr>
          <w:b/>
          <w:bCs/>
          <w:i/>
          <w:lang w:val="en-GB"/>
        </w:rPr>
        <w:t>METHODOLOGY</w:t>
      </w:r>
    </w:p>
    <w:p w14:paraId="65C083FA" w14:textId="346C176C" w:rsidR="00B32F5D" w:rsidRPr="00D062F1" w:rsidRDefault="00B32F5D" w:rsidP="00B32F5D">
      <w:pPr>
        <w:tabs>
          <w:tab w:val="left" w:leader="dot" w:pos="851"/>
          <w:tab w:val="left" w:leader="dot" w:pos="9639"/>
        </w:tabs>
        <w:spacing w:after="120"/>
        <w:ind w:right="284"/>
        <w:rPr>
          <w:b/>
          <w:bCs/>
          <w:i/>
          <w:lang w:val="en-GB"/>
        </w:rPr>
      </w:pPr>
      <w:r w:rsidRPr="00D062F1">
        <w:rPr>
          <w:b/>
          <w:bCs/>
          <w:i/>
          <w:lang w:val="en-GB"/>
        </w:rPr>
        <w:t>TABLE</w:t>
      </w:r>
      <w:r w:rsidR="00046F9E">
        <w:rPr>
          <w:b/>
          <w:bCs/>
          <w:i/>
          <w:lang w:val="en-GB"/>
        </w:rPr>
        <w:t>S</w:t>
      </w:r>
    </w:p>
    <w:p w14:paraId="2593F2D3" w14:textId="31CB48A7" w:rsidR="00B32F5D" w:rsidRPr="00812D95" w:rsidRDefault="00B32F5D" w:rsidP="00B32F5D">
      <w:pPr>
        <w:tabs>
          <w:tab w:val="left" w:pos="851"/>
          <w:tab w:val="left" w:leader="dot" w:pos="9356"/>
        </w:tabs>
        <w:spacing w:after="120"/>
        <w:ind w:right="284"/>
        <w:rPr>
          <w:i/>
          <w:lang w:val="en-GB"/>
        </w:rPr>
      </w:pPr>
      <w:r w:rsidRPr="00812D95">
        <w:rPr>
          <w:i/>
          <w:lang w:val="en-GB"/>
        </w:rPr>
        <w:t>Tab. 1</w:t>
      </w:r>
      <w:r w:rsidRPr="00812D95">
        <w:rPr>
          <w:i/>
          <w:lang w:val="en-GB"/>
        </w:rPr>
        <w:tab/>
        <w:t xml:space="preserve">Sold licenses by the subject of the license agreement </w:t>
      </w:r>
      <w:r>
        <w:rPr>
          <w:i/>
          <w:lang w:val="en-GB"/>
        </w:rPr>
        <w:t xml:space="preserve">valid </w:t>
      </w:r>
      <w:r w:rsidR="00386EAF">
        <w:rPr>
          <w:i/>
          <w:lang w:val="en-GB"/>
        </w:rPr>
        <w:t>in 202</w:t>
      </w:r>
      <w:r w:rsidR="00B35781">
        <w:rPr>
          <w:i/>
          <w:lang w:val="en-GB"/>
        </w:rPr>
        <w:t>4</w:t>
      </w:r>
    </w:p>
    <w:p w14:paraId="37D75CCC" w14:textId="5EAEEDE8" w:rsidR="00B32F5D" w:rsidRPr="00812D95" w:rsidRDefault="00B32F5D" w:rsidP="00B32F5D">
      <w:pPr>
        <w:tabs>
          <w:tab w:val="left" w:pos="851"/>
          <w:tab w:val="left" w:leader="dot" w:pos="9356"/>
        </w:tabs>
        <w:spacing w:after="120"/>
        <w:ind w:right="284"/>
        <w:rPr>
          <w:i/>
          <w:lang w:val="en-GB"/>
        </w:rPr>
      </w:pPr>
      <w:r w:rsidRPr="00812D95">
        <w:rPr>
          <w:i/>
          <w:lang w:val="en-GB"/>
        </w:rPr>
        <w:t>Tab. 2</w:t>
      </w:r>
      <w:r w:rsidRPr="00812D95">
        <w:rPr>
          <w:i/>
          <w:lang w:val="en-GB"/>
        </w:rPr>
        <w:tab/>
        <w:t xml:space="preserve">Sold licenses by the subject of the license agreement </w:t>
      </w:r>
      <w:r>
        <w:rPr>
          <w:i/>
          <w:lang w:val="en-GB"/>
        </w:rPr>
        <w:t xml:space="preserve">valid </w:t>
      </w:r>
      <w:r w:rsidR="00386EAF">
        <w:rPr>
          <w:i/>
          <w:lang w:val="en-GB"/>
        </w:rPr>
        <w:t>in 202</w:t>
      </w:r>
      <w:r w:rsidR="00B35781">
        <w:rPr>
          <w:i/>
          <w:lang w:val="en-GB"/>
        </w:rPr>
        <w:t>4</w:t>
      </w:r>
    </w:p>
    <w:p w14:paraId="5C0FD746" w14:textId="77E9C2CE" w:rsidR="00B32F5D" w:rsidRPr="00812D95" w:rsidRDefault="00B32F5D" w:rsidP="00B32F5D">
      <w:pPr>
        <w:tabs>
          <w:tab w:val="left" w:pos="851"/>
          <w:tab w:val="left" w:leader="dot" w:pos="9356"/>
        </w:tabs>
        <w:spacing w:after="120"/>
        <w:ind w:right="284"/>
        <w:rPr>
          <w:i/>
          <w:lang w:val="en-GB"/>
        </w:rPr>
      </w:pPr>
      <w:r w:rsidRPr="00812D95">
        <w:rPr>
          <w:i/>
          <w:lang w:val="en-GB"/>
        </w:rPr>
        <w:t>Tab. 3</w:t>
      </w:r>
      <w:r w:rsidRPr="00812D95">
        <w:rPr>
          <w:i/>
          <w:lang w:val="en-GB"/>
        </w:rPr>
        <w:tab/>
      </w:r>
      <w:r w:rsidRPr="004078C6">
        <w:rPr>
          <w:bCs/>
          <w:i/>
          <w:lang w:val="en-GB"/>
        </w:rPr>
        <w:t xml:space="preserve">Number of licensors with valid patent and/or utility model license agreement </w:t>
      </w:r>
      <w:r w:rsidR="00386EAF">
        <w:rPr>
          <w:bCs/>
          <w:i/>
          <w:lang w:val="en-GB"/>
        </w:rPr>
        <w:t>in 202</w:t>
      </w:r>
      <w:r w:rsidR="00B35781">
        <w:rPr>
          <w:bCs/>
          <w:i/>
          <w:lang w:val="en-GB"/>
        </w:rPr>
        <w:t>4</w:t>
      </w:r>
    </w:p>
    <w:p w14:paraId="66C2781C" w14:textId="5DE35DC2" w:rsidR="00B32F5D" w:rsidRPr="00812D95" w:rsidRDefault="00B32F5D" w:rsidP="00B32F5D">
      <w:pPr>
        <w:tabs>
          <w:tab w:val="left" w:pos="851"/>
          <w:tab w:val="left" w:leader="dot" w:pos="9356"/>
        </w:tabs>
        <w:spacing w:after="120"/>
        <w:ind w:right="284"/>
        <w:rPr>
          <w:i/>
          <w:lang w:val="en-GB"/>
        </w:rPr>
      </w:pPr>
      <w:r w:rsidRPr="00812D95">
        <w:rPr>
          <w:i/>
          <w:lang w:val="en-GB"/>
        </w:rPr>
        <w:t>Tab. 4</w:t>
      </w:r>
      <w:r w:rsidRPr="00812D95">
        <w:rPr>
          <w:i/>
          <w:lang w:val="en-GB"/>
        </w:rPr>
        <w:tab/>
      </w:r>
      <w:r w:rsidRPr="00812D95">
        <w:rPr>
          <w:bCs/>
          <w:i/>
          <w:lang w:val="en-GB"/>
        </w:rPr>
        <w:t xml:space="preserve">Sold patent and utility models licenses by residence of licensers </w:t>
      </w:r>
      <w:r w:rsidR="00386EAF">
        <w:rPr>
          <w:bCs/>
          <w:i/>
          <w:lang w:val="en-GB"/>
        </w:rPr>
        <w:t>in 202</w:t>
      </w:r>
      <w:r w:rsidR="00B35781">
        <w:rPr>
          <w:bCs/>
          <w:i/>
          <w:lang w:val="en-GB"/>
        </w:rPr>
        <w:t>4</w:t>
      </w:r>
    </w:p>
    <w:p w14:paraId="4D86C8A6" w14:textId="7690BE4E" w:rsidR="00B32F5D" w:rsidRDefault="00B32F5D" w:rsidP="00B32F5D">
      <w:pPr>
        <w:tabs>
          <w:tab w:val="left" w:pos="851"/>
          <w:tab w:val="left" w:leader="dot" w:pos="9356"/>
        </w:tabs>
        <w:spacing w:after="120"/>
        <w:ind w:right="284"/>
        <w:rPr>
          <w:i/>
          <w:lang w:val="en-GB"/>
        </w:rPr>
      </w:pPr>
      <w:r w:rsidRPr="00812D95">
        <w:rPr>
          <w:i/>
          <w:lang w:val="en-GB"/>
        </w:rPr>
        <w:t>Tab. 5</w:t>
      </w:r>
      <w:r w:rsidRPr="00812D95">
        <w:rPr>
          <w:i/>
          <w:lang w:val="en-GB"/>
        </w:rPr>
        <w:tab/>
      </w:r>
      <w:r w:rsidRPr="004078C6">
        <w:rPr>
          <w:i/>
          <w:lang w:val="en-GB"/>
        </w:rPr>
        <w:t xml:space="preserve">Sold patent and utility model licenses by sector of licensors </w:t>
      </w:r>
      <w:r w:rsidR="00386EAF">
        <w:rPr>
          <w:i/>
          <w:lang w:val="en-GB"/>
        </w:rPr>
        <w:t>in 202</w:t>
      </w:r>
      <w:r w:rsidR="00B35781">
        <w:rPr>
          <w:i/>
          <w:lang w:val="en-GB"/>
        </w:rPr>
        <w:t>4</w:t>
      </w:r>
    </w:p>
    <w:p w14:paraId="46CC7985" w14:textId="29E1A695" w:rsidR="00B32F5D" w:rsidRPr="00812D95" w:rsidRDefault="00B32F5D" w:rsidP="00B32F5D">
      <w:pPr>
        <w:tabs>
          <w:tab w:val="left" w:pos="851"/>
          <w:tab w:val="left" w:leader="dot" w:pos="9356"/>
        </w:tabs>
        <w:spacing w:after="120"/>
        <w:ind w:right="284"/>
        <w:rPr>
          <w:i/>
          <w:lang w:val="en-GB"/>
        </w:rPr>
      </w:pPr>
      <w:r w:rsidRPr="00812D95">
        <w:rPr>
          <w:i/>
          <w:lang w:val="en-GB"/>
        </w:rPr>
        <w:t xml:space="preserve">Tab. </w:t>
      </w:r>
      <w:r>
        <w:rPr>
          <w:i/>
          <w:lang w:val="en-GB"/>
        </w:rPr>
        <w:t>6</w:t>
      </w:r>
      <w:r w:rsidRPr="00812D95">
        <w:rPr>
          <w:i/>
          <w:lang w:val="en-GB"/>
        </w:rPr>
        <w:tab/>
      </w:r>
      <w:r w:rsidRPr="00812D95">
        <w:rPr>
          <w:bCs/>
          <w:i/>
          <w:lang w:val="en-GB"/>
        </w:rPr>
        <w:t xml:space="preserve">Sold patent and utility model licenses by size-class of providing enterprises </w:t>
      </w:r>
      <w:r w:rsidR="00386EAF">
        <w:rPr>
          <w:bCs/>
          <w:i/>
          <w:lang w:val="en-GB"/>
        </w:rPr>
        <w:t>in 202</w:t>
      </w:r>
      <w:r w:rsidR="00B35781">
        <w:rPr>
          <w:bCs/>
          <w:i/>
          <w:lang w:val="en-GB"/>
        </w:rPr>
        <w:t>4</w:t>
      </w:r>
    </w:p>
    <w:p w14:paraId="2D5ECEC4" w14:textId="50C05980" w:rsidR="00B32F5D" w:rsidRPr="00812D95" w:rsidRDefault="00B32F5D" w:rsidP="00B32F5D">
      <w:pPr>
        <w:tabs>
          <w:tab w:val="left" w:pos="851"/>
          <w:tab w:val="left" w:leader="dot" w:pos="9356"/>
        </w:tabs>
        <w:spacing w:after="120"/>
        <w:ind w:right="284"/>
        <w:rPr>
          <w:i/>
          <w:lang w:val="en-GB"/>
        </w:rPr>
      </w:pPr>
      <w:r w:rsidRPr="00812D95">
        <w:rPr>
          <w:i/>
          <w:lang w:val="en-GB"/>
        </w:rPr>
        <w:t xml:space="preserve">Tab. </w:t>
      </w:r>
      <w:r>
        <w:rPr>
          <w:i/>
          <w:lang w:val="en-GB"/>
        </w:rPr>
        <w:t>7</w:t>
      </w:r>
      <w:r w:rsidRPr="00812D95">
        <w:rPr>
          <w:i/>
          <w:lang w:val="en-GB"/>
        </w:rPr>
        <w:tab/>
      </w:r>
      <w:r w:rsidRPr="004078C6">
        <w:rPr>
          <w:i/>
          <w:lang w:val="en-GB"/>
        </w:rPr>
        <w:t xml:space="preserve">Sold patent and utility model licenses by CZ-NACE of the providing enterprises </w:t>
      </w:r>
      <w:r w:rsidR="00386EAF">
        <w:rPr>
          <w:i/>
          <w:lang w:val="en-GB"/>
        </w:rPr>
        <w:t>in 202</w:t>
      </w:r>
      <w:r w:rsidR="00B35781">
        <w:rPr>
          <w:i/>
          <w:lang w:val="en-GB"/>
        </w:rPr>
        <w:t>4</w:t>
      </w:r>
    </w:p>
    <w:p w14:paraId="292EFAD0" w14:textId="7E366641" w:rsidR="00B32F5D" w:rsidRDefault="00B32F5D" w:rsidP="00B32F5D">
      <w:pPr>
        <w:tabs>
          <w:tab w:val="left" w:pos="851"/>
          <w:tab w:val="left" w:leader="dot" w:pos="9356"/>
        </w:tabs>
        <w:spacing w:after="120"/>
        <w:ind w:right="284"/>
        <w:rPr>
          <w:bCs/>
          <w:i/>
          <w:lang w:val="en-GB"/>
        </w:rPr>
      </w:pPr>
      <w:r w:rsidRPr="00812D95">
        <w:rPr>
          <w:i/>
          <w:lang w:val="en-GB"/>
        </w:rPr>
        <w:t>Tab. 8</w:t>
      </w:r>
      <w:r w:rsidRPr="00812D95">
        <w:rPr>
          <w:i/>
          <w:lang w:val="en-GB"/>
        </w:rPr>
        <w:tab/>
      </w:r>
      <w:r>
        <w:rPr>
          <w:bCs/>
          <w:i/>
          <w:lang w:val="en-GB"/>
        </w:rPr>
        <w:t>Sold patent</w:t>
      </w:r>
      <w:r w:rsidRPr="004078C6">
        <w:rPr>
          <w:bCs/>
          <w:i/>
          <w:lang w:val="en-GB"/>
        </w:rPr>
        <w:t xml:space="preserve"> licenses by produce </w:t>
      </w:r>
      <w:r w:rsidR="00386EAF">
        <w:rPr>
          <w:bCs/>
          <w:i/>
          <w:lang w:val="en-GB"/>
        </w:rPr>
        <w:t>in 202</w:t>
      </w:r>
      <w:r w:rsidR="00B35781">
        <w:rPr>
          <w:bCs/>
          <w:i/>
          <w:lang w:val="en-GB"/>
        </w:rPr>
        <w:t>4</w:t>
      </w:r>
    </w:p>
    <w:p w14:paraId="0A58CD97" w14:textId="07FDB4E4" w:rsidR="00B32F5D" w:rsidRDefault="00B32F5D" w:rsidP="00B32F5D">
      <w:pPr>
        <w:tabs>
          <w:tab w:val="left" w:pos="851"/>
          <w:tab w:val="left" w:leader="dot" w:pos="9356"/>
        </w:tabs>
        <w:spacing w:after="120"/>
        <w:ind w:right="284"/>
        <w:rPr>
          <w:bCs/>
          <w:i/>
          <w:lang w:val="en-GB"/>
        </w:rPr>
      </w:pPr>
      <w:r w:rsidRPr="00812D95">
        <w:rPr>
          <w:i/>
          <w:lang w:val="en-GB"/>
        </w:rPr>
        <w:t xml:space="preserve">Tab. </w:t>
      </w:r>
      <w:r>
        <w:rPr>
          <w:i/>
          <w:lang w:val="en-GB"/>
        </w:rPr>
        <w:t>9</w:t>
      </w:r>
      <w:r w:rsidRPr="00812D95">
        <w:rPr>
          <w:i/>
          <w:lang w:val="en-GB"/>
        </w:rPr>
        <w:tab/>
      </w:r>
      <w:r w:rsidRPr="004078C6">
        <w:rPr>
          <w:bCs/>
          <w:i/>
          <w:lang w:val="en-GB"/>
        </w:rPr>
        <w:t xml:space="preserve">Sold utility model licenses by produce </w:t>
      </w:r>
      <w:r w:rsidR="00386EAF">
        <w:rPr>
          <w:bCs/>
          <w:i/>
          <w:lang w:val="en-GB"/>
        </w:rPr>
        <w:t>in 202</w:t>
      </w:r>
      <w:r w:rsidR="00B35781">
        <w:rPr>
          <w:bCs/>
          <w:i/>
          <w:lang w:val="en-GB"/>
        </w:rPr>
        <w:t>4</w:t>
      </w:r>
    </w:p>
    <w:p w14:paraId="0BD3CD09" w14:textId="2B114A3F" w:rsidR="00B32F5D" w:rsidRPr="00812D95" w:rsidRDefault="00B32F5D" w:rsidP="00B32F5D">
      <w:pPr>
        <w:tabs>
          <w:tab w:val="left" w:pos="851"/>
          <w:tab w:val="left" w:leader="dot" w:pos="9356"/>
        </w:tabs>
        <w:spacing w:after="120"/>
        <w:ind w:right="284"/>
        <w:rPr>
          <w:i/>
          <w:lang w:val="en-GB"/>
        </w:rPr>
      </w:pPr>
      <w:r>
        <w:rPr>
          <w:i/>
          <w:lang w:val="en-GB"/>
        </w:rPr>
        <w:t>Tab. 10</w:t>
      </w:r>
      <w:r w:rsidRPr="00812D95">
        <w:rPr>
          <w:i/>
          <w:lang w:val="en-GB"/>
        </w:rPr>
        <w:tab/>
      </w:r>
      <w:r w:rsidRPr="00812D95">
        <w:rPr>
          <w:bCs/>
          <w:i/>
          <w:lang w:val="en-GB"/>
        </w:rPr>
        <w:t xml:space="preserve">Sold patent and utility model licenses by industry of the providing enterprises </w:t>
      </w:r>
      <w:r w:rsidR="00386EAF">
        <w:rPr>
          <w:bCs/>
          <w:i/>
          <w:lang w:val="en-GB"/>
        </w:rPr>
        <w:t>in 202</w:t>
      </w:r>
      <w:r w:rsidR="00B35781">
        <w:rPr>
          <w:bCs/>
          <w:i/>
          <w:lang w:val="en-GB"/>
        </w:rPr>
        <w:t>4</w:t>
      </w:r>
    </w:p>
    <w:p w14:paraId="576D8811" w14:textId="515A2E4C" w:rsidR="00B32F5D" w:rsidRPr="00812D95" w:rsidRDefault="00B32F5D" w:rsidP="00B32F5D">
      <w:pPr>
        <w:tabs>
          <w:tab w:val="left" w:pos="851"/>
          <w:tab w:val="left" w:leader="dot" w:pos="9356"/>
        </w:tabs>
        <w:spacing w:after="120"/>
        <w:ind w:right="284"/>
        <w:rPr>
          <w:i/>
          <w:lang w:val="en-GB"/>
        </w:rPr>
      </w:pPr>
      <w:r>
        <w:rPr>
          <w:i/>
          <w:lang w:val="en-GB"/>
        </w:rPr>
        <w:t>Tab. 11</w:t>
      </w:r>
      <w:r w:rsidRPr="00812D95">
        <w:rPr>
          <w:i/>
          <w:lang w:val="en-GB"/>
        </w:rPr>
        <w:tab/>
      </w:r>
      <w:r w:rsidRPr="00062227">
        <w:rPr>
          <w:bCs/>
          <w:i/>
          <w:lang w:val="en-GB"/>
        </w:rPr>
        <w:t xml:space="preserve">Number of licensors by the subject of the license agreement, </w:t>
      </w:r>
      <w:r w:rsidR="00386EAF">
        <w:rPr>
          <w:bCs/>
          <w:i/>
          <w:lang w:val="en-GB"/>
        </w:rPr>
        <w:t>2008 - 202</w:t>
      </w:r>
      <w:r w:rsidR="00B35781">
        <w:rPr>
          <w:bCs/>
          <w:i/>
          <w:lang w:val="en-GB"/>
        </w:rPr>
        <w:t>4</w:t>
      </w:r>
    </w:p>
    <w:p w14:paraId="2009DE0D" w14:textId="0BAF0A88" w:rsidR="00B32F5D" w:rsidRPr="00812D95" w:rsidRDefault="00B32F5D" w:rsidP="00B32F5D">
      <w:pPr>
        <w:tabs>
          <w:tab w:val="left" w:pos="851"/>
          <w:tab w:val="left" w:leader="dot" w:pos="9356"/>
        </w:tabs>
        <w:spacing w:after="120"/>
        <w:ind w:right="284"/>
        <w:rPr>
          <w:i/>
          <w:lang w:val="en-GB"/>
        </w:rPr>
      </w:pPr>
      <w:r>
        <w:rPr>
          <w:i/>
          <w:lang w:val="en-GB"/>
        </w:rPr>
        <w:t>Tab. 12</w:t>
      </w:r>
      <w:r w:rsidRPr="00812D95">
        <w:rPr>
          <w:i/>
          <w:lang w:val="en-GB"/>
        </w:rPr>
        <w:tab/>
      </w:r>
      <w:r w:rsidRPr="00062227">
        <w:rPr>
          <w:bCs/>
          <w:i/>
          <w:lang w:val="en-GB"/>
        </w:rPr>
        <w:t xml:space="preserve">Number of sold licenses by the subject of the license agreement, </w:t>
      </w:r>
      <w:r w:rsidR="00386EAF">
        <w:rPr>
          <w:bCs/>
          <w:i/>
          <w:lang w:val="en-GB"/>
        </w:rPr>
        <w:t>2008 - 202</w:t>
      </w:r>
      <w:r w:rsidR="00B35781">
        <w:rPr>
          <w:bCs/>
          <w:i/>
          <w:lang w:val="en-GB"/>
        </w:rPr>
        <w:t>4</w:t>
      </w:r>
    </w:p>
    <w:p w14:paraId="35986573" w14:textId="5533AC9E" w:rsidR="00B32F5D" w:rsidRPr="00812D95" w:rsidRDefault="00B32F5D" w:rsidP="00B32F5D">
      <w:pPr>
        <w:tabs>
          <w:tab w:val="left" w:pos="851"/>
          <w:tab w:val="left" w:leader="dot" w:pos="9356"/>
        </w:tabs>
        <w:spacing w:after="120"/>
        <w:ind w:right="284"/>
        <w:rPr>
          <w:i/>
          <w:lang w:val="en-GB"/>
        </w:rPr>
      </w:pPr>
      <w:r>
        <w:rPr>
          <w:i/>
          <w:lang w:val="en-GB"/>
        </w:rPr>
        <w:t>Tab. 13</w:t>
      </w:r>
      <w:r w:rsidRPr="00812D95">
        <w:rPr>
          <w:i/>
          <w:lang w:val="en-GB"/>
        </w:rPr>
        <w:tab/>
      </w:r>
      <w:r w:rsidRPr="00062227">
        <w:rPr>
          <w:bCs/>
          <w:i/>
          <w:lang w:val="en-GB"/>
        </w:rPr>
        <w:t xml:space="preserve">Received license fees by the subject of the license agreement, </w:t>
      </w:r>
      <w:r w:rsidR="00386EAF">
        <w:rPr>
          <w:bCs/>
          <w:i/>
          <w:lang w:val="en-GB"/>
        </w:rPr>
        <w:t>2008 - 202</w:t>
      </w:r>
      <w:r w:rsidR="00B35781">
        <w:rPr>
          <w:bCs/>
          <w:i/>
          <w:lang w:val="en-GB"/>
        </w:rPr>
        <w:t>4</w:t>
      </w:r>
    </w:p>
    <w:p w14:paraId="3278C69E" w14:textId="3A71FF7E" w:rsidR="00A50D73" w:rsidRDefault="00B32F5D" w:rsidP="00B35781">
      <w:pPr>
        <w:tabs>
          <w:tab w:val="left" w:pos="851"/>
        </w:tabs>
      </w:pPr>
      <w:r>
        <w:rPr>
          <w:i/>
          <w:lang w:val="en-GB"/>
        </w:rPr>
        <w:t>Tab. 14</w:t>
      </w:r>
      <w:r w:rsidRPr="00812D95">
        <w:rPr>
          <w:i/>
          <w:lang w:val="en-GB"/>
        </w:rPr>
        <w:tab/>
      </w:r>
      <w:r w:rsidRPr="00062227">
        <w:rPr>
          <w:bCs/>
          <w:i/>
          <w:lang w:val="en-GB"/>
        </w:rPr>
        <w:t xml:space="preserve">License for Know-how and New plant varieties, animal breeds, </w:t>
      </w:r>
      <w:r w:rsidR="00386EAF">
        <w:rPr>
          <w:bCs/>
          <w:i/>
          <w:lang w:val="en-GB"/>
        </w:rPr>
        <w:t>2008 - 202</w:t>
      </w:r>
      <w:r w:rsidR="00B35781">
        <w:rPr>
          <w:bCs/>
          <w:i/>
          <w:lang w:val="en-GB"/>
        </w:rPr>
        <w:t>4</w:t>
      </w:r>
    </w:p>
    <w:sectPr w:rsidR="00A50D73" w:rsidSect="006F5416">
      <w:headerReference w:type="even" r:id="rId13"/>
      <w:headerReference w:type="default" r:id="rId14"/>
      <w:footerReference w:type="even" r:id="rId15"/>
      <w:footerReference w:type="default" r:id="rId16"/>
      <w:pgSz w:w="11906" w:h="16838" w:code="9"/>
      <w:pgMar w:top="1134" w:right="1134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71DCC4" w14:textId="77777777" w:rsidR="003A0F63" w:rsidRDefault="003A0F63" w:rsidP="00E71A58">
      <w:r>
        <w:separator/>
      </w:r>
    </w:p>
  </w:endnote>
  <w:endnote w:type="continuationSeparator" w:id="0">
    <w:p w14:paraId="0B92874E" w14:textId="77777777" w:rsidR="003A0F63" w:rsidRDefault="003A0F63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FB758B" w14:textId="77777777" w:rsidR="007661E9" w:rsidRPr="00932443" w:rsidRDefault="0079585A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 wp14:anchorId="438F5610" wp14:editId="6CE574BC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1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932443">
      <w:rPr>
        <w:szCs w:val="16"/>
      </w:rPr>
      <w:fldChar w:fldCharType="begin"/>
    </w:r>
    <w:r w:rsidR="005647BF" w:rsidRPr="00932443">
      <w:rPr>
        <w:szCs w:val="16"/>
      </w:rPr>
      <w:instrText>PAGE   \* MERGEFORMAT</w:instrText>
    </w:r>
    <w:r w:rsidR="005647BF" w:rsidRPr="00932443">
      <w:rPr>
        <w:szCs w:val="16"/>
      </w:rPr>
      <w:fldChar w:fldCharType="separate"/>
    </w:r>
    <w:r w:rsidR="00F81839">
      <w:rPr>
        <w:szCs w:val="16"/>
      </w:rPr>
      <w:t>4</w:t>
    </w:r>
    <w:r w:rsidR="005647BF" w:rsidRPr="00932443">
      <w:rPr>
        <w:szCs w:val="16"/>
      </w:rPr>
      <w:fldChar w:fldCharType="end"/>
    </w:r>
    <w:r w:rsidR="005647BF" w:rsidRPr="00932443">
      <w:rPr>
        <w:szCs w:val="16"/>
      </w:rPr>
      <w:tab/>
    </w:r>
    <w:r w:rsidR="006B61FE">
      <w:rPr>
        <w:szCs w:val="16"/>
      </w:rPr>
      <w:t>2023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F66583" w14:textId="4EFD1F01" w:rsidR="00B80EC6" w:rsidRPr="00932443" w:rsidRDefault="0079585A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 wp14:anchorId="39BC30BB" wp14:editId="03A64716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0" name="Picture 10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932443">
      <w:rPr>
        <w:szCs w:val="16"/>
      </w:rPr>
      <w:tab/>
    </w:r>
    <w:r w:rsidR="005647BF" w:rsidRPr="00932443">
      <w:rPr>
        <w:szCs w:val="16"/>
      </w:rPr>
      <w:tab/>
    </w:r>
    <w:r w:rsidR="005647BF" w:rsidRPr="00932443">
      <w:rPr>
        <w:rStyle w:val="ZpatChar"/>
        <w:szCs w:val="16"/>
      </w:rPr>
      <w:fldChar w:fldCharType="begin"/>
    </w:r>
    <w:r w:rsidR="005647BF" w:rsidRPr="00932443">
      <w:rPr>
        <w:rStyle w:val="ZpatChar"/>
        <w:szCs w:val="16"/>
      </w:rPr>
      <w:instrText>PAGE   \* MERGEFORMAT</w:instrText>
    </w:r>
    <w:r w:rsidR="005647BF" w:rsidRPr="00932443">
      <w:rPr>
        <w:rStyle w:val="ZpatChar"/>
        <w:szCs w:val="16"/>
      </w:rPr>
      <w:fldChar w:fldCharType="separate"/>
    </w:r>
    <w:r w:rsidR="00847C89">
      <w:rPr>
        <w:rStyle w:val="ZpatChar"/>
        <w:szCs w:val="16"/>
      </w:rPr>
      <w:t>3</w:t>
    </w:r>
    <w:r w:rsidR="005647BF"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2EF101" w14:textId="77777777" w:rsidR="003A0F63" w:rsidRDefault="003A0F63" w:rsidP="00E71A58">
      <w:r>
        <w:separator/>
      </w:r>
    </w:p>
  </w:footnote>
  <w:footnote w:type="continuationSeparator" w:id="0">
    <w:p w14:paraId="39C42A84" w14:textId="77777777" w:rsidR="003A0F63" w:rsidRDefault="003A0F63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036CA2" w14:textId="77777777" w:rsidR="00515C74" w:rsidRPr="006F5416" w:rsidRDefault="006F5416" w:rsidP="00937AE2">
    <w:pPr>
      <w:pStyle w:val="Zhlav"/>
    </w:pPr>
    <w:r w:rsidRPr="006F5416">
      <w:t>Název publikace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F74045" w14:textId="77777777" w:rsidR="00B5752E" w:rsidRPr="006B61FE" w:rsidRDefault="006B61FE" w:rsidP="00937AE2">
    <w:pPr>
      <w:pStyle w:val="Zhlav"/>
      <w:rPr>
        <w:i/>
      </w:rPr>
    </w:pPr>
    <w:r w:rsidRPr="006B61FE">
      <w:t xml:space="preserve">Licence na předměty průmyslového vlastnictví / </w:t>
    </w:r>
    <w:proofErr w:type="spellStart"/>
    <w:r w:rsidRPr="006B61FE">
      <w:rPr>
        <w:i/>
      </w:rPr>
      <w:t>Licenses</w:t>
    </w:r>
    <w:proofErr w:type="spellEnd"/>
    <w:r w:rsidRPr="006B61FE">
      <w:rPr>
        <w:i/>
      </w:rPr>
      <w:t xml:space="preserve"> </w:t>
    </w:r>
    <w:proofErr w:type="spellStart"/>
    <w:r w:rsidRPr="006B61FE">
      <w:rPr>
        <w:i/>
      </w:rPr>
      <w:t>of</w:t>
    </w:r>
    <w:proofErr w:type="spellEnd"/>
    <w:r w:rsidRPr="006B61FE">
      <w:rPr>
        <w:i/>
      </w:rPr>
      <w:t xml:space="preserve"> </w:t>
    </w:r>
    <w:proofErr w:type="spellStart"/>
    <w:r w:rsidRPr="006B61FE">
      <w:rPr>
        <w:i/>
      </w:rPr>
      <w:t>Intellectual</w:t>
    </w:r>
    <w:proofErr w:type="spellEnd"/>
    <w:r w:rsidRPr="006B61FE">
      <w:rPr>
        <w:i/>
      </w:rPr>
      <w:t xml:space="preserve"> </w:t>
    </w:r>
    <w:proofErr w:type="spellStart"/>
    <w:r w:rsidRPr="006B61FE">
      <w:rPr>
        <w:i/>
      </w:rPr>
      <w:t>Property</w:t>
    </w:r>
    <w:proofErr w:type="spellEnd"/>
    <w:r w:rsidRPr="006B61FE">
      <w:rPr>
        <w:i/>
      </w:rPr>
      <w:t xml:space="preserve"> </w:t>
    </w:r>
    <w:proofErr w:type="spellStart"/>
    <w:r w:rsidRPr="006B61FE">
      <w:rPr>
        <w:i/>
      </w:rPr>
      <w:t>Rights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pt;height:11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778"/>
    <w:rsid w:val="0000209D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694F"/>
    <w:rsid w:val="00046F9E"/>
    <w:rsid w:val="000522E4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C3408"/>
    <w:rsid w:val="000C6AFD"/>
    <w:rsid w:val="000D5637"/>
    <w:rsid w:val="000E6FBD"/>
    <w:rsid w:val="00100F5C"/>
    <w:rsid w:val="00104C4C"/>
    <w:rsid w:val="0012192F"/>
    <w:rsid w:val="00125D69"/>
    <w:rsid w:val="001405FA"/>
    <w:rsid w:val="001425C3"/>
    <w:rsid w:val="0016256B"/>
    <w:rsid w:val="00163793"/>
    <w:rsid w:val="00167D30"/>
    <w:rsid w:val="001700C9"/>
    <w:rsid w:val="001706D6"/>
    <w:rsid w:val="001714F2"/>
    <w:rsid w:val="00184B08"/>
    <w:rsid w:val="00185010"/>
    <w:rsid w:val="001A552F"/>
    <w:rsid w:val="001B2CA9"/>
    <w:rsid w:val="001B3110"/>
    <w:rsid w:val="001B4729"/>
    <w:rsid w:val="001B6C09"/>
    <w:rsid w:val="001C05CD"/>
    <w:rsid w:val="001D68B2"/>
    <w:rsid w:val="001E545D"/>
    <w:rsid w:val="001F4597"/>
    <w:rsid w:val="002118B9"/>
    <w:rsid w:val="00215ABA"/>
    <w:rsid w:val="00217C5B"/>
    <w:rsid w:val="0022139E"/>
    <w:rsid w:val="002252E0"/>
    <w:rsid w:val="002255F6"/>
    <w:rsid w:val="00227850"/>
    <w:rsid w:val="00227A53"/>
    <w:rsid w:val="00230C6E"/>
    <w:rsid w:val="00236443"/>
    <w:rsid w:val="002436BA"/>
    <w:rsid w:val="00244A15"/>
    <w:rsid w:val="00247319"/>
    <w:rsid w:val="0024799E"/>
    <w:rsid w:val="00253C0F"/>
    <w:rsid w:val="00271465"/>
    <w:rsid w:val="00285412"/>
    <w:rsid w:val="002A16D4"/>
    <w:rsid w:val="002A230C"/>
    <w:rsid w:val="002C43BD"/>
    <w:rsid w:val="002D0E59"/>
    <w:rsid w:val="002E02A1"/>
    <w:rsid w:val="002E4E4C"/>
    <w:rsid w:val="002E52B5"/>
    <w:rsid w:val="00304771"/>
    <w:rsid w:val="003052D4"/>
    <w:rsid w:val="00306C5B"/>
    <w:rsid w:val="00314D9F"/>
    <w:rsid w:val="003209D6"/>
    <w:rsid w:val="00321924"/>
    <w:rsid w:val="0032656E"/>
    <w:rsid w:val="00332190"/>
    <w:rsid w:val="00344668"/>
    <w:rsid w:val="003462D9"/>
    <w:rsid w:val="00360C86"/>
    <w:rsid w:val="003657F3"/>
    <w:rsid w:val="003818DC"/>
    <w:rsid w:val="00384327"/>
    <w:rsid w:val="00385D98"/>
    <w:rsid w:val="00386EAF"/>
    <w:rsid w:val="003A0F63"/>
    <w:rsid w:val="003A2B4D"/>
    <w:rsid w:val="003A478C"/>
    <w:rsid w:val="003A5525"/>
    <w:rsid w:val="003A6B38"/>
    <w:rsid w:val="003B5A32"/>
    <w:rsid w:val="003C3490"/>
    <w:rsid w:val="003D6920"/>
    <w:rsid w:val="003E4C91"/>
    <w:rsid w:val="003F313C"/>
    <w:rsid w:val="003F4B2C"/>
    <w:rsid w:val="003F551C"/>
    <w:rsid w:val="003F7D23"/>
    <w:rsid w:val="00402DD2"/>
    <w:rsid w:val="00407C13"/>
    <w:rsid w:val="00410638"/>
    <w:rsid w:val="0042403E"/>
    <w:rsid w:val="00432A58"/>
    <w:rsid w:val="00434617"/>
    <w:rsid w:val="00440900"/>
    <w:rsid w:val="004441A0"/>
    <w:rsid w:val="00460FB3"/>
    <w:rsid w:val="00476240"/>
    <w:rsid w:val="00476439"/>
    <w:rsid w:val="0047735C"/>
    <w:rsid w:val="004776BC"/>
    <w:rsid w:val="0048139F"/>
    <w:rsid w:val="00481E40"/>
    <w:rsid w:val="00484ECE"/>
    <w:rsid w:val="004915CB"/>
    <w:rsid w:val="004924DC"/>
    <w:rsid w:val="004A14E4"/>
    <w:rsid w:val="004A3212"/>
    <w:rsid w:val="004A61C5"/>
    <w:rsid w:val="004A77DF"/>
    <w:rsid w:val="004B1417"/>
    <w:rsid w:val="004B55B7"/>
    <w:rsid w:val="004B6468"/>
    <w:rsid w:val="004C384C"/>
    <w:rsid w:val="004C3867"/>
    <w:rsid w:val="004C4CD0"/>
    <w:rsid w:val="004C70DC"/>
    <w:rsid w:val="004D0211"/>
    <w:rsid w:val="004D0794"/>
    <w:rsid w:val="004F06F5"/>
    <w:rsid w:val="004F33A0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A28"/>
    <w:rsid w:val="00541508"/>
    <w:rsid w:val="0055599F"/>
    <w:rsid w:val="00556D68"/>
    <w:rsid w:val="005647BF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C4390"/>
    <w:rsid w:val="005D5802"/>
    <w:rsid w:val="005D7890"/>
    <w:rsid w:val="005E7C78"/>
    <w:rsid w:val="005F3EB1"/>
    <w:rsid w:val="005F5469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B33"/>
    <w:rsid w:val="00647CEE"/>
    <w:rsid w:val="006516CB"/>
    <w:rsid w:val="00657E87"/>
    <w:rsid w:val="006634CE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B344A"/>
    <w:rsid w:val="006B61FE"/>
    <w:rsid w:val="006B78D8"/>
    <w:rsid w:val="006C113F"/>
    <w:rsid w:val="006C123E"/>
    <w:rsid w:val="006C56D4"/>
    <w:rsid w:val="006C6924"/>
    <w:rsid w:val="006C7CA6"/>
    <w:rsid w:val="006D3E8A"/>
    <w:rsid w:val="006D61F6"/>
    <w:rsid w:val="006E279A"/>
    <w:rsid w:val="006E313B"/>
    <w:rsid w:val="006F5416"/>
    <w:rsid w:val="00706375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175D"/>
    <w:rsid w:val="0076521E"/>
    <w:rsid w:val="007661E9"/>
    <w:rsid w:val="00776169"/>
    <w:rsid w:val="00776527"/>
    <w:rsid w:val="00780EF1"/>
    <w:rsid w:val="00782778"/>
    <w:rsid w:val="00790764"/>
    <w:rsid w:val="0079453C"/>
    <w:rsid w:val="00794677"/>
    <w:rsid w:val="0079585A"/>
    <w:rsid w:val="007B6689"/>
    <w:rsid w:val="007D3711"/>
    <w:rsid w:val="007D40DF"/>
    <w:rsid w:val="007E7E61"/>
    <w:rsid w:val="007F0845"/>
    <w:rsid w:val="007F1ED9"/>
    <w:rsid w:val="00807C82"/>
    <w:rsid w:val="00816905"/>
    <w:rsid w:val="00821FF6"/>
    <w:rsid w:val="00823032"/>
    <w:rsid w:val="00825C4D"/>
    <w:rsid w:val="0083143E"/>
    <w:rsid w:val="00831CDE"/>
    <w:rsid w:val="00834304"/>
    <w:rsid w:val="00834FAA"/>
    <w:rsid w:val="00836086"/>
    <w:rsid w:val="0084708F"/>
    <w:rsid w:val="008477C8"/>
    <w:rsid w:val="00847C89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73D4"/>
    <w:rsid w:val="00893E85"/>
    <w:rsid w:val="00894031"/>
    <w:rsid w:val="008B7C02"/>
    <w:rsid w:val="008B7D2B"/>
    <w:rsid w:val="008C0049"/>
    <w:rsid w:val="008C0E88"/>
    <w:rsid w:val="008D02E1"/>
    <w:rsid w:val="008D1E6A"/>
    <w:rsid w:val="008D2A16"/>
    <w:rsid w:val="008E2C57"/>
    <w:rsid w:val="008E31FF"/>
    <w:rsid w:val="008E6F06"/>
    <w:rsid w:val="008F029B"/>
    <w:rsid w:val="008F1D07"/>
    <w:rsid w:val="008F3FC9"/>
    <w:rsid w:val="008F585B"/>
    <w:rsid w:val="009003A8"/>
    <w:rsid w:val="00902500"/>
    <w:rsid w:val="00902C71"/>
    <w:rsid w:val="00902EFF"/>
    <w:rsid w:val="00906401"/>
    <w:rsid w:val="0091155E"/>
    <w:rsid w:val="00912A92"/>
    <w:rsid w:val="0091728D"/>
    <w:rsid w:val="0092180B"/>
    <w:rsid w:val="00921F14"/>
    <w:rsid w:val="00924AC8"/>
    <w:rsid w:val="0092597A"/>
    <w:rsid w:val="00932443"/>
    <w:rsid w:val="00932AFB"/>
    <w:rsid w:val="00937107"/>
    <w:rsid w:val="00937AE2"/>
    <w:rsid w:val="0094427A"/>
    <w:rsid w:val="00974202"/>
    <w:rsid w:val="00974923"/>
    <w:rsid w:val="00980D3D"/>
    <w:rsid w:val="00987A30"/>
    <w:rsid w:val="00992CF3"/>
    <w:rsid w:val="00994C0F"/>
    <w:rsid w:val="00995A66"/>
    <w:rsid w:val="009968D6"/>
    <w:rsid w:val="009A1CAB"/>
    <w:rsid w:val="009A60D1"/>
    <w:rsid w:val="009B10A8"/>
    <w:rsid w:val="009B6FD3"/>
    <w:rsid w:val="009C1750"/>
    <w:rsid w:val="009C2E29"/>
    <w:rsid w:val="009C554B"/>
    <w:rsid w:val="009C719E"/>
    <w:rsid w:val="009D3ACD"/>
    <w:rsid w:val="009E5273"/>
    <w:rsid w:val="009E5DDB"/>
    <w:rsid w:val="009F4CA7"/>
    <w:rsid w:val="00A10D66"/>
    <w:rsid w:val="00A11F01"/>
    <w:rsid w:val="00A14114"/>
    <w:rsid w:val="00A16413"/>
    <w:rsid w:val="00A23E43"/>
    <w:rsid w:val="00A30F65"/>
    <w:rsid w:val="00A418BC"/>
    <w:rsid w:val="00A46DE0"/>
    <w:rsid w:val="00A50D73"/>
    <w:rsid w:val="00A52CAD"/>
    <w:rsid w:val="00A53FC7"/>
    <w:rsid w:val="00A62CE1"/>
    <w:rsid w:val="00A6741E"/>
    <w:rsid w:val="00A75E40"/>
    <w:rsid w:val="00A77D1D"/>
    <w:rsid w:val="00A857C0"/>
    <w:rsid w:val="00AA056C"/>
    <w:rsid w:val="00AA2996"/>
    <w:rsid w:val="00AA52BF"/>
    <w:rsid w:val="00AA559A"/>
    <w:rsid w:val="00AB2AF1"/>
    <w:rsid w:val="00AD306C"/>
    <w:rsid w:val="00AE09B3"/>
    <w:rsid w:val="00AE1A83"/>
    <w:rsid w:val="00AF46DC"/>
    <w:rsid w:val="00B00913"/>
    <w:rsid w:val="00B01593"/>
    <w:rsid w:val="00B10A4D"/>
    <w:rsid w:val="00B17E71"/>
    <w:rsid w:val="00B17FDE"/>
    <w:rsid w:val="00B2379C"/>
    <w:rsid w:val="00B2687D"/>
    <w:rsid w:val="00B32DDB"/>
    <w:rsid w:val="00B32F5D"/>
    <w:rsid w:val="00B34528"/>
    <w:rsid w:val="00B35781"/>
    <w:rsid w:val="00B402FC"/>
    <w:rsid w:val="00B46604"/>
    <w:rsid w:val="00B530CD"/>
    <w:rsid w:val="00B55F5E"/>
    <w:rsid w:val="00B5752E"/>
    <w:rsid w:val="00B63A11"/>
    <w:rsid w:val="00B64C24"/>
    <w:rsid w:val="00B6608F"/>
    <w:rsid w:val="00B679FB"/>
    <w:rsid w:val="00B76D1E"/>
    <w:rsid w:val="00B80EC6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E28CC"/>
    <w:rsid w:val="00BF1578"/>
    <w:rsid w:val="00C21F94"/>
    <w:rsid w:val="00C27913"/>
    <w:rsid w:val="00C33B68"/>
    <w:rsid w:val="00C36A79"/>
    <w:rsid w:val="00C405D4"/>
    <w:rsid w:val="00C4513B"/>
    <w:rsid w:val="00C54697"/>
    <w:rsid w:val="00C631AB"/>
    <w:rsid w:val="00C73885"/>
    <w:rsid w:val="00C747B1"/>
    <w:rsid w:val="00C82191"/>
    <w:rsid w:val="00C90CF4"/>
    <w:rsid w:val="00C92EB6"/>
    <w:rsid w:val="00C93389"/>
    <w:rsid w:val="00CA51A7"/>
    <w:rsid w:val="00CB4930"/>
    <w:rsid w:val="00CC2E7D"/>
    <w:rsid w:val="00CD10A5"/>
    <w:rsid w:val="00CD2076"/>
    <w:rsid w:val="00CD77D4"/>
    <w:rsid w:val="00CE651F"/>
    <w:rsid w:val="00CE670B"/>
    <w:rsid w:val="00CF51EC"/>
    <w:rsid w:val="00CF73AE"/>
    <w:rsid w:val="00D040DD"/>
    <w:rsid w:val="00D13986"/>
    <w:rsid w:val="00D235B7"/>
    <w:rsid w:val="00D25F28"/>
    <w:rsid w:val="00D27973"/>
    <w:rsid w:val="00D35799"/>
    <w:rsid w:val="00D50F46"/>
    <w:rsid w:val="00D66223"/>
    <w:rsid w:val="00D8084C"/>
    <w:rsid w:val="00DA7C0C"/>
    <w:rsid w:val="00DB2EC8"/>
    <w:rsid w:val="00DC5B3B"/>
    <w:rsid w:val="00DD129F"/>
    <w:rsid w:val="00DF42FF"/>
    <w:rsid w:val="00E01C0E"/>
    <w:rsid w:val="00E03F9A"/>
    <w:rsid w:val="00E04694"/>
    <w:rsid w:val="00E110B0"/>
    <w:rsid w:val="00E12B1E"/>
    <w:rsid w:val="00E17262"/>
    <w:rsid w:val="00E253A2"/>
    <w:rsid w:val="00E3309D"/>
    <w:rsid w:val="00E50156"/>
    <w:rsid w:val="00E53470"/>
    <w:rsid w:val="00E539F6"/>
    <w:rsid w:val="00E6519D"/>
    <w:rsid w:val="00E67696"/>
    <w:rsid w:val="00E71A58"/>
    <w:rsid w:val="00E72A7A"/>
    <w:rsid w:val="00E75C94"/>
    <w:rsid w:val="00E93820"/>
    <w:rsid w:val="00EA0C68"/>
    <w:rsid w:val="00EA32BC"/>
    <w:rsid w:val="00EB3701"/>
    <w:rsid w:val="00EB4511"/>
    <w:rsid w:val="00EC03D7"/>
    <w:rsid w:val="00ED54F1"/>
    <w:rsid w:val="00ED62C6"/>
    <w:rsid w:val="00ED64C1"/>
    <w:rsid w:val="00EE3446"/>
    <w:rsid w:val="00EE3E78"/>
    <w:rsid w:val="00EE4B1B"/>
    <w:rsid w:val="00EF150D"/>
    <w:rsid w:val="00EF1F5A"/>
    <w:rsid w:val="00EF47BF"/>
    <w:rsid w:val="00F04811"/>
    <w:rsid w:val="00F0488C"/>
    <w:rsid w:val="00F10F11"/>
    <w:rsid w:val="00F15AAA"/>
    <w:rsid w:val="00F15BEF"/>
    <w:rsid w:val="00F24407"/>
    <w:rsid w:val="00F24FAA"/>
    <w:rsid w:val="00F3364D"/>
    <w:rsid w:val="00F43210"/>
    <w:rsid w:val="00F437CC"/>
    <w:rsid w:val="00F47067"/>
    <w:rsid w:val="00F525EB"/>
    <w:rsid w:val="00F63DDE"/>
    <w:rsid w:val="00F63FB7"/>
    <w:rsid w:val="00F649D2"/>
    <w:rsid w:val="00F6602B"/>
    <w:rsid w:val="00F73A0C"/>
    <w:rsid w:val="00F756DB"/>
    <w:rsid w:val="00F81839"/>
    <w:rsid w:val="00F85066"/>
    <w:rsid w:val="00FA5D4D"/>
    <w:rsid w:val="00FB0EE2"/>
    <w:rsid w:val="00FB542E"/>
    <w:rsid w:val="00FB6377"/>
    <w:rsid w:val="00FC0E5F"/>
    <w:rsid w:val="00FC1A95"/>
    <w:rsid w:val="00FC433E"/>
    <w:rsid w:val="00FC56DE"/>
    <w:rsid w:val="00FC684B"/>
    <w:rsid w:val="00FD3265"/>
    <w:rsid w:val="00FD63EF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0CB396EA"/>
  <w15:docId w15:val="{9018C798-EF35-4DE2-87E8-AFD56E5EC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994C0F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009CB5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994C0F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CB5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994C0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CB5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994C0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009CB5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994C0F"/>
    <w:rPr>
      <w:rFonts w:ascii="Arial" w:eastAsia="MS Gothic" w:hAnsi="Arial"/>
      <w:b/>
      <w:bCs/>
      <w:color w:val="009CB5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994C0F"/>
    <w:rPr>
      <w:rFonts w:ascii="Arial" w:eastAsia="MS Gothic" w:hAnsi="Arial"/>
      <w:b/>
      <w:bCs/>
      <w:color w:val="009CB5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994C0F"/>
    <w:rPr>
      <w:rFonts w:ascii="Arial" w:eastAsia="MS Gothic" w:hAnsi="Arial"/>
      <w:b/>
      <w:bCs/>
      <w:color w:val="009CB5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994C0F"/>
    <w:rPr>
      <w:rFonts w:ascii="Arial" w:eastAsia="MS Gothic" w:hAnsi="Arial"/>
      <w:b/>
      <w:bCs/>
      <w:iCs/>
      <w:color w:val="009CB5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994C0F"/>
    <w:pPr>
      <w:spacing w:after="80" w:line="288" w:lineRule="auto"/>
    </w:pPr>
    <w:rPr>
      <w:rFonts w:ascii="Arial" w:eastAsia="Times New Roman" w:hAnsi="Arial"/>
      <w:b/>
      <w:color w:val="009CB5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A056C"/>
    <w:pPr>
      <w:shd w:val="clear" w:color="auto" w:fill="DCEAF2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994C0F"/>
    <w:pPr>
      <w:spacing w:before="240" w:after="240" w:line="288" w:lineRule="auto"/>
      <w:ind w:left="709"/>
      <w:contextualSpacing/>
    </w:pPr>
    <w:rPr>
      <w:rFonts w:ascii="Arial" w:hAnsi="Arial" w:cs="Arial"/>
      <w:color w:val="009CB5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994C0F"/>
    <w:pPr>
      <w:spacing w:line="288" w:lineRule="auto"/>
    </w:pPr>
    <w:rPr>
      <w:rFonts w:ascii="Arial" w:eastAsia="Times New Roman" w:hAnsi="Arial"/>
      <w:b/>
      <w:bCs/>
      <w:caps/>
      <w:color w:val="009CB5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994C0F"/>
    <w:rPr>
      <w:rFonts w:ascii="Arial" w:eastAsia="Times New Roman" w:hAnsi="Arial"/>
      <w:b/>
      <w:bCs/>
      <w:caps/>
      <w:color w:val="009CB5"/>
      <w:kern w:val="28"/>
      <w:sz w:val="56"/>
      <w:szCs w:val="32"/>
      <w:lang w:eastAsia="cs-CZ"/>
    </w:rPr>
  </w:style>
  <w:style w:type="paragraph" w:styleId="Podnadpis">
    <w:name w:val="Subtitle"/>
    <w:link w:val="PodnadpisChar"/>
    <w:uiPriority w:val="11"/>
    <w:qFormat/>
    <w:rsid w:val="00994C0F"/>
    <w:pPr>
      <w:spacing w:line="288" w:lineRule="auto"/>
    </w:pPr>
    <w:rPr>
      <w:rFonts w:ascii="Arial" w:eastAsia="Times New Roman" w:hAnsi="Arial" w:cs="Arial"/>
      <w:b/>
      <w:color w:val="009CB5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994C0F"/>
    <w:rPr>
      <w:rFonts w:ascii="Arial" w:eastAsia="Times New Roman" w:hAnsi="Arial" w:cs="Arial"/>
      <w:b/>
      <w:color w:val="009CB5"/>
      <w:sz w:val="28"/>
      <w:szCs w:val="24"/>
      <w:lang w:eastAsia="cs-CZ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styleId="Odkaznakoment">
    <w:name w:val="annotation reference"/>
    <w:basedOn w:val="Standardnpsmoodstavce"/>
    <w:uiPriority w:val="99"/>
    <w:semiHidden/>
    <w:unhideWhenUsed/>
    <w:rsid w:val="00046F9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46F9E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46F9E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46F9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46F9E"/>
    <w:rPr>
      <w:rFonts w:ascii="Arial" w:eastAsia="Times New Roman" w:hAnsi="Arial"/>
      <w:b/>
      <w:bCs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csu.gov.cz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csu.gov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Licence\publikace\Form_c441_Publikace_vedainovacedigitalizac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BD76F913C5B1A4797255AD7259AA9ED" ma:contentTypeVersion="28" ma:contentTypeDescription="Vytvoří nový dokument" ma:contentTypeScope="" ma:versionID="9054a09472829803685a96320a2f92ba">
  <xsd:schema xmlns:xsd="http://www.w3.org/2001/XMLSchema" xmlns:xs="http://www.w3.org/2001/XMLSchema" xmlns:p="http://schemas.microsoft.com/office/2006/metadata/properties" xmlns:ns2="8675fb2b-b414-4bad-b4c4-d9349268b5a1" targetNamespace="http://schemas.microsoft.com/office/2006/metadata/properties" ma:root="true" ma:fieldsID="7519df322c2c049365d4c8c6a70d3480" ns2:_="">
    <xsd:import namespace="8675fb2b-b414-4bad-b4c4-d9349268b5a1"/>
    <xsd:element name="properties">
      <xsd:complexType>
        <xsd:sequence>
          <xsd:element name="documentManagement">
            <xsd:complexType>
              <xsd:all>
                <xsd:element ref="ns2:Forma" minOccurs="0"/>
                <xsd:element ref="ns2:Verzeform" minOccurs="0"/>
                <xsd:element ref="ns2:Vazbanaproces" minOccurs="0"/>
                <xsd:element ref="ns2:Gestor" minOccurs="0"/>
                <xsd:element ref="ns2:Historieverze" minOccurs="0"/>
                <xsd:element ref="ns2:MediaServiceMetadata" minOccurs="0"/>
                <xsd:element ref="ns2:MediaServiceFastMetadata" minOccurs="0"/>
                <xsd:element ref="ns2:Form_c" minOccurs="0"/>
                <xsd:element ref="ns2:NazevForm" minOccurs="0"/>
                <xsd:element ref="ns2:UcinnostOdForm" minOccurs="0"/>
                <xsd:element ref="ns2:DomenaForm" minOccurs="0"/>
                <xsd:element ref="ns2:PredpisForm" minOccurs="0"/>
                <xsd:element ref="ns2:UstanoveniForm" minOccurs="0"/>
                <xsd:element ref="ns2:PoznForm" minOccurs="0"/>
                <xsd:element ref="ns2:Oznaceni" minOccurs="0"/>
                <xsd:element ref="ns2:UcinnostDoForm" minOccurs="0"/>
                <xsd:element ref="ns2:MediaServiceObjectDetectorVersions" minOccurs="0"/>
                <xsd:element ref="ns2:Platnost" minOccurs="0"/>
                <xsd:element ref="ns2:Odka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75fb2b-b414-4bad-b4c4-d9349268b5a1" elementFormDefault="qualified">
    <xsd:import namespace="http://schemas.microsoft.com/office/2006/documentManagement/types"/>
    <xsd:import namespace="http://schemas.microsoft.com/office/infopath/2007/PartnerControls"/>
    <xsd:element name="Forma" ma:index="8" nillable="true" ma:displayName="Forma" ma:description="Forma formuláře" ma:format="Dropdown" ma:internalName="Forma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Listinná  (analogová)"/>
                    <xsd:enumeration value="Elektronická"/>
                    <xsd:enumeration value="Formulář IS"/>
                  </xsd:restriction>
                </xsd:simpleType>
              </xsd:element>
            </xsd:sequence>
          </xsd:extension>
        </xsd:complexContent>
      </xsd:complexType>
    </xsd:element>
    <xsd:element name="Verzeform" ma:index="9" nillable="true" ma:displayName="Ver." ma:format="Dropdown" ma:internalName="Verzeform">
      <xsd:simpleType>
        <xsd:restriction base="dms:Text">
          <xsd:maxLength value="255"/>
        </xsd:restriction>
      </xsd:simpleType>
    </xsd:element>
    <xsd:element name="Vazbanaproces" ma:index="10" nillable="true" ma:displayName="Vazba na proces" ma:format="Dropdown" ma:internalName="Vazbanaproces">
      <xsd:simpleType>
        <xsd:restriction base="dms:Note">
          <xsd:maxLength value="255"/>
        </xsd:restriction>
      </xsd:simpleType>
    </xsd:element>
    <xsd:element name="Gestor" ma:index="11" nillable="true" ma:displayName="Gestor" ma:format="Dropdown" ma:list="UserInfo" ma:SharePointGroup="0" ma:internalName="Gesto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Historieverze" ma:index="12" nillable="true" ma:displayName="Historie verze" ma:format="Dropdown" ma:internalName="Historieverze">
      <xsd:simpleType>
        <xsd:restriction base="dms:Note">
          <xsd:maxLength value="255"/>
        </xsd:restriction>
      </xsd:simple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Form_c" ma:index="15" nillable="true" ma:displayName="Form_c" ma:format="Dropdown" ma:internalName="Form_c" ma:percentage="FALSE">
      <xsd:simpleType>
        <xsd:restriction base="dms:Number"/>
      </xsd:simpleType>
    </xsd:element>
    <xsd:element name="NazevForm" ma:index="16" nillable="true" ma:displayName="Název formuláře" ma:internalName="NazevForm">
      <xsd:simpleType>
        <xsd:restriction base="dms:Text">
          <xsd:maxLength value="255"/>
        </xsd:restriction>
      </xsd:simpleType>
    </xsd:element>
    <xsd:element name="UcinnostOdForm" ma:index="17" nillable="true" ma:displayName="Účinnost od" ma:description="Datum účinnosti formuláře" ma:format="DateOnly" ma:internalName="UcinnostOdForm">
      <xsd:simpleType>
        <xsd:restriction base="dms:DateTime"/>
      </xsd:simpleType>
    </xsd:element>
    <xsd:element name="DomenaForm" ma:index="18" nillable="true" ma:displayName="Doména" ma:description="Na formuláře na procesní doménu" ma:format="Dropdown" ma:internalName="DomenaForm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1. Bezpečnost"/>
                    <xsd:enumeration value="2. Ekonomika a účetnictví"/>
                    <xsd:enumeration value="3. IT"/>
                    <xsd:enumeration value="4. Komunikace a propagace"/>
                    <xsd:enumeration value="5. Právní služby"/>
                    <xsd:enumeration value="6. Personalistika"/>
                    <xsd:enumeration value="7. Pořizování zboží a služeb"/>
                    <xsd:enumeration value="8. Projektové řízení"/>
                    <xsd:enumeration value="9. Správa dokumentů"/>
                    <xsd:enumeration value="10. Správa majetku"/>
                    <xsd:enumeration value="11. Legislativa"/>
                    <xsd:enumeration value="12. Finanční řízení"/>
                    <xsd:enumeration value="13. GDPR"/>
                    <xsd:enumeration value="14. Interní audit a kontrola"/>
                    <xsd:enumeration value="15. Řízení a plánování"/>
                    <xsd:enumeration value="16. Strategické řízení"/>
                    <xsd:enumeration value="17. Posouzení požadavku"/>
                    <xsd:enumeration value="18. Příprava úlohy"/>
                    <xsd:enumeration value="19. Příprava zpracování"/>
                    <xsd:enumeration value="20. Sběr dat a zpracování"/>
                    <xsd:enumeration value="21.Tvorba a analýza výstupů"/>
                    <xsd:enumeration value="22. Diseminace statistických informací a dat"/>
                    <xsd:enumeration value="23. Metodické prostředí"/>
                    <xsd:enumeration value="24. Podpora ICT"/>
                    <xsd:enumeration value="25. Specifické aktivity pro šetření v domácnostech"/>
                    <xsd:enumeration value="26. Specifické aktivity pro demografickou statistiku"/>
                    <xsd:enumeration value="27. Zahraniční spolupráce"/>
                    <xsd:enumeration value="28. Statistické zpracování (Process)"/>
                    <xsd:enumeration value="29. Evaluace"/>
                    <xsd:enumeration value="30. Volby"/>
                  </xsd:restriction>
                </xsd:simpleType>
              </xsd:element>
            </xsd:sequence>
          </xsd:extension>
        </xsd:complexContent>
      </xsd:complexType>
    </xsd:element>
    <xsd:element name="PredpisForm" ma:index="19" nillable="true" ma:displayName="Definiční předpis" ma:description="Definiční předpis formuláře" ma:format="Dropdown" ma:internalName="PredpisForm">
      <xsd:simpleType>
        <xsd:restriction base="dms:Text">
          <xsd:maxLength value="255"/>
        </xsd:restriction>
      </xsd:simpleType>
    </xsd:element>
    <xsd:element name="UstanoveniForm" ma:index="20" nillable="true" ma:displayName="Ustanovení" ma:description="Ustanovení (čl., odst., písm.)" ma:format="Dropdown" ma:internalName="UstanoveniForm">
      <xsd:simpleType>
        <xsd:restriction base="dms:Note">
          <xsd:maxLength value="255"/>
        </xsd:restriction>
      </xsd:simpleType>
    </xsd:element>
    <xsd:element name="PoznForm" ma:index="21" nillable="true" ma:displayName="Poznámka" ma:description="Poznámka k formuláři" ma:format="Dropdown" ma:internalName="PoznForm">
      <xsd:simpleType>
        <xsd:restriction base="dms:Note">
          <xsd:maxLength value="255"/>
        </xsd:restriction>
      </xsd:simpleType>
    </xsd:element>
    <xsd:element name="Oznaceni" ma:index="22" nillable="true" ma:displayName="Označení" ma:description="Označení formuláře" ma:format="Dropdown" ma:internalName="Oznaceni">
      <xsd:simpleType>
        <xsd:restriction base="dms:Text">
          <xsd:maxLength value="12"/>
        </xsd:restriction>
      </xsd:simpleType>
    </xsd:element>
    <xsd:element name="UcinnostDoForm" ma:index="23" nillable="true" ma:displayName="Účinnost do" ma:format="DateOnly" ma:internalName="UcinnostDoForm">
      <xsd:simpleType>
        <xsd:restriction base="dms:DateTim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Platnost" ma:index="25" nillable="true" ma:displayName="Platnost" ma:default="1" ma:internalName="Platnost">
      <xsd:simpleType>
        <xsd:restriction base="dms:Boolean"/>
      </xsd:simpleType>
    </xsd:element>
    <xsd:element name="Odkaz" ma:index="26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istorieverze xmlns="8675fb2b-b414-4bad-b4c4-d9349268b5a1" xsi:nil="true"/>
    <Verzeform xmlns="8675fb2b-b414-4bad-b4c4-d9349268b5a1">v1.0</Verzeform>
    <Forma xmlns="8675fb2b-b414-4bad-b4c4-d9349268b5a1">
      <Value>Elektronická</Value>
    </Forma>
    <Vazbanaproces xmlns="8675fb2b-b414-4bad-b4c4-d9349268b5a1">179. Vnější komunikace
</Vazbanaproces>
    <Gestor xmlns="8675fb2b-b414-4bad-b4c4-d9349268b5a1">
      <UserInfo>
        <DisplayName>Novotný Michal</DisplayName>
        <AccountId>24</AccountId>
        <AccountType/>
      </UserInfo>
    </Gestor>
    <Form_c xmlns="8675fb2b-b414-4bad-b4c4-d9349268b5a1">438</Form_c>
    <NazevForm xmlns="8675fb2b-b414-4bad-b4c4-d9349268b5a1">Publikace CZ barevné - ekonomika
</NazevForm>
    <UcinnostOdForm xmlns="8675fb2b-b414-4bad-b4c4-d9349268b5a1">2017-08-14T07:00:00+00:00</UcinnostOdForm>
    <DomenaForm xmlns="8675fb2b-b414-4bad-b4c4-d9349268b5a1">
      <Value>4. Komunikace a propagace</Value>
    </DomenaForm>
    <PredpisForm xmlns="8675fb2b-b414-4bad-b4c4-d9349268b5a1">Manuál ke zveřejňování produktů ČSÚ
</PredpisForm>
    <UstanoveniForm xmlns="8675fb2b-b414-4bad-b4c4-d9349268b5a1">část první čl. 2, odst. 3b,c; část pátá; příloha 1
</UstanoveniForm>
    <PoznForm xmlns="8675fb2b-b414-4bad-b4c4-d9349268b5a1" xsi:nil="true"/>
    <Oznaceni xmlns="8675fb2b-b414-4bad-b4c4-d9349268b5a1">Form_c438</Oznaceni>
    <UcinnostDoForm xmlns="8675fb2b-b414-4bad-b4c4-d9349268b5a1" xsi:nil="true"/>
    <Platnost xmlns="8675fb2b-b414-4bad-b4c4-d9349268b5a1">true</Platnost>
    <Odkaz xmlns="8675fb2b-b414-4bad-b4c4-d9349268b5a1">
      <Url xsi:nil="true"/>
      <Description xsi:nil="true"/>
    </Odkaz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A6A1A5-B963-42A6-B03B-0886411E4D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75fb2b-b414-4bad-b4c4-d9349268b5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1422A55-CEA9-480C-B27B-21CB6A48CE1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317C02-2A1C-4865-B445-BEE36455B994}">
  <ds:schemaRefs>
    <ds:schemaRef ds:uri="http://schemas.microsoft.com/office/2006/metadata/properties"/>
    <ds:schemaRef ds:uri="http://schemas.microsoft.com/office/infopath/2007/PartnerControls"/>
    <ds:schemaRef ds:uri="8675fb2b-b414-4bad-b4c4-d9349268b5a1"/>
  </ds:schemaRefs>
</ds:datastoreItem>
</file>

<file path=customXml/itemProps4.xml><?xml version="1.0" encoding="utf-8"?>
<ds:datastoreItem xmlns:ds="http://schemas.openxmlformats.org/officeDocument/2006/customXml" ds:itemID="{91F6A89B-81CF-4054-8B1C-E1D2096A6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Form_c441_Publikace_vedainovacedigitalizace.dotx</Template>
  <TotalTime>126</TotalTime>
  <Pages>3</Pages>
  <Words>353</Words>
  <Characters>2088</Characters>
  <Application>Microsoft Office Word</Application>
  <DocSecurity>0</DocSecurity>
  <Lines>17</Lines>
  <Paragraphs>4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Manager/>
  <Company>CSU</Company>
  <LinksUpToDate>false</LinksUpToDate>
  <CharactersWithSpaces>2437</CharactersWithSpaces>
  <SharedDoc>false</SharedDoc>
  <HyperlinkBase/>
  <HLinks>
    <vt:vector size="18" baseType="variant">
      <vt:variant>
        <vt:i4>7602181</vt:i4>
      </vt:variant>
      <vt:variant>
        <vt:i4>11092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Eliáš Karel</dc:creator>
  <cp:keywords/>
  <dc:description/>
  <cp:lastModifiedBy>Eliáš Karel</cp:lastModifiedBy>
  <cp:revision>13</cp:revision>
  <cp:lastPrinted>2014-07-17T14:07:00Z</cp:lastPrinted>
  <dcterms:created xsi:type="dcterms:W3CDTF">2024-08-30T09:17:00Z</dcterms:created>
  <dcterms:modified xsi:type="dcterms:W3CDTF">2025-10-07T13:30:00Z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0x010100FBD76F913C5B1A4797255AD7259AA9ED</vt:lpwstr>
  </property>
  <property fmtid="{D5CDD505-2E9C-101B-9397-08002B2CF9AE}" pid="3" name="Názevformuláře">
    <vt:lpwstr>Publikace CZ barevné - ekonomika
</vt:lpwstr>
  </property>
  <property fmtid="{D5CDD505-2E9C-101B-9397-08002B2CF9AE}" pid="4" name="Vazbanaprocesnídoménu">
    <vt:lpwstr>;#4. Komunikace a propagace;#</vt:lpwstr>
  </property>
  <property fmtid="{D5CDD505-2E9C-101B-9397-08002B2CF9AE}" pid="5" name="Vazbanadefiničnípředpis">
    <vt:lpwstr>Manuál ke zveřejňování produktů ČSÚ
</vt:lpwstr>
  </property>
  <property fmtid="{D5CDD505-2E9C-101B-9397-08002B2CF9AE}" pid="6" name="Ustanovení">
    <vt:lpwstr>část první čl. 2, odst. 3b,c; část pátá; příloha 1
</vt:lpwstr>
  </property>
  <property fmtid="{D5CDD505-2E9C-101B-9397-08002B2CF9AE}" pid="7" name="Účinnostod">
    <vt:filetime>2017-08-14T07:00:00Z</vt:filetime>
  </property>
  <property fmtid="{D5CDD505-2E9C-101B-9397-08002B2CF9AE}" pid="8" name="Označení">
    <vt:lpwstr>Form_c438</vt:lpwstr>
  </property>
</Properties>
</file>