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2C1DA1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CCA267" id="Group 24" o:spid="_x0000_s1026" style="position:absolute;margin-left:45pt;margin-top:36.75pt;width:177.15pt;height:43.65pt;z-index:251657216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6C5577" w:rsidRDefault="00BB7DA5" w:rsidP="00BB7DA5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Prepared by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Odbor statistiky obyvatelstva / </w:t>
                            </w:r>
                            <w:r w:rsidRPr="009C0579">
                              <w:rPr>
                                <w:rFonts w:cs="Arial"/>
                                <w:i/>
                                <w:szCs w:val="22"/>
                                <w:lang w:val="en-US"/>
                              </w:rPr>
                              <w:t>Population Statistics Department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Director</w:t>
                            </w:r>
                            <w:r w:rsidRPr="006C5577">
                              <w:t xml:space="preserve">: </w:t>
                            </w:r>
                            <w:r>
                              <w:t>Robert Šanda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Contact person</w:t>
                            </w:r>
                            <w:r w:rsidRPr="006C5577">
                              <w:t>: J</w:t>
                            </w:r>
                            <w:r>
                              <w:t>an Bílík</w:t>
                            </w:r>
                            <w:r w:rsidRPr="006C5577">
                              <w:t>,</w:t>
                            </w:r>
                            <w:r>
                              <w:t xml:space="preserve"> e-mail: jan.bilik@czso.cz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/zdRw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" filled="f" stroked="f">
                <v:textbox inset="0,0,0,0">
                  <w:txbxContent>
                    <w:p w:rsidR="00BB7DA5" w:rsidRPr="006C5577" w:rsidRDefault="00BB7DA5" w:rsidP="00BB7DA5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Prepared by</w:t>
                      </w:r>
                      <w:r>
                        <w:t xml:space="preserve">: </w:t>
                      </w:r>
                      <w:r>
                        <w:rPr>
                          <w:rFonts w:cs="Arial"/>
                          <w:szCs w:val="22"/>
                        </w:rPr>
                        <w:t xml:space="preserve">Odbor statistiky obyvatelstva / </w:t>
                      </w:r>
                      <w:r w:rsidRPr="009C0579">
                        <w:rPr>
                          <w:rFonts w:cs="Arial"/>
                          <w:i/>
                          <w:szCs w:val="22"/>
                          <w:lang w:val="en-US"/>
                        </w:rPr>
                        <w:t>Population Statistics Department</w:t>
                      </w:r>
                    </w:p>
                    <w:p w:rsidR="00BB7DA5" w:rsidRPr="006C5577" w:rsidRDefault="00BB7DA5" w:rsidP="00BB7DA5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Director</w:t>
                      </w:r>
                      <w:r w:rsidRPr="006C5577">
                        <w:t xml:space="preserve">: </w:t>
                      </w:r>
                      <w:r>
                        <w:t>Robert Šanda</w:t>
                      </w:r>
                    </w:p>
                    <w:p w:rsidR="00BB7DA5" w:rsidRPr="006C5577" w:rsidRDefault="00BB7DA5" w:rsidP="00BB7DA5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Contact person</w:t>
                      </w:r>
                      <w:r w:rsidRPr="006C5577">
                        <w:t>: J</w:t>
                      </w:r>
                      <w:r>
                        <w:t>an Bílík</w:t>
                      </w:r>
                      <w:r w:rsidRPr="006C5577">
                        <w:t>,</w:t>
                      </w:r>
                      <w:r>
                        <w:t xml:space="preserve"> e-mail: jan.bilik@czso.cz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>
                              <w:t xml:space="preserve">Lidé a společnost / </w:t>
                            </w:r>
                            <w:r w:rsidRPr="00D60553">
                              <w:rPr>
                                <w:lang w:val="en-US"/>
                              </w:rPr>
                              <w:t>People</w:t>
                            </w:r>
                            <w:r>
                              <w:t xml:space="preserve"> and Society</w:t>
                            </w:r>
                          </w:p>
                          <w:p w:rsidR="00BB7DA5" w:rsidRPr="004924DC" w:rsidRDefault="008F6FEF" w:rsidP="00BB7DA5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242463">
                              <w:t>3</w:t>
                            </w:r>
                            <w:r w:rsidR="00276ADC">
                              <w:t>1</w:t>
                            </w:r>
                            <w:r w:rsidR="00BB7DA5">
                              <w:t xml:space="preserve">. </w:t>
                            </w:r>
                            <w:r w:rsidR="00276ADC">
                              <w:t>10</w:t>
                            </w:r>
                            <w:r w:rsidR="00BB7DA5">
                              <w:t xml:space="preserve">. </w:t>
                            </w:r>
                            <w:r w:rsidR="00F73B61">
                              <w:t>20</w:t>
                            </w:r>
                            <w:r w:rsidR="00690516">
                              <w:t>25</w:t>
                            </w:r>
                            <w:r w:rsidR="00BB7DA5">
                              <w:t xml:space="preserve"> / </w:t>
                            </w:r>
                            <w:r w:rsidRPr="00276ADC">
                              <w:rPr>
                                <w:i/>
                                <w:lang w:val="en-GB"/>
                              </w:rPr>
                              <w:t>Prague</w:t>
                            </w:r>
                            <w:r w:rsidR="00BB7DA5" w:rsidRPr="00276ADC">
                              <w:rPr>
                                <w:i/>
                                <w:lang w:val="en-GB"/>
                              </w:rPr>
                              <w:t xml:space="preserve">, </w:t>
                            </w:r>
                            <w:r w:rsidR="00242463">
                              <w:rPr>
                                <w:i/>
                                <w:lang w:val="en-GB"/>
                              </w:rPr>
                              <w:t>3</w:t>
                            </w:r>
                            <w:r w:rsidR="00276ADC" w:rsidRPr="00276ADC">
                              <w:rPr>
                                <w:i/>
                                <w:lang w:val="en-GB"/>
                              </w:rPr>
                              <w:t>1</w:t>
                            </w:r>
                            <w:bookmarkStart w:id="0" w:name="_GoBack"/>
                            <w:bookmarkEnd w:id="0"/>
                            <w:r w:rsidR="00673BC6" w:rsidRPr="00276ADC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276ADC" w:rsidRPr="00276ADC">
                              <w:rPr>
                                <w:i/>
                                <w:lang w:val="en-GB"/>
                              </w:rPr>
                              <w:t>Octo</w:t>
                            </w:r>
                            <w:r w:rsidR="003531C8" w:rsidRPr="00276ADC">
                              <w:rPr>
                                <w:i/>
                                <w:lang w:val="en-GB"/>
                              </w:rPr>
                              <w:t>ber</w:t>
                            </w:r>
                            <w:r w:rsidR="00BB7DA5" w:rsidRPr="00276ADC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F73B61" w:rsidRPr="00276ADC">
                              <w:rPr>
                                <w:i/>
                                <w:lang w:val="en-GB"/>
                              </w:rPr>
                              <w:t>20</w:t>
                            </w:r>
                            <w:r w:rsidR="00690516">
                              <w:rPr>
                                <w:i/>
                                <w:lang w:val="en-GB"/>
                              </w:rPr>
                              <w:t>25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Kód publikace</w:t>
                            </w:r>
                            <w:r>
                              <w:t xml:space="preserve"> / </w:t>
                            </w:r>
                            <w:r w:rsidRPr="00E7639D">
                              <w:rPr>
                                <w:i/>
                                <w:lang w:val="en-US"/>
                              </w:rPr>
                              <w:t>Publication Code</w:t>
                            </w:r>
                            <w:r w:rsidRPr="00E7639D">
                              <w:rPr>
                                <w:i/>
                              </w:rPr>
                              <w:t>:</w:t>
                            </w:r>
                            <w:r w:rsidRPr="004924DC">
                              <w:t xml:space="preserve"> </w:t>
                            </w:r>
                            <w:r>
                              <w:t>1300</w:t>
                            </w:r>
                            <w:r w:rsidR="003531C8">
                              <w:t>5</w:t>
                            </w:r>
                            <w:r w:rsidR="001C505D">
                              <w:t>6</w:t>
                            </w:r>
                            <w:r w:rsidRPr="004924DC">
                              <w:t>-</w:t>
                            </w:r>
                            <w:r w:rsidR="00690516">
                              <w:t>25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 xml:space="preserve">Č. j.: XXX / </w:t>
                            </w:r>
                            <w:proofErr w:type="spellStart"/>
                            <w:r w:rsidRPr="004924DC">
                              <w:t>XXXX</w:t>
                            </w:r>
                            <w:proofErr w:type="spellEnd"/>
                            <w:r w:rsidRPr="004924DC">
                              <w:t xml:space="preserve"> – </w:t>
                            </w:r>
                            <w:proofErr w:type="spellStart"/>
                            <w:r w:rsidRPr="004924DC">
                              <w:t>XXXX</w:t>
                            </w:r>
                            <w:proofErr w:type="spellEnd"/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</w:p>
                          <w:p w:rsidR="00DD685B" w:rsidRPr="009A60D1" w:rsidRDefault="00DD685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BB7DA5" w:rsidRPr="004924DC" w:rsidRDefault="00BB7DA5" w:rsidP="00BB7DA5">
                      <w:pPr>
                        <w:pStyle w:val="TLIdentifikace-sted"/>
                      </w:pPr>
                      <w:r>
                        <w:t xml:space="preserve">Lidé a společnost / </w:t>
                      </w:r>
                      <w:r w:rsidRPr="00D60553">
                        <w:rPr>
                          <w:lang w:val="en-US"/>
                        </w:rPr>
                        <w:t>People</w:t>
                      </w:r>
                      <w:r>
                        <w:t xml:space="preserve"> and Society</w:t>
                      </w:r>
                    </w:p>
                    <w:p w:rsidR="00BB7DA5" w:rsidRPr="004924DC" w:rsidRDefault="008F6FEF" w:rsidP="00BB7DA5">
                      <w:pPr>
                        <w:pStyle w:val="TLIdentifikace-sted"/>
                      </w:pPr>
                      <w:r>
                        <w:t>Praha</w:t>
                      </w:r>
                      <w:r w:rsidR="00BB7DA5" w:rsidRPr="004924DC">
                        <w:t xml:space="preserve">, </w:t>
                      </w:r>
                      <w:r w:rsidR="00242463">
                        <w:t>3</w:t>
                      </w:r>
                      <w:r w:rsidR="00276ADC">
                        <w:t>1</w:t>
                      </w:r>
                      <w:r w:rsidR="00BB7DA5">
                        <w:t xml:space="preserve">. </w:t>
                      </w:r>
                      <w:r w:rsidR="00276ADC">
                        <w:t>10</w:t>
                      </w:r>
                      <w:r w:rsidR="00BB7DA5">
                        <w:t xml:space="preserve">. </w:t>
                      </w:r>
                      <w:r w:rsidR="00F73B61">
                        <w:t>20</w:t>
                      </w:r>
                      <w:r w:rsidR="00690516">
                        <w:t>25</w:t>
                      </w:r>
                      <w:r w:rsidR="00BB7DA5">
                        <w:t xml:space="preserve"> / </w:t>
                      </w:r>
                      <w:r w:rsidRPr="00276ADC">
                        <w:rPr>
                          <w:i/>
                          <w:lang w:val="en-GB"/>
                        </w:rPr>
                        <w:t>Prague</w:t>
                      </w:r>
                      <w:r w:rsidR="00BB7DA5" w:rsidRPr="00276ADC">
                        <w:rPr>
                          <w:i/>
                          <w:lang w:val="en-GB"/>
                        </w:rPr>
                        <w:t xml:space="preserve">, </w:t>
                      </w:r>
                      <w:r w:rsidR="00242463">
                        <w:rPr>
                          <w:i/>
                          <w:lang w:val="en-GB"/>
                        </w:rPr>
                        <w:t>3</w:t>
                      </w:r>
                      <w:r w:rsidR="00276ADC" w:rsidRPr="00276ADC">
                        <w:rPr>
                          <w:i/>
                          <w:lang w:val="en-GB"/>
                        </w:rPr>
                        <w:t>1</w:t>
                      </w:r>
                      <w:bookmarkStart w:id="1" w:name="_GoBack"/>
                      <w:bookmarkEnd w:id="1"/>
                      <w:r w:rsidR="00673BC6" w:rsidRPr="00276ADC">
                        <w:rPr>
                          <w:i/>
                          <w:lang w:val="en-GB"/>
                        </w:rPr>
                        <w:t xml:space="preserve"> </w:t>
                      </w:r>
                      <w:r w:rsidR="00276ADC" w:rsidRPr="00276ADC">
                        <w:rPr>
                          <w:i/>
                          <w:lang w:val="en-GB"/>
                        </w:rPr>
                        <w:t>Octo</w:t>
                      </w:r>
                      <w:r w:rsidR="003531C8" w:rsidRPr="00276ADC">
                        <w:rPr>
                          <w:i/>
                          <w:lang w:val="en-GB"/>
                        </w:rPr>
                        <w:t>ber</w:t>
                      </w:r>
                      <w:r w:rsidR="00BB7DA5" w:rsidRPr="00276ADC">
                        <w:rPr>
                          <w:i/>
                          <w:lang w:val="en-GB"/>
                        </w:rPr>
                        <w:t xml:space="preserve"> </w:t>
                      </w:r>
                      <w:r w:rsidR="00F73B61" w:rsidRPr="00276ADC">
                        <w:rPr>
                          <w:i/>
                          <w:lang w:val="en-GB"/>
                        </w:rPr>
                        <w:t>20</w:t>
                      </w:r>
                      <w:r w:rsidR="00690516">
                        <w:rPr>
                          <w:i/>
                          <w:lang w:val="en-GB"/>
                        </w:rPr>
                        <w:t>25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Kód publikace</w:t>
                      </w:r>
                      <w:r>
                        <w:t xml:space="preserve"> / </w:t>
                      </w:r>
                      <w:r w:rsidRPr="00E7639D">
                        <w:rPr>
                          <w:i/>
                          <w:lang w:val="en-US"/>
                        </w:rPr>
                        <w:t>Publication Code</w:t>
                      </w:r>
                      <w:r w:rsidRPr="00E7639D">
                        <w:rPr>
                          <w:i/>
                        </w:rPr>
                        <w:t>:</w:t>
                      </w:r>
                      <w:r w:rsidRPr="004924DC">
                        <w:t xml:space="preserve"> </w:t>
                      </w:r>
                      <w:r>
                        <w:t>1300</w:t>
                      </w:r>
                      <w:r w:rsidR="003531C8">
                        <w:t>5</w:t>
                      </w:r>
                      <w:r w:rsidR="001C505D">
                        <w:t>6</w:t>
                      </w:r>
                      <w:r w:rsidRPr="004924DC">
                        <w:t>-</w:t>
                      </w:r>
                      <w:r w:rsidR="00690516">
                        <w:t>25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 xml:space="preserve">Č. j.: XXX / </w:t>
                      </w:r>
                      <w:proofErr w:type="spellStart"/>
                      <w:r w:rsidRPr="004924DC">
                        <w:t>XXXX</w:t>
                      </w:r>
                      <w:proofErr w:type="spellEnd"/>
                      <w:r w:rsidRPr="004924DC">
                        <w:t xml:space="preserve"> – </w:t>
                      </w:r>
                      <w:proofErr w:type="spellStart"/>
                      <w:r w:rsidRPr="004924DC">
                        <w:t>XXXX</w:t>
                      </w:r>
                      <w:proofErr w:type="spellEnd"/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</w:p>
                    <w:p w:rsidR="00DD685B" w:rsidRPr="009A60D1" w:rsidRDefault="00DD685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1671320</wp:posOffset>
                </wp:positionH>
                <wp:positionV relativeFrom="page">
                  <wp:posOffset>1428750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B32" w:rsidRDefault="00AD5B32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</w:pPr>
                          </w:p>
                          <w:p w:rsidR="00BB7DA5" w:rsidRPr="003531C8" w:rsidRDefault="00BB7DA5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4"/>
                                <w:szCs w:val="44"/>
                              </w:rPr>
                            </w:pPr>
                            <w:r w:rsidRPr="003531C8">
                              <w:rPr>
                                <w:rFonts w:cs="Arial"/>
                                <w:b/>
                                <w:color w:val="BC091B"/>
                                <w:sz w:val="44"/>
                                <w:szCs w:val="44"/>
                              </w:rPr>
                              <w:t xml:space="preserve">Demografická ročenka </w:t>
                            </w:r>
                            <w:r w:rsidR="003531C8" w:rsidRPr="003531C8">
                              <w:rPr>
                                <w:rFonts w:cs="Arial"/>
                                <w:b/>
                                <w:color w:val="BC091B"/>
                                <w:sz w:val="44"/>
                                <w:szCs w:val="44"/>
                              </w:rPr>
                              <w:t>okresů</w:t>
                            </w:r>
                          </w:p>
                          <w:p w:rsidR="00BB7DA5" w:rsidRPr="00F73B61" w:rsidRDefault="00BB7DA5" w:rsidP="00BB7DA5">
                            <w:pPr>
                              <w:pStyle w:val="Nzev"/>
                              <w:rPr>
                                <w:sz w:val="48"/>
                                <w:szCs w:val="44"/>
                              </w:rPr>
                            </w:pPr>
                          </w:p>
                          <w:p w:rsidR="003531C8" w:rsidRPr="003531C8" w:rsidRDefault="00BB7DA5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 xml:space="preserve">Demographic Yearbook </w:t>
                            </w:r>
                          </w:p>
                          <w:p w:rsidR="00BB7DA5" w:rsidRPr="003531C8" w:rsidRDefault="00BB7DA5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</w:pPr>
                            <w:proofErr w:type="gramStart"/>
                            <w:r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>of</w:t>
                            </w:r>
                            <w:proofErr w:type="gramEnd"/>
                            <w:r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 xml:space="preserve"> </w:t>
                            </w:r>
                            <w:r w:rsidR="003531C8"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>the Districts</w:t>
                            </w:r>
                            <w:r w:rsidR="001C505D"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 xml:space="preserve"> </w:t>
                            </w:r>
                            <w:r w:rsidR="00AD5B32"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>of the Czech Republic</w:t>
                            </w:r>
                          </w:p>
                          <w:p w:rsidR="00AD5B32" w:rsidRPr="00AD5B32" w:rsidRDefault="00AD5B32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0"/>
                                <w:szCs w:val="40"/>
                                <w:lang w:val="en-US"/>
                              </w:rPr>
                            </w:pPr>
                          </w:p>
                          <w:p w:rsidR="00BB7DA5" w:rsidRPr="008F6FEF" w:rsidRDefault="00BB7DA5" w:rsidP="00BB7DA5">
                            <w:pPr>
                              <w:pStyle w:val="Nzev"/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8F6FEF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541589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="00690516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5</w:t>
                            </w:r>
                            <w:r w:rsidR="0006651C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–</w:t>
                            </w:r>
                            <w:r w:rsidR="00F73B61" w:rsidRPr="008F6FEF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DB07DB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  <w:r w:rsidR="00690516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4</w:t>
                            </w:r>
                          </w:p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1.6pt;margin-top:112.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lo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zNarhVcwZ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" filled="f" stroked="f">
                <v:textbox style="mso-fit-shape-to-text:t" inset="0,0,0,0">
                  <w:txbxContent>
                    <w:p w:rsidR="00AD5B32" w:rsidRDefault="00AD5B32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</w:pPr>
                    </w:p>
                    <w:p w:rsidR="00BB7DA5" w:rsidRPr="003531C8" w:rsidRDefault="00BB7DA5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4"/>
                          <w:szCs w:val="44"/>
                        </w:rPr>
                      </w:pPr>
                      <w:r w:rsidRPr="003531C8">
                        <w:rPr>
                          <w:rFonts w:cs="Arial"/>
                          <w:b/>
                          <w:color w:val="BC091B"/>
                          <w:sz w:val="44"/>
                          <w:szCs w:val="44"/>
                        </w:rPr>
                        <w:t xml:space="preserve">Demografická ročenka </w:t>
                      </w:r>
                      <w:r w:rsidR="003531C8" w:rsidRPr="003531C8">
                        <w:rPr>
                          <w:rFonts w:cs="Arial"/>
                          <w:b/>
                          <w:color w:val="BC091B"/>
                          <w:sz w:val="44"/>
                          <w:szCs w:val="44"/>
                        </w:rPr>
                        <w:t>okresů</w:t>
                      </w:r>
                    </w:p>
                    <w:p w:rsidR="00BB7DA5" w:rsidRPr="00F73B61" w:rsidRDefault="00BB7DA5" w:rsidP="00BB7DA5">
                      <w:pPr>
                        <w:pStyle w:val="Nzev"/>
                        <w:rPr>
                          <w:sz w:val="48"/>
                          <w:szCs w:val="44"/>
                        </w:rPr>
                      </w:pPr>
                    </w:p>
                    <w:p w:rsidR="003531C8" w:rsidRPr="003531C8" w:rsidRDefault="00BB7DA5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</w:pPr>
                      <w:r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 xml:space="preserve">Demographic Yearbook </w:t>
                      </w:r>
                    </w:p>
                    <w:p w:rsidR="00BB7DA5" w:rsidRPr="003531C8" w:rsidRDefault="00BB7DA5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</w:pPr>
                      <w:proofErr w:type="gramStart"/>
                      <w:r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>of</w:t>
                      </w:r>
                      <w:proofErr w:type="gramEnd"/>
                      <w:r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 xml:space="preserve"> </w:t>
                      </w:r>
                      <w:r w:rsidR="003531C8"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>the Districts</w:t>
                      </w:r>
                      <w:r w:rsidR="001C505D"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 xml:space="preserve"> </w:t>
                      </w:r>
                      <w:r w:rsidR="00AD5B32"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>of the Czech Republic</w:t>
                      </w:r>
                    </w:p>
                    <w:p w:rsidR="00AD5B32" w:rsidRPr="00AD5B32" w:rsidRDefault="00AD5B32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0"/>
                          <w:szCs w:val="40"/>
                          <w:lang w:val="en-US"/>
                        </w:rPr>
                      </w:pPr>
                    </w:p>
                    <w:p w:rsidR="00BB7DA5" w:rsidRPr="008F6FEF" w:rsidRDefault="00BB7DA5" w:rsidP="00BB7DA5">
                      <w:pPr>
                        <w:pStyle w:val="Nzev"/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</w:pPr>
                      <w:r w:rsidRPr="008F6FEF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541589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1</w:t>
                      </w:r>
                      <w:r w:rsidR="00690516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5</w:t>
                      </w:r>
                      <w:r w:rsidR="0006651C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–</w:t>
                      </w:r>
                      <w:r w:rsidR="00F73B61" w:rsidRPr="008F6FEF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DB07DB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</w:t>
                      </w:r>
                      <w:r w:rsidR="00690516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4</w:t>
                      </w:r>
                    </w:p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665BA4" w:rsidP="00BB7DA5">
                            <w:r w:rsidRPr="00D66223">
                              <w:t xml:space="preserve">© </w:t>
                            </w:r>
                            <w:r w:rsidR="00BB7DA5" w:rsidRPr="004924DC">
                              <w:t>Český statistický úřad</w:t>
                            </w:r>
                            <w:r w:rsidR="00BB7DA5">
                              <w:t xml:space="preserve"> / </w:t>
                            </w:r>
                            <w:r w:rsidR="00BB7DA5"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="00BB7DA5" w:rsidRPr="004924DC">
                              <w:t xml:space="preserve">, </w:t>
                            </w:r>
                            <w:r w:rsidR="008F6FEF"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541589">
                              <w:t>20</w:t>
                            </w:r>
                            <w:r w:rsidR="00D92253">
                              <w:t>2</w:t>
                            </w:r>
                            <w:r w:rsidR="00690516">
                              <w:t>5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BA&#10;gYcN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BB7DA5" w:rsidRPr="004924DC" w:rsidRDefault="00665BA4" w:rsidP="00BB7DA5">
                      <w:r w:rsidRPr="00D66223">
                        <w:t xml:space="preserve">© </w:t>
                      </w:r>
                      <w:r w:rsidR="00BB7DA5" w:rsidRPr="004924DC">
                        <w:t>Český statistický úřad</w:t>
                      </w:r>
                      <w:r w:rsidR="00BB7DA5">
                        <w:t xml:space="preserve"> / </w:t>
                      </w:r>
                      <w:r w:rsidR="00BB7DA5"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="00BB7DA5" w:rsidRPr="004924DC">
                        <w:t xml:space="preserve">, </w:t>
                      </w:r>
                      <w:r w:rsidR="008F6FEF">
                        <w:t>Praha</w:t>
                      </w:r>
                      <w:r w:rsidR="00BB7DA5" w:rsidRPr="004924DC">
                        <w:t xml:space="preserve">, </w:t>
                      </w:r>
                      <w:r w:rsidR="00541589">
                        <w:t>20</w:t>
                      </w:r>
                      <w:r w:rsidR="00D92253">
                        <w:t>2</w:t>
                      </w:r>
                      <w:r w:rsidR="00690516">
                        <w:t>5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D5AB80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proofErr w:type="spellStart"/>
                            <w:r w:rsidRPr="00780EF1">
                              <w:rPr>
                                <w:i/>
                              </w:rPr>
                              <w:t>CZSO</w:t>
                            </w:r>
                            <w:proofErr w:type="spellEnd"/>
                            <w:r w:rsidRPr="00780EF1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780EF1">
                              <w:rPr>
                                <w:i/>
                              </w:rPr>
                              <w:t>Headquarters</w:t>
                            </w:r>
                            <w:proofErr w:type="spellEnd"/>
                            <w:r w:rsidR="00A316E6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316E6" w:rsidRPr="00780EF1">
                              <w:rPr>
                                <w:i/>
                              </w:rPr>
                              <w:t>CONTACTS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Publication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Shop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>Evropská data (</w:t>
                            </w:r>
                            <w:proofErr w:type="spellStart"/>
                            <w:r w:rsidRPr="00F1639F">
                              <w:rPr>
                                <w:color w:val="auto"/>
                              </w:rPr>
                              <w:t>ESDS</w:t>
                            </w:r>
                            <w:proofErr w:type="spellEnd"/>
                            <w:r w:rsidRPr="00F1639F">
                              <w:rPr>
                                <w:color w:val="auto"/>
                              </w:rPr>
                              <w:t xml:space="preserve">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Data (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ESDS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Comparison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Library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INFORMATION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SERVICES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>City of Prague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377 612 108,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377 612 145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="00E6072C" w:rsidRPr="00E6072C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(+420) 567 109 062,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542 528 115,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585 731 516,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577 004 932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>, (+420)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(+420) 595 131 230, (+420) 595 131 232</w:t>
                            </w:r>
                          </w:p>
                          <w:p w:rsidR="00E6072C" w:rsidRPr="005E7C78" w:rsidRDefault="00E6072C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proofErr w:type="spellStart"/>
                      <w:r w:rsidRPr="00780EF1">
                        <w:rPr>
                          <w:i/>
                        </w:rPr>
                        <w:t>CZSO</w:t>
                      </w:r>
                      <w:proofErr w:type="spellEnd"/>
                      <w:r w:rsidRPr="00780EF1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780EF1">
                        <w:rPr>
                          <w:i/>
                        </w:rPr>
                        <w:t>Headquarters</w:t>
                      </w:r>
                      <w:proofErr w:type="spellEnd"/>
                      <w:r w:rsidR="00A316E6">
                        <w:rPr>
                          <w:i/>
                        </w:rPr>
                        <w:t xml:space="preserve"> </w:t>
                      </w:r>
                      <w:proofErr w:type="spellStart"/>
                      <w:r w:rsidR="00A316E6" w:rsidRPr="00780EF1">
                        <w:rPr>
                          <w:i/>
                        </w:rPr>
                        <w:t>CONTACTS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Prodejna publikací ČSÚ / </w:t>
                      </w:r>
                      <w:r w:rsidRPr="00F1639F">
                        <w:rPr>
                          <w:i/>
                          <w:color w:val="auto"/>
                        </w:rPr>
                        <w:t xml:space="preserve">Publication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Shop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>Evropská data (</w:t>
                      </w:r>
                      <w:proofErr w:type="spellStart"/>
                      <w:r w:rsidRPr="00F1639F">
                        <w:rPr>
                          <w:color w:val="auto"/>
                        </w:rPr>
                        <w:t>ESDS</w:t>
                      </w:r>
                      <w:proofErr w:type="spellEnd"/>
                      <w:r w:rsidRPr="00F1639F">
                        <w:rPr>
                          <w:color w:val="auto"/>
                        </w:rPr>
                        <w:t xml:space="preserve">), mezinárodní srovnání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Data (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ESDS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), International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Comparison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Library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proofErr w:type="spellStart"/>
                      <w:r w:rsidRPr="006D3E8A">
                        <w:rPr>
                          <w:i/>
                        </w:rPr>
                        <w:t>INFORMATION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6D3E8A">
                        <w:rPr>
                          <w:i/>
                        </w:rPr>
                        <w:t>SERVICES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>City of Prague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377 612 108,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377 612 145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="00E6072C" w:rsidRPr="00E6072C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(+420) 567 109 062,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542 528 115,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585 731 516,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577 004 932</w:t>
                      </w:r>
                      <w:r w:rsidRPr="003223A0">
                        <w:rPr>
                          <w:b w:val="0"/>
                          <w:color w:val="auto"/>
                        </w:rPr>
                        <w:t>, (+420) 577 004 935</w:t>
                      </w:r>
                    </w:p>
                    <w:p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5E7C78">
                        <w:rPr>
                          <w:color w:val="auto"/>
                        </w:rPr>
                        <w:t>www.zlin.czso.cz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(+420) 595 131 230, (+420) 595 131 232</w:t>
                      </w:r>
                    </w:p>
                    <w:p w:rsidR="00E6072C" w:rsidRPr="005E7C78" w:rsidRDefault="00E6072C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D4E6C6C" wp14:editId="14A222AF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F1639F" w:rsidP="008F029B">
                            <w:r>
                              <w:rPr>
                                <w:szCs w:val="26"/>
                              </w:rPr>
                              <w:t>ISBN XX-</w:t>
                            </w:r>
                            <w:proofErr w:type="spellStart"/>
                            <w:r>
                              <w:rPr>
                                <w:szCs w:val="26"/>
                              </w:rPr>
                              <w:t>XXXX</w:t>
                            </w:r>
                            <w:proofErr w:type="spellEnd"/>
                            <w:r>
                              <w:rPr>
                                <w:szCs w:val="26"/>
                              </w:rPr>
                              <w:t xml:space="preserve">-XXX-X </w:t>
                            </w:r>
                            <w:r w:rsidR="000A3A2C" w:rsidRPr="00841D9F">
                              <w:t>(pouze u nepravidelných a ročních publikací)</w:t>
                            </w:r>
                            <w:r w:rsidR="00834304"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="000A3A2C"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="000A3A2C"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="000A3A2C">
                              <w:t xml:space="preserve">, </w:t>
                            </w:r>
                            <w:r w:rsidR="008F6FEF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541589">
                              <w:t>202</w:t>
                            </w:r>
                            <w:r w:rsidR="00690516">
                              <w:t>5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>ISBN XX-</w:t>
                            </w:r>
                            <w:proofErr w:type="spellStart"/>
                            <w:r w:rsidRPr="00841D9F">
                              <w:rPr>
                                <w:szCs w:val="26"/>
                              </w:rPr>
                              <w:t>XXXX</w:t>
                            </w:r>
                            <w:proofErr w:type="spellEnd"/>
                            <w:r w:rsidRPr="00841D9F">
                              <w:rPr>
                                <w:szCs w:val="26"/>
                              </w:rPr>
                              <w:t xml:space="preserve">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E6C6C" id="_x0000_s1032" type="#_x0000_t202" style="position:absolute;margin-left:56.7pt;margin-top:747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AF2852" w:rsidRDefault="00F1639F" w:rsidP="008F029B">
                      <w:r>
                        <w:rPr>
                          <w:szCs w:val="26"/>
                        </w:rPr>
                        <w:t>ISBN XX-</w:t>
                      </w:r>
                      <w:proofErr w:type="spellStart"/>
                      <w:r>
                        <w:rPr>
                          <w:szCs w:val="26"/>
                        </w:rPr>
                        <w:t>XXXX</w:t>
                      </w:r>
                      <w:proofErr w:type="spellEnd"/>
                      <w:r>
                        <w:rPr>
                          <w:szCs w:val="26"/>
                        </w:rPr>
                        <w:t xml:space="preserve">-XXX-X </w:t>
                      </w:r>
                      <w:r w:rsidR="000A3A2C" w:rsidRPr="00841D9F">
                        <w:t>(pouze u nepravidelných a ročních publikací)</w:t>
                      </w:r>
                      <w:r w:rsidR="00834304"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="000A3A2C"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="000A3A2C"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="000A3A2C">
                        <w:t xml:space="preserve">, </w:t>
                      </w:r>
                      <w:r w:rsidR="008F6FEF">
                        <w:t>Praha</w:t>
                      </w:r>
                      <w:r w:rsidR="000A3A2C">
                        <w:t xml:space="preserve">, </w:t>
                      </w:r>
                      <w:r w:rsidR="00541589">
                        <w:t>202</w:t>
                      </w:r>
                      <w:r w:rsidR="00690516">
                        <w:t>5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>ISBN XX-</w:t>
                      </w:r>
                      <w:proofErr w:type="spellStart"/>
                      <w:r w:rsidRPr="00841D9F">
                        <w:rPr>
                          <w:szCs w:val="26"/>
                        </w:rPr>
                        <w:t>XXXX</w:t>
                      </w:r>
                      <w:proofErr w:type="spellEnd"/>
                      <w:r w:rsidRPr="00841D9F">
                        <w:rPr>
                          <w:szCs w:val="26"/>
                        </w:rPr>
                        <w:t xml:space="preserve">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B1956F0" wp14:editId="0628F3FB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46175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DD685B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Are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you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interested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in the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latest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data on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inflation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GDP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, population,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average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wages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and the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like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?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If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the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answer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is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YES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don´t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hesitate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to visit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us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at: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956F0" id="_x0000_s1033" type="#_x0000_t202" style="position:absolute;margin-left:56.95pt;margin-top:56.9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DD685B" w:rsidRDefault="000A3A2C" w:rsidP="000A3A2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Are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you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interested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in the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latest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data on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inflation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,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GDP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, population,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average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wages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and the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like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?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If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the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answer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is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YES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,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don´t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hesitate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to visit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us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at: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2D21AB" w:rsidRPr="002D21AB" w:rsidRDefault="007E6EC0" w:rsidP="00837929">
      <w:pPr>
        <w:pStyle w:val="Obsah"/>
        <w:rPr>
          <w:color w:val="BD1B21"/>
          <w:sz w:val="24"/>
        </w:rPr>
      </w:pPr>
      <w:r>
        <w:rPr>
          <w:color w:val="BD1B21"/>
          <w:sz w:val="24"/>
        </w:rPr>
        <w:lastRenderedPageBreak/>
        <w:t xml:space="preserve"> </w:t>
      </w:r>
    </w:p>
    <w:sectPr w:rsidR="002D21AB" w:rsidRPr="002D21A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12A" w:rsidRDefault="00ED012A" w:rsidP="00E71A58">
      <w:r>
        <w:separator/>
      </w:r>
    </w:p>
  </w:endnote>
  <w:endnote w:type="continuationSeparator" w:id="0">
    <w:p w:rsidR="00ED012A" w:rsidRDefault="00ED012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F73B61">
      <w:rPr>
        <w:szCs w:val="16"/>
      </w:rPr>
      <w:t>4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  <w:t>Období, za které byla publikace vydána</w:t>
    </w:r>
    <w:r w:rsidR="00B5752E" w:rsidRPr="00F1639F">
      <w:rPr>
        <w:szCs w:val="16"/>
      </w:rPr>
      <w:t xml:space="preserve"> / </w:t>
    </w:r>
    <w:r w:rsidR="00B5752E" w:rsidRPr="00F1639F">
      <w:rPr>
        <w:i/>
        <w:szCs w:val="16"/>
      </w:rPr>
      <w:t>Období, za které byla publikace vydána (EN)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B80EC6" w:rsidP="00A418BC">
    <w:pPr>
      <w:pStyle w:val="Zpa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12A" w:rsidRDefault="00ED012A" w:rsidP="00E71A58">
      <w:r>
        <w:separator/>
      </w:r>
    </w:p>
  </w:footnote>
  <w:footnote w:type="continuationSeparator" w:id="0">
    <w:p w:rsidR="00ED012A" w:rsidRDefault="00ED012A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937AE2" w:rsidRDefault="00B5752E" w:rsidP="00937AE2">
    <w:pPr>
      <w:pStyle w:val="Zhlav"/>
    </w:pPr>
    <w:r w:rsidRPr="00937AE2">
      <w:t>Název publikace</w:t>
    </w:r>
  </w:p>
  <w:p w:rsidR="00515C74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A545B8" w:rsidRDefault="00B5752E" w:rsidP="00A545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35pt;height:11.3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C9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E13"/>
    <w:rsid w:val="0004694F"/>
    <w:rsid w:val="000522E4"/>
    <w:rsid w:val="00060C89"/>
    <w:rsid w:val="000610E1"/>
    <w:rsid w:val="00062EC5"/>
    <w:rsid w:val="00062F22"/>
    <w:rsid w:val="0006651C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505D"/>
    <w:rsid w:val="001D4026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6443"/>
    <w:rsid w:val="00242463"/>
    <w:rsid w:val="002436BA"/>
    <w:rsid w:val="00244A15"/>
    <w:rsid w:val="00247319"/>
    <w:rsid w:val="0024799E"/>
    <w:rsid w:val="00253C0F"/>
    <w:rsid w:val="00271465"/>
    <w:rsid w:val="00276ADC"/>
    <w:rsid w:val="00285412"/>
    <w:rsid w:val="002A16D4"/>
    <w:rsid w:val="002A230C"/>
    <w:rsid w:val="002B59F2"/>
    <w:rsid w:val="002C1DA1"/>
    <w:rsid w:val="002C27BB"/>
    <w:rsid w:val="002C43BD"/>
    <w:rsid w:val="002C72C9"/>
    <w:rsid w:val="002D0E59"/>
    <w:rsid w:val="002D21AB"/>
    <w:rsid w:val="002E02A1"/>
    <w:rsid w:val="002E4E4C"/>
    <w:rsid w:val="00304771"/>
    <w:rsid w:val="003052D4"/>
    <w:rsid w:val="00306C5B"/>
    <w:rsid w:val="003209D6"/>
    <w:rsid w:val="003223A0"/>
    <w:rsid w:val="0032656E"/>
    <w:rsid w:val="00332190"/>
    <w:rsid w:val="00344668"/>
    <w:rsid w:val="003462D9"/>
    <w:rsid w:val="003531C8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39EB"/>
    <w:rsid w:val="003F551C"/>
    <w:rsid w:val="00407C13"/>
    <w:rsid w:val="00410638"/>
    <w:rsid w:val="00432A58"/>
    <w:rsid w:val="00434617"/>
    <w:rsid w:val="0043617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92436"/>
    <w:rsid w:val="004A04A3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8F2"/>
    <w:rsid w:val="004D4FCB"/>
    <w:rsid w:val="004F06F5"/>
    <w:rsid w:val="004F33A0"/>
    <w:rsid w:val="005022E0"/>
    <w:rsid w:val="005108C0"/>
    <w:rsid w:val="00510E3C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0787"/>
    <w:rsid w:val="00541508"/>
    <w:rsid w:val="00541589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3060"/>
    <w:rsid w:val="00624093"/>
    <w:rsid w:val="006404A7"/>
    <w:rsid w:val="006451E4"/>
    <w:rsid w:val="00645B33"/>
    <w:rsid w:val="006516CB"/>
    <w:rsid w:val="00657E87"/>
    <w:rsid w:val="006608FE"/>
    <w:rsid w:val="00664803"/>
    <w:rsid w:val="00665BA4"/>
    <w:rsid w:val="00667AF2"/>
    <w:rsid w:val="006710C9"/>
    <w:rsid w:val="00673BC6"/>
    <w:rsid w:val="00674D89"/>
    <w:rsid w:val="00675E37"/>
    <w:rsid w:val="0068174E"/>
    <w:rsid w:val="00681DCE"/>
    <w:rsid w:val="0068260E"/>
    <w:rsid w:val="00690516"/>
    <w:rsid w:val="00695BEF"/>
    <w:rsid w:val="006977F6"/>
    <w:rsid w:val="00697A13"/>
    <w:rsid w:val="006A109C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3C94"/>
    <w:rsid w:val="00706AD4"/>
    <w:rsid w:val="007140BE"/>
    <w:rsid w:val="007211F5"/>
    <w:rsid w:val="00725969"/>
    <w:rsid w:val="00725BB5"/>
    <w:rsid w:val="00730AE8"/>
    <w:rsid w:val="00741493"/>
    <w:rsid w:val="00752180"/>
    <w:rsid w:val="00755202"/>
    <w:rsid w:val="00755D3A"/>
    <w:rsid w:val="007578D3"/>
    <w:rsid w:val="007609C6"/>
    <w:rsid w:val="007641C7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71C0"/>
    <w:rsid w:val="007D40DF"/>
    <w:rsid w:val="007E6EC0"/>
    <w:rsid w:val="007E7E61"/>
    <w:rsid w:val="007F0845"/>
    <w:rsid w:val="00807C82"/>
    <w:rsid w:val="00816905"/>
    <w:rsid w:val="00821FF6"/>
    <w:rsid w:val="00827A34"/>
    <w:rsid w:val="0083143E"/>
    <w:rsid w:val="00831CDE"/>
    <w:rsid w:val="00834304"/>
    <w:rsid w:val="00834FAA"/>
    <w:rsid w:val="00836086"/>
    <w:rsid w:val="00837929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8F6FEF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4CA7"/>
    <w:rsid w:val="00A10D66"/>
    <w:rsid w:val="00A14114"/>
    <w:rsid w:val="00A23E43"/>
    <w:rsid w:val="00A30F65"/>
    <w:rsid w:val="00A316E6"/>
    <w:rsid w:val="00A34270"/>
    <w:rsid w:val="00A418BC"/>
    <w:rsid w:val="00A46DE0"/>
    <w:rsid w:val="00A4772E"/>
    <w:rsid w:val="00A50D73"/>
    <w:rsid w:val="00A52CAD"/>
    <w:rsid w:val="00A53FC7"/>
    <w:rsid w:val="00A545B8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D5B32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C4B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46A0"/>
    <w:rsid w:val="00B92D1D"/>
    <w:rsid w:val="00B938C5"/>
    <w:rsid w:val="00B95940"/>
    <w:rsid w:val="00BB46F3"/>
    <w:rsid w:val="00BB4CB1"/>
    <w:rsid w:val="00BB4F98"/>
    <w:rsid w:val="00BB7DA5"/>
    <w:rsid w:val="00BC7154"/>
    <w:rsid w:val="00BD366B"/>
    <w:rsid w:val="00BD6D50"/>
    <w:rsid w:val="00BE18B9"/>
    <w:rsid w:val="00BE2495"/>
    <w:rsid w:val="00BF1578"/>
    <w:rsid w:val="00BF2DCC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95361"/>
    <w:rsid w:val="00CB4930"/>
    <w:rsid w:val="00CC2E7D"/>
    <w:rsid w:val="00CD10A5"/>
    <w:rsid w:val="00CD15D6"/>
    <w:rsid w:val="00CD2076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84C"/>
    <w:rsid w:val="00D92253"/>
    <w:rsid w:val="00DA04CA"/>
    <w:rsid w:val="00DA7C0C"/>
    <w:rsid w:val="00DB07DB"/>
    <w:rsid w:val="00DB2EC8"/>
    <w:rsid w:val="00DC1744"/>
    <w:rsid w:val="00DC5B3B"/>
    <w:rsid w:val="00DD129F"/>
    <w:rsid w:val="00DD685B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072C"/>
    <w:rsid w:val="00E6519D"/>
    <w:rsid w:val="00E67696"/>
    <w:rsid w:val="00E71A58"/>
    <w:rsid w:val="00E72A7A"/>
    <w:rsid w:val="00E75C94"/>
    <w:rsid w:val="00E93820"/>
    <w:rsid w:val="00EA0C68"/>
    <w:rsid w:val="00EC03D7"/>
    <w:rsid w:val="00ED012A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15AAA"/>
    <w:rsid w:val="00F15BEF"/>
    <w:rsid w:val="00F1639F"/>
    <w:rsid w:val="00F24407"/>
    <w:rsid w:val="00F24FAA"/>
    <w:rsid w:val="00F3364D"/>
    <w:rsid w:val="00F41F3C"/>
    <w:rsid w:val="00F437CC"/>
    <w:rsid w:val="00F47067"/>
    <w:rsid w:val="00F525EB"/>
    <w:rsid w:val="00F63DDE"/>
    <w:rsid w:val="00F63FB7"/>
    <w:rsid w:val="00F649D2"/>
    <w:rsid w:val="00F6602B"/>
    <w:rsid w:val="00F73A0C"/>
    <w:rsid w:val="00F73B61"/>
    <w:rsid w:val="00F756DB"/>
    <w:rsid w:val="00F85066"/>
    <w:rsid w:val="00FA5D4D"/>
    <w:rsid w:val="00FC0E5F"/>
    <w:rsid w:val="00FC1A95"/>
    <w:rsid w:val="00FC4D5F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ABBC8C8"/>
  <w15:docId w15:val="{AACAB50C-1D87-4CB8-9552-E0166611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06764-C233-4719-ABAC-2B19F34C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CZ-EN_2017-08-14.dotx</Template>
  <TotalTime>44</TotalTime>
  <Pages>5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CSU</Company>
  <LinksUpToDate>false</LinksUpToDate>
  <CharactersWithSpaces>16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Bílík Jan</cp:lastModifiedBy>
  <cp:revision>14</cp:revision>
  <cp:lastPrinted>2014-07-17T14:07:00Z</cp:lastPrinted>
  <dcterms:created xsi:type="dcterms:W3CDTF">2018-02-22T13:18:00Z</dcterms:created>
  <dcterms:modified xsi:type="dcterms:W3CDTF">2025-02-20T08:28:00Z</dcterms:modified>
  <cp:category/>
</cp:coreProperties>
</file>