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360DE3" w:rsidRDefault="00F46502" w:rsidP="00F46502">
      <w:pPr>
        <w:pStyle w:val="Nadpis11"/>
      </w:pPr>
      <w:bookmarkStart w:id="0" w:name="_Toc527639457"/>
      <w:r w:rsidRPr="00360DE3">
        <w:t>Shrnutí</w:t>
      </w:r>
      <w:bookmarkEnd w:id="0"/>
    </w:p>
    <w:p w:rsidR="00CB259D" w:rsidRPr="005A2C7B" w:rsidRDefault="006003D1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>Pro českou ekonomiku byl v roce 2017 příznačný silný hospodářský růst. Hrubý domácí produkt</w:t>
      </w:r>
      <w:r w:rsidR="00CE153B" w:rsidRPr="005A2C7B">
        <w:rPr>
          <w:spacing w:val="-4"/>
        </w:rPr>
        <w:t xml:space="preserve"> (HDP)</w:t>
      </w:r>
      <w:r w:rsidRPr="005A2C7B">
        <w:rPr>
          <w:spacing w:val="-4"/>
        </w:rPr>
        <w:t xml:space="preserve"> se navýšil o 4,3 % a přispěly k tomu všechny jeho složky. </w:t>
      </w:r>
      <w:r w:rsidR="00CE153B" w:rsidRPr="005A2C7B">
        <w:rPr>
          <w:spacing w:val="-4"/>
        </w:rPr>
        <w:t>Posílila role spotřeby, která se loni zvýšila o</w:t>
      </w:r>
      <w:r w:rsidR="003870EE" w:rsidRPr="005A2C7B">
        <w:rPr>
          <w:spacing w:val="-4"/>
        </w:rPr>
        <w:t> </w:t>
      </w:r>
      <w:r w:rsidR="00CE153B" w:rsidRPr="005A2C7B">
        <w:rPr>
          <w:spacing w:val="-4"/>
        </w:rPr>
        <w:t xml:space="preserve">3,4 %. Po slabém roce 2016 k růstu HDP přispěly i investiční výdaje. Ty vzrostly o 3,7 %. </w:t>
      </w:r>
      <w:r w:rsidR="008E0DC9" w:rsidRPr="005A2C7B">
        <w:rPr>
          <w:spacing w:val="-4"/>
        </w:rPr>
        <w:t>Již čtvrtý rok přetrval silný kladný příspěvek bilance zahraničního obchodu. Hrubá přidaná hodnota</w:t>
      </w:r>
      <w:r w:rsidR="004E326C" w:rsidRPr="005A2C7B">
        <w:rPr>
          <w:spacing w:val="-4"/>
        </w:rPr>
        <w:t xml:space="preserve"> (HPH)</w:t>
      </w:r>
      <w:r w:rsidR="008E0DC9" w:rsidRPr="005A2C7B">
        <w:rPr>
          <w:spacing w:val="-4"/>
        </w:rPr>
        <w:t xml:space="preserve"> se zvýšila o</w:t>
      </w:r>
      <w:r w:rsidR="003870EE" w:rsidRPr="005A2C7B">
        <w:rPr>
          <w:spacing w:val="-4"/>
        </w:rPr>
        <w:t> </w:t>
      </w:r>
      <w:r w:rsidR="008E0DC9" w:rsidRPr="005A2C7B">
        <w:rPr>
          <w:spacing w:val="-4"/>
        </w:rPr>
        <w:t xml:space="preserve">4,2 %. </w:t>
      </w:r>
      <w:r w:rsidR="004E326C" w:rsidRPr="005A2C7B">
        <w:rPr>
          <w:spacing w:val="-4"/>
        </w:rPr>
        <w:t>Silná zahraniční poptávka byla živnou půdou pro zpracovatelský průmysl, který většinově přispíval k růstu HPH. Díky rostoucí domácí kupní síle však prosperovala i odvětví služeb.</w:t>
      </w:r>
      <w:r w:rsidR="00CB259D" w:rsidRPr="005A2C7B">
        <w:rPr>
          <w:spacing w:val="-4"/>
        </w:rPr>
        <w:t xml:space="preserve"> Česko patřilo mezi nejrychleji rostoucí země EU. Výrazně překonalo unijní průměr růstu HDP, který dosáhl 2,4 %</w:t>
      </w:r>
    </w:p>
    <w:p w:rsidR="00330060" w:rsidRPr="005A2C7B" w:rsidRDefault="003870EE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 xml:space="preserve">Cenový vývoj se </w:t>
      </w:r>
      <w:r w:rsidR="001916DB" w:rsidRPr="005A2C7B">
        <w:rPr>
          <w:spacing w:val="-4"/>
        </w:rPr>
        <w:t xml:space="preserve">v roce 2017 odpoutal od </w:t>
      </w:r>
      <w:r w:rsidR="00D943C6" w:rsidRPr="005A2C7B">
        <w:rPr>
          <w:spacing w:val="-4"/>
        </w:rPr>
        <w:t xml:space="preserve">trendu předchozích </w:t>
      </w:r>
      <w:r w:rsidR="006F2595" w:rsidRPr="005A2C7B">
        <w:rPr>
          <w:spacing w:val="-4"/>
        </w:rPr>
        <w:t xml:space="preserve">tří let a vykázal výraznější růstovou dynamiku. Zrychlil zejména růst </w:t>
      </w:r>
      <w:r w:rsidR="001528B9" w:rsidRPr="005A2C7B">
        <w:rPr>
          <w:spacing w:val="-4"/>
        </w:rPr>
        <w:t xml:space="preserve">spotřebitelských cen, které se v loňském roce zvýšily celkem o 2,5 %. Hlavním tahounem růstu byly ceny potravin, zesílil však i vliv cen bydlení a dopravy. Zejména ceny bydlení vstoupily do veřejné diskuze v souvislosti se silně rostoucími cenami nemovitostí. </w:t>
      </w:r>
      <w:r w:rsidR="005E2A7C" w:rsidRPr="005A2C7B">
        <w:rPr>
          <w:spacing w:val="-4"/>
        </w:rPr>
        <w:t xml:space="preserve">Výrazné zrychlení růstu spotřebitelských cen bylo společné celé EU. </w:t>
      </w:r>
      <w:r w:rsidR="00BA0DD3" w:rsidRPr="005A2C7B">
        <w:rPr>
          <w:spacing w:val="-4"/>
        </w:rPr>
        <w:t>Ceny průmysl</w:t>
      </w:r>
      <w:r w:rsidR="00A230A8" w:rsidRPr="005A2C7B">
        <w:rPr>
          <w:spacing w:val="-4"/>
        </w:rPr>
        <w:t>ových výrobců se loni zvýšily o </w:t>
      </w:r>
      <w:r w:rsidR="00BA0DD3" w:rsidRPr="005A2C7B">
        <w:rPr>
          <w:spacing w:val="-4"/>
        </w:rPr>
        <w:t>1,8 %. Hlavní podíl na tom mělo navýšení cen ve zpracovatelském průmyslu o 2,3 %, po pěti letech se však zvýšily i ceny těžby a dobývání (3,8 %).</w:t>
      </w:r>
      <w:r w:rsidR="00330060" w:rsidRPr="005A2C7B">
        <w:rPr>
          <w:spacing w:val="-4"/>
        </w:rPr>
        <w:t xml:space="preserve"> Výrazného růstu se dočkaly i ceny zemědělské výroby (</w:t>
      </w:r>
      <w:r w:rsidR="00716E3F" w:rsidRPr="005A2C7B">
        <w:rPr>
          <w:spacing w:val="-4"/>
        </w:rPr>
        <w:t>7,3 %</w:t>
      </w:r>
      <w:r w:rsidR="00330060" w:rsidRPr="005A2C7B">
        <w:rPr>
          <w:spacing w:val="-4"/>
        </w:rPr>
        <w:t>)</w:t>
      </w:r>
      <w:r w:rsidR="00716E3F" w:rsidRPr="005A2C7B">
        <w:rPr>
          <w:spacing w:val="-4"/>
        </w:rPr>
        <w:t xml:space="preserve">. Přispěly k tomu především ceny živočišné výroby, které vzrostly o 15,2 %. </w:t>
      </w:r>
      <w:r w:rsidR="00F859D0" w:rsidRPr="005A2C7B">
        <w:rPr>
          <w:spacing w:val="-4"/>
        </w:rPr>
        <w:t>Celkové zrychlení ekonomiky a zejména mzdového růstu vedlo i ke zvýšení cen tržních služeb o 1,3 %. Domácí cenový vývoj ovlivňovaly i negativní směnné relace. Ty byly výsledkem poklesu cen vývozu o 0,1 % (ceny dovozu vzrostly o 0,9 %). Klíčovým faktorem se stalo posílení kurzu koruny vůči euru i dolaru. To způsobovalo pokles cen vývozu i dovozu, zejména v druhé polovině roku.</w:t>
      </w:r>
      <w:r w:rsidR="00716E3F" w:rsidRPr="005A2C7B">
        <w:rPr>
          <w:spacing w:val="-4"/>
        </w:rPr>
        <w:t xml:space="preserve"> </w:t>
      </w:r>
    </w:p>
    <w:p w:rsidR="003870EE" w:rsidRPr="005A2C7B" w:rsidRDefault="00FF3EEC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>V roce 2017 silně rostl vývoz (</w:t>
      </w:r>
      <w:r w:rsidR="00193818" w:rsidRPr="005A2C7B">
        <w:rPr>
          <w:spacing w:val="-4"/>
        </w:rPr>
        <w:t>6,5 %</w:t>
      </w:r>
      <w:r w:rsidRPr="005A2C7B">
        <w:rPr>
          <w:spacing w:val="-4"/>
        </w:rPr>
        <w:t>) i dovoz (</w:t>
      </w:r>
      <w:r w:rsidR="00193818" w:rsidRPr="005A2C7B">
        <w:rPr>
          <w:spacing w:val="-4"/>
        </w:rPr>
        <w:t>6,8 %</w:t>
      </w:r>
      <w:r w:rsidRPr="005A2C7B">
        <w:rPr>
          <w:spacing w:val="-4"/>
        </w:rPr>
        <w:t>) zboží. Rostl přebytek obchodu s</w:t>
      </w:r>
      <w:r w:rsidR="009C3ED8">
        <w:rPr>
          <w:spacing w:val="-4"/>
        </w:rPr>
        <w:t> motorovými vozidly a</w:t>
      </w:r>
      <w:r w:rsidR="009C3ED8" w:rsidRPr="005A2C7B">
        <w:rPr>
          <w:spacing w:val="-4"/>
        </w:rPr>
        <w:t> </w:t>
      </w:r>
      <w:r w:rsidR="00193818" w:rsidRPr="005A2C7B">
        <w:rPr>
          <w:spacing w:val="-4"/>
        </w:rPr>
        <w:t xml:space="preserve">stroji a zařízeními. Růst cen některých surovin pak zvýšil deficit obchodu se zeměmi mimo EU, odkud Česko většinově suroviny dováží. </w:t>
      </w:r>
      <w:r w:rsidR="0010106F" w:rsidRPr="005A2C7B">
        <w:rPr>
          <w:spacing w:val="-4"/>
        </w:rPr>
        <w:t xml:space="preserve">Celkový přebytek zahraničního obchodu navyšovaly služby. </w:t>
      </w:r>
      <w:r w:rsidRPr="005A2C7B">
        <w:rPr>
          <w:spacing w:val="-4"/>
        </w:rPr>
        <w:t>Ekonomická prosperita vedla mimo jiné k nárůstu zisků</w:t>
      </w:r>
      <w:r w:rsidR="0010106F" w:rsidRPr="005A2C7B">
        <w:rPr>
          <w:spacing w:val="-4"/>
        </w:rPr>
        <w:t xml:space="preserve"> z přímých investic. Ty byly reinvestovány ve větší míře než v minulých letech. Ekonomické vztahy se zahraničím ovlivnilo i ukončení režimu intervencí a následné posílení kurzu koruny vůči ostatním měnám. Vedlo to k výraznému navýšení zahraničního dluhu, především v podobě krátkodobého zadlužení.</w:t>
      </w:r>
    </w:p>
    <w:p w:rsidR="006A73A6" w:rsidRPr="005A2C7B" w:rsidRDefault="007C7BAE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>Investiční výdaje se loni z</w:t>
      </w:r>
      <w:r w:rsidR="00186919" w:rsidRPr="005A2C7B">
        <w:rPr>
          <w:spacing w:val="-4"/>
        </w:rPr>
        <w:t>výšily o 3,3 %. Dynamika již ne</w:t>
      </w:r>
      <w:r w:rsidRPr="005A2C7B">
        <w:rPr>
          <w:spacing w:val="-4"/>
        </w:rPr>
        <w:t>byla tak ovlivněna vývojem čerpání evropských dotací jako v letech 2014-2016. Zvýšily se investiční výdaje ve všech sektorech ekonomiky. Nefinanční podniky se snažily výdaji na stroje a zařízení řešit problém nedostatku pracovní síly, domácnosti dále investovaly do obydlí. U finančních institucí pokračoval výrazný nárů</w:t>
      </w:r>
      <w:r w:rsidR="00C805DC">
        <w:rPr>
          <w:spacing w:val="-4"/>
        </w:rPr>
        <w:t>st investic</w:t>
      </w:r>
      <w:r w:rsidR="00A230A8" w:rsidRPr="005A2C7B">
        <w:rPr>
          <w:spacing w:val="-4"/>
        </w:rPr>
        <w:t xml:space="preserve"> směřovaný do ICT a </w:t>
      </w:r>
      <w:r w:rsidRPr="005A2C7B">
        <w:rPr>
          <w:spacing w:val="-4"/>
        </w:rPr>
        <w:t>produktů duševního vlastnictví. Vládní instituce mírně oživily investice d</w:t>
      </w:r>
      <w:r w:rsidR="005A2C7B">
        <w:rPr>
          <w:spacing w:val="-4"/>
        </w:rPr>
        <w:t>o infrastruktury. L</w:t>
      </w:r>
      <w:r w:rsidR="007D0C24" w:rsidRPr="005A2C7B">
        <w:rPr>
          <w:spacing w:val="-4"/>
        </w:rPr>
        <w:t>oňské posílení investiční aktivity bylo společné většině států ze střední a východní Evropy.</w:t>
      </w:r>
    </w:p>
    <w:p w:rsidR="00186919" w:rsidRPr="005A2C7B" w:rsidRDefault="00186919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 xml:space="preserve">Tuzemský trh práce zažil v roce 2017 výjimečný rok. Pokračující svižný růst ekonomiky se pozitivně odrazil v tvorbě nových pracovních míst i v tempu celkové zaměstnanosti. Role zpracovatelského průmyslu jako hlavního tvůrce pracovních míst loni oslabila ve prospěch služeb, kde sílila zejména odvětví s dominancí státu. Pokračovala také dlouhodobě silná poptávka po pracovnících v informačních a komunikačních činnostech. Sezónně očištěná míra obecné nezaměstnanosti se </w:t>
      </w:r>
      <w:r w:rsidR="00F433FE" w:rsidRPr="005A2C7B">
        <w:rPr>
          <w:spacing w:val="-4"/>
        </w:rPr>
        <w:t>v roce</w:t>
      </w:r>
      <w:r w:rsidRPr="005A2C7B">
        <w:rPr>
          <w:spacing w:val="-4"/>
        </w:rPr>
        <w:t xml:space="preserve"> 2017 plynule snižovala a na jeho konci dosahovala u žen 2,9 %, u mužů 2,0 %. Práci nacházeli hlavně dlouhodobě nezaměstnaní. V míře nezaměstnanosti podobně jako v míře volných pracovních míst drželo Česko primát v EU. Objem vyplacených mezd byl (v pojetí národních účtů) meziročně vyšší o 8,2 %. K akceleraci růstu průměrných výdělků přispělo zvyšování minimální mzdy i </w:t>
      </w:r>
      <w:r w:rsidR="00093E3F" w:rsidRPr="005A2C7B">
        <w:rPr>
          <w:spacing w:val="-4"/>
        </w:rPr>
        <w:t xml:space="preserve">navýšení v oblastech </w:t>
      </w:r>
      <w:r w:rsidRPr="005A2C7B">
        <w:rPr>
          <w:spacing w:val="-4"/>
        </w:rPr>
        <w:t xml:space="preserve">s dominací </w:t>
      </w:r>
      <w:r w:rsidR="00093E3F" w:rsidRPr="005A2C7B">
        <w:rPr>
          <w:spacing w:val="-4"/>
        </w:rPr>
        <w:t>veřejného sektoru</w:t>
      </w:r>
      <w:r w:rsidRPr="005A2C7B">
        <w:rPr>
          <w:spacing w:val="-4"/>
        </w:rPr>
        <w:t>. Relativní mzdové rozdíly z pohledu odvětví, profesí či regionů se nezvyšovaly.</w:t>
      </w:r>
    </w:p>
    <w:p w:rsidR="006A73A6" w:rsidRPr="005A2C7B" w:rsidRDefault="00680001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>Sektoru nefinančních podniků, reprezentovanému z pohledu tvorby HPH téměř z poloviny odvě</w:t>
      </w:r>
      <w:r w:rsidR="00C805DC">
        <w:rPr>
          <w:spacing w:val="-4"/>
        </w:rPr>
        <w:t>tvím průmyslu, se dařilo. Jeho</w:t>
      </w:r>
      <w:r w:rsidRPr="005A2C7B">
        <w:rPr>
          <w:spacing w:val="-4"/>
        </w:rPr>
        <w:t xml:space="preserve"> podíl na přidané hodnotě celé ekonomiky vzrostl na rekordních 62,7 %. Růstové tempo zaměstnanosti sláblo (na +1,7 %), přesto bylo vyšší než v celé ekonomice. Sílící náklady na pracovní </w:t>
      </w:r>
      <w:r w:rsidR="00093E3F" w:rsidRPr="005A2C7B">
        <w:rPr>
          <w:spacing w:val="-4"/>
        </w:rPr>
        <w:t>sílu se odrazily</w:t>
      </w:r>
      <w:r w:rsidRPr="005A2C7B">
        <w:rPr>
          <w:spacing w:val="-4"/>
        </w:rPr>
        <w:t xml:space="preserve"> v míře zisku podniků, jež klesla druhým rokem v řadě. V kontextu EU však patřila k nejvyšším, unijní úroveň převyšovala o 9,4 p. </w:t>
      </w:r>
      <w:proofErr w:type="spellStart"/>
      <w:r w:rsidRPr="005A2C7B">
        <w:rPr>
          <w:spacing w:val="-4"/>
        </w:rPr>
        <w:t>b</w:t>
      </w:r>
      <w:proofErr w:type="spellEnd"/>
      <w:r w:rsidRPr="005A2C7B">
        <w:rPr>
          <w:spacing w:val="-4"/>
        </w:rPr>
        <w:t xml:space="preserve">. Výše čistého odlivu vlastnických důchodů ze sektoru nefinančních podniků (509 mld. korun) se meziročně nezměnila, když snížení </w:t>
      </w:r>
      <w:r w:rsidR="00093E3F" w:rsidRPr="005A2C7B">
        <w:rPr>
          <w:spacing w:val="-4"/>
        </w:rPr>
        <w:t>negativní</w:t>
      </w:r>
      <w:r w:rsidRPr="005A2C7B">
        <w:rPr>
          <w:spacing w:val="-4"/>
        </w:rPr>
        <w:t xml:space="preserve">ho </w:t>
      </w:r>
      <w:r w:rsidR="00093E3F" w:rsidRPr="005A2C7B">
        <w:rPr>
          <w:spacing w:val="-4"/>
        </w:rPr>
        <w:t>salda</w:t>
      </w:r>
      <w:r w:rsidRPr="005A2C7B">
        <w:rPr>
          <w:spacing w:val="-4"/>
        </w:rPr>
        <w:t xml:space="preserve"> úroků</w:t>
      </w:r>
      <w:r w:rsidR="00093E3F" w:rsidRPr="005A2C7B">
        <w:rPr>
          <w:spacing w:val="-4"/>
        </w:rPr>
        <w:t xml:space="preserve">, ale i </w:t>
      </w:r>
      <w:r w:rsidRPr="005A2C7B">
        <w:rPr>
          <w:spacing w:val="-4"/>
        </w:rPr>
        <w:t xml:space="preserve">dividend bylo </w:t>
      </w:r>
      <w:r w:rsidRPr="005A2C7B">
        <w:rPr>
          <w:spacing w:val="-4"/>
        </w:rPr>
        <w:lastRenderedPageBreak/>
        <w:t>kompenzováno vyšším objem</w:t>
      </w:r>
      <w:r w:rsidR="005A2C7B">
        <w:rPr>
          <w:spacing w:val="-4"/>
        </w:rPr>
        <w:t>em</w:t>
      </w:r>
      <w:r w:rsidRPr="005A2C7B">
        <w:rPr>
          <w:spacing w:val="-4"/>
        </w:rPr>
        <w:t xml:space="preserve"> </w:t>
      </w:r>
      <w:r w:rsidRPr="005A2C7B">
        <w:rPr>
          <w:rFonts w:cs="Arial"/>
          <w:spacing w:val="-4"/>
          <w:szCs w:val="20"/>
        </w:rPr>
        <w:t xml:space="preserve">reinvestovaných zisků z přímých zahraničních investic. Míra investic podniků </w:t>
      </w:r>
      <w:r w:rsidR="005A2C7B">
        <w:rPr>
          <w:rFonts w:cs="Arial"/>
          <w:spacing w:val="-4"/>
          <w:szCs w:val="20"/>
        </w:rPr>
        <w:t>činil</w:t>
      </w:r>
      <w:r w:rsidRPr="005A2C7B">
        <w:rPr>
          <w:rFonts w:cs="Arial"/>
          <w:spacing w:val="-4"/>
          <w:szCs w:val="20"/>
        </w:rPr>
        <w:t xml:space="preserve">a 28,1 % a meziročně se snížila o 0,8 p. </w:t>
      </w:r>
      <w:proofErr w:type="spellStart"/>
      <w:r w:rsidRPr="005A2C7B">
        <w:rPr>
          <w:rFonts w:cs="Arial"/>
          <w:spacing w:val="-4"/>
          <w:szCs w:val="20"/>
        </w:rPr>
        <w:t>b</w:t>
      </w:r>
      <w:proofErr w:type="spellEnd"/>
      <w:r w:rsidRPr="005A2C7B">
        <w:rPr>
          <w:rFonts w:cs="Arial"/>
          <w:spacing w:val="-4"/>
          <w:szCs w:val="20"/>
        </w:rPr>
        <w:t>. Tempo růstu objemu bankovních úvěrů nefinančním podnikům mírně zvolnilo na 4,9 % (z 6,6 % z roku 2016). Platební morálka podniků se dále zlepšovala</w:t>
      </w:r>
      <w:r w:rsidR="005A2C7B" w:rsidRPr="005A2C7B">
        <w:rPr>
          <w:rFonts w:cs="Arial"/>
          <w:spacing w:val="-4"/>
          <w:szCs w:val="20"/>
        </w:rPr>
        <w:t>.</w:t>
      </w:r>
    </w:p>
    <w:p w:rsidR="006A73A6" w:rsidRPr="005A2C7B" w:rsidRDefault="002B6B06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>V sektoru finančních institucí se začala výrazněji projevov</w:t>
      </w:r>
      <w:r w:rsidR="004F16F7" w:rsidRPr="005A2C7B">
        <w:rPr>
          <w:spacing w:val="-4"/>
        </w:rPr>
        <w:t>at několik let trvající stagnace</w:t>
      </w:r>
      <w:r w:rsidRPr="005A2C7B">
        <w:rPr>
          <w:spacing w:val="-4"/>
        </w:rPr>
        <w:t xml:space="preserve"> zaměstnanosti</w:t>
      </w:r>
      <w:r w:rsidR="004F16F7" w:rsidRPr="005A2C7B">
        <w:rPr>
          <w:spacing w:val="-4"/>
        </w:rPr>
        <w:t>, která loni vyústila do poklesu o 3,2 %</w:t>
      </w:r>
      <w:r w:rsidRPr="005A2C7B">
        <w:rPr>
          <w:spacing w:val="-4"/>
        </w:rPr>
        <w:t>.</w:t>
      </w:r>
      <w:r w:rsidR="004F16F7" w:rsidRPr="005A2C7B">
        <w:rPr>
          <w:spacing w:val="-4"/>
        </w:rPr>
        <w:t xml:space="preserve"> Výsledkem bylo mírné snížení vyplacených náhrad zaměstnancům (navzdory růstu průměrné mzdy ve finančnictví a pojišťovnictví o 3,6 %). Míra zisku celého sektoru následně dosáhla 61,3 %.</w:t>
      </w:r>
    </w:p>
    <w:p w:rsidR="006A73A6" w:rsidRPr="005A2C7B" w:rsidRDefault="006A73A6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>Domácnosti</w:t>
      </w:r>
      <w:r w:rsidR="004F16F7" w:rsidRPr="005A2C7B">
        <w:rPr>
          <w:spacing w:val="-4"/>
        </w:rPr>
        <w:t xml:space="preserve"> čerpaly z úspěšného ekonomického vývoje. Jejich disponibiln</w:t>
      </w:r>
      <w:r w:rsidR="00A230A8" w:rsidRPr="005A2C7B">
        <w:rPr>
          <w:spacing w:val="-4"/>
        </w:rPr>
        <w:t>í důchod loni vzrostl o 4,1 % a </w:t>
      </w:r>
      <w:r w:rsidR="004F16F7" w:rsidRPr="005A2C7B">
        <w:rPr>
          <w:spacing w:val="-4"/>
        </w:rPr>
        <w:t>hlavní měrou se na růstu podílelo zvyšování mezd a platů. Naopak výsledn</w:t>
      </w:r>
      <w:r w:rsidR="009C3ED8">
        <w:rPr>
          <w:spacing w:val="-4"/>
        </w:rPr>
        <w:t>é saldo důchodů z vlastnictví i</w:t>
      </w:r>
      <w:r w:rsidR="009C3ED8" w:rsidRPr="005A2C7B">
        <w:rPr>
          <w:spacing w:val="-4"/>
        </w:rPr>
        <w:t> </w:t>
      </w:r>
      <w:r w:rsidR="004F16F7" w:rsidRPr="005A2C7B">
        <w:rPr>
          <w:spacing w:val="-4"/>
        </w:rPr>
        <w:t>saldo druhotného rozdělení (sociální příspěvky mínus odvedené daně)</w:t>
      </w:r>
      <w:r w:rsidR="00750EF8" w:rsidRPr="005A2C7B">
        <w:rPr>
          <w:spacing w:val="-4"/>
        </w:rPr>
        <w:t xml:space="preserve"> růst disponibilního příjmu tlumilo. Na rozdíl od minulých třech let se v roce 2017 zvýšil rozdíl mezi nominálním růstem příjmů a reálným posílením kupní síly. Výdaje domácností na konečnou spotřebu loni vzrostly o 4,3 %, nejvíce od roku 2003. Rychlejší růst spotřeby než příjmů vedl také k poklesu </w:t>
      </w:r>
      <w:r w:rsidR="00347378" w:rsidRPr="005A2C7B">
        <w:rPr>
          <w:spacing w:val="-4"/>
        </w:rPr>
        <w:t>míry úspor. K nárůstu spotřeby nejvíce přispěly výdaje na služby, které s</w:t>
      </w:r>
      <w:r w:rsidR="00F433FE" w:rsidRPr="005A2C7B">
        <w:rPr>
          <w:spacing w:val="-4"/>
        </w:rPr>
        <w:t>ílily pátým</w:t>
      </w:r>
      <w:r w:rsidR="00347378" w:rsidRPr="005A2C7B">
        <w:rPr>
          <w:spacing w:val="-4"/>
        </w:rPr>
        <w:t xml:space="preserve"> rokem i výraznější růst výdajů na střednědobé statky (oblečení, obuv, sportovní vybavení, atd.). Zvýšená investiční aktivita domácností (především do obydlí) byla spojena mimo jiné s rostoucími cenami nemovitostí. To potvrzují i data ČNB, ze kterých vyplývá rostoucí průměrná výše poskytnutých úvěrů na bydlení.</w:t>
      </w:r>
    </w:p>
    <w:p w:rsidR="006A73A6" w:rsidRPr="005A2C7B" w:rsidRDefault="006A73A6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 xml:space="preserve">Hospodaření </w:t>
      </w:r>
      <w:r w:rsidR="009C3ED8">
        <w:rPr>
          <w:spacing w:val="-4"/>
        </w:rPr>
        <w:t xml:space="preserve">sektoru </w:t>
      </w:r>
      <w:r w:rsidRPr="005A2C7B">
        <w:rPr>
          <w:spacing w:val="-4"/>
        </w:rPr>
        <w:t>vládních institucí</w:t>
      </w:r>
      <w:r w:rsidR="00551238" w:rsidRPr="005A2C7B">
        <w:rPr>
          <w:spacing w:val="-4"/>
        </w:rPr>
        <w:t xml:space="preserve"> bylo loni přebytkové, podruhé v řadě.</w:t>
      </w:r>
      <w:r w:rsidR="00A230A8" w:rsidRPr="005A2C7B">
        <w:rPr>
          <w:spacing w:val="-4"/>
        </w:rPr>
        <w:t xml:space="preserve"> Přebytek se meziročně zvýšil a </w:t>
      </w:r>
      <w:r w:rsidR="00551238" w:rsidRPr="005A2C7B">
        <w:rPr>
          <w:spacing w:val="-4"/>
        </w:rPr>
        <w:t>dosáhl 80,6 mld. korun (1,6 % HDP). V mezinárodním srovnání se tak Česko výší relativního přebytku vyšvihlo na třetí místo v EU. Na výsledku hospodaření se projevil zejména silný růst daňových příjmů spojený s rostoucím výkonem ekonomiky i m</w:t>
      </w:r>
      <w:r w:rsidR="009C3ED8">
        <w:rPr>
          <w:spacing w:val="-4"/>
        </w:rPr>
        <w:t xml:space="preserve">zdovým vývojem. Výdaje </w:t>
      </w:r>
      <w:r w:rsidR="00551238" w:rsidRPr="005A2C7B">
        <w:rPr>
          <w:spacing w:val="-4"/>
        </w:rPr>
        <w:t xml:space="preserve">sektoru </w:t>
      </w:r>
      <w:r w:rsidR="009C3ED8">
        <w:rPr>
          <w:spacing w:val="-4"/>
        </w:rPr>
        <w:t xml:space="preserve">vládních institucí </w:t>
      </w:r>
      <w:r w:rsidR="00551238" w:rsidRPr="005A2C7B">
        <w:rPr>
          <w:spacing w:val="-4"/>
        </w:rPr>
        <w:t>rovněž silně rostly. Klíčový vliv měly náhrady zaměstnanců sektoru (nárůst o 10,2 %)</w:t>
      </w:r>
      <w:r w:rsidR="00182799" w:rsidRPr="005A2C7B">
        <w:rPr>
          <w:spacing w:val="-4"/>
        </w:rPr>
        <w:t>, především místní vládní instituce k tomu přidaly i silný růst investičních výdajů.</w:t>
      </w:r>
    </w:p>
    <w:p w:rsidR="00D1005A" w:rsidRPr="005A2C7B" w:rsidRDefault="00D1005A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 xml:space="preserve">HPH v odvětví zemědělství, lesnictví a rybářství se meziročně snížila o 3,0 %, nejvíce po roce 2010. </w:t>
      </w:r>
      <w:r w:rsidR="00A230A8" w:rsidRPr="005A2C7B">
        <w:rPr>
          <w:spacing w:val="-4"/>
        </w:rPr>
        <w:t>V </w:t>
      </w:r>
      <w:r w:rsidRPr="005A2C7B">
        <w:rPr>
          <w:spacing w:val="-4"/>
        </w:rPr>
        <w:t xml:space="preserve">samotném lesnictví výkony rostly. Rekordní těžba dřeva (nejvyšší po v historii </w:t>
      </w:r>
      <w:r w:rsidR="00A230A8" w:rsidRPr="005A2C7B">
        <w:rPr>
          <w:spacing w:val="-4"/>
        </w:rPr>
        <w:t>ČR) souvisela s </w:t>
      </w:r>
      <w:r w:rsidRPr="005A2C7B">
        <w:rPr>
          <w:color w:val="000000"/>
          <w:spacing w:val="-4"/>
        </w:rPr>
        <w:t xml:space="preserve">kalamitními situacemi. Zemědělství táhla dolů rostlinná produkce, v níž slabší úroda obilovin, olejnin či ovoce zastínila dobré výsledky </w:t>
      </w:r>
      <w:r w:rsidRPr="005A2C7B">
        <w:rPr>
          <w:spacing w:val="-4"/>
        </w:rPr>
        <w:t>producentů cukrové řepy, luskovin, chmele i vinných hroznů. Naopak v živočišné oblasti vyšší produkce mléka i vajec dokázaly pokles výroby masa (o 2,5 % meziročně, nejhlubší za posledních pět let) kompenzovat. Negativní saldo agrárního zahraničního obchodu ČR</w:t>
      </w:r>
      <w:r w:rsidR="009C3ED8">
        <w:rPr>
          <w:spacing w:val="-4"/>
        </w:rPr>
        <w:t xml:space="preserve"> se nadále prohlubovalo – jak u</w:t>
      </w:r>
      <w:r w:rsidR="009C3ED8" w:rsidRPr="005A2C7B">
        <w:rPr>
          <w:spacing w:val="-4"/>
        </w:rPr>
        <w:t> </w:t>
      </w:r>
      <w:r w:rsidRPr="005A2C7B">
        <w:rPr>
          <w:spacing w:val="-4"/>
        </w:rPr>
        <w:t>prvovýrobců, tak zejména u zpracovatelů.</w:t>
      </w:r>
    </w:p>
    <w:p w:rsidR="00BE468E" w:rsidRPr="005A2C7B" w:rsidRDefault="00BE468E" w:rsidP="00067A82">
      <w:pPr>
        <w:pStyle w:val="Normalodrka"/>
        <w:spacing w:after="160"/>
        <w:rPr>
          <w:spacing w:val="-4"/>
        </w:rPr>
      </w:pPr>
      <w:r w:rsidRPr="005A2C7B">
        <w:rPr>
          <w:spacing w:val="-4"/>
        </w:rPr>
        <w:t xml:space="preserve">Průmysl loni těžil z rostoucí tuzemské i zahraniční poptávky. HPH posílila meziročně o 9,0 %, nejvíce po roce 2006. K růstu HPH v průmyslu přispěly z poloviny automobilový průmysl a nejbližší návazné obory. Dařilo se strojírenství, výrobě počítačů, ale i většině menších zpracovatelských oborů. Po ukončení odstávek plně obnovily výrobní kapacity chemický průmysl i energetika. S dlouhodobějšími problémy se </w:t>
      </w:r>
      <w:r w:rsidR="005A2C7B">
        <w:rPr>
          <w:spacing w:val="-4"/>
        </w:rPr>
        <w:t xml:space="preserve">naopak </w:t>
      </w:r>
      <w:r w:rsidRPr="005A2C7B">
        <w:rPr>
          <w:spacing w:val="-4"/>
        </w:rPr>
        <w:t xml:space="preserve">potýkal těžební průmysl a také hutnictví. </w:t>
      </w:r>
    </w:p>
    <w:p w:rsidR="00067A82" w:rsidRPr="005A2C7B" w:rsidRDefault="00067A82" w:rsidP="005A2C7B">
      <w:pPr>
        <w:pStyle w:val="Normalodrka"/>
        <w:spacing w:after="160"/>
        <w:rPr>
          <w:spacing w:val="-4"/>
        </w:rPr>
      </w:pPr>
      <w:r w:rsidRPr="005A2C7B">
        <w:rPr>
          <w:color w:val="0D0D0D" w:themeColor="text1" w:themeTint="F2"/>
          <w:spacing w:val="-4"/>
        </w:rPr>
        <w:t>Meziroční pokles produkce ve stavebnictví se loni zastavil, nepříznivý vývoj v případě HPH ale přetrvával. Ta loni jen nepatrně překračovala úroveň z roku 2012, kdy v tomto odvětví recese vrcholila. K redukci HPH přisp</w:t>
      </w:r>
      <w:r w:rsidR="005A2C7B">
        <w:rPr>
          <w:color w:val="0D0D0D" w:themeColor="text1" w:themeTint="F2"/>
          <w:spacing w:val="-4"/>
        </w:rPr>
        <w:t>ělo loni</w:t>
      </w:r>
      <w:r w:rsidRPr="005A2C7B">
        <w:rPr>
          <w:color w:val="0D0D0D" w:themeColor="text1" w:themeTint="F2"/>
          <w:spacing w:val="-4"/>
        </w:rPr>
        <w:t xml:space="preserve"> </w:t>
      </w:r>
      <w:r w:rsidR="005A2C7B">
        <w:rPr>
          <w:color w:val="0D0D0D" w:themeColor="text1" w:themeTint="F2"/>
          <w:spacing w:val="-4"/>
        </w:rPr>
        <w:t>hlavně inženýrské</w:t>
      </w:r>
      <w:r w:rsidRPr="005A2C7B">
        <w:rPr>
          <w:color w:val="0D0D0D" w:themeColor="text1" w:themeTint="F2"/>
          <w:spacing w:val="-4"/>
        </w:rPr>
        <w:t xml:space="preserve"> stavitelství. Více se dařilo specializovaných stavebním činnostem. </w:t>
      </w:r>
      <w:r w:rsidRPr="005A2C7B">
        <w:rPr>
          <w:spacing w:val="-4"/>
        </w:rPr>
        <w:t xml:space="preserve">Již druhým rokem v řadě zůstaly nejvýznamnější složkou stavebních prací opravy a údržba. Zrychloval růst výstavby </w:t>
      </w:r>
      <w:r w:rsidRPr="005A2C7B">
        <w:rPr>
          <w:color w:val="0D0D0D"/>
          <w:spacing w:val="-4"/>
        </w:rPr>
        <w:t>nebytových výrobních budov. Již čtvrtým rokem v řadě mírně ožívala výstavba bytových budov. Vyhlídky odvětví stavebnictví se v průběhu roku výrazně zlepšovaly, což souviselo s růstem nových zakázek.</w:t>
      </w:r>
    </w:p>
    <w:p w:rsidR="00FF3EEC" w:rsidRPr="005A2C7B" w:rsidRDefault="005A2C7B" w:rsidP="005A2C7B">
      <w:pPr>
        <w:pStyle w:val="Normalodrka"/>
      </w:pPr>
      <w:r w:rsidRPr="005A2C7B">
        <w:rPr>
          <w:spacing w:val="-4"/>
        </w:rPr>
        <w:t>V celém terciárním sektor</w:t>
      </w:r>
      <w:r w:rsidR="00BD2211">
        <w:rPr>
          <w:spacing w:val="-4"/>
        </w:rPr>
        <w:t>u ekonomiky vzrostla v roce 2017 HPH o 4,2</w:t>
      </w:r>
      <w:r w:rsidRPr="005A2C7B">
        <w:rPr>
          <w:spacing w:val="-4"/>
        </w:rPr>
        <w:t xml:space="preserve"> %. Vedle peněžnictví a pojišťovnictví se dařilo zejména informačním komunikačním činnostem (+5,7 %).</w:t>
      </w:r>
      <w:r>
        <w:rPr>
          <w:spacing w:val="-4"/>
        </w:rPr>
        <w:t xml:space="preserve"> Na růstu služeb se </w:t>
      </w:r>
      <w:r w:rsidRPr="005A2C7B">
        <w:rPr>
          <w:spacing w:val="-4"/>
        </w:rPr>
        <w:t>a</w:t>
      </w:r>
      <w:r>
        <w:rPr>
          <w:spacing w:val="-4"/>
        </w:rPr>
        <w:t>le</w:t>
      </w:r>
      <w:r w:rsidRPr="005A2C7B">
        <w:rPr>
          <w:spacing w:val="-4"/>
        </w:rPr>
        <w:t xml:space="preserve"> nejvíce </w:t>
      </w:r>
      <w:r>
        <w:rPr>
          <w:spacing w:val="-4"/>
        </w:rPr>
        <w:t>podílelo uskupení</w:t>
      </w:r>
      <w:r w:rsidRPr="005A2C7B">
        <w:rPr>
          <w:spacing w:val="-4"/>
        </w:rPr>
        <w:t xml:space="preserve"> obchod, doprava, ubytování a pohostinství</w:t>
      </w:r>
      <w:r w:rsidR="00BD2211">
        <w:rPr>
          <w:spacing w:val="-4"/>
        </w:rPr>
        <w:t>, které k mezi</w:t>
      </w:r>
      <w:r w:rsidR="00942C19">
        <w:rPr>
          <w:spacing w:val="-4"/>
        </w:rPr>
        <w:t>r</w:t>
      </w:r>
      <w:r w:rsidR="00BD2211">
        <w:rPr>
          <w:spacing w:val="-4"/>
        </w:rPr>
        <w:t>o</w:t>
      </w:r>
      <w:r w:rsidR="00942C19">
        <w:rPr>
          <w:spacing w:val="-4"/>
        </w:rPr>
        <w:t>čně vyšší HPH p</w:t>
      </w:r>
      <w:r w:rsidR="00D050F8">
        <w:rPr>
          <w:spacing w:val="-4"/>
        </w:rPr>
        <w:t>řispělo</w:t>
      </w:r>
      <w:r w:rsidRPr="005A2C7B">
        <w:rPr>
          <w:spacing w:val="-4"/>
        </w:rPr>
        <w:t xml:space="preserve"> téměř ze 40 %. Příznivý vývoj na trhu práce společně s dalším posílením optimistických očekávání spotřebitelů vyústily v téměř 6 % růst maloobchodních tržeb. Šlo o desetileté maximum. Rostoucí mobilita obyvatel se odrážela ve vyšších přepravních výkonech všech druhů veřejné dopravy. Tržby v ubytování byly podpořeny dynamickým růstem cestovního ruchu. </w:t>
      </w:r>
      <w:r w:rsidRPr="005A2C7B">
        <w:rPr>
          <w:color w:val="0D0D0D"/>
          <w:spacing w:val="-4"/>
        </w:rPr>
        <w:t>Loni počet hostů v hromadných ubytovacích zařízeních meziročně vzrostl o 8,8 % a</w:t>
      </w:r>
      <w:r w:rsidR="00BD2211" w:rsidRPr="005A2C7B">
        <w:rPr>
          <w:spacing w:val="-4"/>
        </w:rPr>
        <w:t> </w:t>
      </w:r>
      <w:r w:rsidR="00BD2211">
        <w:rPr>
          <w:color w:val="0D0D0D"/>
          <w:spacing w:val="-4"/>
        </w:rPr>
        <w:t>poprvé překročil</w:t>
      </w:r>
      <w:r w:rsidRPr="005A2C7B">
        <w:rPr>
          <w:color w:val="0D0D0D"/>
          <w:spacing w:val="-4"/>
        </w:rPr>
        <w:t xml:space="preserve"> hranici</w:t>
      </w:r>
      <w:r w:rsidR="00BD2211">
        <w:rPr>
          <w:color w:val="0D0D0D"/>
          <w:spacing w:val="-4"/>
        </w:rPr>
        <w:t xml:space="preserve"> 20 milionů</w:t>
      </w:r>
      <w:r w:rsidRPr="005A2C7B">
        <w:rPr>
          <w:color w:val="0D0D0D"/>
          <w:spacing w:val="-4"/>
        </w:rPr>
        <w:t>.</w:t>
      </w:r>
      <w:r w:rsidR="002B2127">
        <w:rPr>
          <w:color w:val="0D0D0D"/>
          <w:spacing w:val="-4"/>
        </w:rPr>
        <w:t xml:space="preserve"> K růstu počtu přenocování přispěli v roce 2017 nejvíce ruští občané.</w:t>
      </w:r>
    </w:p>
    <w:sectPr w:rsidR="00FF3EEC" w:rsidRPr="005A2C7B" w:rsidSect="0041514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E3C" w:rsidRDefault="00EF0E3C" w:rsidP="00E71A58">
      <w:r>
        <w:separator/>
      </w:r>
    </w:p>
  </w:endnote>
  <w:endnote w:type="continuationSeparator" w:id="0">
    <w:p w:rsidR="00EF0E3C" w:rsidRDefault="00EF0E3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Times New Roman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5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83C17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783C17" w:rsidRPr="00932443">
      <w:rPr>
        <w:szCs w:val="16"/>
      </w:rPr>
      <w:fldChar w:fldCharType="separate"/>
    </w:r>
    <w:r w:rsidR="00415142">
      <w:rPr>
        <w:szCs w:val="16"/>
      </w:rPr>
      <w:t>4</w:t>
    </w:r>
    <w:r w:rsidR="00783C17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932443" w:rsidRDefault="00C805DC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6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2017</w:t>
    </w:r>
    <w:r w:rsidRPr="00932443">
      <w:rPr>
        <w:szCs w:val="16"/>
      </w:rPr>
      <w:tab/>
    </w:r>
    <w:r w:rsidR="00783C17"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="00783C17" w:rsidRPr="00932443">
      <w:rPr>
        <w:rStyle w:val="ZpatChar"/>
        <w:szCs w:val="16"/>
      </w:rPr>
      <w:fldChar w:fldCharType="separate"/>
    </w:r>
    <w:r w:rsidR="00415142">
      <w:rPr>
        <w:rStyle w:val="ZpatChar"/>
        <w:szCs w:val="16"/>
      </w:rPr>
      <w:t>5</w:t>
    </w:r>
    <w:r w:rsidR="00783C17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E3C" w:rsidRDefault="00EF0E3C" w:rsidP="00E71A58">
      <w:r>
        <w:separator/>
      </w:r>
    </w:p>
  </w:footnote>
  <w:footnote w:type="continuationSeparator" w:id="0">
    <w:p w:rsidR="00EF0E3C" w:rsidRDefault="00EF0E3C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Pr="00601A2E" w:rsidRDefault="00C805DC" w:rsidP="00601A2E">
    <w:pPr>
      <w:pStyle w:val="Zhlav"/>
    </w:pPr>
    <w:r>
      <w:t>Analýza ekonomického vývoje v roce 2017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5DC" w:rsidRDefault="00C805DC" w:rsidP="00937AE2">
    <w:pPr>
      <w:pStyle w:val="Zhlav"/>
    </w:pPr>
    <w:r>
      <w:t>Analýza ekonomického vývoje v roce 2017</w:t>
    </w:r>
  </w:p>
  <w:p w:rsidR="00C805DC" w:rsidRPr="006F5416" w:rsidRDefault="00C805DC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20"/>
  </w:num>
  <w:num w:numId="14">
    <w:abstractNumId w:val="10"/>
  </w:num>
  <w:num w:numId="15">
    <w:abstractNumId w:val="16"/>
  </w:num>
  <w:num w:numId="16">
    <w:abstractNumId w:val="12"/>
  </w:num>
  <w:num w:numId="17">
    <w:abstractNumId w:val="21"/>
  </w:num>
  <w:num w:numId="18">
    <w:abstractNumId w:val="17"/>
  </w:num>
  <w:num w:numId="19">
    <w:abstractNumId w:val="22"/>
  </w:num>
  <w:num w:numId="20">
    <w:abstractNumId w:val="23"/>
  </w:num>
  <w:num w:numId="21">
    <w:abstractNumId w:val="19"/>
  </w:num>
  <w:num w:numId="22">
    <w:abstractNumId w:val="15"/>
  </w:num>
  <w:num w:numId="23">
    <w:abstractNumId w:val="1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F46502"/>
    <w:rsid w:val="0000209D"/>
    <w:rsid w:val="0000437D"/>
    <w:rsid w:val="00004D5A"/>
    <w:rsid w:val="000056D5"/>
    <w:rsid w:val="00006ABD"/>
    <w:rsid w:val="0000767A"/>
    <w:rsid w:val="00007BEF"/>
    <w:rsid w:val="00010256"/>
    <w:rsid w:val="00010702"/>
    <w:rsid w:val="00011912"/>
    <w:rsid w:val="0002195D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7A82"/>
    <w:rsid w:val="000712B3"/>
    <w:rsid w:val="0008263E"/>
    <w:rsid w:val="00082A55"/>
    <w:rsid w:val="00082C19"/>
    <w:rsid w:val="00085395"/>
    <w:rsid w:val="00087634"/>
    <w:rsid w:val="00087F2B"/>
    <w:rsid w:val="00093E3F"/>
    <w:rsid w:val="00093E53"/>
    <w:rsid w:val="00095135"/>
    <w:rsid w:val="00096085"/>
    <w:rsid w:val="000974D1"/>
    <w:rsid w:val="0009799E"/>
    <w:rsid w:val="000A1183"/>
    <w:rsid w:val="000A256D"/>
    <w:rsid w:val="000A3A2C"/>
    <w:rsid w:val="000B525B"/>
    <w:rsid w:val="000C1D78"/>
    <w:rsid w:val="000C3408"/>
    <w:rsid w:val="000C6AFD"/>
    <w:rsid w:val="000D514E"/>
    <w:rsid w:val="000D5637"/>
    <w:rsid w:val="000E6FBD"/>
    <w:rsid w:val="000F030B"/>
    <w:rsid w:val="00100F5C"/>
    <w:rsid w:val="0010106F"/>
    <w:rsid w:val="00101CDA"/>
    <w:rsid w:val="00104C4C"/>
    <w:rsid w:val="00117623"/>
    <w:rsid w:val="0012192F"/>
    <w:rsid w:val="00125D69"/>
    <w:rsid w:val="001405FA"/>
    <w:rsid w:val="00141782"/>
    <w:rsid w:val="001425C3"/>
    <w:rsid w:val="001528B9"/>
    <w:rsid w:val="001612F4"/>
    <w:rsid w:val="00162312"/>
    <w:rsid w:val="0016256B"/>
    <w:rsid w:val="00163793"/>
    <w:rsid w:val="001706D6"/>
    <w:rsid w:val="001714F2"/>
    <w:rsid w:val="001730A6"/>
    <w:rsid w:val="00175B9F"/>
    <w:rsid w:val="00181BBC"/>
    <w:rsid w:val="00182799"/>
    <w:rsid w:val="00184B08"/>
    <w:rsid w:val="00185010"/>
    <w:rsid w:val="00186919"/>
    <w:rsid w:val="001916DB"/>
    <w:rsid w:val="00193818"/>
    <w:rsid w:val="001A0487"/>
    <w:rsid w:val="001A0D6B"/>
    <w:rsid w:val="001A552F"/>
    <w:rsid w:val="001B2CA9"/>
    <w:rsid w:val="001B3110"/>
    <w:rsid w:val="001B4729"/>
    <w:rsid w:val="001B6310"/>
    <w:rsid w:val="001B6C09"/>
    <w:rsid w:val="001C05CD"/>
    <w:rsid w:val="001C1B66"/>
    <w:rsid w:val="001D198A"/>
    <w:rsid w:val="001D463E"/>
    <w:rsid w:val="001D68B2"/>
    <w:rsid w:val="001D70E9"/>
    <w:rsid w:val="001E504C"/>
    <w:rsid w:val="001F4597"/>
    <w:rsid w:val="00203DA4"/>
    <w:rsid w:val="002052C6"/>
    <w:rsid w:val="002118B9"/>
    <w:rsid w:val="00217C5B"/>
    <w:rsid w:val="0022139E"/>
    <w:rsid w:val="00222729"/>
    <w:rsid w:val="00222FFB"/>
    <w:rsid w:val="002252E0"/>
    <w:rsid w:val="002255F6"/>
    <w:rsid w:val="00227850"/>
    <w:rsid w:val="00227A53"/>
    <w:rsid w:val="00230C6E"/>
    <w:rsid w:val="00236443"/>
    <w:rsid w:val="00241B06"/>
    <w:rsid w:val="002436BA"/>
    <w:rsid w:val="00244A15"/>
    <w:rsid w:val="00247319"/>
    <w:rsid w:val="0024799E"/>
    <w:rsid w:val="00253C0F"/>
    <w:rsid w:val="002558C1"/>
    <w:rsid w:val="0026207F"/>
    <w:rsid w:val="0026743D"/>
    <w:rsid w:val="00271465"/>
    <w:rsid w:val="00274037"/>
    <w:rsid w:val="00285412"/>
    <w:rsid w:val="00291640"/>
    <w:rsid w:val="002A16D4"/>
    <w:rsid w:val="002A230C"/>
    <w:rsid w:val="002A5D97"/>
    <w:rsid w:val="002B2127"/>
    <w:rsid w:val="002B213A"/>
    <w:rsid w:val="002B38B8"/>
    <w:rsid w:val="002B4845"/>
    <w:rsid w:val="002B6B06"/>
    <w:rsid w:val="002C43BD"/>
    <w:rsid w:val="002D0E59"/>
    <w:rsid w:val="002E02A1"/>
    <w:rsid w:val="002E4E4C"/>
    <w:rsid w:val="00303533"/>
    <w:rsid w:val="00304771"/>
    <w:rsid w:val="003052D4"/>
    <w:rsid w:val="00306C5B"/>
    <w:rsid w:val="003209D6"/>
    <w:rsid w:val="00321924"/>
    <w:rsid w:val="0032656E"/>
    <w:rsid w:val="00330060"/>
    <w:rsid w:val="00332190"/>
    <w:rsid w:val="00336E03"/>
    <w:rsid w:val="0034335E"/>
    <w:rsid w:val="00344668"/>
    <w:rsid w:val="003462D9"/>
    <w:rsid w:val="00347378"/>
    <w:rsid w:val="00360C86"/>
    <w:rsid w:val="00360DE3"/>
    <w:rsid w:val="00360FBC"/>
    <w:rsid w:val="00362E90"/>
    <w:rsid w:val="00364FA0"/>
    <w:rsid w:val="003657F3"/>
    <w:rsid w:val="003818DC"/>
    <w:rsid w:val="00384327"/>
    <w:rsid w:val="00385D3E"/>
    <w:rsid w:val="00385D98"/>
    <w:rsid w:val="003870EE"/>
    <w:rsid w:val="00392244"/>
    <w:rsid w:val="003A2B4D"/>
    <w:rsid w:val="003A2D12"/>
    <w:rsid w:val="003A478C"/>
    <w:rsid w:val="003A5525"/>
    <w:rsid w:val="003A6B38"/>
    <w:rsid w:val="003B4331"/>
    <w:rsid w:val="003B461F"/>
    <w:rsid w:val="003B5A32"/>
    <w:rsid w:val="003C3490"/>
    <w:rsid w:val="003C4BE8"/>
    <w:rsid w:val="003C7E62"/>
    <w:rsid w:val="003D6920"/>
    <w:rsid w:val="003E38BA"/>
    <w:rsid w:val="003E4C91"/>
    <w:rsid w:val="003F313C"/>
    <w:rsid w:val="003F37FC"/>
    <w:rsid w:val="003F3890"/>
    <w:rsid w:val="003F4B2C"/>
    <w:rsid w:val="003F551C"/>
    <w:rsid w:val="003F72ED"/>
    <w:rsid w:val="003F7D23"/>
    <w:rsid w:val="00407C13"/>
    <w:rsid w:val="00410638"/>
    <w:rsid w:val="0041501E"/>
    <w:rsid w:val="00415142"/>
    <w:rsid w:val="004159C3"/>
    <w:rsid w:val="004225C6"/>
    <w:rsid w:val="00432A58"/>
    <w:rsid w:val="00433C0C"/>
    <w:rsid w:val="00434617"/>
    <w:rsid w:val="00436778"/>
    <w:rsid w:val="00440900"/>
    <w:rsid w:val="00441BF6"/>
    <w:rsid w:val="004441A0"/>
    <w:rsid w:val="0045078A"/>
    <w:rsid w:val="0045086D"/>
    <w:rsid w:val="00460FB3"/>
    <w:rsid w:val="00461976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3F18"/>
    <w:rsid w:val="004A14E4"/>
    <w:rsid w:val="004A3212"/>
    <w:rsid w:val="004A5494"/>
    <w:rsid w:val="004A61C5"/>
    <w:rsid w:val="004A77DF"/>
    <w:rsid w:val="004B1417"/>
    <w:rsid w:val="004B48DF"/>
    <w:rsid w:val="004B55B7"/>
    <w:rsid w:val="004B6468"/>
    <w:rsid w:val="004B7125"/>
    <w:rsid w:val="004C26B0"/>
    <w:rsid w:val="004C384C"/>
    <w:rsid w:val="004C3867"/>
    <w:rsid w:val="004C4CD0"/>
    <w:rsid w:val="004C5FBF"/>
    <w:rsid w:val="004C70DC"/>
    <w:rsid w:val="004D0211"/>
    <w:rsid w:val="004D0794"/>
    <w:rsid w:val="004E02EB"/>
    <w:rsid w:val="004E326C"/>
    <w:rsid w:val="004F06F5"/>
    <w:rsid w:val="004F16F7"/>
    <w:rsid w:val="004F33A0"/>
    <w:rsid w:val="0050689D"/>
    <w:rsid w:val="005108C0"/>
    <w:rsid w:val="00511873"/>
    <w:rsid w:val="00512A2F"/>
    <w:rsid w:val="00513B7E"/>
    <w:rsid w:val="00515C74"/>
    <w:rsid w:val="00515FFA"/>
    <w:rsid w:val="005173AF"/>
    <w:rsid w:val="0052007E"/>
    <w:rsid w:val="0052337A"/>
    <w:rsid w:val="00525137"/>
    <w:rsid w:val="005251DD"/>
    <w:rsid w:val="00532CE7"/>
    <w:rsid w:val="0053324C"/>
    <w:rsid w:val="00534A28"/>
    <w:rsid w:val="00541508"/>
    <w:rsid w:val="00543498"/>
    <w:rsid w:val="00551238"/>
    <w:rsid w:val="0055599F"/>
    <w:rsid w:val="00556D68"/>
    <w:rsid w:val="00563EB8"/>
    <w:rsid w:val="005647BF"/>
    <w:rsid w:val="00564AF1"/>
    <w:rsid w:val="0057364B"/>
    <w:rsid w:val="00574773"/>
    <w:rsid w:val="00583FFD"/>
    <w:rsid w:val="005911BE"/>
    <w:rsid w:val="00593152"/>
    <w:rsid w:val="005A10F2"/>
    <w:rsid w:val="005A21E0"/>
    <w:rsid w:val="005A28FF"/>
    <w:rsid w:val="005A2C7B"/>
    <w:rsid w:val="005A3DF8"/>
    <w:rsid w:val="005A5549"/>
    <w:rsid w:val="005A7666"/>
    <w:rsid w:val="005B08EB"/>
    <w:rsid w:val="005B121D"/>
    <w:rsid w:val="005C06ED"/>
    <w:rsid w:val="005C2609"/>
    <w:rsid w:val="005D3386"/>
    <w:rsid w:val="005D5802"/>
    <w:rsid w:val="005D7119"/>
    <w:rsid w:val="005D7890"/>
    <w:rsid w:val="005E2A7C"/>
    <w:rsid w:val="005E7C78"/>
    <w:rsid w:val="005F18C5"/>
    <w:rsid w:val="005F3EB1"/>
    <w:rsid w:val="005F46D8"/>
    <w:rsid w:val="005F5469"/>
    <w:rsid w:val="00600079"/>
    <w:rsid w:val="006003D1"/>
    <w:rsid w:val="00601A2E"/>
    <w:rsid w:val="0060404F"/>
    <w:rsid w:val="00604307"/>
    <w:rsid w:val="0060487F"/>
    <w:rsid w:val="00604EAD"/>
    <w:rsid w:val="006104FB"/>
    <w:rsid w:val="0061249B"/>
    <w:rsid w:val="00612A2F"/>
    <w:rsid w:val="00616E05"/>
    <w:rsid w:val="00624093"/>
    <w:rsid w:val="0063201A"/>
    <w:rsid w:val="006350D5"/>
    <w:rsid w:val="006404A7"/>
    <w:rsid w:val="006451E4"/>
    <w:rsid w:val="00645B33"/>
    <w:rsid w:val="00650330"/>
    <w:rsid w:val="006516CB"/>
    <w:rsid w:val="006558BD"/>
    <w:rsid w:val="00657E87"/>
    <w:rsid w:val="00664803"/>
    <w:rsid w:val="00665BA4"/>
    <w:rsid w:val="00666D91"/>
    <w:rsid w:val="00667AF2"/>
    <w:rsid w:val="006710C9"/>
    <w:rsid w:val="00674D89"/>
    <w:rsid w:val="00675E37"/>
    <w:rsid w:val="00680001"/>
    <w:rsid w:val="0068174E"/>
    <w:rsid w:val="00681DCE"/>
    <w:rsid w:val="0068260E"/>
    <w:rsid w:val="006836CB"/>
    <w:rsid w:val="00695BEF"/>
    <w:rsid w:val="006977F6"/>
    <w:rsid w:val="00697A13"/>
    <w:rsid w:val="006A109C"/>
    <w:rsid w:val="006A3E08"/>
    <w:rsid w:val="006A73A6"/>
    <w:rsid w:val="006B0F92"/>
    <w:rsid w:val="006B344A"/>
    <w:rsid w:val="006B4B7B"/>
    <w:rsid w:val="006B78D8"/>
    <w:rsid w:val="006C113F"/>
    <w:rsid w:val="006C123E"/>
    <w:rsid w:val="006C1752"/>
    <w:rsid w:val="006C33B2"/>
    <w:rsid w:val="006C56D4"/>
    <w:rsid w:val="006C6924"/>
    <w:rsid w:val="006C7CA6"/>
    <w:rsid w:val="006D3E8A"/>
    <w:rsid w:val="006D61F6"/>
    <w:rsid w:val="006D64C2"/>
    <w:rsid w:val="006E279A"/>
    <w:rsid w:val="006E313B"/>
    <w:rsid w:val="006E7227"/>
    <w:rsid w:val="006F2595"/>
    <w:rsid w:val="006F438E"/>
    <w:rsid w:val="006F5416"/>
    <w:rsid w:val="00705242"/>
    <w:rsid w:val="00706AD4"/>
    <w:rsid w:val="00707150"/>
    <w:rsid w:val="007140BE"/>
    <w:rsid w:val="00716E3F"/>
    <w:rsid w:val="007211F5"/>
    <w:rsid w:val="007240E2"/>
    <w:rsid w:val="00725BB5"/>
    <w:rsid w:val="00730AE8"/>
    <w:rsid w:val="00730F1B"/>
    <w:rsid w:val="00741493"/>
    <w:rsid w:val="0074369B"/>
    <w:rsid w:val="00750EF8"/>
    <w:rsid w:val="00752180"/>
    <w:rsid w:val="00753CAB"/>
    <w:rsid w:val="00755202"/>
    <w:rsid w:val="00755D3A"/>
    <w:rsid w:val="007578D3"/>
    <w:rsid w:val="007609C6"/>
    <w:rsid w:val="0076175D"/>
    <w:rsid w:val="00763B85"/>
    <w:rsid w:val="0076521E"/>
    <w:rsid w:val="007661E9"/>
    <w:rsid w:val="00775F45"/>
    <w:rsid w:val="00776169"/>
    <w:rsid w:val="00776527"/>
    <w:rsid w:val="00780EF1"/>
    <w:rsid w:val="00783C17"/>
    <w:rsid w:val="00785232"/>
    <w:rsid w:val="00790764"/>
    <w:rsid w:val="0079453C"/>
    <w:rsid w:val="00794677"/>
    <w:rsid w:val="007A516D"/>
    <w:rsid w:val="007B6689"/>
    <w:rsid w:val="007C13A4"/>
    <w:rsid w:val="007C6BBD"/>
    <w:rsid w:val="007C7BAE"/>
    <w:rsid w:val="007D0C24"/>
    <w:rsid w:val="007D40DF"/>
    <w:rsid w:val="007E29B4"/>
    <w:rsid w:val="007E435A"/>
    <w:rsid w:val="007E7E61"/>
    <w:rsid w:val="007F0845"/>
    <w:rsid w:val="007F708D"/>
    <w:rsid w:val="00801E13"/>
    <w:rsid w:val="00807C82"/>
    <w:rsid w:val="00816905"/>
    <w:rsid w:val="00821FF6"/>
    <w:rsid w:val="00822574"/>
    <w:rsid w:val="00825C4D"/>
    <w:rsid w:val="0083143E"/>
    <w:rsid w:val="00831CDE"/>
    <w:rsid w:val="00833BF2"/>
    <w:rsid w:val="00834304"/>
    <w:rsid w:val="00834FAA"/>
    <w:rsid w:val="00836086"/>
    <w:rsid w:val="00846121"/>
    <w:rsid w:val="0084708F"/>
    <w:rsid w:val="008477C8"/>
    <w:rsid w:val="00847931"/>
    <w:rsid w:val="0085114D"/>
    <w:rsid w:val="00852217"/>
    <w:rsid w:val="00855408"/>
    <w:rsid w:val="00856D65"/>
    <w:rsid w:val="00861B41"/>
    <w:rsid w:val="00861BE3"/>
    <w:rsid w:val="00863434"/>
    <w:rsid w:val="00865E4C"/>
    <w:rsid w:val="008701E4"/>
    <w:rsid w:val="00875A32"/>
    <w:rsid w:val="00876086"/>
    <w:rsid w:val="008873D4"/>
    <w:rsid w:val="0089296D"/>
    <w:rsid w:val="00893E85"/>
    <w:rsid w:val="00894031"/>
    <w:rsid w:val="00895508"/>
    <w:rsid w:val="008B7C02"/>
    <w:rsid w:val="008B7D2B"/>
    <w:rsid w:val="008C0049"/>
    <w:rsid w:val="008C0E88"/>
    <w:rsid w:val="008D0A60"/>
    <w:rsid w:val="008D0DBD"/>
    <w:rsid w:val="008D1E6A"/>
    <w:rsid w:val="008D2A16"/>
    <w:rsid w:val="008E0DC9"/>
    <w:rsid w:val="008E2C57"/>
    <w:rsid w:val="008E31FF"/>
    <w:rsid w:val="008E6F06"/>
    <w:rsid w:val="008E7FC9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0FB1"/>
    <w:rsid w:val="0093139F"/>
    <w:rsid w:val="00932443"/>
    <w:rsid w:val="00937AE2"/>
    <w:rsid w:val="00942C19"/>
    <w:rsid w:val="0094427A"/>
    <w:rsid w:val="00945245"/>
    <w:rsid w:val="009540B7"/>
    <w:rsid w:val="0095759C"/>
    <w:rsid w:val="00974923"/>
    <w:rsid w:val="00980D3D"/>
    <w:rsid w:val="00987A30"/>
    <w:rsid w:val="00992CF3"/>
    <w:rsid w:val="009942B6"/>
    <w:rsid w:val="00994868"/>
    <w:rsid w:val="009968D6"/>
    <w:rsid w:val="009A1CAB"/>
    <w:rsid w:val="009A60D1"/>
    <w:rsid w:val="009A7B2E"/>
    <w:rsid w:val="009B6FD3"/>
    <w:rsid w:val="009C03C8"/>
    <w:rsid w:val="009C1750"/>
    <w:rsid w:val="009C2E29"/>
    <w:rsid w:val="009C3ED8"/>
    <w:rsid w:val="009C554B"/>
    <w:rsid w:val="009C719E"/>
    <w:rsid w:val="009D3ACD"/>
    <w:rsid w:val="009D4DBD"/>
    <w:rsid w:val="009E5273"/>
    <w:rsid w:val="009E5DDB"/>
    <w:rsid w:val="009F46EA"/>
    <w:rsid w:val="009F4CA7"/>
    <w:rsid w:val="00A10D66"/>
    <w:rsid w:val="00A14114"/>
    <w:rsid w:val="00A16413"/>
    <w:rsid w:val="00A16E1D"/>
    <w:rsid w:val="00A17D5B"/>
    <w:rsid w:val="00A230A8"/>
    <w:rsid w:val="00A23E43"/>
    <w:rsid w:val="00A25216"/>
    <w:rsid w:val="00A27420"/>
    <w:rsid w:val="00A30F65"/>
    <w:rsid w:val="00A329DF"/>
    <w:rsid w:val="00A35142"/>
    <w:rsid w:val="00A35EA6"/>
    <w:rsid w:val="00A40EAC"/>
    <w:rsid w:val="00A418BC"/>
    <w:rsid w:val="00A46DE0"/>
    <w:rsid w:val="00A4750C"/>
    <w:rsid w:val="00A50D73"/>
    <w:rsid w:val="00A51F19"/>
    <w:rsid w:val="00A52CAD"/>
    <w:rsid w:val="00A537F0"/>
    <w:rsid w:val="00A53FC7"/>
    <w:rsid w:val="00A55161"/>
    <w:rsid w:val="00A62CE1"/>
    <w:rsid w:val="00A6741E"/>
    <w:rsid w:val="00A75E40"/>
    <w:rsid w:val="00A77D1D"/>
    <w:rsid w:val="00A84923"/>
    <w:rsid w:val="00A857C0"/>
    <w:rsid w:val="00A90FED"/>
    <w:rsid w:val="00AA2996"/>
    <w:rsid w:val="00AA52BF"/>
    <w:rsid w:val="00AA559A"/>
    <w:rsid w:val="00AB2AF1"/>
    <w:rsid w:val="00AB5421"/>
    <w:rsid w:val="00AC45BD"/>
    <w:rsid w:val="00AD168E"/>
    <w:rsid w:val="00AD306C"/>
    <w:rsid w:val="00AD68C4"/>
    <w:rsid w:val="00AE09B3"/>
    <w:rsid w:val="00AE1A83"/>
    <w:rsid w:val="00AE7FB2"/>
    <w:rsid w:val="00B00913"/>
    <w:rsid w:val="00B01593"/>
    <w:rsid w:val="00B023F2"/>
    <w:rsid w:val="00B10A4D"/>
    <w:rsid w:val="00B120A1"/>
    <w:rsid w:val="00B121D2"/>
    <w:rsid w:val="00B14BC1"/>
    <w:rsid w:val="00B17E71"/>
    <w:rsid w:val="00B17FDE"/>
    <w:rsid w:val="00B20632"/>
    <w:rsid w:val="00B2379C"/>
    <w:rsid w:val="00B2687D"/>
    <w:rsid w:val="00B30358"/>
    <w:rsid w:val="00B32DDB"/>
    <w:rsid w:val="00B34528"/>
    <w:rsid w:val="00B34CC9"/>
    <w:rsid w:val="00B402FC"/>
    <w:rsid w:val="00B40FF9"/>
    <w:rsid w:val="00B42470"/>
    <w:rsid w:val="00B439DA"/>
    <w:rsid w:val="00B46604"/>
    <w:rsid w:val="00B530CD"/>
    <w:rsid w:val="00B55F5E"/>
    <w:rsid w:val="00B57338"/>
    <w:rsid w:val="00B5752E"/>
    <w:rsid w:val="00B63A11"/>
    <w:rsid w:val="00B64C24"/>
    <w:rsid w:val="00B6608F"/>
    <w:rsid w:val="00B679FB"/>
    <w:rsid w:val="00B76D1E"/>
    <w:rsid w:val="00B80EC6"/>
    <w:rsid w:val="00B84CF6"/>
    <w:rsid w:val="00B86F03"/>
    <w:rsid w:val="00B92D1D"/>
    <w:rsid w:val="00B938C5"/>
    <w:rsid w:val="00B95940"/>
    <w:rsid w:val="00BA0DD3"/>
    <w:rsid w:val="00BA6C2B"/>
    <w:rsid w:val="00BB2F03"/>
    <w:rsid w:val="00BB46F3"/>
    <w:rsid w:val="00BB4CB1"/>
    <w:rsid w:val="00BB4F98"/>
    <w:rsid w:val="00BC0E31"/>
    <w:rsid w:val="00BC5C12"/>
    <w:rsid w:val="00BC7154"/>
    <w:rsid w:val="00BC731E"/>
    <w:rsid w:val="00BD163C"/>
    <w:rsid w:val="00BD2211"/>
    <w:rsid w:val="00BD366B"/>
    <w:rsid w:val="00BD6D50"/>
    <w:rsid w:val="00BE18B9"/>
    <w:rsid w:val="00BE2495"/>
    <w:rsid w:val="00BE468E"/>
    <w:rsid w:val="00BE6186"/>
    <w:rsid w:val="00BF1578"/>
    <w:rsid w:val="00C21405"/>
    <w:rsid w:val="00C21F94"/>
    <w:rsid w:val="00C27913"/>
    <w:rsid w:val="00C33B68"/>
    <w:rsid w:val="00C36A79"/>
    <w:rsid w:val="00C401D2"/>
    <w:rsid w:val="00C405D4"/>
    <w:rsid w:val="00C4513B"/>
    <w:rsid w:val="00C466D2"/>
    <w:rsid w:val="00C517C6"/>
    <w:rsid w:val="00C5390B"/>
    <w:rsid w:val="00C54697"/>
    <w:rsid w:val="00C60191"/>
    <w:rsid w:val="00C6152B"/>
    <w:rsid w:val="00C73885"/>
    <w:rsid w:val="00C747B1"/>
    <w:rsid w:val="00C805DC"/>
    <w:rsid w:val="00C82191"/>
    <w:rsid w:val="00C83134"/>
    <w:rsid w:val="00C85545"/>
    <w:rsid w:val="00C90CF4"/>
    <w:rsid w:val="00C92EB6"/>
    <w:rsid w:val="00C93389"/>
    <w:rsid w:val="00C96D08"/>
    <w:rsid w:val="00CA6AB4"/>
    <w:rsid w:val="00CB259D"/>
    <w:rsid w:val="00CB4930"/>
    <w:rsid w:val="00CB7041"/>
    <w:rsid w:val="00CC2E7D"/>
    <w:rsid w:val="00CC71EC"/>
    <w:rsid w:val="00CD10A5"/>
    <w:rsid w:val="00CD2076"/>
    <w:rsid w:val="00CD29B5"/>
    <w:rsid w:val="00CD6331"/>
    <w:rsid w:val="00CE153B"/>
    <w:rsid w:val="00CE670B"/>
    <w:rsid w:val="00CF1C4C"/>
    <w:rsid w:val="00CF4908"/>
    <w:rsid w:val="00CF51EC"/>
    <w:rsid w:val="00CF73AE"/>
    <w:rsid w:val="00D040DD"/>
    <w:rsid w:val="00D050F8"/>
    <w:rsid w:val="00D075BE"/>
    <w:rsid w:val="00D1005A"/>
    <w:rsid w:val="00D11854"/>
    <w:rsid w:val="00D13986"/>
    <w:rsid w:val="00D21D83"/>
    <w:rsid w:val="00D235B7"/>
    <w:rsid w:val="00D25F28"/>
    <w:rsid w:val="00D26071"/>
    <w:rsid w:val="00D27973"/>
    <w:rsid w:val="00D279B8"/>
    <w:rsid w:val="00D32F90"/>
    <w:rsid w:val="00D35E1A"/>
    <w:rsid w:val="00D50F46"/>
    <w:rsid w:val="00D52BE2"/>
    <w:rsid w:val="00D57677"/>
    <w:rsid w:val="00D66223"/>
    <w:rsid w:val="00D8084C"/>
    <w:rsid w:val="00D915EA"/>
    <w:rsid w:val="00D93CE2"/>
    <w:rsid w:val="00D943C6"/>
    <w:rsid w:val="00D965EC"/>
    <w:rsid w:val="00DA7C0C"/>
    <w:rsid w:val="00DB08A9"/>
    <w:rsid w:val="00DB2EC8"/>
    <w:rsid w:val="00DC37E3"/>
    <w:rsid w:val="00DC5B3B"/>
    <w:rsid w:val="00DD129F"/>
    <w:rsid w:val="00DE4C19"/>
    <w:rsid w:val="00DF42FF"/>
    <w:rsid w:val="00DF7AD4"/>
    <w:rsid w:val="00E01C0E"/>
    <w:rsid w:val="00E03F9A"/>
    <w:rsid w:val="00E04694"/>
    <w:rsid w:val="00E04F27"/>
    <w:rsid w:val="00E102BD"/>
    <w:rsid w:val="00E11DE1"/>
    <w:rsid w:val="00E12B1E"/>
    <w:rsid w:val="00E17262"/>
    <w:rsid w:val="00E212C9"/>
    <w:rsid w:val="00E253A2"/>
    <w:rsid w:val="00E3309D"/>
    <w:rsid w:val="00E453F9"/>
    <w:rsid w:val="00E47EBA"/>
    <w:rsid w:val="00E50156"/>
    <w:rsid w:val="00E53470"/>
    <w:rsid w:val="00E539F6"/>
    <w:rsid w:val="00E6519D"/>
    <w:rsid w:val="00E67696"/>
    <w:rsid w:val="00E711D1"/>
    <w:rsid w:val="00E71A58"/>
    <w:rsid w:val="00E72A7A"/>
    <w:rsid w:val="00E733C7"/>
    <w:rsid w:val="00E75C94"/>
    <w:rsid w:val="00E76E61"/>
    <w:rsid w:val="00E924B2"/>
    <w:rsid w:val="00E93820"/>
    <w:rsid w:val="00E94A86"/>
    <w:rsid w:val="00E96143"/>
    <w:rsid w:val="00E972A9"/>
    <w:rsid w:val="00EA0840"/>
    <w:rsid w:val="00EA0C68"/>
    <w:rsid w:val="00EA17B0"/>
    <w:rsid w:val="00EA32BC"/>
    <w:rsid w:val="00EA405F"/>
    <w:rsid w:val="00EB4511"/>
    <w:rsid w:val="00EC03D7"/>
    <w:rsid w:val="00EC25F0"/>
    <w:rsid w:val="00ED62C6"/>
    <w:rsid w:val="00ED64C1"/>
    <w:rsid w:val="00EE3446"/>
    <w:rsid w:val="00EE3E78"/>
    <w:rsid w:val="00EE4B1B"/>
    <w:rsid w:val="00EF0E3C"/>
    <w:rsid w:val="00EF150D"/>
    <w:rsid w:val="00EF1F5A"/>
    <w:rsid w:val="00EF47BF"/>
    <w:rsid w:val="00F04811"/>
    <w:rsid w:val="00F0488C"/>
    <w:rsid w:val="00F10F11"/>
    <w:rsid w:val="00F15AAA"/>
    <w:rsid w:val="00F15BEF"/>
    <w:rsid w:val="00F160CE"/>
    <w:rsid w:val="00F162B3"/>
    <w:rsid w:val="00F24407"/>
    <w:rsid w:val="00F24FAA"/>
    <w:rsid w:val="00F3364D"/>
    <w:rsid w:val="00F33E56"/>
    <w:rsid w:val="00F433FE"/>
    <w:rsid w:val="00F437CC"/>
    <w:rsid w:val="00F44537"/>
    <w:rsid w:val="00F46502"/>
    <w:rsid w:val="00F47067"/>
    <w:rsid w:val="00F525EB"/>
    <w:rsid w:val="00F55E08"/>
    <w:rsid w:val="00F63DDE"/>
    <w:rsid w:val="00F63FB7"/>
    <w:rsid w:val="00F6421B"/>
    <w:rsid w:val="00F649D2"/>
    <w:rsid w:val="00F6602B"/>
    <w:rsid w:val="00F73A0C"/>
    <w:rsid w:val="00F756DB"/>
    <w:rsid w:val="00F84E7D"/>
    <w:rsid w:val="00F85066"/>
    <w:rsid w:val="00F859D0"/>
    <w:rsid w:val="00F87A4D"/>
    <w:rsid w:val="00FA5D4D"/>
    <w:rsid w:val="00FB0EE2"/>
    <w:rsid w:val="00FB542E"/>
    <w:rsid w:val="00FC0359"/>
    <w:rsid w:val="00FC0E5F"/>
    <w:rsid w:val="00FC1A95"/>
    <w:rsid w:val="00FC56DE"/>
    <w:rsid w:val="00FC684B"/>
    <w:rsid w:val="00FD3265"/>
    <w:rsid w:val="00FD4916"/>
    <w:rsid w:val="00FE2F78"/>
    <w:rsid w:val="00FE6609"/>
    <w:rsid w:val="00FF3EEC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EA0840"/>
    <w:rPr>
      <w:noProof/>
      <w:lang w:eastAsia="en-US"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F46502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">
    <w:name w:val="Nadpis 21"/>
    <w:basedOn w:val="Normln"/>
    <w:uiPriority w:val="9"/>
    <w:qFormat/>
    <w:rsid w:val="00F46502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">
    <w:name w:val="Text pozn. pod čarou1"/>
    <w:basedOn w:val="Normln"/>
    <w:rsid w:val="00F46502"/>
    <w:pPr>
      <w:spacing w:after="0" w:line="240" w:lineRule="auto"/>
      <w:jc w:val="left"/>
    </w:pPr>
    <w:rPr>
      <w:rFonts w:eastAsia="Calibri"/>
      <w:color w:val="00000A"/>
      <w:szCs w:val="20"/>
    </w:rPr>
  </w:style>
  <w:style w:type="character" w:customStyle="1" w:styleId="TextpoznpodarouChar1">
    <w:name w:val="Text pozn. pod čarou Char1"/>
    <w:aliases w:val="Text pozn. pod čarou_martin_ang Char1"/>
    <w:basedOn w:val="Standardnpsmoodstavce"/>
    <w:semiHidden/>
    <w:rsid w:val="00F46502"/>
    <w:rPr>
      <w:rFonts w:ascii="Arial" w:eastAsia="Times New Roman" w:hAnsi="Arial" w:cs="Times New Roman"/>
      <w:color w:val="00000A"/>
      <w:szCs w:val="20"/>
      <w:lang w:eastAsia="cs-CZ"/>
    </w:rPr>
  </w:style>
  <w:style w:type="character" w:styleId="Znakapoznpodarou">
    <w:name w:val="footnote reference"/>
    <w:basedOn w:val="Standardnpsmoodstavce"/>
    <w:rsid w:val="00F46502"/>
    <w:rPr>
      <w:rFonts w:cs="Times New Roman"/>
      <w:vertAlign w:val="superscript"/>
    </w:rPr>
  </w:style>
  <w:style w:type="character" w:customStyle="1" w:styleId="odkaz-style-wrapper">
    <w:name w:val="odkaz-style-wrapper"/>
    <w:basedOn w:val="Standardnpsmoodstavce"/>
    <w:rsid w:val="00BE6186"/>
  </w:style>
  <w:style w:type="paragraph" w:customStyle="1" w:styleId="Nadpis110">
    <w:name w:val="Nadpis 11"/>
    <w:basedOn w:val="Normln"/>
    <w:uiPriority w:val="9"/>
    <w:qFormat/>
    <w:rsid w:val="00BE6186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Nadpis210">
    <w:name w:val="Nadpis 21"/>
    <w:basedOn w:val="Normln"/>
    <w:uiPriority w:val="9"/>
    <w:qFormat/>
    <w:rsid w:val="00BE6186"/>
    <w:pPr>
      <w:keepNext/>
      <w:keepLines/>
      <w:spacing w:after="0"/>
      <w:jc w:val="left"/>
      <w:outlineLvl w:val="1"/>
    </w:pPr>
    <w:rPr>
      <w:rFonts w:eastAsia="MS Gothic"/>
      <w:b/>
      <w:bCs/>
      <w:color w:val="71818C"/>
      <w:sz w:val="28"/>
      <w:szCs w:val="26"/>
    </w:rPr>
  </w:style>
  <w:style w:type="paragraph" w:customStyle="1" w:styleId="Textpoznpodarou10">
    <w:name w:val="Text pozn. pod čarou1"/>
    <w:basedOn w:val="Normln"/>
    <w:rsid w:val="00BE6186"/>
    <w:pPr>
      <w:spacing w:after="0" w:line="240" w:lineRule="auto"/>
      <w:jc w:val="left"/>
    </w:pPr>
    <w:rPr>
      <w:rFonts w:eastAsia="Calibri"/>
      <w:color w:val="00000A"/>
      <w:szCs w:val="20"/>
    </w:rPr>
  </w:style>
  <w:style w:type="paragraph" w:styleId="Normlnweb">
    <w:name w:val="Normal (Web)"/>
    <w:basedOn w:val="Normln"/>
    <w:uiPriority w:val="99"/>
    <w:unhideWhenUsed/>
    <w:rsid w:val="00C96D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semiHidden/>
    <w:rsid w:val="004C5FBF"/>
    <w:pPr>
      <w:widowControl w:val="0"/>
      <w:suppressAutoHyphens/>
      <w:autoSpaceDE w:val="0"/>
      <w:autoSpaceDN w:val="0"/>
      <w:adjustRightInd w:val="0"/>
      <w:spacing w:before="120" w:after="0" w:line="215" w:lineRule="exact"/>
    </w:pPr>
    <w:rPr>
      <w:rFonts w:ascii="Times New Roman CE obyèejné" w:hAnsi="Times New Roman CE obyèejné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C5FBF"/>
    <w:rPr>
      <w:rFonts w:ascii="Times New Roman CE obyèejné" w:eastAsia="Times New Roman" w:hAnsi="Times New Roman CE obyèejné"/>
      <w:lang w:eastAsia="cs-CZ"/>
    </w:rPr>
  </w:style>
  <w:style w:type="character" w:customStyle="1" w:styleId="content">
    <w:name w:val="content"/>
    <w:basedOn w:val="Standardnpsmoodstavce"/>
    <w:rsid w:val="003C4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57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8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Ro&#269;n&#237;%20anal&#253;za%202018\Ana&#253;za%20ekonomick&#233;ho%20v&#253;voje%20v%20roce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52D7E-FFD7-4AB0-BBFF-B3D68694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Anaýza ekonomického vývoje v roce 2017.dotx</Template>
  <TotalTime>3</TotalTime>
  <Pages>2</Pages>
  <Words>1374</Words>
  <Characters>8111</Characters>
  <Application>Microsoft Office Word</Application>
  <DocSecurity>0</DocSecurity>
  <Lines>67</Lines>
  <Paragraphs>18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9467</CharactersWithSpaces>
  <SharedDoc>false</SharedDoc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Karolína Súkupová</dc:creator>
  <cp:lastModifiedBy>kamenicky3604</cp:lastModifiedBy>
  <cp:revision>4</cp:revision>
  <cp:lastPrinted>2014-07-17T14:07:00Z</cp:lastPrinted>
  <dcterms:created xsi:type="dcterms:W3CDTF">2018-10-29T15:12:00Z</dcterms:created>
  <dcterms:modified xsi:type="dcterms:W3CDTF">2018-10-29T15:17:00Z</dcterms:modified>
</cp:coreProperties>
</file>