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Override PartName="/word/charts/chart59.xml" ContentType="application/vnd.openxmlformats-officedocument.drawingml.chart+xml"/>
  <Override PartName="/word/charts/chart68.xml" ContentType="application/vnd.openxmlformats-officedocument.drawingml.chart+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charts/chart9.xml" ContentType="application/vnd.openxmlformats-officedocument.drawingml.chart+xml"/>
  <Override PartName="/word/charts/chart19.xml" ContentType="application/vnd.openxmlformats-officedocument.drawingml.chart+xml"/>
  <Override PartName="/word/charts/chart28.xml" ContentType="application/vnd.openxmlformats-officedocument.drawingml.chart+xml"/>
  <Override PartName="/word/charts/chart39.xml" ContentType="application/vnd.openxmlformats-officedocument.drawingml.chart+xml"/>
  <Override PartName="/word/charts/chart48.xml" ContentType="application/vnd.openxmlformats-officedocument.drawingml.chart+xml"/>
  <Override PartName="/word/charts/chart57.xml" ContentType="application/vnd.openxmlformats-officedocument.drawingml.chart+xml"/>
  <Override PartName="/word/charts/chart6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26.xml" ContentType="application/vnd.openxmlformats-officedocument.drawingml.chart+xml"/>
  <Override PartName="/word/charts/chart37.xml" ContentType="application/vnd.openxmlformats-officedocument.drawingml.chart+xml"/>
  <Override PartName="/word/charts/chart46.xml" ContentType="application/vnd.openxmlformats-officedocument.drawingml.chart+xml"/>
  <Override PartName="/word/charts/chart55.xml" ContentType="application/vnd.openxmlformats-officedocument.drawingml.chart+xml"/>
  <Override PartName="/word/charts/chart6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24.xml" ContentType="application/vnd.openxmlformats-officedocument.drawingml.chart+xml"/>
  <Override PartName="/word/charts/chart35.xml" ContentType="application/vnd.openxmlformats-officedocument.drawingml.chart+xml"/>
  <Override PartName="/word/charts/chart44.xml" ContentType="application/vnd.openxmlformats-officedocument.drawingml.chart+xml"/>
  <Override PartName="/word/charts/chart53.xml" ContentType="application/vnd.openxmlformats-officedocument.drawingml.chart+xml"/>
  <Override PartName="/word/charts/chart62.xml" ContentType="application/vnd.openxmlformats-officedocument.drawingml.chart+xml"/>
  <Override PartName="/word/footer1.xml" ContentType="application/vnd.openxmlformats-officedocument.wordprocessingml.footer+xml"/>
  <Override PartName="/word/charts/chart3.xml" ContentType="application/vnd.openxmlformats-officedocument.drawingml.chart+xml"/>
  <Override PartName="/word/charts/chart13.xml" ContentType="application/vnd.openxmlformats-officedocument.drawingml.chart+xml"/>
  <Override PartName="/word/charts/chart22.xml" ContentType="application/vnd.openxmlformats-officedocument.drawingml.chart+xml"/>
  <Override PartName="/word/charts/chart31.xml" ContentType="application/vnd.openxmlformats-officedocument.drawingml.chart+xml"/>
  <Override PartName="/word/charts/chart33.xml" ContentType="application/vnd.openxmlformats-officedocument.drawingml.chart+xml"/>
  <Override PartName="/word/charts/chart42.xml" ContentType="application/vnd.openxmlformats-officedocument.drawingml.chart+xml"/>
  <Override PartName="/word/charts/chart51.xml" ContentType="application/vnd.openxmlformats-officedocument.drawingml.chart+xml"/>
  <Override PartName="/word/charts/chart60.xml" ContentType="application/vnd.openxmlformats-officedocument.drawingml.chart+xml"/>
  <Override PartName="/word/header2.xml" ContentType="application/vnd.openxmlformats-officedocument.wordprocessingml.header+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30.xml" ContentType="application/vnd.openxmlformats-officedocument.drawingml.chart+xml"/>
  <Override PartName="/word/charts/chart40.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Default Extension="png" ContentType="image/png"/>
  <Override PartName="/word/charts/chart49.xml" ContentType="application/vnd.openxmlformats-officedocument.drawingml.chart+xml"/>
  <Override PartName="/word/charts/chart69.xml" ContentType="application/vnd.openxmlformats-officedocument.drawingml.chart+xml"/>
  <Override PartName="/word/numbering.xml" ContentType="application/vnd.openxmlformats-officedocument.wordprocessingml.numbering+xml"/>
  <Override PartName="/word/endnotes.xml" ContentType="application/vnd.openxmlformats-officedocument.wordprocessingml.endnotes+xml"/>
  <Override PartName="/word/charts/chart8.xml" ContentType="application/vnd.openxmlformats-officedocument.drawingml.chart+xml"/>
  <Override PartName="/word/charts/chart29.xml" ContentType="application/vnd.openxmlformats-officedocument.drawingml.chart+xml"/>
  <Override PartName="/word/charts/chart38.xml" ContentType="application/vnd.openxmlformats-officedocument.drawingml.chart+xml"/>
  <Override PartName="/word/charts/chart47.xml" ContentType="application/vnd.openxmlformats-officedocument.drawingml.chart+xml"/>
  <Override PartName="/word/charts/chart58.xml" ContentType="application/vnd.openxmlformats-officedocument.drawingml.chart+xml"/>
  <Override PartName="/word/charts/chart67.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18.xml" ContentType="application/vnd.openxmlformats-officedocument.drawingml.chart+xml"/>
  <Override PartName="/word/charts/chart27.xml" ContentType="application/vnd.openxmlformats-officedocument.drawingml.chart+xml"/>
  <Override PartName="/word/charts/chart36.xml" ContentType="application/vnd.openxmlformats-officedocument.drawingml.chart+xml"/>
  <Override PartName="/word/charts/chart45.xml" ContentType="application/vnd.openxmlformats-officedocument.drawingml.chart+xml"/>
  <Override PartName="/word/charts/chart54.xml" ContentType="application/vnd.openxmlformats-officedocument.drawingml.chart+xml"/>
  <Override PartName="/word/charts/chart56.xml" ContentType="application/vnd.openxmlformats-officedocument.drawingml.chart+xml"/>
  <Override PartName="/word/charts/chart65.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16.xml" ContentType="application/vnd.openxmlformats-officedocument.drawingml.chart+xml"/>
  <Override PartName="/word/charts/chart25.xml" ContentType="application/vnd.openxmlformats-officedocument.drawingml.chart+xml"/>
  <Override PartName="/word/charts/chart34.xml" ContentType="application/vnd.openxmlformats-officedocument.drawingml.chart+xml"/>
  <Override PartName="/word/charts/chart43.xml" ContentType="application/vnd.openxmlformats-officedocument.drawingml.chart+xml"/>
  <Override PartName="/word/charts/chart52.xml" ContentType="application/vnd.openxmlformats-officedocument.drawingml.chart+xml"/>
  <Override PartName="/word/charts/chart63.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14.xml" ContentType="application/vnd.openxmlformats-officedocument.drawingml.chart+xml"/>
  <Override PartName="/word/charts/chart23.xml" ContentType="application/vnd.openxmlformats-officedocument.drawingml.chart+xml"/>
  <Override PartName="/word/charts/chart32.xml" ContentType="application/vnd.openxmlformats-officedocument.drawingml.chart+xml"/>
  <Override PartName="/word/charts/chart41.xml" ContentType="application/vnd.openxmlformats-officedocument.drawingml.chart+xml"/>
  <Override PartName="/word/charts/chart50.xml" ContentType="application/vnd.openxmlformats-officedocument.drawingml.chart+xml"/>
  <Override PartName="/word/charts/chart61.xml" ContentType="application/vnd.openxmlformats-officedocument.drawingml.chart+xml"/>
  <Override PartName="/word/fontTable.xml" ContentType="application/vnd.openxmlformats-officedocument.wordprocessingml.fontTab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FB7" w:rsidRPr="00FC4669" w:rsidRDefault="00052F4D">
      <w:pPr>
        <w:spacing w:line="240" w:lineRule="auto"/>
        <w:rPr>
          <w:rFonts w:cs="Arial"/>
          <w:lang w:eastAsia="ar-SA"/>
        </w:rPr>
      </w:pPr>
      <w:r>
        <w:rPr>
          <w:rFonts w:cs="Arial"/>
          <w:noProof/>
        </w:rPr>
        <w:pict>
          <v:shapetype id="_x0000_t202" coordsize="21600,21600" o:spt="202" path="m,l,21600r21600,l21600,xe">
            <v:stroke joinstyle="miter"/>
            <v:path gradientshapeok="t" o:connecttype="rect"/>
          </v:shapetype>
          <v:shape id="Textové pole 2" o:spid="_x0000_s1026" type="#_x0000_t202" style="position:absolute;left:0;text-align:left;margin-left:134.65pt;margin-top:759.8pt;width:403.95pt;height:14.15pt;z-index:25166182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" filled="f" stroked="f">
            <v:textbox inset="0,0,0,0">
              <w:txbxContent>
                <w:p w:rsidR="00477774" w:rsidRPr="005251DD" w:rsidRDefault="00477774" w:rsidP="00A33EFD">
                  <w:r w:rsidRPr="005251DD">
                    <w:t xml:space="preserve">Český statistický úřad, </w:t>
                  </w:r>
                  <w:r>
                    <w:t>Praha, 2018</w:t>
                  </w:r>
                </w:p>
              </w:txbxContent>
            </v:textbox>
            <w10:wrap anchorx="page" anchory="page"/>
            <w10:anchorlock/>
          </v:shape>
        </w:pict>
      </w:r>
      <w:r>
        <w:rPr>
          <w:rFonts w:cs="Arial"/>
          <w:noProof/>
        </w:rPr>
        <w:pict>
          <v:shape id="_x0000_s1027" type="#_x0000_t202" style="position:absolute;left:0;text-align:left;margin-left:134.3pt;margin-top:652.05pt;width:403.95pt;height:72.85pt;z-index:25166080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" filled="f" stroked="f">
            <v:textbox inset="0,0,0,0">
              <w:txbxContent>
                <w:p w:rsidR="00477774" w:rsidRPr="006C5577" w:rsidRDefault="00477774" w:rsidP="00A33EFD">
                  <w:pPr>
                    <w:pStyle w:val="TL-Identifikace-dole"/>
                  </w:pPr>
                  <w:r>
                    <w:t>Z</w:t>
                  </w:r>
                  <w:r w:rsidRPr="006C5577">
                    <w:t xml:space="preserve">pracoval: Odbor </w:t>
                  </w:r>
                  <w:r>
                    <w:t>statistik rozvoje společnosti</w:t>
                  </w:r>
                </w:p>
                <w:p w:rsidR="00477774" w:rsidRPr="006C5577" w:rsidRDefault="00477774" w:rsidP="00A33EFD">
                  <w:pPr>
                    <w:pStyle w:val="TL-Identifikace-dole"/>
                  </w:pPr>
                  <w:r w:rsidRPr="006C5577">
                    <w:t xml:space="preserve">Ředitel odboru: </w:t>
                  </w:r>
                  <w:r>
                    <w:t>Martin Mana</w:t>
                  </w:r>
                </w:p>
                <w:p w:rsidR="00477774" w:rsidRPr="006C5577" w:rsidRDefault="00477774" w:rsidP="00A33EFD">
                  <w:pPr>
                    <w:pStyle w:val="TL-Identifikace-dole"/>
                  </w:pPr>
                  <w:r w:rsidRPr="006C5577">
                    <w:t xml:space="preserve">Kontaktní osoba: </w:t>
                  </w:r>
                  <w:r>
                    <w:t xml:space="preserve">Milan </w:t>
                  </w:r>
                  <w:proofErr w:type="spellStart"/>
                  <w:r>
                    <w:t>Dedera</w:t>
                  </w:r>
                  <w:proofErr w:type="spellEnd"/>
                  <w:r w:rsidRPr="006C5577">
                    <w:t xml:space="preserve">, e-mail: </w:t>
                  </w:r>
                  <w:r>
                    <w:t>milan</w:t>
                  </w:r>
                  <w:r w:rsidRPr="006C5577">
                    <w:t>.</w:t>
                  </w:r>
                  <w:r>
                    <w:t>dedera</w:t>
                  </w:r>
                  <w:r w:rsidRPr="006C5577">
                    <w:t>@czso.cz</w:t>
                  </w:r>
                </w:p>
              </w:txbxContent>
            </v:textbox>
            <w10:wrap anchorx="page" anchory="page"/>
            <w10:anchorlock/>
          </v:shape>
        </w:pict>
      </w:r>
      <w:r>
        <w:rPr>
          <w:rFonts w:cs="Arial"/>
          <w:noProof/>
        </w:rPr>
        <w:pict>
          <v:shape id="_x0000_s1028" type="#_x0000_t202" style="position:absolute;left:0;text-align:left;margin-left:134.65pt;margin-top:368.55pt;width:403.9pt;height:92.1pt;z-index:251659776;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" filled="f" stroked="f">
            <v:textbox style="mso-fit-shape-to-text:t" inset="0,0,0,0">
              <w:txbxContent>
                <w:p w:rsidR="00477774" w:rsidRPr="00D31445" w:rsidRDefault="00477774" w:rsidP="00A33EFD">
                  <w:pPr>
                    <w:pStyle w:val="TL-identifikace-sted"/>
                  </w:pPr>
                  <w:r>
                    <w:t>Lidé a společnost</w:t>
                  </w:r>
                </w:p>
                <w:p w:rsidR="00477774" w:rsidRPr="00D31445" w:rsidRDefault="00477774" w:rsidP="00A33EFD">
                  <w:pPr>
                    <w:pStyle w:val="TL-identifikace-sted"/>
                  </w:pPr>
                  <w:r>
                    <w:t>Praha</w:t>
                  </w:r>
                  <w:r w:rsidRPr="00D31445">
                    <w:t xml:space="preserve">, </w:t>
                  </w:r>
                  <w:r>
                    <w:t>31. 10. 2018</w:t>
                  </w:r>
                </w:p>
                <w:p w:rsidR="00477774" w:rsidRDefault="00477774" w:rsidP="00A33EFD">
                  <w:pPr>
                    <w:pStyle w:val="TL-identifikace-sted"/>
                  </w:pPr>
                  <w:r w:rsidRPr="00D31445">
                    <w:t xml:space="preserve">Kód publikace: </w:t>
                  </w:r>
                  <w:r>
                    <w:t>090004-18</w:t>
                  </w:r>
                </w:p>
                <w:p w:rsidR="00477774" w:rsidRPr="00D31445" w:rsidRDefault="00477774" w:rsidP="00A33EFD">
                  <w:pPr>
                    <w:pStyle w:val="TL-identifikace-sted"/>
                  </w:pPr>
                  <w:proofErr w:type="spellStart"/>
                  <w:proofErr w:type="gramStart"/>
                  <w:r>
                    <w:t>Č.j</w:t>
                  </w:r>
                  <w:proofErr w:type="spellEnd"/>
                  <w:r>
                    <w:t>.</w:t>
                  </w:r>
                  <w:proofErr w:type="gramEnd"/>
                  <w:r>
                    <w:t xml:space="preserve">: </w:t>
                  </w:r>
                  <w:r w:rsidRPr="00226D50">
                    <w:t>CSU-3217/2018-63</w:t>
                  </w:r>
                </w:p>
              </w:txbxContent>
            </v:textbox>
            <w10:wrap anchorx="page" anchory="page"/>
            <w10:anchorlock/>
          </v:shape>
        </w:pict>
      </w:r>
      <w:r>
        <w:rPr>
          <w:rFonts w:cs="Arial"/>
          <w:noProof/>
        </w:rPr>
        <w:pict>
          <v:shape id="_x0000_s1029" type="#_x0000_t202" style="position:absolute;left:0;text-align:left;margin-left:134.65pt;margin-top:116.25pt;width:403.9pt;height:118.65pt;z-index:25165875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" filled="f" stroked="f">
            <v:textbox style="mso-fit-shape-to-text:t" inset="0,0,0,0">
              <w:txbxContent>
                <w:p w:rsidR="00477774" w:rsidRPr="000F0B50" w:rsidRDefault="00477774" w:rsidP="00A33EFD">
                  <w:pPr>
                    <w:pStyle w:val="Nzev"/>
                    <w:rPr>
                      <w:sz w:val="40"/>
                      <w:szCs w:val="40"/>
                    </w:rPr>
                  </w:pPr>
                  <w:bookmarkStart w:id="0" w:name="_Toc431475015"/>
                  <w:bookmarkStart w:id="1" w:name="_Toc463969169"/>
                  <w:bookmarkStart w:id="2" w:name="_Toc465253879"/>
                  <w:r w:rsidRPr="000F0B50">
                    <w:rPr>
                      <w:sz w:val="40"/>
                      <w:szCs w:val="40"/>
                    </w:rPr>
                    <w:t>KULTURNÍ PRůmysly v ČR: audiovizuální a mediální sektor</w:t>
                  </w:r>
                  <w:bookmarkEnd w:id="0"/>
                  <w:bookmarkEnd w:id="1"/>
                  <w:bookmarkEnd w:id="2"/>
                </w:p>
                <w:p w:rsidR="00477774" w:rsidRPr="009B04D0" w:rsidRDefault="00477774" w:rsidP="00A33EFD">
                  <w:pPr>
                    <w:pStyle w:val="Podtitul"/>
                  </w:pPr>
                </w:p>
                <w:p w:rsidR="00477774" w:rsidRPr="000F0B50" w:rsidRDefault="00477774" w:rsidP="00A33EFD">
                  <w:pPr>
                    <w:pStyle w:val="Podtitul"/>
                    <w:rPr>
                      <w:sz w:val="32"/>
                      <w:szCs w:val="32"/>
                    </w:rPr>
                  </w:pPr>
                  <w:r>
                    <w:rPr>
                      <w:sz w:val="32"/>
                      <w:szCs w:val="32"/>
                    </w:rPr>
                    <w:t>2017</w:t>
                  </w:r>
                  <w:r w:rsidRPr="000F0B50">
                    <w:rPr>
                      <w:sz w:val="32"/>
                      <w:szCs w:val="32"/>
                    </w:rPr>
                    <w:br/>
                  </w:r>
                </w:p>
              </w:txbxContent>
            </v:textbox>
            <w10:wrap anchorx="page" anchory="page"/>
            <w10:anchorlock/>
          </v:shape>
        </w:pict>
      </w:r>
      <w:r>
        <w:rPr>
          <w:rFonts w:cs="Arial"/>
          <w:noProof/>
        </w:rPr>
        <w:pict>
          <v:group id="Group 24" o:spid="_x0000_s1047" style="position:absolute;left:0;text-align:left;margin-left:45.1pt;margin-top:36.85pt;width:177.15pt;height:43.65pt;z-index:251657728;mso-position-horizontal-relative:page;mso-position-vertical-relative:page" coordorigin="567,851" coordsize="2714,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">
            <o:lock v:ext="edit" aspectratio="t"/>
            <v:rect id="Rectangle 9" o:spid="_x0000_s1050" style="position:absolute;left:1215;top:901;width:676;height:15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" fillcolor="#0071bc" stroked="f">
              <o:lock v:ext="edit" aspectratio="t"/>
            </v:rect>
            <v:rect id="Rectangle 10" o:spid="_x0000_s1049" style="position:absolute;left:567;top:1131;width:1324;height:15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" fillcolor="#0071bc" stroked="f">
              <o:lock v:ext="edit" aspectratio="t"/>
            </v:rect>
            <v:rect id="Rectangle 11" o:spid="_x0000_s1048" style="position:absolute;left:1288;top:1361;width:603;height:15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" fillcolor="#0071bc" stroked="f">
              <o:lock v:ext="edit" aspectratio="t"/>
            </v:rect>
            <v:shape id="Freeform 12" o:spid="_x0000_s1030" style="position:absolute;left:1969;top:1311;width:600;height:207;visibility:visible;mso-wrap-style:square;v-text-anchor:top" coordsize="1200,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520,84;537,88;550,100;557,114;559,131;554,147;544,160;530,168;506,170;540,202;567,190;587,169;599,142;599,111;587,84;567,63;540,51;466,204;388,146;393,50;343,177;257,18;174,18;216,81;231,88;235,104;225,116;204,119;258,135;271,121;276,102;275,83;266,67;252,55;232,50;204,204;243,141;67,42;0,139;3,166;12,184;34,201;67,207;96,202;119,186;131,166;134,139;95,143;89,163;78,170;63,172;52,168;42,156;40,50" o:connectangles="0,0,0,0,0,0,0,0,0,0,0,0,0,0,0,0,0,0,0,0,0,0,0,0,0,0,0,0,0,0,0,0,0,0,0,0,0,0,0,0,0,0,0,0,0,0,0,0,0,0,0,0,0,0"/>
              <o:lock v:ext="edit" aspectratio="t" verticies="t"/>
            </v:shape>
            <v:shape id="Freeform 13" o:spid="_x0000_s1031" style="position:absolute;left:1962;top:1081;width:1319;height:208;visibility:visible;mso-wrap-style:square;v-text-anchor:top" coordsize="2637,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1221,204;1166,50;1072,137;1004,54;943,51;900,82;887,136;907,181;959,208;1000,157;969,169;945,161;929,137;933,107;953,89;984,88;864,50;802,50;680,59;638,46;602,54;581,82;583,116;610,138;644,153;637,171;608,170;586,198;633,208;671,193;687,160;678,126;638,107;621,93;635,80;665,90;452,84;452,204;343,204;333,177;158,204;84,49;42,48;14,68;6,103;19,128;64,147;71,165;48,174;17,158;40,207;84,202;110,176;110,135;93,117;50,99;53,84;76,81" o:connectangles="0,0,0,0,0,0,0,0,0,0,0,0,0,0,0,0,0,0,0,0,0,0,0,0,0,0,0,0,0,0,0,0,0,0,0,0,0,0,0,0,0,0,0,0,0,0,0,0,0,0,0,0,0,0,0,0,0,0"/>
              <o:lock v:ext="edit" aspectratio="t" verticies="t"/>
            </v:shape>
            <v:shape id="Freeform 14" o:spid="_x0000_s1032" style="position:absolute;left:1962;top:851;width:679;height:208;visibility:visible;mso-wrap-style:square;v-text-anchor:top" coordsize="1358,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641,18;679,50;581,130;432,204;530,50;349,54;318,46;290,50;271,64;261,87;261,112;272,129;307,144;324,153;322,168;306,174;284,168;260,195;293,207;326,206;351,193;365,172;365,138;356,124;329,111;304,99;303,87;315,80;332,82;232,50;185,170;185,84;105,1;108,51;65,48;29,65;6,96;0,136;11,170;41,197;82,208;118,153;97,167;76,168;59,162;45,146;42,124;49,104;63,91;83,86;107,92" o:connectangles="0,0,0,0,0,0,0,0,0,0,0,0,0,0,0,0,0,0,0,0,0,0,0,0,0,0,0,0,0,0,0,0,0,0,0,0,0,0,0,0,0,0,0,0,0,0,0,0,0,0,0"/>
              <o:lock v:ext="edit" aspectratio="t" verticies="t"/>
            </v:shape>
            <w10:wrap type="square" anchorx="page" anchory="page"/>
          </v:group>
        </w:pict>
      </w:r>
    </w:p>
    <w:p w:rsidR="003F313C" w:rsidRPr="00FC4669" w:rsidRDefault="003F313C" w:rsidP="0060487F">
      <w:pPr>
        <w:pStyle w:val="Styl1"/>
        <w:rPr>
          <w:rFonts w:cs="Arial"/>
          <w:sz w:val="20"/>
        </w:rPr>
      </w:pPr>
    </w:p>
    <w:p w:rsidR="003F313C" w:rsidRPr="00FC4669" w:rsidRDefault="003F313C" w:rsidP="0060487F">
      <w:pPr>
        <w:pStyle w:val="Styl1"/>
        <w:rPr>
          <w:rFonts w:cs="Arial"/>
          <w:sz w:val="20"/>
        </w:rPr>
      </w:pPr>
    </w:p>
    <w:p w:rsidR="00F63FB7" w:rsidRPr="00FC4669" w:rsidRDefault="00F63FB7" w:rsidP="0060487F">
      <w:pPr>
        <w:pStyle w:val="Styl1"/>
        <w:rPr>
          <w:rFonts w:cs="Arial"/>
          <w:sz w:val="20"/>
        </w:rPr>
      </w:pPr>
    </w:p>
    <w:p w:rsidR="00F63FB7" w:rsidRPr="00FC4669" w:rsidRDefault="00052F4D">
      <w:pPr>
        <w:spacing w:line="240" w:lineRule="auto"/>
        <w:rPr>
          <w:rFonts w:cs="Arial"/>
          <w:lang w:eastAsia="ar-SA"/>
        </w:rPr>
      </w:pPr>
      <w:r w:rsidRPr="00052F4D">
        <w:rPr>
          <w:noProof/>
        </w:rPr>
        <w:pict>
          <v:line id="Přímá spojnice 33" o:spid="_x0000_s1046" style="position:absolute;left:0;text-align:left;z-index:251656704;visibility:visible;mso-wrap-distance-top:-3e-5mm;mso-wrap-distance-bottom:-3e-5mm;mso-position-horizontal-relative:page;mso-position-vertical-relative:page;mso-width-relative:margin;mso-height-relative:margin"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DUivTn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w:r>
      <w:r w:rsidR="00F63FB7" w:rsidRPr="00FC4669">
        <w:rPr>
          <w:rFonts w:cs="Arial"/>
        </w:rPr>
        <w:br w:type="page"/>
      </w:r>
    </w:p>
    <w:p w:rsidR="00F63FB7" w:rsidRPr="00FC4669" w:rsidRDefault="00F63FB7" w:rsidP="0060487F">
      <w:pPr>
        <w:pStyle w:val="Styl1"/>
        <w:rPr>
          <w:rFonts w:cs="Arial"/>
          <w:sz w:val="20"/>
        </w:rPr>
      </w:pPr>
    </w:p>
    <w:p w:rsidR="003F313C" w:rsidRPr="00FC4669" w:rsidRDefault="003F313C" w:rsidP="0060487F">
      <w:pPr>
        <w:pStyle w:val="Styl1"/>
        <w:rPr>
          <w:rFonts w:cs="Arial"/>
          <w:sz w:val="20"/>
        </w:rPr>
      </w:pPr>
    </w:p>
    <w:p w:rsidR="003F313C" w:rsidRPr="00FC4669" w:rsidRDefault="003F313C">
      <w:pPr>
        <w:spacing w:line="240" w:lineRule="auto"/>
        <w:rPr>
          <w:rFonts w:cs="Arial"/>
          <w:lang w:eastAsia="ar-SA"/>
        </w:rPr>
      </w:pPr>
    </w:p>
    <w:p w:rsidR="0060487F" w:rsidRPr="00FC4669" w:rsidRDefault="0060487F" w:rsidP="0060487F">
      <w:pPr>
        <w:pStyle w:val="Styl1"/>
        <w:rPr>
          <w:rFonts w:cs="Arial"/>
          <w:sz w:val="20"/>
        </w:rPr>
      </w:pPr>
    </w:p>
    <w:p w:rsidR="0060487F" w:rsidRPr="00FC4669" w:rsidRDefault="00052F4D" w:rsidP="0060487F">
      <w:pPr>
        <w:pStyle w:val="Styl1"/>
        <w:rPr>
          <w:rFonts w:cs="Arial"/>
          <w:color w:val="7DB41E"/>
          <w:sz w:val="20"/>
          <w:szCs w:val="20"/>
        </w:rPr>
      </w:pPr>
      <w:r w:rsidRPr="00052F4D">
        <w:rPr>
          <w:noProof/>
          <w:lang w:eastAsia="cs-CZ"/>
        </w:rPr>
        <w:pict>
          <v:shape id="_x0000_s1045" type="#_x0000_t202" style="position:absolute;margin-left:56.7pt;margin-top:116.25pt;width:481.9pt;height:595.3pt;z-index:25165568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" filled="f" stroked="f">
            <v:textbox inset="0,0,0,0">
              <w:txbxContent>
                <w:p w:rsidR="00477774" w:rsidRPr="00641938" w:rsidRDefault="00477774" w:rsidP="0048086F">
                  <w:pPr>
                    <w:pStyle w:val="TL-Kontakty"/>
                    <w:rPr>
                      <w:b w:val="0"/>
                    </w:rPr>
                  </w:pPr>
                  <w:r w:rsidRPr="00641938">
                    <w:rPr>
                      <w:rStyle w:val="TL-KontaktyChar"/>
                      <w:b/>
                    </w:rPr>
                    <w:t>KONTAKTY V</w:t>
                  </w:r>
                  <w:r w:rsidRPr="00641938">
                    <w:rPr>
                      <w:b w:val="0"/>
                    </w:rPr>
                    <w:t> </w:t>
                  </w:r>
                  <w:r w:rsidRPr="00641938">
                    <w:t>ÚSTŘEDÍ</w:t>
                  </w:r>
                </w:p>
                <w:p w:rsidR="00477774" w:rsidRPr="00EA4153" w:rsidRDefault="00477774" w:rsidP="00BD366B">
                  <w:pPr>
                    <w:spacing w:after="80" w:line="240" w:lineRule="auto"/>
                    <w:rPr>
                      <w:b/>
                      <w:color w:val="0071BC"/>
                    </w:rPr>
                  </w:pPr>
                  <w:r w:rsidRPr="00320214">
                    <w:rPr>
                      <w:b/>
                      <w:color w:val="0071BC"/>
                    </w:rPr>
                    <w:t>Český statistický úřad</w:t>
                  </w:r>
                  <w:r>
                    <w:rPr>
                      <w:b/>
                      <w:color w:val="0071BC"/>
                    </w:rPr>
                    <w:t xml:space="preserve"> | </w:t>
                  </w:r>
                  <w:r>
                    <w:t xml:space="preserve">Na padesátém 81, 100 82 Praha 10 | tel.: 274 051 111 | </w:t>
                  </w:r>
                  <w:r w:rsidRPr="00841D9F">
                    <w:rPr>
                      <w:b/>
                      <w:bCs/>
                    </w:rPr>
                    <w:t>www.czso.cz</w:t>
                  </w:r>
                </w:p>
                <w:p w:rsidR="00477774" w:rsidRPr="00B27293" w:rsidRDefault="00477774" w:rsidP="00BD366B">
                  <w:pPr>
                    <w:spacing w:after="80" w:line="240" w:lineRule="auto"/>
                  </w:pPr>
                  <w:r w:rsidRPr="00100014">
                    <w:rPr>
                      <w:b/>
                    </w:rPr>
                    <w:t>Oddělení informačních služeb</w:t>
                  </w:r>
                  <w:r w:rsidRPr="00EA4153">
                    <w:t xml:space="preserve"> |</w:t>
                  </w:r>
                  <w:r>
                    <w:rPr>
                      <w:b/>
                    </w:rPr>
                    <w:t xml:space="preserve"> </w:t>
                  </w:r>
                  <w:r>
                    <w:t>tel.: 274 052 648, 274 052 304, 274 052 451 | e-mail: infoservis@czso.cz</w:t>
                  </w:r>
                </w:p>
                <w:p w:rsidR="00477774" w:rsidRPr="00EA4153" w:rsidRDefault="00477774" w:rsidP="00BD366B">
                  <w:pPr>
                    <w:spacing w:after="80" w:line="240" w:lineRule="auto"/>
                    <w:rPr>
                      <w:b/>
                    </w:rPr>
                  </w:pPr>
                  <w:r w:rsidRPr="00100014">
                    <w:rPr>
                      <w:b/>
                    </w:rPr>
                    <w:t>Prodejna publikací ČSÚ</w:t>
                  </w:r>
                  <w:r>
                    <w:t xml:space="preserve"> | tel.: 274 052 361 | e-mail: prodejna@czso.cz</w:t>
                  </w:r>
                </w:p>
                <w:p w:rsidR="00477774" w:rsidRPr="00EA4153" w:rsidRDefault="00477774" w:rsidP="00BD366B">
                  <w:pPr>
                    <w:spacing w:after="80" w:line="240" w:lineRule="auto"/>
                    <w:rPr>
                      <w:b/>
                    </w:rPr>
                  </w:pPr>
                  <w:r>
                    <w:rPr>
                      <w:b/>
                    </w:rPr>
                    <w:t xml:space="preserve">Evropská data (ESDS), </w:t>
                  </w:r>
                  <w:r w:rsidRPr="00100014">
                    <w:rPr>
                      <w:b/>
                    </w:rPr>
                    <w:t>mezinárodní srovnání</w:t>
                  </w:r>
                  <w:r>
                    <w:t xml:space="preserve"> | tel.: 274 052 347, 274 052 757 | e-mail: esds@czso.cz</w:t>
                  </w:r>
                </w:p>
                <w:p w:rsidR="00477774" w:rsidRPr="00EA4153" w:rsidRDefault="00477774" w:rsidP="00BD366B">
                  <w:pPr>
                    <w:spacing w:after="80" w:line="240" w:lineRule="auto"/>
                    <w:rPr>
                      <w:b/>
                    </w:rPr>
                  </w:pPr>
                  <w:r w:rsidRPr="00100014">
                    <w:rPr>
                      <w:b/>
                    </w:rPr>
                    <w:t>Ústřední statistická knihovna</w:t>
                  </w:r>
                  <w:r>
                    <w:t xml:space="preserve"> | tel.: 274 052 361 | e-mail: knihovna@czso.cz</w:t>
                  </w:r>
                </w:p>
                <w:p w:rsidR="00477774" w:rsidRDefault="00477774" w:rsidP="00BD366B">
                  <w:pPr>
                    <w:spacing w:line="240" w:lineRule="auto"/>
                  </w:pPr>
                </w:p>
                <w:p w:rsidR="00477774" w:rsidRPr="0071229A" w:rsidRDefault="00477774" w:rsidP="004F06F5">
                  <w:pPr>
                    <w:pStyle w:val="TL-Kontakty"/>
                  </w:pPr>
                  <w:r w:rsidRPr="0071229A">
                    <w:t>INFORMAČNÍ SLUŽBY V REGIONECH</w:t>
                  </w:r>
                </w:p>
                <w:p w:rsidR="00477774" w:rsidRDefault="00477774" w:rsidP="00BD366B">
                  <w:pPr>
                    <w:spacing w:line="240" w:lineRule="auto"/>
                  </w:pPr>
                  <w:r w:rsidRPr="00100014">
                    <w:rPr>
                      <w:b/>
                      <w:color w:val="0071BC"/>
                    </w:rPr>
                    <w:t>Hl. m. Praha</w:t>
                  </w:r>
                  <w:r>
                    <w:t xml:space="preserve"> | Na padesátém 81, 100 82 Praha 10 | tel.: 274 052 673, 274 054 223</w:t>
                  </w:r>
                </w:p>
                <w:p w:rsidR="00477774" w:rsidRPr="00100014" w:rsidRDefault="00477774" w:rsidP="00BD366B">
                  <w:pPr>
                    <w:spacing w:line="240" w:lineRule="auto"/>
                    <w:rPr>
                      <w:b/>
                    </w:rPr>
                  </w:pPr>
                  <w:r>
                    <w:t xml:space="preserve">e-mail: infoservispraha@czso.cz | </w:t>
                  </w:r>
                  <w:r w:rsidRPr="00100014">
                    <w:rPr>
                      <w:b/>
                    </w:rPr>
                    <w:t>www.praha.czso.cz</w:t>
                  </w:r>
                </w:p>
                <w:p w:rsidR="00477774" w:rsidRDefault="00477774" w:rsidP="00BD366B">
                  <w:pPr>
                    <w:spacing w:line="240" w:lineRule="auto"/>
                  </w:pPr>
                </w:p>
                <w:p w:rsidR="00477774" w:rsidRPr="00B27293" w:rsidRDefault="00477774" w:rsidP="00BD366B">
                  <w:pPr>
                    <w:spacing w:line="240" w:lineRule="auto"/>
                    <w:rPr>
                      <w:b/>
                      <w:color w:val="0071BC"/>
                    </w:rPr>
                  </w:pPr>
                  <w:r w:rsidRPr="00100014">
                    <w:rPr>
                      <w:b/>
                      <w:color w:val="0071BC"/>
                    </w:rPr>
                    <w:t>Středočeský kraj</w:t>
                  </w:r>
                  <w:r>
                    <w:t xml:space="preserve"> | Na padesátém 81, 100 82 Praha 10</w:t>
                  </w:r>
                  <w:r w:rsidRPr="00B27293">
                    <w:t xml:space="preserve"> |</w:t>
                  </w:r>
                  <w:r w:rsidRPr="00B27293">
                    <w:rPr>
                      <w:b/>
                    </w:rPr>
                    <w:t xml:space="preserve"> </w:t>
                  </w:r>
                  <w:r>
                    <w:t>tel.: 274 054 175</w:t>
                  </w:r>
                </w:p>
                <w:p w:rsidR="00477774" w:rsidRPr="00B27293" w:rsidRDefault="00477774" w:rsidP="00BD366B">
                  <w:pPr>
                    <w:spacing w:line="240" w:lineRule="auto"/>
                  </w:pPr>
                  <w:r>
                    <w:t xml:space="preserve">e-mail: infoservisstc@czso.cz | </w:t>
                  </w:r>
                  <w:r w:rsidRPr="00100014">
                    <w:rPr>
                      <w:b/>
                    </w:rPr>
                    <w:t>www.stredocesky.czso.cz</w:t>
                  </w:r>
                </w:p>
                <w:p w:rsidR="00477774" w:rsidRDefault="00477774" w:rsidP="00BD366B">
                  <w:pPr>
                    <w:spacing w:line="240" w:lineRule="auto"/>
                  </w:pPr>
                </w:p>
                <w:p w:rsidR="00477774" w:rsidRPr="00B27293" w:rsidRDefault="00477774" w:rsidP="00BD366B">
                  <w:pPr>
                    <w:spacing w:line="240" w:lineRule="auto"/>
                    <w:rPr>
                      <w:b/>
                      <w:color w:val="0071BC"/>
                    </w:rPr>
                  </w:pPr>
                  <w:r w:rsidRPr="00100014">
                    <w:rPr>
                      <w:b/>
                      <w:color w:val="0071BC"/>
                    </w:rPr>
                    <w:t>České Budějovice</w:t>
                  </w:r>
                  <w:r>
                    <w:t xml:space="preserve"> | Žižkova 1, 370 77 České Budějovice | tel.: 386 718 440</w:t>
                  </w:r>
                </w:p>
                <w:p w:rsidR="00477774" w:rsidRPr="00B27293" w:rsidRDefault="00477774" w:rsidP="00BD366B">
                  <w:pPr>
                    <w:spacing w:line="240" w:lineRule="auto"/>
                  </w:pPr>
                  <w:r>
                    <w:t xml:space="preserve">e-mail: infoserviscb@czso.cz | </w:t>
                  </w:r>
                  <w:r w:rsidRPr="00100014">
                    <w:rPr>
                      <w:b/>
                    </w:rPr>
                    <w:t>www.cbudejovice.czso.cz</w:t>
                  </w:r>
                </w:p>
                <w:p w:rsidR="00477774" w:rsidRDefault="00477774" w:rsidP="00BD366B">
                  <w:pPr>
                    <w:spacing w:line="240" w:lineRule="auto"/>
                  </w:pPr>
                </w:p>
                <w:p w:rsidR="00477774" w:rsidRPr="00B27293" w:rsidRDefault="00477774" w:rsidP="00BD366B">
                  <w:pPr>
                    <w:spacing w:line="240" w:lineRule="auto"/>
                    <w:rPr>
                      <w:b/>
                      <w:color w:val="0071BC"/>
                    </w:rPr>
                  </w:pPr>
                  <w:r w:rsidRPr="0071229A">
                    <w:rPr>
                      <w:b/>
                      <w:color w:val="0071BC"/>
                    </w:rPr>
                    <w:t>Plzeň</w:t>
                  </w:r>
                  <w:r>
                    <w:t xml:space="preserve"> | Slovanská alej 36, 326 64 Plzeň | tel.: 377 612 108, 377 612 249</w:t>
                  </w:r>
                </w:p>
                <w:p w:rsidR="00477774" w:rsidRPr="00B27293" w:rsidRDefault="00477774" w:rsidP="00BD366B">
                  <w:pPr>
                    <w:spacing w:line="240" w:lineRule="auto"/>
                  </w:pPr>
                  <w:r>
                    <w:t xml:space="preserve">e-mail: infoservisplzen@czso.cz | </w:t>
                  </w:r>
                  <w:r w:rsidRPr="0071229A">
                    <w:rPr>
                      <w:b/>
                    </w:rPr>
                    <w:t>www.plzen.czso.cz</w:t>
                  </w:r>
                </w:p>
                <w:p w:rsidR="00477774" w:rsidRDefault="00477774" w:rsidP="00BD366B">
                  <w:pPr>
                    <w:spacing w:line="240" w:lineRule="auto"/>
                  </w:pPr>
                </w:p>
                <w:p w:rsidR="00477774" w:rsidRPr="00B27293" w:rsidRDefault="00477774" w:rsidP="00BD366B">
                  <w:pPr>
                    <w:spacing w:line="240" w:lineRule="auto"/>
                    <w:rPr>
                      <w:b/>
                      <w:color w:val="0071BC"/>
                    </w:rPr>
                  </w:pPr>
                  <w:r w:rsidRPr="0071229A">
                    <w:rPr>
                      <w:b/>
                      <w:color w:val="0071BC"/>
                    </w:rPr>
                    <w:t>Karlovy Vary</w:t>
                  </w:r>
                  <w:r>
                    <w:t xml:space="preserve"> | Sportovní 28, 360 01 Karlovy Vary | tel.: 353 114 529, 353 114 525</w:t>
                  </w:r>
                </w:p>
                <w:p w:rsidR="00477774" w:rsidRDefault="00477774" w:rsidP="00BD366B">
                  <w:pPr>
                    <w:spacing w:line="240" w:lineRule="auto"/>
                    <w:rPr>
                      <w:b/>
                    </w:rPr>
                  </w:pPr>
                  <w:r>
                    <w:t xml:space="preserve">e-mail: infoserviskv@czso.cz | </w:t>
                  </w:r>
                  <w:r>
                    <w:rPr>
                      <w:b/>
                    </w:rPr>
                    <w:t>www.kvary.czso.cz</w:t>
                  </w:r>
                </w:p>
                <w:p w:rsidR="00477774" w:rsidRDefault="00477774" w:rsidP="00BD366B">
                  <w:pPr>
                    <w:spacing w:line="240" w:lineRule="auto"/>
                  </w:pPr>
                </w:p>
                <w:p w:rsidR="00477774" w:rsidRPr="00B27293" w:rsidRDefault="00477774" w:rsidP="00BD366B">
                  <w:pPr>
                    <w:spacing w:line="240" w:lineRule="auto"/>
                    <w:rPr>
                      <w:b/>
                      <w:bCs/>
                      <w:color w:val="0071BC"/>
                    </w:rPr>
                  </w:pPr>
                  <w:r w:rsidRPr="0071229A">
                    <w:rPr>
                      <w:b/>
                      <w:bCs/>
                      <w:color w:val="0071BC"/>
                    </w:rPr>
                    <w:t>Ústí nad Labem</w:t>
                  </w:r>
                  <w:r>
                    <w:t xml:space="preserve"> | </w:t>
                  </w:r>
                  <w:r w:rsidRPr="0071229A">
                    <w:rPr>
                      <w:bCs/>
                    </w:rPr>
                    <w:t>Špálova 2684, 400 11 Ústí nad Labem</w:t>
                  </w:r>
                  <w:r>
                    <w:t xml:space="preserve"> | </w:t>
                  </w:r>
                  <w:r w:rsidRPr="0071229A">
                    <w:rPr>
                      <w:bCs/>
                    </w:rPr>
                    <w:t>tel.: 472 706 176, 472 706 121</w:t>
                  </w:r>
                </w:p>
                <w:p w:rsidR="00477774" w:rsidRPr="00B27293" w:rsidRDefault="00477774" w:rsidP="00BD366B">
                  <w:pPr>
                    <w:spacing w:line="240" w:lineRule="auto"/>
                    <w:rPr>
                      <w:bCs/>
                    </w:rPr>
                  </w:pPr>
                  <w:r w:rsidRPr="0071229A">
                    <w:rPr>
                      <w:bCs/>
                    </w:rPr>
                    <w:t>e-mail: infoservisul@czso.cz</w:t>
                  </w:r>
                  <w:r>
                    <w:t xml:space="preserve"> | </w:t>
                  </w:r>
                  <w:r w:rsidRPr="0071229A">
                    <w:rPr>
                      <w:b/>
                      <w:bCs/>
                    </w:rPr>
                    <w:t>www.ustinadlabem.czso.cz</w:t>
                  </w:r>
                </w:p>
                <w:p w:rsidR="00477774" w:rsidRPr="0071229A" w:rsidRDefault="00477774" w:rsidP="00BD366B">
                  <w:pPr>
                    <w:spacing w:line="240" w:lineRule="auto"/>
                    <w:rPr>
                      <w:bCs/>
                    </w:rPr>
                  </w:pPr>
                </w:p>
                <w:p w:rsidR="00477774" w:rsidRPr="00B27293" w:rsidRDefault="00477774" w:rsidP="00BD366B">
                  <w:pPr>
                    <w:spacing w:line="240" w:lineRule="auto"/>
                    <w:rPr>
                      <w:b/>
                      <w:bCs/>
                      <w:color w:val="0071BC"/>
                    </w:rPr>
                  </w:pPr>
                  <w:r w:rsidRPr="0071229A">
                    <w:rPr>
                      <w:b/>
                      <w:bCs/>
                      <w:color w:val="0071BC"/>
                    </w:rPr>
                    <w:t>Liberec</w:t>
                  </w:r>
                  <w:r>
                    <w:t xml:space="preserve"> | </w:t>
                  </w:r>
                  <w:r w:rsidRPr="0071229A">
                    <w:rPr>
                      <w:bCs/>
                    </w:rPr>
                    <w:t>Nám. Dr. Edvarda Beneše 585/26, 460 01 Liberec 1</w:t>
                  </w:r>
                  <w:r>
                    <w:t xml:space="preserve"> | </w:t>
                  </w:r>
                  <w:r w:rsidRPr="0071229A">
                    <w:rPr>
                      <w:bCs/>
                    </w:rPr>
                    <w:t>tel.: 485 238 811</w:t>
                  </w:r>
                </w:p>
                <w:p w:rsidR="00477774" w:rsidRPr="00B27293" w:rsidRDefault="00477774" w:rsidP="00BD366B">
                  <w:pPr>
                    <w:spacing w:line="240" w:lineRule="auto"/>
                    <w:rPr>
                      <w:bCs/>
                    </w:rPr>
                  </w:pPr>
                  <w:r w:rsidRPr="0071229A">
                    <w:rPr>
                      <w:bCs/>
                    </w:rPr>
                    <w:t>e-mail: infoservislbc@czso.cz</w:t>
                  </w:r>
                  <w:r>
                    <w:t xml:space="preserve"> | </w:t>
                  </w:r>
                  <w:r w:rsidRPr="0071229A">
                    <w:rPr>
                      <w:b/>
                      <w:bCs/>
                    </w:rPr>
                    <w:t>www.liberec.czso.cz</w:t>
                  </w:r>
                </w:p>
                <w:p w:rsidR="00477774" w:rsidRPr="0071229A" w:rsidRDefault="00477774" w:rsidP="00BD366B">
                  <w:pPr>
                    <w:spacing w:line="240" w:lineRule="auto"/>
                    <w:rPr>
                      <w:bCs/>
                    </w:rPr>
                  </w:pPr>
                </w:p>
                <w:p w:rsidR="00477774" w:rsidRPr="00B27293" w:rsidRDefault="00477774" w:rsidP="00BD366B">
                  <w:pPr>
                    <w:spacing w:line="240" w:lineRule="auto"/>
                    <w:rPr>
                      <w:b/>
                      <w:bCs/>
                      <w:color w:val="0071BC"/>
                    </w:rPr>
                  </w:pPr>
                  <w:r w:rsidRPr="0071229A">
                    <w:rPr>
                      <w:b/>
                      <w:bCs/>
                      <w:color w:val="0071BC"/>
                    </w:rPr>
                    <w:t>Hradec Králové</w:t>
                  </w:r>
                  <w:r>
                    <w:t xml:space="preserve"> | </w:t>
                  </w:r>
                  <w:r>
                    <w:rPr>
                      <w:bCs/>
                    </w:rPr>
                    <w:t xml:space="preserve">Myslivečkova 914, </w:t>
                  </w:r>
                  <w:r w:rsidRPr="0071229A">
                    <w:rPr>
                      <w:bCs/>
                    </w:rPr>
                    <w:t>500 03 Hradec Králové 3</w:t>
                  </w:r>
                  <w:r>
                    <w:t xml:space="preserve"> | t</w:t>
                  </w:r>
                  <w:r w:rsidRPr="0071229A">
                    <w:rPr>
                      <w:bCs/>
                    </w:rPr>
                    <w:t>el.: 495 762 322, 495 762 317</w:t>
                  </w:r>
                </w:p>
                <w:p w:rsidR="00477774" w:rsidRPr="00B27293" w:rsidRDefault="00477774" w:rsidP="00BD366B">
                  <w:pPr>
                    <w:spacing w:line="240" w:lineRule="auto"/>
                    <w:rPr>
                      <w:bCs/>
                    </w:rPr>
                  </w:pPr>
                  <w:r w:rsidRPr="0071229A">
                    <w:rPr>
                      <w:bCs/>
                    </w:rPr>
                    <w:t>e-mail: infoservishk@czso.cz</w:t>
                  </w:r>
                  <w:r>
                    <w:t xml:space="preserve"> | </w:t>
                  </w:r>
                  <w:r w:rsidRPr="0071229A">
                    <w:rPr>
                      <w:b/>
                      <w:bCs/>
                    </w:rPr>
                    <w:t>www.hradeckralove.czso.cz</w:t>
                  </w:r>
                </w:p>
                <w:p w:rsidR="00477774" w:rsidRPr="0071229A" w:rsidRDefault="00477774" w:rsidP="00BD366B">
                  <w:pPr>
                    <w:spacing w:line="240" w:lineRule="auto"/>
                    <w:rPr>
                      <w:bCs/>
                    </w:rPr>
                  </w:pPr>
                </w:p>
                <w:p w:rsidR="00477774" w:rsidRPr="00B27293" w:rsidRDefault="00477774" w:rsidP="00BD366B">
                  <w:pPr>
                    <w:spacing w:line="240" w:lineRule="auto"/>
                    <w:rPr>
                      <w:b/>
                      <w:bCs/>
                      <w:color w:val="0071BC"/>
                    </w:rPr>
                  </w:pPr>
                  <w:r w:rsidRPr="0071229A">
                    <w:rPr>
                      <w:b/>
                      <w:bCs/>
                      <w:color w:val="0071BC"/>
                    </w:rPr>
                    <w:t>Pardubice</w:t>
                  </w:r>
                  <w:r>
                    <w:t xml:space="preserve"> | </w:t>
                  </w:r>
                  <w:r w:rsidRPr="0071229A">
                    <w:rPr>
                      <w:bCs/>
                    </w:rPr>
                    <w:t>V Ráji 872, 531 53 Pardubice</w:t>
                  </w:r>
                  <w:r>
                    <w:t xml:space="preserve"> | </w:t>
                  </w:r>
                  <w:r w:rsidRPr="0071229A">
                    <w:rPr>
                      <w:bCs/>
                    </w:rPr>
                    <w:t>tel.: 466 743 480, 466 743 418</w:t>
                  </w:r>
                </w:p>
                <w:p w:rsidR="00477774" w:rsidRPr="00B27293" w:rsidRDefault="00477774" w:rsidP="00BD366B">
                  <w:pPr>
                    <w:spacing w:line="240" w:lineRule="auto"/>
                    <w:rPr>
                      <w:bCs/>
                    </w:rPr>
                  </w:pPr>
                  <w:r w:rsidRPr="0071229A">
                    <w:rPr>
                      <w:bCs/>
                    </w:rPr>
                    <w:t>e-mail: infoservispa@czso.cz</w:t>
                  </w:r>
                  <w:r>
                    <w:t xml:space="preserve"> | </w:t>
                  </w:r>
                  <w:r w:rsidRPr="0071229A">
                    <w:rPr>
                      <w:b/>
                      <w:bCs/>
                    </w:rPr>
                    <w:t>www.pardubice.czso.cz</w:t>
                  </w:r>
                </w:p>
                <w:p w:rsidR="00477774" w:rsidRPr="0071229A" w:rsidRDefault="00477774" w:rsidP="00BD366B">
                  <w:pPr>
                    <w:spacing w:line="240" w:lineRule="auto"/>
                    <w:rPr>
                      <w:bCs/>
                    </w:rPr>
                  </w:pPr>
                </w:p>
                <w:p w:rsidR="00477774" w:rsidRPr="00B27293" w:rsidRDefault="00477774" w:rsidP="00BD366B">
                  <w:pPr>
                    <w:spacing w:line="240" w:lineRule="auto"/>
                    <w:rPr>
                      <w:b/>
                      <w:bCs/>
                      <w:color w:val="0071BC"/>
                    </w:rPr>
                  </w:pPr>
                  <w:r w:rsidRPr="0071229A">
                    <w:rPr>
                      <w:b/>
                      <w:bCs/>
                      <w:color w:val="0071BC"/>
                    </w:rPr>
                    <w:t>Jihlava</w:t>
                  </w:r>
                  <w:r>
                    <w:t xml:space="preserve"> | </w:t>
                  </w:r>
                  <w:r w:rsidRPr="0071229A">
                    <w:rPr>
                      <w:bCs/>
                    </w:rPr>
                    <w:t>Ke Skalce 30, 586 01 Jihlava</w:t>
                  </w:r>
                  <w:r>
                    <w:t xml:space="preserve"> | t</w:t>
                  </w:r>
                  <w:r w:rsidRPr="0071229A">
                    <w:rPr>
                      <w:bCs/>
                    </w:rPr>
                    <w:t>el.: 567 109 062, 567 109 080</w:t>
                  </w:r>
                </w:p>
                <w:p w:rsidR="00477774" w:rsidRPr="00B27293" w:rsidRDefault="00477774" w:rsidP="00BD366B">
                  <w:pPr>
                    <w:spacing w:line="240" w:lineRule="auto"/>
                    <w:rPr>
                      <w:bCs/>
                    </w:rPr>
                  </w:pPr>
                  <w:r w:rsidRPr="0071229A">
                    <w:rPr>
                      <w:bCs/>
                    </w:rPr>
                    <w:t>e-mail: infoservisvys@czso.cz</w:t>
                  </w:r>
                  <w:r>
                    <w:t xml:space="preserve"> | </w:t>
                  </w:r>
                  <w:r w:rsidRPr="0071229A">
                    <w:rPr>
                      <w:b/>
                      <w:bCs/>
                    </w:rPr>
                    <w:t>www.jihlava.czso.cz</w:t>
                  </w:r>
                </w:p>
                <w:p w:rsidR="00477774" w:rsidRPr="0071229A" w:rsidRDefault="00477774" w:rsidP="00BD366B">
                  <w:pPr>
                    <w:spacing w:line="240" w:lineRule="auto"/>
                    <w:rPr>
                      <w:bCs/>
                    </w:rPr>
                  </w:pPr>
                </w:p>
                <w:p w:rsidR="00477774" w:rsidRPr="00B27293" w:rsidRDefault="00477774" w:rsidP="00BD366B">
                  <w:pPr>
                    <w:spacing w:line="240" w:lineRule="auto"/>
                    <w:rPr>
                      <w:b/>
                      <w:bCs/>
                    </w:rPr>
                  </w:pPr>
                  <w:r w:rsidRPr="0071229A">
                    <w:rPr>
                      <w:b/>
                      <w:bCs/>
                      <w:color w:val="0071BC"/>
                    </w:rPr>
                    <w:t>Brno</w:t>
                  </w:r>
                  <w:r>
                    <w:t xml:space="preserve"> | </w:t>
                  </w:r>
                  <w:r w:rsidRPr="0071229A">
                    <w:rPr>
                      <w:bCs/>
                    </w:rPr>
                    <w:t>Jezuitská 2, 601 59 Brno</w:t>
                  </w:r>
                  <w:r>
                    <w:t xml:space="preserve"> | t</w:t>
                  </w:r>
                  <w:r w:rsidRPr="0071229A">
                    <w:rPr>
                      <w:bCs/>
                    </w:rPr>
                    <w:t>el.: 542 528 115, 542 528 105</w:t>
                  </w:r>
                </w:p>
                <w:p w:rsidR="00477774" w:rsidRPr="00B27293" w:rsidRDefault="00477774" w:rsidP="00BD366B">
                  <w:pPr>
                    <w:spacing w:line="240" w:lineRule="auto"/>
                    <w:rPr>
                      <w:bCs/>
                    </w:rPr>
                  </w:pPr>
                  <w:r w:rsidRPr="0071229A">
                    <w:rPr>
                      <w:bCs/>
                    </w:rPr>
                    <w:t>e-mail: infoservisbrno@czso.cz</w:t>
                  </w:r>
                  <w:r>
                    <w:t xml:space="preserve"> | </w:t>
                  </w:r>
                  <w:r w:rsidRPr="0071229A">
                    <w:rPr>
                      <w:b/>
                      <w:bCs/>
                    </w:rPr>
                    <w:t>www.brno.czso.cz</w:t>
                  </w:r>
                </w:p>
                <w:p w:rsidR="00477774" w:rsidRPr="0071229A" w:rsidRDefault="00477774" w:rsidP="00BD366B">
                  <w:pPr>
                    <w:spacing w:line="240" w:lineRule="auto"/>
                    <w:rPr>
                      <w:bCs/>
                    </w:rPr>
                  </w:pPr>
                </w:p>
                <w:p w:rsidR="00477774" w:rsidRPr="00B27293" w:rsidRDefault="00477774" w:rsidP="00BD366B">
                  <w:pPr>
                    <w:spacing w:line="240" w:lineRule="auto"/>
                    <w:rPr>
                      <w:b/>
                      <w:bCs/>
                    </w:rPr>
                  </w:pPr>
                  <w:r w:rsidRPr="0071229A">
                    <w:rPr>
                      <w:b/>
                      <w:bCs/>
                      <w:color w:val="0071BC"/>
                    </w:rPr>
                    <w:t>Olomouc</w:t>
                  </w:r>
                  <w:r>
                    <w:t xml:space="preserve"> | </w:t>
                  </w:r>
                  <w:r w:rsidRPr="0071229A">
                    <w:rPr>
                      <w:bCs/>
                    </w:rPr>
                    <w:t>Jeremenkova 1142/42, 772 11 Olomouc</w:t>
                  </w:r>
                  <w:r>
                    <w:t xml:space="preserve"> | </w:t>
                  </w:r>
                  <w:r w:rsidRPr="0071229A">
                    <w:rPr>
                      <w:bCs/>
                    </w:rPr>
                    <w:t>tel.: 585 731 516, 585 731 509</w:t>
                  </w:r>
                </w:p>
                <w:p w:rsidR="00477774" w:rsidRPr="00B27293" w:rsidRDefault="00477774" w:rsidP="00BD366B">
                  <w:pPr>
                    <w:spacing w:line="240" w:lineRule="auto"/>
                    <w:rPr>
                      <w:bCs/>
                    </w:rPr>
                  </w:pPr>
                  <w:r w:rsidRPr="0071229A">
                    <w:rPr>
                      <w:bCs/>
                    </w:rPr>
                    <w:t>e-mail: infoservisolom@czso.cz</w:t>
                  </w:r>
                  <w:r>
                    <w:t xml:space="preserve"> | </w:t>
                  </w:r>
                  <w:r w:rsidRPr="0071229A">
                    <w:rPr>
                      <w:b/>
                      <w:bCs/>
                    </w:rPr>
                    <w:t>www.olomouc.czso.cz</w:t>
                  </w:r>
                </w:p>
                <w:p w:rsidR="00477774" w:rsidRPr="0071229A" w:rsidRDefault="00477774" w:rsidP="00BD366B">
                  <w:pPr>
                    <w:spacing w:line="240" w:lineRule="auto"/>
                    <w:rPr>
                      <w:bCs/>
                    </w:rPr>
                  </w:pPr>
                </w:p>
                <w:p w:rsidR="00477774" w:rsidRPr="00B27293" w:rsidRDefault="00477774" w:rsidP="00BD366B">
                  <w:pPr>
                    <w:spacing w:line="240" w:lineRule="auto"/>
                    <w:rPr>
                      <w:b/>
                      <w:bCs/>
                    </w:rPr>
                  </w:pPr>
                  <w:r w:rsidRPr="0071229A">
                    <w:rPr>
                      <w:b/>
                      <w:bCs/>
                      <w:color w:val="0071BC"/>
                    </w:rPr>
                    <w:t>Ostrava</w:t>
                  </w:r>
                  <w:r>
                    <w:t xml:space="preserve"> | </w:t>
                  </w:r>
                  <w:r w:rsidRPr="0071229A">
                    <w:rPr>
                      <w:bCs/>
                    </w:rPr>
                    <w:t>Repinova 17, 702 03 Ostrava</w:t>
                  </w:r>
                  <w:r>
                    <w:t xml:space="preserve"> | </w:t>
                  </w:r>
                  <w:r w:rsidRPr="0071229A">
                    <w:rPr>
                      <w:bCs/>
                    </w:rPr>
                    <w:t>tel.: 595 131 230, 595 131 232</w:t>
                  </w:r>
                </w:p>
                <w:p w:rsidR="00477774" w:rsidRPr="00B27293" w:rsidRDefault="00477774" w:rsidP="00BD366B">
                  <w:pPr>
                    <w:spacing w:line="240" w:lineRule="auto"/>
                    <w:rPr>
                      <w:bCs/>
                    </w:rPr>
                  </w:pPr>
                  <w:r w:rsidRPr="0071229A">
                    <w:rPr>
                      <w:bCs/>
                    </w:rPr>
                    <w:t>e-mail: infoservis_ov@czso.cz</w:t>
                  </w:r>
                  <w:r>
                    <w:t xml:space="preserve"> | </w:t>
                  </w:r>
                  <w:r w:rsidRPr="0071229A">
                    <w:rPr>
                      <w:b/>
                      <w:bCs/>
                    </w:rPr>
                    <w:t>www.ostrava.czso.cz</w:t>
                  </w:r>
                </w:p>
                <w:p w:rsidR="00477774" w:rsidRPr="0071229A" w:rsidRDefault="00477774" w:rsidP="00BD366B">
                  <w:pPr>
                    <w:spacing w:line="240" w:lineRule="auto"/>
                    <w:rPr>
                      <w:bCs/>
                    </w:rPr>
                  </w:pPr>
                </w:p>
                <w:p w:rsidR="00477774" w:rsidRPr="0071229A" w:rsidRDefault="00477774" w:rsidP="00BD366B">
                  <w:pPr>
                    <w:spacing w:line="240" w:lineRule="auto"/>
                    <w:rPr>
                      <w:bCs/>
                    </w:rPr>
                  </w:pPr>
                  <w:r w:rsidRPr="0071229A">
                    <w:rPr>
                      <w:b/>
                      <w:bCs/>
                      <w:color w:val="0071BC"/>
                    </w:rPr>
                    <w:t>Zlín</w:t>
                  </w:r>
                  <w:r>
                    <w:t xml:space="preserve"> | </w:t>
                  </w:r>
                  <w:r w:rsidRPr="0071229A">
                    <w:rPr>
                      <w:bCs/>
                    </w:rPr>
                    <w:t>tř. Tomáše Bati 1565, 761 76 Zlín</w:t>
                  </w:r>
                  <w:r>
                    <w:t xml:space="preserve"> | </w:t>
                  </w:r>
                  <w:r w:rsidRPr="0071229A">
                    <w:rPr>
                      <w:bCs/>
                    </w:rPr>
                    <w:t>tel.: 577 004 931, 577 004 935</w:t>
                  </w:r>
                </w:p>
                <w:p w:rsidR="00477774" w:rsidRPr="00B27293" w:rsidRDefault="00477774" w:rsidP="00BD366B">
                  <w:pPr>
                    <w:spacing w:line="240" w:lineRule="auto"/>
                    <w:rPr>
                      <w:bCs/>
                    </w:rPr>
                  </w:pPr>
                  <w:r w:rsidRPr="0071229A">
                    <w:rPr>
                      <w:bCs/>
                    </w:rPr>
                    <w:t>e-mail: infoservis-zl@czso.cz</w:t>
                  </w:r>
                  <w:r>
                    <w:t xml:space="preserve"> | </w:t>
                  </w:r>
                  <w:r w:rsidRPr="0071229A">
                    <w:rPr>
                      <w:b/>
                      <w:bCs/>
                    </w:rPr>
                    <w:t>www.zlin.czso.cz</w:t>
                  </w:r>
                </w:p>
                <w:p w:rsidR="00477774" w:rsidRPr="00B27293" w:rsidRDefault="00477774" w:rsidP="00BD366B">
                  <w:pPr>
                    <w:spacing w:line="240" w:lineRule="auto"/>
                  </w:pPr>
                </w:p>
              </w:txbxContent>
            </v:textbox>
            <w10:wrap anchorx="page" anchory="page"/>
            <w10:anchorlock/>
          </v:shape>
        </w:pict>
      </w:r>
      <w:r w:rsidRPr="00052F4D">
        <w:rPr>
          <w:noProof/>
          <w:lang w:eastAsia="cs-CZ"/>
        </w:rPr>
        <w:pict>
          <v:shape id="_x0000_s1044" type="#_x0000_t202" style="position:absolute;margin-left:56.7pt;margin-top:56.7pt;width:481.85pt;height:47.4pt;z-index:25165363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" filled="f" stroked="f">
            <v:textbox style="mso-fit-shape-to-text:t" inset="0,0,0,0">
              <w:txbxContent>
                <w:p w:rsidR="00477774" w:rsidRPr="00B95F50" w:rsidRDefault="00477774" w:rsidP="0060487F">
                  <w:pPr>
                    <w:rPr>
                      <w:b/>
                      <w:bCs/>
                      <w:sz w:val="24"/>
                    </w:rPr>
                  </w:pPr>
                  <w:r w:rsidRPr="00B95F50">
                    <w:rPr>
                      <w:b/>
                      <w:color w:val="0071BC"/>
                      <w:sz w:val="24"/>
                    </w:rPr>
                    <w:t>Zajímají Vás nejnovější údaje o inflaci, HDP, obyvatelstvu, průměrných mzdách a</w:t>
                  </w:r>
                  <w:r>
                    <w:rPr>
                      <w:b/>
                      <w:color w:val="0071BC"/>
                      <w:sz w:val="24"/>
                    </w:rPr>
                    <w:t> </w:t>
                  </w:r>
                  <w:r w:rsidRPr="00B95F50">
                    <w:rPr>
                      <w:b/>
                      <w:color w:val="0071BC"/>
                      <w:sz w:val="24"/>
                    </w:rPr>
                    <w:t xml:space="preserve">mnohé další? Najdete je na stránkách ČSÚ na internetu: </w:t>
                  </w:r>
                  <w:r w:rsidRPr="00B95F50">
                    <w:rPr>
                      <w:b/>
                      <w:bCs/>
                      <w:sz w:val="24"/>
                    </w:rPr>
                    <w:t>www.czso.cz</w:t>
                  </w:r>
                </w:p>
              </w:txbxContent>
            </v:textbox>
            <w10:wrap anchorx="page" anchory="page"/>
            <w10:anchorlock/>
          </v:shape>
        </w:pict>
      </w:r>
      <w:r w:rsidRPr="00052F4D">
        <w:rPr>
          <w:noProof/>
          <w:lang w:eastAsia="cs-CZ"/>
        </w:rPr>
        <w:pict>
          <v:shape id="_x0000_s1043" type="#_x0000_t202" style="position:absolute;margin-left:56.35pt;margin-top:747pt;width:481.9pt;height:29.25pt;z-index:251654656;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" filled="f" stroked="f">
            <v:textbox inset="0,0,0,0">
              <w:txbxContent>
                <w:p w:rsidR="00477774" w:rsidRDefault="00477774" w:rsidP="00B21017">
                  <w:pPr>
                    <w:spacing w:after="0" w:line="276" w:lineRule="auto"/>
                    <w:rPr>
                      <w:szCs w:val="26"/>
                    </w:rPr>
                  </w:pPr>
                  <w:r w:rsidRPr="00B21017">
                    <w:rPr>
                      <w:szCs w:val="26"/>
                    </w:rPr>
                    <w:t>ISBN: 978-80-250-2872-8</w:t>
                  </w:r>
                </w:p>
                <w:p w:rsidR="00477774" w:rsidRDefault="00477774" w:rsidP="00B21017">
                  <w:pPr>
                    <w:spacing w:after="0" w:line="276" w:lineRule="auto"/>
                  </w:pPr>
                  <w:r w:rsidRPr="00841D9F">
                    <w:t>© Český sta</w:t>
                  </w:r>
                  <w:r>
                    <w:t>tistický úřad, Praha, 2018</w:t>
                  </w:r>
                </w:p>
              </w:txbxContent>
            </v:textbox>
            <w10:wrap anchorx="page" anchory="page"/>
            <w10:anchorlock/>
          </v:shape>
        </w:pict>
      </w:r>
    </w:p>
    <w:p w:rsidR="00A75E40" w:rsidRPr="00FC4669" w:rsidRDefault="00A75E40" w:rsidP="00F04811">
      <w:pPr>
        <w:pStyle w:val="Zkladnodstavec"/>
        <w:spacing w:after="240"/>
        <w:rPr>
          <w:rFonts w:ascii="Arial" w:hAnsi="Arial" w:cs="Arial"/>
          <w:b/>
          <w:color w:val="A5007B"/>
          <w:sz w:val="32"/>
          <w:szCs w:val="32"/>
        </w:rPr>
      </w:pPr>
    </w:p>
    <w:p w:rsidR="00A75E40" w:rsidRPr="00FC4669" w:rsidRDefault="00A75E40">
      <w:pPr>
        <w:rPr>
          <w:rFonts w:eastAsia="Calibri" w:cs="Arial"/>
          <w:b/>
          <w:color w:val="A5007B"/>
          <w:sz w:val="32"/>
          <w:szCs w:val="32"/>
        </w:rPr>
        <w:sectPr w:rsidR="00A75E40" w:rsidRPr="00FC4669" w:rsidSect="007B47EE">
          <w:pgSz w:w="11906" w:h="16838" w:code="9"/>
          <w:pgMar w:top="1134" w:right="1134" w:bottom="1418" w:left="1134" w:header="709" w:footer="709" w:gutter="0"/>
          <w:pgNumType w:start="1"/>
          <w:cols w:space="708"/>
          <w:docGrid w:linePitch="360"/>
        </w:sectPr>
      </w:pPr>
    </w:p>
    <w:sdt>
      <w:sdtPr>
        <w:rPr>
          <w:rFonts w:ascii="Arial" w:eastAsia="Times New Roman" w:hAnsi="Arial" w:cs="Times New Roman"/>
          <w:b w:val="0"/>
          <w:bCs w:val="0"/>
          <w:color w:val="auto"/>
          <w:sz w:val="20"/>
          <w:szCs w:val="24"/>
          <w:lang w:eastAsia="cs-CZ"/>
        </w:rPr>
        <w:id w:val="193750871"/>
        <w:docPartObj>
          <w:docPartGallery w:val="Table of Contents"/>
          <w:docPartUnique/>
        </w:docPartObj>
      </w:sdtPr>
      <w:sdtContent>
        <w:p w:rsidR="00B414F8" w:rsidRPr="00FC4669" w:rsidRDefault="00B414F8">
          <w:pPr>
            <w:pStyle w:val="Nadpisobsahu"/>
          </w:pPr>
          <w:r w:rsidRPr="00FC4669">
            <w:rPr>
              <w:rStyle w:val="ObsahChar"/>
              <w:b/>
            </w:rPr>
            <w:t>OBSAH</w:t>
          </w:r>
        </w:p>
        <w:p w:rsidR="007D2DCB" w:rsidRPr="00FC4669" w:rsidRDefault="00052F4D">
          <w:pPr>
            <w:pStyle w:val="Obsah1"/>
            <w:rPr>
              <w:rFonts w:eastAsiaTheme="minorEastAsia"/>
              <w:lang w:eastAsia="cs-CZ"/>
            </w:rPr>
          </w:pPr>
          <w:r w:rsidRPr="00052F4D">
            <w:fldChar w:fldCharType="begin"/>
          </w:r>
          <w:r w:rsidR="00B414F8" w:rsidRPr="00FC4669">
            <w:instrText xml:space="preserve"> TOC \o "1-3" \h \z \u </w:instrText>
          </w:r>
          <w:r w:rsidRPr="00052F4D">
            <w:fldChar w:fldCharType="separate"/>
          </w:r>
          <w:hyperlink w:anchor="_Toc465253880" w:history="1">
            <w:r w:rsidR="007D2DCB" w:rsidRPr="00FC4669">
              <w:rPr>
                <w:rStyle w:val="Hypertextovodkaz"/>
              </w:rPr>
              <w:t>ÚVOD</w:t>
            </w:r>
            <w:r w:rsidR="007D2DCB" w:rsidRPr="00FC4669">
              <w:rPr>
                <w:webHidden/>
              </w:rPr>
              <w:tab/>
            </w:r>
            <w:r w:rsidRPr="00FC4669">
              <w:rPr>
                <w:webHidden/>
              </w:rPr>
              <w:fldChar w:fldCharType="begin"/>
            </w:r>
            <w:r w:rsidR="007D2DCB" w:rsidRPr="00FC4669">
              <w:rPr>
                <w:webHidden/>
              </w:rPr>
              <w:instrText xml:space="preserve"> PAGEREF _Toc465253880 \h </w:instrText>
            </w:r>
            <w:r w:rsidRPr="00FC4669">
              <w:rPr>
                <w:webHidden/>
              </w:rPr>
            </w:r>
            <w:r w:rsidRPr="00FC4669">
              <w:rPr>
                <w:webHidden/>
              </w:rPr>
              <w:fldChar w:fldCharType="separate"/>
            </w:r>
            <w:r w:rsidR="00477774">
              <w:rPr>
                <w:webHidden/>
              </w:rPr>
              <w:t>4</w:t>
            </w:r>
            <w:r w:rsidRPr="00FC4669">
              <w:rPr>
                <w:webHidden/>
              </w:rPr>
              <w:fldChar w:fldCharType="end"/>
            </w:r>
          </w:hyperlink>
        </w:p>
        <w:p w:rsidR="007D2DCB" w:rsidRPr="00FC4669" w:rsidRDefault="00052F4D">
          <w:pPr>
            <w:pStyle w:val="Obsah1"/>
            <w:rPr>
              <w:rFonts w:eastAsiaTheme="minorEastAsia"/>
              <w:lang w:eastAsia="cs-CZ"/>
            </w:rPr>
          </w:pPr>
          <w:hyperlink w:anchor="_Toc465253881" w:history="1">
            <w:r w:rsidR="007D2DCB" w:rsidRPr="00FC4669">
              <w:rPr>
                <w:rStyle w:val="Hypertextovodkaz"/>
              </w:rPr>
              <w:t>1.</w:t>
            </w:r>
            <w:r w:rsidR="007D2DCB" w:rsidRPr="00FC4669">
              <w:rPr>
                <w:rFonts w:eastAsiaTheme="minorEastAsia"/>
                <w:lang w:eastAsia="cs-CZ"/>
              </w:rPr>
              <w:tab/>
            </w:r>
            <w:r w:rsidR="007D2DCB" w:rsidRPr="00FC4669">
              <w:rPr>
                <w:rStyle w:val="Hypertextovodkaz"/>
              </w:rPr>
              <w:t>VYMEZENÍ KULTURNÍCH PRŮMYSLŮ</w:t>
            </w:r>
            <w:r w:rsidR="007D2DCB" w:rsidRPr="00FC4669">
              <w:rPr>
                <w:webHidden/>
              </w:rPr>
              <w:tab/>
            </w:r>
            <w:r w:rsidRPr="00FC4669">
              <w:rPr>
                <w:webHidden/>
              </w:rPr>
              <w:fldChar w:fldCharType="begin"/>
            </w:r>
            <w:r w:rsidR="007D2DCB" w:rsidRPr="00FC4669">
              <w:rPr>
                <w:webHidden/>
              </w:rPr>
              <w:instrText xml:space="preserve"> PAGEREF _Toc465253881 \h </w:instrText>
            </w:r>
            <w:r w:rsidRPr="00FC4669">
              <w:rPr>
                <w:webHidden/>
              </w:rPr>
            </w:r>
            <w:r w:rsidRPr="00FC4669">
              <w:rPr>
                <w:webHidden/>
              </w:rPr>
              <w:fldChar w:fldCharType="separate"/>
            </w:r>
            <w:r w:rsidR="00477774">
              <w:rPr>
                <w:webHidden/>
              </w:rPr>
              <w:t>5</w:t>
            </w:r>
            <w:r w:rsidRPr="00FC4669">
              <w:rPr>
                <w:webHidden/>
              </w:rPr>
              <w:fldChar w:fldCharType="end"/>
            </w:r>
          </w:hyperlink>
        </w:p>
        <w:p w:rsidR="007D2DCB" w:rsidRPr="00FC4669" w:rsidRDefault="00052F4D">
          <w:pPr>
            <w:pStyle w:val="Obsah1"/>
            <w:rPr>
              <w:rFonts w:eastAsiaTheme="minorEastAsia"/>
              <w:lang w:eastAsia="cs-CZ"/>
            </w:rPr>
          </w:pPr>
          <w:hyperlink w:anchor="_Toc465253882" w:history="1">
            <w:r w:rsidR="007D2DCB" w:rsidRPr="00FC4669">
              <w:rPr>
                <w:rStyle w:val="Hypertextovodkaz"/>
              </w:rPr>
              <w:t>2.</w:t>
            </w:r>
            <w:r w:rsidR="007D2DCB" w:rsidRPr="00FC4669">
              <w:rPr>
                <w:rFonts w:eastAsiaTheme="minorEastAsia"/>
                <w:lang w:eastAsia="cs-CZ"/>
              </w:rPr>
              <w:tab/>
            </w:r>
            <w:r w:rsidR="007D2DCB" w:rsidRPr="00FC4669">
              <w:rPr>
                <w:rStyle w:val="Hypertextovodkaz"/>
              </w:rPr>
              <w:t>DEFINICE POJMŮ A ZDROJE DAT</w:t>
            </w:r>
            <w:r w:rsidR="007D2DCB" w:rsidRPr="00FC4669">
              <w:rPr>
                <w:webHidden/>
              </w:rPr>
              <w:tab/>
            </w:r>
            <w:r w:rsidRPr="00FC4669">
              <w:rPr>
                <w:webHidden/>
              </w:rPr>
              <w:fldChar w:fldCharType="begin"/>
            </w:r>
            <w:r w:rsidR="007D2DCB" w:rsidRPr="00FC4669">
              <w:rPr>
                <w:webHidden/>
              </w:rPr>
              <w:instrText xml:space="preserve"> PAGEREF _Toc465253882 \h </w:instrText>
            </w:r>
            <w:r w:rsidRPr="00FC4669">
              <w:rPr>
                <w:webHidden/>
              </w:rPr>
            </w:r>
            <w:r w:rsidRPr="00FC4669">
              <w:rPr>
                <w:webHidden/>
              </w:rPr>
              <w:fldChar w:fldCharType="separate"/>
            </w:r>
            <w:r w:rsidR="00477774">
              <w:rPr>
                <w:webHidden/>
              </w:rPr>
              <w:t>7</w:t>
            </w:r>
            <w:r w:rsidRPr="00FC4669">
              <w:rPr>
                <w:webHidden/>
              </w:rPr>
              <w:fldChar w:fldCharType="end"/>
            </w:r>
          </w:hyperlink>
        </w:p>
        <w:p w:rsidR="007D2DCB" w:rsidRPr="00FC4669" w:rsidRDefault="00052F4D">
          <w:pPr>
            <w:pStyle w:val="Obsah1"/>
            <w:rPr>
              <w:rFonts w:eastAsiaTheme="minorEastAsia"/>
              <w:lang w:eastAsia="cs-CZ"/>
            </w:rPr>
          </w:pPr>
          <w:hyperlink w:anchor="_Toc465253883" w:history="1">
            <w:r w:rsidR="007D2DCB" w:rsidRPr="00FC4669">
              <w:rPr>
                <w:rStyle w:val="Hypertextovodkaz"/>
              </w:rPr>
              <w:t>3.</w:t>
            </w:r>
            <w:r w:rsidR="007D2DCB" w:rsidRPr="00FC4669">
              <w:rPr>
                <w:rFonts w:eastAsiaTheme="minorEastAsia"/>
                <w:lang w:eastAsia="cs-CZ"/>
              </w:rPr>
              <w:tab/>
            </w:r>
            <w:r w:rsidR="007D2DCB" w:rsidRPr="00FC4669">
              <w:rPr>
                <w:rStyle w:val="Hypertextovodkaz"/>
              </w:rPr>
              <w:t>SPECIFIKA KULTURNÍCH PRŮMYSLŮ</w:t>
            </w:r>
            <w:r w:rsidR="007D2DCB" w:rsidRPr="00FC4669">
              <w:rPr>
                <w:webHidden/>
              </w:rPr>
              <w:tab/>
            </w:r>
            <w:r w:rsidRPr="00FC4669">
              <w:rPr>
                <w:webHidden/>
              </w:rPr>
              <w:fldChar w:fldCharType="begin"/>
            </w:r>
            <w:r w:rsidR="007D2DCB" w:rsidRPr="00FC4669">
              <w:rPr>
                <w:webHidden/>
              </w:rPr>
              <w:instrText xml:space="preserve"> PAGEREF _Toc465253883 \h </w:instrText>
            </w:r>
            <w:r w:rsidRPr="00FC4669">
              <w:rPr>
                <w:webHidden/>
              </w:rPr>
            </w:r>
            <w:r w:rsidRPr="00FC4669">
              <w:rPr>
                <w:webHidden/>
              </w:rPr>
              <w:fldChar w:fldCharType="separate"/>
            </w:r>
            <w:r w:rsidR="00477774">
              <w:rPr>
                <w:webHidden/>
              </w:rPr>
              <w:t>10</w:t>
            </w:r>
            <w:r w:rsidRPr="00FC4669">
              <w:rPr>
                <w:webHidden/>
              </w:rPr>
              <w:fldChar w:fldCharType="end"/>
            </w:r>
          </w:hyperlink>
        </w:p>
        <w:p w:rsidR="007D2DCB" w:rsidRPr="00FC4669" w:rsidRDefault="00052F4D">
          <w:pPr>
            <w:pStyle w:val="Obsah1"/>
            <w:rPr>
              <w:rFonts w:eastAsiaTheme="minorEastAsia"/>
              <w:lang w:eastAsia="cs-CZ"/>
            </w:rPr>
          </w:pPr>
          <w:hyperlink w:anchor="_Toc465253886" w:history="1">
            <w:r w:rsidR="007D2DCB" w:rsidRPr="00FC4669">
              <w:rPr>
                <w:rStyle w:val="Hypertextovodkaz"/>
              </w:rPr>
              <w:t>4.</w:t>
            </w:r>
            <w:r w:rsidR="007D2DCB" w:rsidRPr="00FC4669">
              <w:rPr>
                <w:rFonts w:eastAsiaTheme="minorEastAsia"/>
                <w:lang w:eastAsia="cs-CZ"/>
              </w:rPr>
              <w:tab/>
            </w:r>
            <w:r w:rsidR="007D2DCB" w:rsidRPr="00FC4669">
              <w:rPr>
                <w:rStyle w:val="Hypertextovodkaz"/>
              </w:rPr>
              <w:t>KNIHY A TISK</w:t>
            </w:r>
            <w:r w:rsidR="007D2DCB" w:rsidRPr="00FC4669">
              <w:rPr>
                <w:webHidden/>
              </w:rPr>
              <w:tab/>
            </w:r>
            <w:r w:rsidRPr="00FC4669">
              <w:rPr>
                <w:webHidden/>
              </w:rPr>
              <w:fldChar w:fldCharType="begin"/>
            </w:r>
            <w:r w:rsidR="007D2DCB" w:rsidRPr="00FC4669">
              <w:rPr>
                <w:webHidden/>
              </w:rPr>
              <w:instrText xml:space="preserve"> PAGEREF _Toc465253886 \h </w:instrText>
            </w:r>
            <w:r w:rsidRPr="00FC4669">
              <w:rPr>
                <w:webHidden/>
              </w:rPr>
            </w:r>
            <w:r w:rsidRPr="00FC4669">
              <w:rPr>
                <w:webHidden/>
              </w:rPr>
              <w:fldChar w:fldCharType="separate"/>
            </w:r>
            <w:r w:rsidR="00477774">
              <w:rPr>
                <w:webHidden/>
              </w:rPr>
              <w:t>16</w:t>
            </w:r>
            <w:r w:rsidRPr="00FC4669">
              <w:rPr>
                <w:webHidden/>
              </w:rPr>
              <w:fldChar w:fldCharType="end"/>
            </w:r>
          </w:hyperlink>
        </w:p>
        <w:p w:rsidR="007D2DCB" w:rsidRPr="00FC4669" w:rsidRDefault="00052F4D">
          <w:pPr>
            <w:pStyle w:val="Obsah1"/>
            <w:rPr>
              <w:rFonts w:eastAsiaTheme="minorEastAsia"/>
              <w:lang w:eastAsia="cs-CZ"/>
            </w:rPr>
          </w:pPr>
          <w:hyperlink w:anchor="_Toc465253893" w:history="1">
            <w:r w:rsidR="007D2DCB" w:rsidRPr="00FC4669">
              <w:rPr>
                <w:rStyle w:val="Hypertextovodkaz"/>
              </w:rPr>
              <w:t>5.</w:t>
            </w:r>
            <w:r w:rsidR="007D2DCB" w:rsidRPr="00FC4669">
              <w:rPr>
                <w:rFonts w:eastAsiaTheme="minorEastAsia"/>
                <w:lang w:eastAsia="cs-CZ"/>
              </w:rPr>
              <w:tab/>
            </w:r>
            <w:r w:rsidR="007D2DCB" w:rsidRPr="00FC4669">
              <w:rPr>
                <w:rStyle w:val="Hypertextovodkaz"/>
              </w:rPr>
              <w:t>FILM A HUDBA</w:t>
            </w:r>
            <w:r w:rsidR="007D2DCB" w:rsidRPr="00FC4669">
              <w:rPr>
                <w:webHidden/>
              </w:rPr>
              <w:tab/>
            </w:r>
            <w:r w:rsidRPr="00FC4669">
              <w:rPr>
                <w:webHidden/>
              </w:rPr>
              <w:fldChar w:fldCharType="begin"/>
            </w:r>
            <w:r w:rsidR="007D2DCB" w:rsidRPr="00FC4669">
              <w:rPr>
                <w:webHidden/>
              </w:rPr>
              <w:instrText xml:space="preserve"> PAGEREF _Toc465253893 \h </w:instrText>
            </w:r>
            <w:r w:rsidRPr="00FC4669">
              <w:rPr>
                <w:webHidden/>
              </w:rPr>
            </w:r>
            <w:r w:rsidRPr="00FC4669">
              <w:rPr>
                <w:webHidden/>
              </w:rPr>
              <w:fldChar w:fldCharType="separate"/>
            </w:r>
            <w:r w:rsidR="00477774">
              <w:rPr>
                <w:webHidden/>
              </w:rPr>
              <w:t>28</w:t>
            </w:r>
            <w:r w:rsidRPr="00FC4669">
              <w:rPr>
                <w:webHidden/>
              </w:rPr>
              <w:fldChar w:fldCharType="end"/>
            </w:r>
          </w:hyperlink>
        </w:p>
        <w:p w:rsidR="007D2DCB" w:rsidRPr="00FC4669" w:rsidRDefault="00052F4D">
          <w:pPr>
            <w:pStyle w:val="Obsah1"/>
            <w:rPr>
              <w:rFonts w:eastAsiaTheme="minorEastAsia"/>
              <w:lang w:eastAsia="cs-CZ"/>
            </w:rPr>
          </w:pPr>
          <w:hyperlink w:anchor="_Toc465253900" w:history="1">
            <w:r w:rsidR="007D2DCB" w:rsidRPr="00FC4669">
              <w:rPr>
                <w:rStyle w:val="Hypertextovodkaz"/>
              </w:rPr>
              <w:t>6.</w:t>
            </w:r>
            <w:r w:rsidR="007D2DCB" w:rsidRPr="00FC4669">
              <w:rPr>
                <w:rFonts w:eastAsiaTheme="minorEastAsia"/>
                <w:lang w:eastAsia="cs-CZ"/>
              </w:rPr>
              <w:tab/>
            </w:r>
            <w:r w:rsidR="007D2DCB" w:rsidRPr="00FC4669">
              <w:rPr>
                <w:rStyle w:val="Hypertextovodkaz"/>
              </w:rPr>
              <w:t>ROZHLAS A TELEVIZE</w:t>
            </w:r>
            <w:r w:rsidR="007D2DCB" w:rsidRPr="00FC4669">
              <w:rPr>
                <w:webHidden/>
              </w:rPr>
              <w:tab/>
            </w:r>
            <w:r w:rsidRPr="00FC4669">
              <w:rPr>
                <w:webHidden/>
              </w:rPr>
              <w:fldChar w:fldCharType="begin"/>
            </w:r>
            <w:r w:rsidR="007D2DCB" w:rsidRPr="00FC4669">
              <w:rPr>
                <w:webHidden/>
              </w:rPr>
              <w:instrText xml:space="preserve"> PAGEREF _Toc465253900 \h </w:instrText>
            </w:r>
            <w:r w:rsidRPr="00FC4669">
              <w:rPr>
                <w:webHidden/>
              </w:rPr>
            </w:r>
            <w:r w:rsidRPr="00FC4669">
              <w:rPr>
                <w:webHidden/>
              </w:rPr>
              <w:fldChar w:fldCharType="separate"/>
            </w:r>
            <w:r w:rsidR="00477774">
              <w:rPr>
                <w:webHidden/>
              </w:rPr>
              <w:t>41</w:t>
            </w:r>
            <w:r w:rsidRPr="00FC4669">
              <w:rPr>
                <w:webHidden/>
              </w:rPr>
              <w:fldChar w:fldCharType="end"/>
            </w:r>
          </w:hyperlink>
        </w:p>
        <w:p w:rsidR="007D2DCB" w:rsidRPr="00FC4669" w:rsidRDefault="00052F4D">
          <w:pPr>
            <w:pStyle w:val="Obsah1"/>
            <w:rPr>
              <w:rFonts w:eastAsiaTheme="minorEastAsia"/>
              <w:lang w:eastAsia="cs-CZ"/>
            </w:rPr>
          </w:pPr>
          <w:hyperlink w:anchor="_Toc465253907" w:history="1">
            <w:r w:rsidR="007D2DCB" w:rsidRPr="00FC4669">
              <w:rPr>
                <w:rStyle w:val="Hypertextovodkaz"/>
              </w:rPr>
              <w:t>7.</w:t>
            </w:r>
            <w:r w:rsidR="007D2DCB" w:rsidRPr="00FC4669">
              <w:rPr>
                <w:rFonts w:eastAsiaTheme="minorEastAsia"/>
                <w:lang w:eastAsia="cs-CZ"/>
              </w:rPr>
              <w:tab/>
            </w:r>
            <w:r w:rsidR="007D2DCB" w:rsidRPr="00FC4669">
              <w:rPr>
                <w:rStyle w:val="Hypertextovodkaz"/>
              </w:rPr>
              <w:t>VIDEOHRY</w:t>
            </w:r>
            <w:r w:rsidR="007D2DCB" w:rsidRPr="00FC4669">
              <w:rPr>
                <w:webHidden/>
              </w:rPr>
              <w:tab/>
            </w:r>
            <w:r w:rsidRPr="00FC4669">
              <w:rPr>
                <w:webHidden/>
              </w:rPr>
              <w:fldChar w:fldCharType="begin"/>
            </w:r>
            <w:r w:rsidR="007D2DCB" w:rsidRPr="00FC4669">
              <w:rPr>
                <w:webHidden/>
              </w:rPr>
              <w:instrText xml:space="preserve"> PAGEREF _Toc465253907 \h </w:instrText>
            </w:r>
            <w:r w:rsidRPr="00FC4669">
              <w:rPr>
                <w:webHidden/>
              </w:rPr>
            </w:r>
            <w:r w:rsidRPr="00FC4669">
              <w:rPr>
                <w:webHidden/>
              </w:rPr>
              <w:fldChar w:fldCharType="separate"/>
            </w:r>
            <w:r w:rsidR="00477774">
              <w:rPr>
                <w:webHidden/>
              </w:rPr>
              <w:t>53</w:t>
            </w:r>
            <w:r w:rsidRPr="00FC4669">
              <w:rPr>
                <w:webHidden/>
              </w:rPr>
              <w:fldChar w:fldCharType="end"/>
            </w:r>
          </w:hyperlink>
        </w:p>
        <w:p w:rsidR="007D2DCB" w:rsidRPr="00FC4669" w:rsidRDefault="00052F4D">
          <w:pPr>
            <w:pStyle w:val="Obsah1"/>
            <w:rPr>
              <w:rFonts w:eastAsiaTheme="minorEastAsia"/>
              <w:lang w:eastAsia="cs-CZ"/>
            </w:rPr>
          </w:pPr>
          <w:hyperlink w:anchor="_Toc465253910" w:history="1">
            <w:r w:rsidR="007D2DCB" w:rsidRPr="00FC4669">
              <w:rPr>
                <w:rStyle w:val="Hypertextovodkaz"/>
              </w:rPr>
              <w:t>ZÁVĚR</w:t>
            </w:r>
            <w:r w:rsidR="007D2DCB" w:rsidRPr="00FC4669">
              <w:rPr>
                <w:webHidden/>
              </w:rPr>
              <w:tab/>
            </w:r>
            <w:r w:rsidRPr="00FC4669">
              <w:rPr>
                <w:webHidden/>
              </w:rPr>
              <w:fldChar w:fldCharType="begin"/>
            </w:r>
            <w:r w:rsidR="007D2DCB" w:rsidRPr="00FC4669">
              <w:rPr>
                <w:webHidden/>
              </w:rPr>
              <w:instrText xml:space="preserve"> PAGEREF _Toc465253910 \h </w:instrText>
            </w:r>
            <w:r w:rsidRPr="00FC4669">
              <w:rPr>
                <w:webHidden/>
              </w:rPr>
            </w:r>
            <w:r w:rsidRPr="00FC4669">
              <w:rPr>
                <w:webHidden/>
              </w:rPr>
              <w:fldChar w:fldCharType="separate"/>
            </w:r>
            <w:r w:rsidR="00477774">
              <w:rPr>
                <w:webHidden/>
              </w:rPr>
              <w:t>55</w:t>
            </w:r>
            <w:r w:rsidRPr="00FC4669">
              <w:rPr>
                <w:webHidden/>
              </w:rPr>
              <w:fldChar w:fldCharType="end"/>
            </w:r>
          </w:hyperlink>
        </w:p>
        <w:p w:rsidR="007D2DCB" w:rsidRPr="00FC4669" w:rsidRDefault="00052F4D">
          <w:pPr>
            <w:pStyle w:val="Obsah1"/>
            <w:rPr>
              <w:rFonts w:eastAsiaTheme="minorEastAsia"/>
              <w:lang w:eastAsia="cs-CZ"/>
            </w:rPr>
          </w:pPr>
          <w:hyperlink w:anchor="_Toc465253911" w:history="1">
            <w:r w:rsidR="007D2DCB" w:rsidRPr="00FC4669">
              <w:rPr>
                <w:rStyle w:val="Hypertextovodkaz"/>
              </w:rPr>
              <w:t>ZDROJE</w:t>
            </w:r>
            <w:r w:rsidR="007D2DCB" w:rsidRPr="00FC4669">
              <w:rPr>
                <w:webHidden/>
              </w:rPr>
              <w:tab/>
            </w:r>
            <w:r w:rsidRPr="00FC4669">
              <w:rPr>
                <w:webHidden/>
              </w:rPr>
              <w:fldChar w:fldCharType="begin"/>
            </w:r>
            <w:r w:rsidR="007D2DCB" w:rsidRPr="00FC4669">
              <w:rPr>
                <w:webHidden/>
              </w:rPr>
              <w:instrText xml:space="preserve"> PAGEREF _Toc465253911 \h </w:instrText>
            </w:r>
            <w:r w:rsidRPr="00FC4669">
              <w:rPr>
                <w:webHidden/>
              </w:rPr>
            </w:r>
            <w:r w:rsidRPr="00FC4669">
              <w:rPr>
                <w:webHidden/>
              </w:rPr>
              <w:fldChar w:fldCharType="separate"/>
            </w:r>
            <w:r w:rsidR="00477774">
              <w:rPr>
                <w:webHidden/>
              </w:rPr>
              <w:t>57</w:t>
            </w:r>
            <w:r w:rsidRPr="00FC4669">
              <w:rPr>
                <w:webHidden/>
              </w:rPr>
              <w:fldChar w:fldCharType="end"/>
            </w:r>
          </w:hyperlink>
        </w:p>
        <w:p w:rsidR="007D2DCB" w:rsidRPr="00FC4669" w:rsidRDefault="00052F4D">
          <w:pPr>
            <w:pStyle w:val="Obsah1"/>
            <w:rPr>
              <w:rFonts w:eastAsiaTheme="minorEastAsia"/>
              <w:lang w:eastAsia="cs-CZ"/>
            </w:rPr>
          </w:pPr>
          <w:hyperlink w:anchor="_Toc465253912" w:history="1">
            <w:r w:rsidR="007D2DCB" w:rsidRPr="00FC4669">
              <w:rPr>
                <w:rStyle w:val="Hypertextovodkaz"/>
              </w:rPr>
              <w:t>PŘÍLOHY</w:t>
            </w:r>
            <w:r w:rsidR="007D2DCB" w:rsidRPr="00FC4669">
              <w:rPr>
                <w:webHidden/>
              </w:rPr>
              <w:tab/>
            </w:r>
            <w:r w:rsidRPr="00FC4669">
              <w:rPr>
                <w:webHidden/>
              </w:rPr>
              <w:fldChar w:fldCharType="begin"/>
            </w:r>
            <w:r w:rsidR="007D2DCB" w:rsidRPr="00FC4669">
              <w:rPr>
                <w:webHidden/>
              </w:rPr>
              <w:instrText xml:space="preserve"> PAGEREF _Toc465253912 \h </w:instrText>
            </w:r>
            <w:r w:rsidRPr="00FC4669">
              <w:rPr>
                <w:webHidden/>
              </w:rPr>
            </w:r>
            <w:r w:rsidRPr="00FC4669">
              <w:rPr>
                <w:webHidden/>
              </w:rPr>
              <w:fldChar w:fldCharType="separate"/>
            </w:r>
            <w:r w:rsidR="00477774">
              <w:rPr>
                <w:webHidden/>
              </w:rPr>
              <w:t>59</w:t>
            </w:r>
            <w:r w:rsidRPr="00FC4669">
              <w:rPr>
                <w:webHidden/>
              </w:rPr>
              <w:fldChar w:fldCharType="end"/>
            </w:r>
          </w:hyperlink>
        </w:p>
        <w:p w:rsidR="00B414F8" w:rsidRPr="00FC4669" w:rsidRDefault="00052F4D">
          <w:r w:rsidRPr="00FC4669">
            <w:fldChar w:fldCharType="end"/>
          </w:r>
        </w:p>
      </w:sdtContent>
    </w:sdt>
    <w:p w:rsidR="00BB64DB" w:rsidRPr="00FC4669" w:rsidRDefault="00BB64DB">
      <w:pPr>
        <w:spacing w:line="240" w:lineRule="auto"/>
      </w:pPr>
      <w:r w:rsidRPr="00FC4669">
        <w:br w:type="page"/>
      </w:r>
    </w:p>
    <w:p w:rsidR="00BB64DB" w:rsidRPr="00FC4669" w:rsidRDefault="00BB64DB" w:rsidP="00641938">
      <w:pPr>
        <w:pStyle w:val="Nadpis1"/>
      </w:pPr>
      <w:bookmarkStart w:id="3" w:name="_Toc430189788"/>
      <w:bookmarkStart w:id="4" w:name="_Toc465253880"/>
      <w:bookmarkStart w:id="5" w:name="_Toc430189789"/>
      <w:r w:rsidRPr="00FC4669">
        <w:lastRenderedPageBreak/>
        <w:t>ÚVOD</w:t>
      </w:r>
      <w:bookmarkEnd w:id="3"/>
      <w:bookmarkEnd w:id="4"/>
    </w:p>
    <w:p w:rsidR="00BB64DB" w:rsidRPr="00FC4669" w:rsidRDefault="00BB64DB" w:rsidP="00B414F8">
      <w:r w:rsidRPr="00FC4669">
        <w:t>Analytický text s názvem Kulturní průmysly v ČR volně navazuje na publikaci Kulturní zařízení v ČR, kterou</w:t>
      </w:r>
      <w:r w:rsidR="008B64EB" w:rsidRPr="00FC4669">
        <w:t> </w:t>
      </w:r>
      <w:r w:rsidRPr="00FC4669">
        <w:t xml:space="preserve">Český statistický úřad vydával </w:t>
      </w:r>
      <w:r w:rsidR="00D9593B" w:rsidRPr="00FC4669">
        <w:t>do roku 2014</w:t>
      </w:r>
      <w:r w:rsidRPr="00FC4669">
        <w:t xml:space="preserve"> a která se zaměřovala na tradiční kulturní oblasti formou prezentace převzatých dat. </w:t>
      </w:r>
      <w:r w:rsidR="00D9593B" w:rsidRPr="00FC4669">
        <w:t>Tato</w:t>
      </w:r>
      <w:r w:rsidRPr="00FC4669">
        <w:t xml:space="preserve"> publikace nese podtitul Audiovizuální a mediální sektor, jenž více konkretizuje oblast analýzy. Český statistický úřad sbírá každoročně data od poskytovatelů </w:t>
      </w:r>
      <w:r w:rsidR="006B73D0" w:rsidRPr="00FC4669">
        <w:t>audiovizuální služeb a rozhlasového vysílání</w:t>
      </w:r>
      <w:r w:rsidRPr="00FC4669">
        <w:t xml:space="preserve"> v rámci výkaz</w:t>
      </w:r>
      <w:r w:rsidR="006B73D0" w:rsidRPr="00FC4669">
        <w:t xml:space="preserve">u </w:t>
      </w:r>
      <w:hyperlink r:id="rId8" w:history="1">
        <w:r w:rsidR="006B73D0" w:rsidRPr="00FC4669">
          <w:rPr>
            <w:rStyle w:val="Hypertextovodkaz"/>
          </w:rPr>
          <w:t>Kult 6-01</w:t>
        </w:r>
      </w:hyperlink>
      <w:r w:rsidR="00690DCF" w:rsidRPr="00FC4669">
        <w:t xml:space="preserve"> (dříve Kult 7-01 a Kult 8-01)</w:t>
      </w:r>
      <w:r w:rsidR="006B73D0" w:rsidRPr="00FC4669">
        <w:t>, který byl</w:t>
      </w:r>
      <w:r w:rsidRPr="00FC4669">
        <w:t xml:space="preserve"> </w:t>
      </w:r>
      <w:r w:rsidR="006B73D0" w:rsidRPr="00FC4669">
        <w:t xml:space="preserve">pro referenční rok 2017 rozšířen o poskytovatele online katalogů pořadů. </w:t>
      </w:r>
      <w:r w:rsidRPr="00FC4669">
        <w:t>Právě myšlenka využití dat</w:t>
      </w:r>
      <w:r w:rsidR="006B73D0" w:rsidRPr="00FC4669">
        <w:t xml:space="preserve"> výkazu Kult 6-01</w:t>
      </w:r>
      <w:r w:rsidRPr="00FC4669">
        <w:t xml:space="preserve"> a</w:t>
      </w:r>
      <w:r w:rsidR="00F95D6D" w:rsidRPr="00FC4669">
        <w:t> </w:t>
      </w:r>
      <w:r w:rsidRPr="00FC4669">
        <w:t>jejich propojení s</w:t>
      </w:r>
      <w:r w:rsidR="006103FD" w:rsidRPr="00FC4669">
        <w:t> </w:t>
      </w:r>
      <w:r w:rsidRPr="00FC4669">
        <w:t>výstupy</w:t>
      </w:r>
      <w:r w:rsidR="006103FD" w:rsidRPr="00FC4669">
        <w:t> z </w:t>
      </w:r>
      <w:r w:rsidRPr="00FC4669">
        <w:t xml:space="preserve">relevantních šetření ČSÚ </w:t>
      </w:r>
      <w:r w:rsidR="00FC1FBC" w:rsidRPr="00FC4669">
        <w:t xml:space="preserve">a dalších zdrojů </w:t>
      </w:r>
      <w:r w:rsidRPr="00FC4669">
        <w:t>vedla ke vzniku této publikace. Ta</w:t>
      </w:r>
      <w:r w:rsidR="00F95D6D" w:rsidRPr="00FC4669">
        <w:t> </w:t>
      </w:r>
      <w:r w:rsidRPr="00FC4669">
        <w:t>vedle rozhlasového a televizního vysílání sleduje také oblast filmu, hudby, videoher, knih a tisku, tedy</w:t>
      </w:r>
      <w:r w:rsidR="008B64EB" w:rsidRPr="00FC4669">
        <w:t> </w:t>
      </w:r>
      <w:r w:rsidRPr="00FC4669">
        <w:t>oblasti spadající do tzv. kulturního průmyslu</w:t>
      </w:r>
      <w:r w:rsidR="00B82B44" w:rsidRPr="00FC4669">
        <w:t xml:space="preserve"> (jinak také audiovizuálního a mediálního sektoru)</w:t>
      </w:r>
      <w:r w:rsidRPr="00FC4669">
        <w:t>, definovaného dle zavedeného trojsektorového vymezení oblasti kultury.</w:t>
      </w:r>
    </w:p>
    <w:p w:rsidR="00BB64DB" w:rsidRPr="00FC4669" w:rsidRDefault="00BB64DB" w:rsidP="00B414F8">
      <w:pPr>
        <w:ind w:firstLine="284"/>
      </w:pPr>
      <w:r w:rsidRPr="00FC4669">
        <w:tab/>
        <w:t>Publikace přináší základní přehled ekonomických ukazatelů a návyků spotř</w:t>
      </w:r>
      <w:r w:rsidR="00B00577" w:rsidRPr="00FC4669">
        <w:t>ebitelů pro jednotlivé oblasti a</w:t>
      </w:r>
      <w:r w:rsidRPr="00FC4669">
        <w:t>udiovizuálního a mediálního sektoru. Vedle dat ČSÚ jsou v rámci analýzy použity údaje z výstupů profesních organizací. Ucelený souhrn dat ČSÚ, analýz profesních organizací a závěrů z vybraných soukromých studií tak může čtenáři posloužit jako zá</w:t>
      </w:r>
      <w:r w:rsidR="006103FD" w:rsidRPr="00FC4669">
        <w:t>kladní úvod do problematiky a na</w:t>
      </w:r>
      <w:r w:rsidRPr="00FC4669">
        <w:t xml:space="preserve">směrovat ho k dalším relevantním zdrojům. Velký důraz je v této publikaci kladen na </w:t>
      </w:r>
      <w:r w:rsidR="006103FD" w:rsidRPr="00FC4669">
        <w:t>zachycení</w:t>
      </w:r>
      <w:r w:rsidRPr="00FC4669">
        <w:t xml:space="preserve"> trendů souvisejících s rozvojem technologií. Působení digitalizace a měnící se návyky spotřebitelů často determinují ekono</w:t>
      </w:r>
      <w:r w:rsidR="00B00577" w:rsidRPr="00FC4669">
        <w:t>mické výkony podniků v oblasti a</w:t>
      </w:r>
      <w:r w:rsidRPr="00FC4669">
        <w:t>udiovizuálního a mediálního sektoru, je</w:t>
      </w:r>
      <w:r w:rsidR="00690DCF" w:rsidRPr="00FC4669">
        <w:t>n</w:t>
      </w:r>
      <w:r w:rsidRPr="00FC4669">
        <w:t>ž se snaží na tyto změny pružně reagovat.</w:t>
      </w:r>
    </w:p>
    <w:p w:rsidR="00BB64DB" w:rsidRPr="00FC4669" w:rsidRDefault="00FC1FBC" w:rsidP="00B414F8">
      <w:r w:rsidRPr="00FC4669">
        <w:tab/>
        <w:t>Text je členěn</w:t>
      </w:r>
      <w:r w:rsidR="003F71DC" w:rsidRPr="00FC4669">
        <w:t xml:space="preserve"> do sedmi</w:t>
      </w:r>
      <w:r w:rsidR="00BB64DB" w:rsidRPr="00FC4669">
        <w:t xml:space="preserve"> kapitol. První</w:t>
      </w:r>
      <w:r w:rsidR="003F71DC" w:rsidRPr="00FC4669">
        <w:t xml:space="preserve"> tři kapitoly</w:t>
      </w:r>
      <w:r w:rsidR="00BB64DB" w:rsidRPr="00FC4669">
        <w:t xml:space="preserve"> </w:t>
      </w:r>
      <w:r w:rsidR="003F71DC" w:rsidRPr="00FC4669">
        <w:t xml:space="preserve">vymezují oblast zkoumání, </w:t>
      </w:r>
      <w:r w:rsidR="00120628" w:rsidRPr="00FC4669">
        <w:t>použité zdroje a</w:t>
      </w:r>
      <w:r w:rsidR="00F95D6D" w:rsidRPr="00FC4669">
        <w:t> </w:t>
      </w:r>
      <w:r w:rsidR="003F71DC" w:rsidRPr="00FC4669">
        <w:t>charakteristiku</w:t>
      </w:r>
      <w:r w:rsidR="00120628" w:rsidRPr="00FC4669">
        <w:t xml:space="preserve"> kulturních průmyslů</w:t>
      </w:r>
      <w:r w:rsidR="00BB64DB" w:rsidRPr="00FC4669">
        <w:t>. Zbylé čtyři kapitoly se věnují jednotlivým oblastem</w:t>
      </w:r>
      <w:r w:rsidR="00B82B44" w:rsidRPr="00FC4669">
        <w:t xml:space="preserve"> kulturních průmyslů</w:t>
      </w:r>
      <w:r w:rsidR="00BB64DB" w:rsidRPr="00FC4669">
        <w:t>, přičemž oblasti hudby</w:t>
      </w:r>
      <w:r w:rsidR="006103FD" w:rsidRPr="00FC4669">
        <w:t> </w:t>
      </w:r>
      <w:r w:rsidR="00BB64DB" w:rsidRPr="00FC4669">
        <w:t>a</w:t>
      </w:r>
      <w:r w:rsidR="006103FD" w:rsidRPr="00FC4669">
        <w:t> </w:t>
      </w:r>
      <w:r w:rsidR="00BB64DB" w:rsidRPr="00FC4669">
        <w:t>filmu</w:t>
      </w:r>
      <w:r w:rsidR="006103FD" w:rsidRPr="00FC4669">
        <w:t> </w:t>
      </w:r>
      <w:r w:rsidR="00BB64DB" w:rsidRPr="00FC4669">
        <w:t>a</w:t>
      </w:r>
      <w:r w:rsidR="006103FD" w:rsidRPr="00FC4669">
        <w:t> </w:t>
      </w:r>
      <w:r w:rsidR="00BB64DB" w:rsidRPr="00FC4669">
        <w:t>oblast</w:t>
      </w:r>
      <w:r w:rsidR="00B00577" w:rsidRPr="00FC4669">
        <w:t>i</w:t>
      </w:r>
      <w:r w:rsidR="00BB64DB" w:rsidRPr="00FC4669">
        <w:t xml:space="preserve"> rozhlasu a televize jsou analyzovány ve společných kapitolách vzhledem k jejich podobné povaze. </w:t>
      </w:r>
      <w:r w:rsidR="003C03EB" w:rsidRPr="00FC4669">
        <w:t>Jednotlivé kapitoly mají</w:t>
      </w:r>
      <w:r w:rsidR="00BB64DB" w:rsidRPr="00FC4669">
        <w:t xml:space="preserve"> shodnou strukturu a po úvodním vymezení následují podkapitoly věnované ekonomickým ukazatelům a návykům spotřebitelů v dané oblasti. Nutno</w:t>
      </w:r>
      <w:r w:rsidR="00F95D6D" w:rsidRPr="00FC4669">
        <w:t> </w:t>
      </w:r>
      <w:r w:rsidR="00BB64DB" w:rsidRPr="00FC4669">
        <w:t>podotknout,</w:t>
      </w:r>
      <w:r w:rsidR="006103FD" w:rsidRPr="00FC4669">
        <w:t> </w:t>
      </w:r>
      <w:r w:rsidR="00BB64DB" w:rsidRPr="00FC4669">
        <w:t>že</w:t>
      </w:r>
      <w:r w:rsidR="006103FD" w:rsidRPr="00FC4669">
        <w:t> </w:t>
      </w:r>
      <w:r w:rsidR="00BB64DB" w:rsidRPr="00FC4669">
        <w:t xml:space="preserve">prezentované údaje v každé kapitole je třeba interpretovat s vědomím určitých </w:t>
      </w:r>
      <w:r w:rsidR="003C03EB" w:rsidRPr="00FC4669">
        <w:t>omezení</w:t>
      </w:r>
      <w:r w:rsidR="00BB64DB" w:rsidRPr="00FC4669">
        <w:t xml:space="preserve"> spoj</w:t>
      </w:r>
      <w:r w:rsidR="003F71DC" w:rsidRPr="00FC4669">
        <w:t xml:space="preserve">ených </w:t>
      </w:r>
      <w:r w:rsidR="003F29B7" w:rsidRPr="00FC4669">
        <w:t xml:space="preserve">zejména </w:t>
      </w:r>
      <w:r w:rsidR="00120628" w:rsidRPr="00FC4669">
        <w:t>s</w:t>
      </w:r>
      <w:r w:rsidR="00B82B44" w:rsidRPr="00FC4669">
        <w:t> využitím obecně zaměřených zdrojů dat pro úzce</w:t>
      </w:r>
      <w:r w:rsidR="003F29B7" w:rsidRPr="00FC4669">
        <w:t xml:space="preserve"> vymezen</w:t>
      </w:r>
      <w:r w:rsidR="00B82B44" w:rsidRPr="00FC4669">
        <w:t>ou oblast</w:t>
      </w:r>
      <w:r w:rsidR="00120628" w:rsidRPr="00FC4669">
        <w:t xml:space="preserve"> kulturních průmyslů</w:t>
      </w:r>
      <w:r w:rsidR="003F29B7" w:rsidRPr="00FC4669">
        <w:t xml:space="preserve">. </w:t>
      </w:r>
      <w:r w:rsidR="00BB64DB" w:rsidRPr="00FC4669">
        <w:t>T</w:t>
      </w:r>
      <w:r w:rsidR="003C03EB" w:rsidRPr="00FC4669">
        <w:t>ato</w:t>
      </w:r>
      <w:r w:rsidR="00BB64DB" w:rsidRPr="00FC4669">
        <w:t xml:space="preserve"> </w:t>
      </w:r>
      <w:r w:rsidR="003C03EB" w:rsidRPr="00FC4669">
        <w:t>omezení</w:t>
      </w:r>
      <w:r w:rsidR="00BB64DB" w:rsidRPr="00FC4669">
        <w:t xml:space="preserve"> jsou </w:t>
      </w:r>
      <w:r w:rsidR="003F71DC" w:rsidRPr="00FC4669">
        <w:t xml:space="preserve">podrobněji rozebrána v kapitole o zdrojích dat a dále </w:t>
      </w:r>
      <w:r w:rsidR="00BB64DB" w:rsidRPr="00FC4669">
        <w:t>v</w:t>
      </w:r>
      <w:r w:rsidR="00260C15">
        <w:t> </w:t>
      </w:r>
      <w:r w:rsidR="00BB64DB" w:rsidRPr="00FC4669">
        <w:t>textu</w:t>
      </w:r>
      <w:r w:rsidR="00260C15">
        <w:t xml:space="preserve"> </w:t>
      </w:r>
      <w:r w:rsidR="00690DCF" w:rsidRPr="00FC4669">
        <w:t>v příslušných kapitolách věnujících se jednotlivým oblastem</w:t>
      </w:r>
      <w:r w:rsidR="00BB64DB" w:rsidRPr="00FC4669">
        <w:t>.</w:t>
      </w:r>
    </w:p>
    <w:p w:rsidR="00BB64DB" w:rsidRPr="00FC4669" w:rsidRDefault="00BB64DB" w:rsidP="00BB64DB">
      <w:r w:rsidRPr="00FC4669">
        <w:br w:type="page"/>
      </w:r>
    </w:p>
    <w:p w:rsidR="00BB64DB" w:rsidRPr="00FC4669" w:rsidRDefault="00086610" w:rsidP="00694914">
      <w:pPr>
        <w:pStyle w:val="Nadpis1"/>
        <w:numPr>
          <w:ilvl w:val="0"/>
          <w:numId w:val="17"/>
        </w:numPr>
      </w:pPr>
      <w:bookmarkStart w:id="6" w:name="_Toc465253881"/>
      <w:bookmarkEnd w:id="5"/>
      <w:r w:rsidRPr="00FC4669">
        <w:lastRenderedPageBreak/>
        <w:t>VYMEZENÍ KULTURNÍCH PRŮMYSLŮ</w:t>
      </w:r>
      <w:bookmarkEnd w:id="6"/>
    </w:p>
    <w:p w:rsidR="00E313C9" w:rsidRPr="00FC4669" w:rsidRDefault="00E313C9" w:rsidP="00103D6C">
      <w:r w:rsidRPr="00FC4669">
        <w:t xml:space="preserve">V této publikaci </w:t>
      </w:r>
      <w:r w:rsidR="00690DCF" w:rsidRPr="00FC4669">
        <w:t xml:space="preserve">je </w:t>
      </w:r>
      <w:r w:rsidR="00E96DF9" w:rsidRPr="00FC4669">
        <w:t>použito</w:t>
      </w:r>
      <w:r w:rsidRPr="00FC4669">
        <w:t xml:space="preserve"> </w:t>
      </w:r>
      <w:r w:rsidR="00E96DF9" w:rsidRPr="00FC4669">
        <w:t>mnoho</w:t>
      </w:r>
      <w:r w:rsidRPr="00FC4669">
        <w:t xml:space="preserve"> termínů, které mohou </w:t>
      </w:r>
      <w:r w:rsidR="008004E0" w:rsidRPr="00FC4669">
        <w:t>nezasvěcenému</w:t>
      </w:r>
      <w:r w:rsidRPr="00FC4669">
        <w:t xml:space="preserve"> čtenáři splývat či připadat podobné. Proto je potřeba použitou terminologii jasně definovat. </w:t>
      </w:r>
      <w:r w:rsidR="00103D6C" w:rsidRPr="00FC4669">
        <w:t xml:space="preserve">Předmětem analýzy jsou </w:t>
      </w:r>
      <w:r w:rsidR="00103D6C" w:rsidRPr="00FC4669">
        <w:rPr>
          <w:b/>
        </w:rPr>
        <w:t>kulturní průmysly</w:t>
      </w:r>
      <w:r w:rsidR="00103D6C" w:rsidRPr="00FC4669">
        <w:t xml:space="preserve">, tedy </w:t>
      </w:r>
      <w:r w:rsidR="00B63403" w:rsidRPr="00FC4669">
        <w:t xml:space="preserve">šest následujících oblastí – </w:t>
      </w:r>
      <w:r w:rsidR="00B63403" w:rsidRPr="00FC4669">
        <w:rPr>
          <w:b/>
        </w:rPr>
        <w:t>film a video, knihy a tisk, televize, rozhlas, hudba</w:t>
      </w:r>
      <w:r w:rsidR="00260C15">
        <w:rPr>
          <w:b/>
        </w:rPr>
        <w:t xml:space="preserve">, </w:t>
      </w:r>
      <w:r w:rsidR="00B63403" w:rsidRPr="00FC4669">
        <w:rPr>
          <w:b/>
        </w:rPr>
        <w:t>videohry</w:t>
      </w:r>
      <w:r w:rsidR="00B63403" w:rsidRPr="00FC4669">
        <w:t xml:space="preserve">. </w:t>
      </w:r>
      <w:r w:rsidR="003F29B7" w:rsidRPr="00FC4669">
        <w:t xml:space="preserve">Těchto šest oblastí bude v textu souhrnně označováno také pojmem </w:t>
      </w:r>
      <w:r w:rsidR="003F29B7" w:rsidRPr="00FC4669">
        <w:rPr>
          <w:b/>
        </w:rPr>
        <w:t>audiovizuální a mediální sektor</w:t>
      </w:r>
      <w:r w:rsidR="003F29B7" w:rsidRPr="00FC4669">
        <w:t xml:space="preserve">. </w:t>
      </w:r>
      <w:r w:rsidR="00681EDB" w:rsidRPr="00FC4669">
        <w:t xml:space="preserve">Kulturní průmysly jsou </w:t>
      </w:r>
      <w:r w:rsidR="004333B9" w:rsidRPr="00FC4669">
        <w:t xml:space="preserve">však </w:t>
      </w:r>
      <w:r w:rsidR="00681EDB" w:rsidRPr="00FC4669">
        <w:t xml:space="preserve">pouze jednou částí celkové </w:t>
      </w:r>
      <w:r w:rsidR="008F58EE" w:rsidRPr="00FC4669">
        <w:t xml:space="preserve">definice kultury </w:t>
      </w:r>
      <w:r w:rsidRPr="00FC4669">
        <w:t xml:space="preserve">(používané </w:t>
      </w:r>
      <w:r w:rsidR="008F58EE" w:rsidRPr="00FC4669">
        <w:t>pro účely ekonomické analýzy</w:t>
      </w:r>
      <w:r w:rsidRPr="00FC4669">
        <w:t>)</w:t>
      </w:r>
      <w:r w:rsidR="00986F4F" w:rsidRPr="00FC4669">
        <w:t xml:space="preserve"> a</w:t>
      </w:r>
      <w:r w:rsidRPr="00FC4669">
        <w:t xml:space="preserve"> je </w:t>
      </w:r>
      <w:r w:rsidR="00986F4F" w:rsidRPr="00FC4669">
        <w:t>nutné</w:t>
      </w:r>
      <w:r w:rsidRPr="00FC4669">
        <w:t xml:space="preserve"> tuto definici nejdříve objasnit, aby bylo postavení kulturních průmyslů v rámci celkové oblasti kultury zřejmé</w:t>
      </w:r>
      <w:r w:rsidR="00681EDB" w:rsidRPr="00FC4669">
        <w:t>.</w:t>
      </w:r>
    </w:p>
    <w:p w:rsidR="00141131" w:rsidRPr="00FC4669" w:rsidRDefault="004333B9" w:rsidP="00103D6C">
      <w:r w:rsidRPr="00FC4669">
        <w:tab/>
      </w:r>
      <w:r w:rsidR="00681EDB" w:rsidRPr="00FC4669">
        <w:t xml:space="preserve">Vymezení </w:t>
      </w:r>
      <w:r w:rsidR="008004E0" w:rsidRPr="00FC4669">
        <w:t xml:space="preserve">celkové </w:t>
      </w:r>
      <w:r w:rsidR="00681EDB" w:rsidRPr="00FC4669">
        <w:t>oblasti</w:t>
      </w:r>
      <w:r w:rsidR="00E313C9" w:rsidRPr="00FC4669">
        <w:t xml:space="preserve"> kultury, které je použito pro tento text</w:t>
      </w:r>
      <w:r w:rsidR="00986F4F" w:rsidRPr="00FC4669">
        <w:t>,</w:t>
      </w:r>
      <w:r w:rsidR="008F58EE" w:rsidRPr="00FC4669">
        <w:t xml:space="preserve"> pochází</w:t>
      </w:r>
      <w:r w:rsidR="00BB64DB" w:rsidRPr="00FC4669">
        <w:t xml:space="preserve"> z trojsektorového </w:t>
      </w:r>
      <w:r w:rsidR="00141131" w:rsidRPr="00FC4669">
        <w:t>pojetí</w:t>
      </w:r>
      <w:r w:rsidR="00986F4F" w:rsidRPr="00FC4669">
        <w:t xml:space="preserve"> kultury.</w:t>
      </w:r>
      <w:r w:rsidR="00BB64DB" w:rsidRPr="00FC4669">
        <w:t xml:space="preserve"> </w:t>
      </w:r>
      <w:r w:rsidR="00141131" w:rsidRPr="00FC4669">
        <w:t xml:space="preserve">Konkrétní trojsektorové schéma </w:t>
      </w:r>
      <w:r w:rsidR="00986F4F" w:rsidRPr="00FC4669">
        <w:t xml:space="preserve">je </w:t>
      </w:r>
      <w:r w:rsidR="00141131" w:rsidRPr="00FC4669">
        <w:t xml:space="preserve">pak převzaté zejména z dokumentu </w:t>
      </w:r>
      <w:hyperlink r:id="rId9" w:history="1">
        <w:r w:rsidR="00141131" w:rsidRPr="00FC4669">
          <w:rPr>
            <w:rStyle w:val="Hypertextovodkaz"/>
          </w:rPr>
          <w:t>Ekonomika kultury</w:t>
        </w:r>
        <w:r w:rsidR="008004E0" w:rsidRPr="00FC4669">
          <w:rPr>
            <w:rStyle w:val="Hypertextovodkaz"/>
          </w:rPr>
          <w:t xml:space="preserve"> v Evropě</w:t>
        </w:r>
      </w:hyperlink>
      <w:r w:rsidR="00141131" w:rsidRPr="00FC4669">
        <w:t xml:space="preserve"> z roku 2006, který pro </w:t>
      </w:r>
      <w:r w:rsidRPr="00FC4669">
        <w:t>E</w:t>
      </w:r>
      <w:r w:rsidR="00141131" w:rsidRPr="00FC4669">
        <w:t>vropskou komisi vypracovala společnost KEA.</w:t>
      </w:r>
      <w:r w:rsidR="00986F4F" w:rsidRPr="00FC4669">
        <w:t xml:space="preserve"> </w:t>
      </w:r>
      <w:r w:rsidR="00141131" w:rsidRPr="00FC4669">
        <w:t>Oblast kultury je zde</w:t>
      </w:r>
      <w:r w:rsidR="00BB64DB" w:rsidRPr="00FC4669">
        <w:t xml:space="preserve"> </w:t>
      </w:r>
      <w:r w:rsidR="00141131" w:rsidRPr="00FC4669">
        <w:t>dělená</w:t>
      </w:r>
      <w:r w:rsidR="00BB64DB" w:rsidRPr="00FC4669">
        <w:t xml:space="preserve"> </w:t>
      </w:r>
      <w:r w:rsidR="00141131" w:rsidRPr="00FC4669">
        <w:t xml:space="preserve">na </w:t>
      </w:r>
      <w:r w:rsidR="00BB64DB" w:rsidRPr="00FC4669">
        <w:t>tradiční (neprůmyslová) odvětví, u kterých produkty a služby nelze reprodukovat a jsou konzumovány obvykle na místě (např. výtvarné umění, divadlo, tanec, kulturní dědictví) a průmyslová odvětví, u kterých je kulturní zboží určeno k reprodukci a hromadnému užití (např. kniha, film, reprodukovaná hudba). Průmyslová a</w:t>
      </w:r>
      <w:r w:rsidR="00260C15">
        <w:t> </w:t>
      </w:r>
      <w:r w:rsidR="00BB64DB" w:rsidRPr="00FC4669">
        <w:t xml:space="preserve">neprůmyslová odvětví jsou </w:t>
      </w:r>
      <w:r w:rsidR="00141131" w:rsidRPr="00FC4669">
        <w:t>pak</w:t>
      </w:r>
      <w:r w:rsidR="00BB64DB" w:rsidRPr="00FC4669">
        <w:t xml:space="preserve"> doplněna</w:t>
      </w:r>
      <w:r w:rsidR="00282CCA" w:rsidRPr="00FC4669">
        <w:t> </w:t>
      </w:r>
      <w:r w:rsidR="00BB64DB" w:rsidRPr="00FC4669">
        <w:t>o</w:t>
      </w:r>
      <w:r w:rsidR="00282CCA" w:rsidRPr="00FC4669">
        <w:t> </w:t>
      </w:r>
      <w:r w:rsidR="00BB64DB" w:rsidRPr="00FC4669">
        <w:t>třetí odvětví – tvůrčí (kreativní) průmysly. V rámci těchto kreativních průmyslů, kam patří např. módní návrhářství či reklama, jsou kulturní prostředky a</w:t>
      </w:r>
      <w:r w:rsidR="00F95D6D" w:rsidRPr="00FC4669">
        <w:t> </w:t>
      </w:r>
      <w:r w:rsidR="00BB64DB" w:rsidRPr="00FC4669">
        <w:t xml:space="preserve">myšlenky použity také pro výstupy </w:t>
      </w:r>
      <w:r w:rsidR="001A7DF6" w:rsidRPr="00FC4669">
        <w:t>„</w:t>
      </w:r>
      <w:r w:rsidR="00BB64DB" w:rsidRPr="00FC4669">
        <w:t>ne-kulturních</w:t>
      </w:r>
      <w:r w:rsidR="001A7DF6" w:rsidRPr="00FC4669">
        <w:t>“</w:t>
      </w:r>
      <w:r w:rsidR="00BB64DB" w:rsidRPr="00FC4669">
        <w:t xml:space="preserve"> odvětví</w:t>
      </w:r>
      <w:r w:rsidR="00B414F8" w:rsidRPr="00FC4669">
        <w:t xml:space="preserve"> (KEA, 2006)</w:t>
      </w:r>
      <w:r w:rsidR="008004E0" w:rsidRPr="00FC4669">
        <w:t>.</w:t>
      </w:r>
    </w:p>
    <w:p w:rsidR="004333B9" w:rsidRPr="00FC4669" w:rsidRDefault="004333B9" w:rsidP="004333B9">
      <w:r w:rsidRPr="00FC4669">
        <w:tab/>
      </w:r>
      <w:r w:rsidR="00FC7ECC" w:rsidRPr="00FC4669">
        <w:t xml:space="preserve">Pro výše zmíněná </w:t>
      </w:r>
      <w:r w:rsidR="00141131" w:rsidRPr="00FC4669">
        <w:t xml:space="preserve">tři odvětví (sektory) </w:t>
      </w:r>
      <w:r w:rsidR="00BB64DB" w:rsidRPr="00FC4669">
        <w:t>bud</w:t>
      </w:r>
      <w:r w:rsidR="00237048" w:rsidRPr="00FC4669">
        <w:t>ou po</w:t>
      </w:r>
      <w:r w:rsidR="008D5856">
        <w:t>u</w:t>
      </w:r>
      <w:r w:rsidR="00237048" w:rsidRPr="00FC4669">
        <w:t>žívány</w:t>
      </w:r>
      <w:r w:rsidR="00141131" w:rsidRPr="00FC4669">
        <w:t xml:space="preserve"> termíny </w:t>
      </w:r>
      <w:r w:rsidR="00BB64DB" w:rsidRPr="00FC4669">
        <w:rPr>
          <w:b/>
        </w:rPr>
        <w:t xml:space="preserve">tradiční odvětví </w:t>
      </w:r>
      <w:r w:rsidR="00BB64DB" w:rsidRPr="00FC4669">
        <w:t xml:space="preserve">(kulturní sektor), </w:t>
      </w:r>
      <w:r w:rsidR="00BB64DB" w:rsidRPr="00FC4669">
        <w:rPr>
          <w:b/>
        </w:rPr>
        <w:t xml:space="preserve">kulturní průmysly </w:t>
      </w:r>
      <w:r w:rsidRPr="00FC4669">
        <w:t xml:space="preserve">(audiovizuální a mediální sektor) </w:t>
      </w:r>
      <w:r w:rsidR="00BB64DB" w:rsidRPr="00FC4669">
        <w:t xml:space="preserve">a </w:t>
      </w:r>
      <w:r w:rsidR="00BB64DB" w:rsidRPr="00FC4669">
        <w:rPr>
          <w:b/>
        </w:rPr>
        <w:t>kreativní průmysly</w:t>
      </w:r>
      <w:r w:rsidR="00BB64DB" w:rsidRPr="00FC4669">
        <w:t xml:space="preserve"> (tvůrčí sektor, produkující také </w:t>
      </w:r>
      <w:r w:rsidR="001A7DF6" w:rsidRPr="00FC4669">
        <w:t>„</w:t>
      </w:r>
      <w:r w:rsidR="00BB64DB" w:rsidRPr="00FC4669">
        <w:t>ne-kulturní</w:t>
      </w:r>
      <w:r w:rsidR="001A7DF6" w:rsidRPr="00FC4669">
        <w:t>“</w:t>
      </w:r>
      <w:r w:rsidR="00BB64DB" w:rsidRPr="00FC4669">
        <w:t xml:space="preserve"> zboží za pomoci kulturních vstupů). </w:t>
      </w:r>
      <w:r w:rsidR="00FC7ECC" w:rsidRPr="00FC4669">
        <w:t xml:space="preserve">Tato odvětví mohou být </w:t>
      </w:r>
      <w:r w:rsidRPr="00FC4669">
        <w:t>v některých výstupech (např.</w:t>
      </w:r>
      <w:r w:rsidR="008B64EB" w:rsidRPr="00FC4669">
        <w:t> </w:t>
      </w:r>
      <w:r w:rsidRPr="00FC4669">
        <w:t xml:space="preserve">Satelitní </w:t>
      </w:r>
      <w:r w:rsidR="008004E0" w:rsidRPr="00FC4669">
        <w:t>účet kultury) doplněna</w:t>
      </w:r>
      <w:r w:rsidRPr="00FC4669">
        <w:t xml:space="preserve"> také o tzv. správní oblast zahrnující </w:t>
      </w:r>
      <w:r w:rsidR="00BB64DB" w:rsidRPr="00FC4669">
        <w:t xml:space="preserve">správní organizace </w:t>
      </w:r>
      <w:r w:rsidRPr="00FC4669">
        <w:t>a instituce podporující kulturní činnost</w:t>
      </w:r>
      <w:r w:rsidR="003F29B7" w:rsidRPr="00FC4669">
        <w:t xml:space="preserve"> (např. Ministerstvo kultury či Ochrann</w:t>
      </w:r>
      <w:r w:rsidR="006511DD" w:rsidRPr="00FC4669">
        <w:t>ý svaz autorský</w:t>
      </w:r>
      <w:r w:rsidR="003F29B7" w:rsidRPr="00FC4669">
        <w:t>)</w:t>
      </w:r>
      <w:r w:rsidRPr="00FC4669">
        <w:t>.</w:t>
      </w:r>
      <w:r w:rsidR="008004E0" w:rsidRPr="00FC4669">
        <w:t xml:space="preserve"> Pojmy sektor, odvětví a průmysly v plurálu jsou v textu použity jako synonyma</w:t>
      </w:r>
      <w:r w:rsidR="003F29B7" w:rsidRPr="00FC4669">
        <w:t>.</w:t>
      </w:r>
    </w:p>
    <w:p w:rsidR="00BB64DB" w:rsidRPr="00FC4669" w:rsidRDefault="004333B9" w:rsidP="004333B9">
      <w:r w:rsidRPr="00FC4669">
        <w:tab/>
      </w:r>
      <w:r w:rsidR="00BB64DB" w:rsidRPr="00FC4669">
        <w:t xml:space="preserve">Konkrétní statistické vymezení </w:t>
      </w:r>
      <w:r w:rsidR="000443B0" w:rsidRPr="00FC4669">
        <w:t>oblasti kultury</w:t>
      </w:r>
      <w:r w:rsidR="00BB64DB" w:rsidRPr="00FC4669">
        <w:t xml:space="preserve"> je postavené na závěrech pracovní skupiny ESSnet-Culture</w:t>
      </w:r>
      <w:r w:rsidR="00BB64DB" w:rsidRPr="00FC4669">
        <w:rPr>
          <w:rStyle w:val="Znakapoznpodarou"/>
        </w:rPr>
        <w:footnoteReference w:id="1"/>
      </w:r>
      <w:r w:rsidR="00BB64DB" w:rsidRPr="00FC4669">
        <w:t xml:space="preserve">, která vznikla za podpory Evropské komise a Eurostatu za účelem sjednocení evropské metodiky v oblasti statistik kultury a jejíž závěry jsou publikované v </w:t>
      </w:r>
      <w:hyperlink r:id="rId10" w:history="1">
        <w:r w:rsidR="00B414F8" w:rsidRPr="00FC4669">
          <w:rPr>
            <w:rStyle w:val="Hypertextovodkaz"/>
          </w:rPr>
          <w:t>projektové</w:t>
        </w:r>
        <w:r w:rsidR="00BB64DB" w:rsidRPr="00FC4669">
          <w:rPr>
            <w:rStyle w:val="Hypertextovodkaz"/>
          </w:rPr>
          <w:t xml:space="preserve"> zprávě</w:t>
        </w:r>
      </w:hyperlink>
      <w:r w:rsidR="00BB64DB" w:rsidRPr="00FC4669">
        <w:t xml:space="preserve"> z roku 2012. </w:t>
      </w:r>
      <w:r w:rsidR="00B82B44" w:rsidRPr="00FC4669">
        <w:t>Na základě závěrů jednání pracovní skupiny byly v rámci mezinárodní klasifikace ekonomických činností NACE určeny činnosti spadající do oblasti kultury.</w:t>
      </w:r>
    </w:p>
    <w:p w:rsidR="00FC7ECC" w:rsidRPr="00FC4669" w:rsidRDefault="00FC7ECC" w:rsidP="004333B9">
      <w:r w:rsidRPr="00FC4669">
        <w:tab/>
        <w:t xml:space="preserve">Z Tabulky 1 </w:t>
      </w:r>
      <w:r w:rsidR="008004E0" w:rsidRPr="00FC4669">
        <w:t>je možné</w:t>
      </w:r>
      <w:r w:rsidRPr="00FC4669">
        <w:t xml:space="preserve"> vyčíst konkrétní statistické vymezení </w:t>
      </w:r>
      <w:r w:rsidR="00EA48B1" w:rsidRPr="00FC4669">
        <w:t xml:space="preserve">jednotlivých oblastí </w:t>
      </w:r>
      <w:r w:rsidRPr="00FC4669">
        <w:t>kulturních průmyslů</w:t>
      </w:r>
      <w:r w:rsidR="00FF475F" w:rsidRPr="00FC4669">
        <w:t>, se kterým bude operováno v dalších kapitolách</w:t>
      </w:r>
      <w:r w:rsidRPr="00FC4669">
        <w:t xml:space="preserve">. </w:t>
      </w:r>
      <w:r w:rsidR="00FF475F" w:rsidRPr="00FC4669">
        <w:t xml:space="preserve">Vymezení </w:t>
      </w:r>
      <w:r w:rsidRPr="00FC4669">
        <w:t>některých obla</w:t>
      </w:r>
      <w:r w:rsidR="00EA48B1" w:rsidRPr="00FC4669">
        <w:t xml:space="preserve">stí </w:t>
      </w:r>
      <w:r w:rsidR="00FF475F" w:rsidRPr="00FC4669">
        <w:t>(rozhlas, t</w:t>
      </w:r>
      <w:r w:rsidRPr="00FC4669">
        <w:t>elevize</w:t>
      </w:r>
      <w:r w:rsidR="00FF475F" w:rsidRPr="00FC4669">
        <w:t xml:space="preserve"> či v</w:t>
      </w:r>
      <w:r w:rsidRPr="00FC4669">
        <w:t>ideohry)</w:t>
      </w:r>
      <w:r w:rsidR="00EA48B1" w:rsidRPr="00FC4669">
        <w:t xml:space="preserve"> je</w:t>
      </w:r>
      <w:r w:rsidRPr="00FC4669">
        <w:t xml:space="preserve"> velmi jednoduché a obsahuje pouze jednu </w:t>
      </w:r>
      <w:r w:rsidR="00FF475F" w:rsidRPr="00FC4669">
        <w:t xml:space="preserve">konkrétní ekonomickou činnost (např. činnost vydávání počítačových her v oblasti videoher). Některé oblasti jsou naopak poskládané </w:t>
      </w:r>
      <w:r w:rsidR="00EA48B1" w:rsidRPr="00FC4669">
        <w:t>z několika různých ekonomických činností (například oblast knih a tisku obsahuje vedle činností vydávání a maloobchodu také služby zpravodajských agentur, překladatelů a tlumočníků).</w:t>
      </w:r>
    </w:p>
    <w:p w:rsidR="00EA48B1" w:rsidRPr="00FC4669" w:rsidRDefault="00BB64DB" w:rsidP="00EA48B1">
      <w:pPr>
        <w:ind w:firstLine="708"/>
      </w:pPr>
      <w:r w:rsidRPr="00FC4669">
        <w:t xml:space="preserve"> </w:t>
      </w:r>
    </w:p>
    <w:p w:rsidR="00050886" w:rsidRDefault="00050886" w:rsidP="00BB64DB">
      <w:pPr>
        <w:pStyle w:val="Titulek"/>
        <w:rPr>
          <w:rFonts w:ascii="Arial" w:hAnsi="Arial" w:cs="Arial"/>
          <w:color w:val="auto"/>
          <w:sz w:val="20"/>
          <w:szCs w:val="20"/>
        </w:rPr>
      </w:pPr>
      <w:bookmarkStart w:id="7" w:name="_Toc464832044"/>
    </w:p>
    <w:p w:rsidR="00BB64DB" w:rsidRPr="00FC4669" w:rsidRDefault="00BB64DB" w:rsidP="00BB64DB">
      <w:pPr>
        <w:pStyle w:val="Titulek"/>
        <w:rPr>
          <w:rFonts w:ascii="Arial" w:hAnsi="Arial" w:cs="Arial"/>
          <w:color w:val="auto"/>
          <w:sz w:val="20"/>
          <w:szCs w:val="20"/>
        </w:rPr>
      </w:pPr>
      <w:r w:rsidRPr="00FC4669">
        <w:rPr>
          <w:rFonts w:ascii="Arial" w:hAnsi="Arial" w:cs="Arial"/>
          <w:color w:val="auto"/>
          <w:sz w:val="20"/>
          <w:szCs w:val="20"/>
        </w:rPr>
        <w:lastRenderedPageBreak/>
        <w:t xml:space="preserve">Tabulka </w:t>
      </w:r>
      <w:r w:rsidR="00052F4D" w:rsidRPr="00FC4669">
        <w:rPr>
          <w:rFonts w:ascii="Arial" w:hAnsi="Arial" w:cs="Arial"/>
          <w:color w:val="auto"/>
          <w:sz w:val="20"/>
          <w:szCs w:val="20"/>
        </w:rPr>
        <w:fldChar w:fldCharType="begin"/>
      </w:r>
      <w:r w:rsidRPr="00FC4669">
        <w:rPr>
          <w:rFonts w:ascii="Arial" w:hAnsi="Arial" w:cs="Arial"/>
          <w:color w:val="auto"/>
          <w:sz w:val="20"/>
          <w:szCs w:val="20"/>
        </w:rPr>
        <w:instrText xml:space="preserve"> SEQ Tabulka \* ARABIC </w:instrText>
      </w:r>
      <w:r w:rsidR="00052F4D" w:rsidRPr="00FC4669">
        <w:rPr>
          <w:rFonts w:ascii="Arial" w:hAnsi="Arial" w:cs="Arial"/>
          <w:color w:val="auto"/>
          <w:sz w:val="20"/>
          <w:szCs w:val="20"/>
        </w:rPr>
        <w:fldChar w:fldCharType="separate"/>
      </w:r>
      <w:r w:rsidR="00477774">
        <w:rPr>
          <w:rFonts w:ascii="Arial" w:hAnsi="Arial" w:cs="Arial"/>
          <w:noProof/>
          <w:color w:val="auto"/>
          <w:sz w:val="20"/>
          <w:szCs w:val="20"/>
        </w:rPr>
        <w:t>1</w:t>
      </w:r>
      <w:r w:rsidR="00052F4D" w:rsidRPr="00FC4669">
        <w:rPr>
          <w:rFonts w:ascii="Arial" w:hAnsi="Arial" w:cs="Arial"/>
          <w:color w:val="auto"/>
          <w:sz w:val="20"/>
          <w:szCs w:val="20"/>
        </w:rPr>
        <w:fldChar w:fldCharType="end"/>
      </w:r>
      <w:r w:rsidRPr="00FC4669">
        <w:rPr>
          <w:rFonts w:ascii="Arial" w:hAnsi="Arial" w:cs="Arial"/>
          <w:color w:val="auto"/>
          <w:sz w:val="20"/>
          <w:szCs w:val="20"/>
        </w:rPr>
        <w:t xml:space="preserve"> </w:t>
      </w:r>
      <w:r w:rsidRPr="00FC4669">
        <w:rPr>
          <w:rFonts w:ascii="Arial" w:hAnsi="Arial" w:cs="Arial"/>
          <w:b w:val="0"/>
          <w:color w:val="auto"/>
          <w:sz w:val="20"/>
          <w:szCs w:val="20"/>
        </w:rPr>
        <w:t xml:space="preserve">Trojsektorové </w:t>
      </w:r>
      <w:r w:rsidR="00B414F8" w:rsidRPr="00FC4669">
        <w:rPr>
          <w:rFonts w:ascii="Arial" w:hAnsi="Arial" w:cs="Arial"/>
          <w:b w:val="0"/>
          <w:color w:val="auto"/>
          <w:sz w:val="20"/>
          <w:szCs w:val="20"/>
        </w:rPr>
        <w:t>členění</w:t>
      </w:r>
      <w:r w:rsidRPr="00FC4669">
        <w:rPr>
          <w:rFonts w:ascii="Arial" w:hAnsi="Arial" w:cs="Arial"/>
          <w:b w:val="0"/>
          <w:color w:val="auto"/>
          <w:sz w:val="20"/>
          <w:szCs w:val="20"/>
        </w:rPr>
        <w:t xml:space="preserve"> kultury</w:t>
      </w:r>
      <w:bookmarkEnd w:id="7"/>
    </w:p>
    <w:tbl>
      <w:tblPr>
        <w:tblW w:w="9673" w:type="dxa"/>
        <w:tblInd w:w="70" w:type="dxa"/>
        <w:tblLayout w:type="fixed"/>
        <w:tblCellMar>
          <w:left w:w="70" w:type="dxa"/>
          <w:right w:w="70" w:type="dxa"/>
        </w:tblCellMar>
        <w:tblLook w:val="04A0"/>
      </w:tblPr>
      <w:tblGrid>
        <w:gridCol w:w="2752"/>
        <w:gridCol w:w="2978"/>
        <w:gridCol w:w="3943"/>
      </w:tblGrid>
      <w:tr w:rsidR="00BB64DB" w:rsidRPr="00FC4669" w:rsidTr="007D12C6">
        <w:trPr>
          <w:trHeight w:val="347"/>
        </w:trPr>
        <w:tc>
          <w:tcPr>
            <w:tcW w:w="2752" w:type="dxa"/>
            <w:tcBorders>
              <w:top w:val="single" w:sz="12" w:space="0" w:color="auto"/>
              <w:left w:val="single" w:sz="8" w:space="0" w:color="FFFFFF" w:themeColor="background1"/>
              <w:bottom w:val="single" w:sz="12" w:space="0" w:color="auto"/>
              <w:right w:val="single" w:sz="8" w:space="0" w:color="F2DBDB" w:themeColor="accent2" w:themeTint="33"/>
            </w:tcBorders>
            <w:shd w:val="clear" w:color="auto" w:fill="F2DBDB" w:themeFill="accent2" w:themeFillTint="33"/>
            <w:noWrap/>
            <w:vAlign w:val="bottom"/>
            <w:hideMark/>
          </w:tcPr>
          <w:p w:rsidR="00BB64DB" w:rsidRPr="00FC4669" w:rsidRDefault="00BB64DB" w:rsidP="00BB64DB">
            <w:pPr>
              <w:pStyle w:val="Box"/>
              <w:ind w:left="0"/>
              <w:rPr>
                <w:rFonts w:asciiTheme="minorHAnsi" w:hAnsiTheme="minorHAnsi"/>
                <w:sz w:val="20"/>
                <w:szCs w:val="20"/>
              </w:rPr>
            </w:pPr>
            <w:r w:rsidRPr="00FC4669">
              <w:rPr>
                <w:rFonts w:asciiTheme="minorHAnsi" w:hAnsiTheme="minorHAnsi"/>
                <w:sz w:val="20"/>
                <w:szCs w:val="20"/>
              </w:rPr>
              <w:t>SEKTOR</w:t>
            </w:r>
          </w:p>
        </w:tc>
        <w:tc>
          <w:tcPr>
            <w:tcW w:w="2978" w:type="dxa"/>
            <w:tcBorders>
              <w:top w:val="single" w:sz="12" w:space="0" w:color="auto"/>
              <w:left w:val="single" w:sz="8" w:space="0" w:color="F2DBDB" w:themeColor="accent2" w:themeTint="33"/>
              <w:bottom w:val="single" w:sz="12" w:space="0" w:color="auto"/>
              <w:right w:val="single" w:sz="8" w:space="0" w:color="F2DBDB" w:themeColor="accent2" w:themeTint="33"/>
            </w:tcBorders>
            <w:shd w:val="clear" w:color="auto" w:fill="F2DBDB" w:themeFill="accent2" w:themeFillTint="33"/>
            <w:vAlign w:val="bottom"/>
            <w:hideMark/>
          </w:tcPr>
          <w:p w:rsidR="00BB64DB" w:rsidRPr="00FC4669" w:rsidRDefault="00BB64DB" w:rsidP="00BB64DB">
            <w:pPr>
              <w:pStyle w:val="Box"/>
              <w:ind w:left="53"/>
              <w:rPr>
                <w:rFonts w:asciiTheme="minorHAnsi" w:hAnsiTheme="minorHAnsi"/>
                <w:sz w:val="20"/>
                <w:szCs w:val="20"/>
              </w:rPr>
            </w:pPr>
            <w:r w:rsidRPr="00FC4669">
              <w:rPr>
                <w:rFonts w:asciiTheme="minorHAnsi" w:hAnsiTheme="minorHAnsi"/>
                <w:sz w:val="20"/>
                <w:szCs w:val="20"/>
              </w:rPr>
              <w:t>OBLAST</w:t>
            </w:r>
          </w:p>
        </w:tc>
        <w:tc>
          <w:tcPr>
            <w:tcW w:w="3943" w:type="dxa"/>
            <w:tcBorders>
              <w:top w:val="single" w:sz="12" w:space="0" w:color="auto"/>
              <w:left w:val="single" w:sz="8" w:space="0" w:color="F2DBDB" w:themeColor="accent2" w:themeTint="33"/>
              <w:bottom w:val="single" w:sz="12" w:space="0" w:color="auto"/>
              <w:right w:val="single" w:sz="8" w:space="0" w:color="FFFFFF" w:themeColor="background1"/>
            </w:tcBorders>
            <w:shd w:val="clear" w:color="auto" w:fill="F2DBDB" w:themeFill="accent2" w:themeFillTint="33"/>
            <w:vAlign w:val="bottom"/>
            <w:hideMark/>
          </w:tcPr>
          <w:p w:rsidR="00BB64DB" w:rsidRPr="00FC4669" w:rsidRDefault="00BB64DB" w:rsidP="00BB64DB">
            <w:pPr>
              <w:pStyle w:val="Box"/>
              <w:ind w:left="20"/>
              <w:rPr>
                <w:rFonts w:asciiTheme="minorHAnsi" w:hAnsiTheme="minorHAnsi"/>
                <w:sz w:val="20"/>
                <w:szCs w:val="20"/>
              </w:rPr>
            </w:pPr>
            <w:r w:rsidRPr="00FC4669">
              <w:rPr>
                <w:rFonts w:asciiTheme="minorHAnsi" w:hAnsiTheme="minorHAnsi"/>
                <w:sz w:val="20"/>
                <w:szCs w:val="20"/>
              </w:rPr>
              <w:t>NACE</w:t>
            </w:r>
          </w:p>
        </w:tc>
      </w:tr>
      <w:tr w:rsidR="00BB64DB" w:rsidRPr="00FC4669" w:rsidTr="007D12C6">
        <w:trPr>
          <w:trHeight w:val="303"/>
        </w:trPr>
        <w:tc>
          <w:tcPr>
            <w:tcW w:w="2752" w:type="dxa"/>
            <w:vMerge w:val="restart"/>
            <w:tcBorders>
              <w:top w:val="single" w:sz="12" w:space="0" w:color="auto"/>
              <w:left w:val="single" w:sz="8" w:space="0" w:color="FFFFFF" w:themeColor="background1"/>
              <w:bottom w:val="nil"/>
              <w:right w:val="single" w:sz="8" w:space="0" w:color="FFFFFF" w:themeColor="background1"/>
            </w:tcBorders>
            <w:shd w:val="clear" w:color="auto" w:fill="auto"/>
            <w:textDirection w:val="btLr"/>
            <w:vAlign w:val="center"/>
            <w:hideMark/>
          </w:tcPr>
          <w:p w:rsidR="00BB64DB" w:rsidRPr="00FC4669" w:rsidRDefault="00BB64DB" w:rsidP="00B00577">
            <w:pPr>
              <w:jc w:val="center"/>
              <w:rPr>
                <w:rFonts w:asciiTheme="minorHAnsi" w:hAnsiTheme="minorHAnsi"/>
                <w:szCs w:val="20"/>
              </w:rPr>
            </w:pPr>
            <w:r w:rsidRPr="00FC4669">
              <w:rPr>
                <w:rFonts w:asciiTheme="minorHAnsi" w:hAnsiTheme="minorHAnsi"/>
                <w:szCs w:val="20"/>
              </w:rPr>
              <w:t>TRADIČNÍ ODVĚTV</w:t>
            </w:r>
            <w:r w:rsidR="003150BE">
              <w:rPr>
                <w:rFonts w:asciiTheme="minorHAnsi" w:hAnsiTheme="minorHAnsi"/>
                <w:szCs w:val="20"/>
              </w:rPr>
              <w:t>Í</w:t>
            </w:r>
            <w:r w:rsidR="00B00577" w:rsidRPr="00FC4669">
              <w:rPr>
                <w:rFonts w:asciiTheme="minorHAnsi" w:hAnsiTheme="minorHAnsi"/>
                <w:szCs w:val="20"/>
              </w:rPr>
              <w:t xml:space="preserve">  (K</w:t>
            </w:r>
            <w:r w:rsidRPr="00FC4669">
              <w:rPr>
                <w:rFonts w:asciiTheme="minorHAnsi" w:hAnsiTheme="minorHAnsi"/>
                <w:szCs w:val="20"/>
              </w:rPr>
              <w:t>ULTURNÍ</w:t>
            </w:r>
            <w:r w:rsidR="00B00577" w:rsidRPr="00FC4669">
              <w:rPr>
                <w:rFonts w:asciiTheme="minorHAnsi" w:hAnsiTheme="minorHAnsi"/>
                <w:szCs w:val="20"/>
              </w:rPr>
              <w:t xml:space="preserve"> </w:t>
            </w:r>
            <w:r w:rsidRPr="00FC4669">
              <w:rPr>
                <w:rFonts w:asciiTheme="minorHAnsi" w:hAnsiTheme="minorHAnsi"/>
                <w:szCs w:val="20"/>
              </w:rPr>
              <w:t xml:space="preserve">SEKTOR) </w:t>
            </w:r>
          </w:p>
        </w:tc>
        <w:tc>
          <w:tcPr>
            <w:tcW w:w="2978" w:type="dxa"/>
            <w:tcBorders>
              <w:top w:val="single" w:sz="12" w:space="0" w:color="auto"/>
              <w:left w:val="single" w:sz="8" w:space="0" w:color="FFFFFF" w:themeColor="background1"/>
              <w:bottom w:val="single" w:sz="8" w:space="0" w:color="FFFFFF" w:themeColor="background1"/>
              <w:right w:val="single" w:sz="8" w:space="0" w:color="FFFFFF" w:themeColor="background1"/>
            </w:tcBorders>
            <w:shd w:val="clear" w:color="auto" w:fill="auto"/>
            <w:noWrap/>
            <w:vAlign w:val="center"/>
            <w:hideMark/>
          </w:tcPr>
          <w:p w:rsidR="00BB64DB" w:rsidRPr="00FC4669" w:rsidRDefault="00BB64DB" w:rsidP="007D12C6">
            <w:pPr>
              <w:spacing w:before="120" w:line="240" w:lineRule="auto"/>
              <w:rPr>
                <w:rFonts w:asciiTheme="minorHAnsi" w:hAnsiTheme="minorHAnsi"/>
                <w:szCs w:val="20"/>
              </w:rPr>
            </w:pPr>
            <w:r w:rsidRPr="00FC4669">
              <w:rPr>
                <w:rFonts w:asciiTheme="minorHAnsi" w:hAnsiTheme="minorHAnsi"/>
                <w:szCs w:val="20"/>
              </w:rPr>
              <w:t>Kulturní dědictví</w:t>
            </w:r>
          </w:p>
        </w:tc>
        <w:tc>
          <w:tcPr>
            <w:tcW w:w="3943" w:type="dxa"/>
            <w:tcBorders>
              <w:top w:val="single" w:sz="12" w:space="0" w:color="auto"/>
              <w:left w:val="single" w:sz="8" w:space="0" w:color="FFFFFF" w:themeColor="background1"/>
              <w:bottom w:val="single" w:sz="8" w:space="0" w:color="FFFFFF" w:themeColor="background1"/>
              <w:right w:val="single" w:sz="8" w:space="0" w:color="FFFFFF" w:themeColor="background1"/>
            </w:tcBorders>
            <w:shd w:val="clear" w:color="auto" w:fill="auto"/>
            <w:noWrap/>
            <w:vAlign w:val="center"/>
            <w:hideMark/>
          </w:tcPr>
          <w:p w:rsidR="00BB64DB" w:rsidRPr="00FC4669" w:rsidRDefault="00BB64DB" w:rsidP="007D12C6">
            <w:pPr>
              <w:spacing w:before="120" w:line="240" w:lineRule="auto"/>
              <w:jc w:val="left"/>
              <w:rPr>
                <w:rFonts w:asciiTheme="minorHAnsi" w:hAnsiTheme="minorHAnsi"/>
                <w:szCs w:val="20"/>
              </w:rPr>
            </w:pPr>
            <w:r w:rsidRPr="00FC4669">
              <w:rPr>
                <w:rFonts w:asciiTheme="minorHAnsi" w:hAnsiTheme="minorHAnsi"/>
                <w:szCs w:val="20"/>
              </w:rPr>
              <w:t>91.01, 02, 03, 47.78, 79</w:t>
            </w:r>
          </w:p>
        </w:tc>
      </w:tr>
      <w:tr w:rsidR="00BB64DB" w:rsidRPr="00FC4669" w:rsidTr="007D12C6">
        <w:trPr>
          <w:trHeight w:val="303"/>
        </w:trPr>
        <w:tc>
          <w:tcPr>
            <w:tcW w:w="2752" w:type="dxa"/>
            <w:vMerge/>
            <w:tcBorders>
              <w:top w:val="nil"/>
              <w:left w:val="single" w:sz="8" w:space="0" w:color="FFFFFF" w:themeColor="background1"/>
              <w:bottom w:val="nil"/>
              <w:right w:val="single" w:sz="8" w:space="0" w:color="FFFFFF" w:themeColor="background1"/>
            </w:tcBorders>
            <w:vAlign w:val="center"/>
            <w:hideMark/>
          </w:tcPr>
          <w:p w:rsidR="00BB64DB" w:rsidRPr="00FC4669" w:rsidRDefault="00BB64DB" w:rsidP="00BB64DB">
            <w:pPr>
              <w:jc w:val="center"/>
              <w:rPr>
                <w:rFonts w:asciiTheme="minorHAnsi" w:hAnsiTheme="minorHAnsi"/>
                <w:szCs w:val="20"/>
              </w:rPr>
            </w:pPr>
          </w:p>
        </w:tc>
        <w:tc>
          <w:tcPr>
            <w:tcW w:w="297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vAlign w:val="center"/>
            <w:hideMark/>
          </w:tcPr>
          <w:p w:rsidR="00BB64DB" w:rsidRPr="00FC4669" w:rsidRDefault="00BB64DB" w:rsidP="007D12C6">
            <w:pPr>
              <w:spacing w:before="120" w:line="240" w:lineRule="auto"/>
              <w:rPr>
                <w:rFonts w:asciiTheme="minorHAnsi" w:hAnsiTheme="minorHAnsi"/>
                <w:szCs w:val="20"/>
              </w:rPr>
            </w:pPr>
            <w:r w:rsidRPr="00FC4669">
              <w:rPr>
                <w:rFonts w:asciiTheme="minorHAnsi" w:hAnsiTheme="minorHAnsi"/>
                <w:szCs w:val="20"/>
              </w:rPr>
              <w:t>Scénická umění</w:t>
            </w:r>
          </w:p>
        </w:tc>
        <w:tc>
          <w:tcPr>
            <w:tcW w:w="39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noWrap/>
            <w:vAlign w:val="center"/>
            <w:hideMark/>
          </w:tcPr>
          <w:p w:rsidR="00BB64DB" w:rsidRPr="00FC4669" w:rsidRDefault="00BB64DB" w:rsidP="007D12C6">
            <w:pPr>
              <w:spacing w:before="120" w:line="240" w:lineRule="auto"/>
              <w:jc w:val="left"/>
              <w:rPr>
                <w:rFonts w:asciiTheme="minorHAnsi" w:hAnsiTheme="minorHAnsi"/>
                <w:szCs w:val="20"/>
              </w:rPr>
            </w:pPr>
            <w:r w:rsidRPr="00FC4669">
              <w:rPr>
                <w:rFonts w:asciiTheme="minorHAnsi" w:hAnsiTheme="minorHAnsi"/>
                <w:szCs w:val="20"/>
              </w:rPr>
              <w:t>90.01,02,04</w:t>
            </w:r>
          </w:p>
        </w:tc>
      </w:tr>
      <w:tr w:rsidR="00BB64DB" w:rsidRPr="00FC4669" w:rsidTr="007D12C6">
        <w:trPr>
          <w:trHeight w:val="303"/>
        </w:trPr>
        <w:tc>
          <w:tcPr>
            <w:tcW w:w="2752" w:type="dxa"/>
            <w:vMerge/>
            <w:tcBorders>
              <w:top w:val="nil"/>
              <w:left w:val="single" w:sz="8" w:space="0" w:color="FFFFFF" w:themeColor="background1"/>
              <w:bottom w:val="nil"/>
              <w:right w:val="single" w:sz="8" w:space="0" w:color="FFFFFF" w:themeColor="background1"/>
            </w:tcBorders>
            <w:vAlign w:val="center"/>
            <w:hideMark/>
          </w:tcPr>
          <w:p w:rsidR="00BB64DB" w:rsidRPr="00FC4669" w:rsidRDefault="00BB64DB" w:rsidP="00BB64DB">
            <w:pPr>
              <w:jc w:val="center"/>
              <w:rPr>
                <w:rFonts w:asciiTheme="minorHAnsi" w:hAnsiTheme="minorHAnsi"/>
                <w:szCs w:val="20"/>
              </w:rPr>
            </w:pPr>
          </w:p>
        </w:tc>
        <w:tc>
          <w:tcPr>
            <w:tcW w:w="297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vAlign w:val="center"/>
            <w:hideMark/>
          </w:tcPr>
          <w:p w:rsidR="00BB64DB" w:rsidRPr="00FC4669" w:rsidRDefault="00BB64DB" w:rsidP="007D12C6">
            <w:pPr>
              <w:spacing w:before="120" w:line="240" w:lineRule="auto"/>
              <w:rPr>
                <w:rFonts w:asciiTheme="minorHAnsi" w:hAnsiTheme="minorHAnsi"/>
                <w:szCs w:val="20"/>
              </w:rPr>
            </w:pPr>
            <w:r w:rsidRPr="00FC4669">
              <w:rPr>
                <w:rFonts w:asciiTheme="minorHAnsi" w:hAnsiTheme="minorHAnsi"/>
                <w:szCs w:val="20"/>
              </w:rPr>
              <w:t>Výtvarná umění</w:t>
            </w:r>
            <w:r w:rsidRPr="00FC4669">
              <w:rPr>
                <w:rFonts w:asciiTheme="minorHAnsi" w:hAnsiTheme="minorHAnsi"/>
                <w:szCs w:val="20"/>
                <w:vertAlign w:val="superscript"/>
              </w:rPr>
              <w:footnoteReference w:id="2"/>
            </w:r>
            <w:r w:rsidRPr="00FC4669">
              <w:rPr>
                <w:rFonts w:asciiTheme="minorHAnsi" w:hAnsiTheme="minorHAnsi"/>
                <w:szCs w:val="20"/>
                <w:vertAlign w:val="superscript"/>
              </w:rPr>
              <w:t>)</w:t>
            </w:r>
          </w:p>
        </w:tc>
        <w:tc>
          <w:tcPr>
            <w:tcW w:w="39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noWrap/>
            <w:vAlign w:val="center"/>
            <w:hideMark/>
          </w:tcPr>
          <w:p w:rsidR="00BB64DB" w:rsidRPr="00FC4669" w:rsidRDefault="00BB64DB" w:rsidP="007D12C6">
            <w:pPr>
              <w:spacing w:before="120" w:line="240" w:lineRule="auto"/>
              <w:jc w:val="left"/>
              <w:rPr>
                <w:rFonts w:asciiTheme="minorHAnsi" w:hAnsiTheme="minorHAnsi"/>
                <w:szCs w:val="20"/>
              </w:rPr>
            </w:pPr>
            <w:r w:rsidRPr="00FC4669">
              <w:rPr>
                <w:rFonts w:asciiTheme="minorHAnsi" w:hAnsiTheme="minorHAnsi"/>
                <w:szCs w:val="20"/>
              </w:rPr>
              <w:t>74.20,90.03</w:t>
            </w:r>
          </w:p>
        </w:tc>
      </w:tr>
      <w:tr w:rsidR="00BB64DB" w:rsidRPr="00FC4669" w:rsidTr="007D12C6">
        <w:trPr>
          <w:trHeight w:val="303"/>
        </w:trPr>
        <w:tc>
          <w:tcPr>
            <w:tcW w:w="2752" w:type="dxa"/>
            <w:vMerge/>
            <w:tcBorders>
              <w:top w:val="nil"/>
              <w:left w:val="single" w:sz="8" w:space="0" w:color="FFFFFF" w:themeColor="background1"/>
              <w:bottom w:val="nil"/>
              <w:right w:val="single" w:sz="8" w:space="0" w:color="FFFFFF" w:themeColor="background1"/>
            </w:tcBorders>
            <w:vAlign w:val="center"/>
            <w:hideMark/>
          </w:tcPr>
          <w:p w:rsidR="00BB64DB" w:rsidRPr="00FC4669" w:rsidRDefault="00BB64DB" w:rsidP="00BB64DB">
            <w:pPr>
              <w:jc w:val="center"/>
              <w:rPr>
                <w:rFonts w:asciiTheme="minorHAnsi" w:hAnsiTheme="minorHAnsi"/>
                <w:szCs w:val="20"/>
              </w:rPr>
            </w:pPr>
          </w:p>
        </w:tc>
        <w:tc>
          <w:tcPr>
            <w:tcW w:w="297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vAlign w:val="center"/>
            <w:hideMark/>
          </w:tcPr>
          <w:p w:rsidR="00BB64DB" w:rsidRPr="00FC4669" w:rsidRDefault="00F33F97" w:rsidP="007D12C6">
            <w:pPr>
              <w:spacing w:before="120" w:line="240" w:lineRule="auto"/>
              <w:rPr>
                <w:rFonts w:asciiTheme="minorHAnsi" w:hAnsiTheme="minorHAnsi"/>
                <w:szCs w:val="20"/>
              </w:rPr>
            </w:pPr>
            <w:r w:rsidRPr="00FC4669">
              <w:rPr>
                <w:rFonts w:asciiTheme="minorHAnsi" w:hAnsiTheme="minorHAnsi"/>
                <w:szCs w:val="20"/>
              </w:rPr>
              <w:t>Kulturní a umělecké</w:t>
            </w:r>
            <w:r w:rsidR="00BB64DB" w:rsidRPr="00FC4669">
              <w:rPr>
                <w:rFonts w:asciiTheme="minorHAnsi" w:hAnsiTheme="minorHAnsi"/>
                <w:szCs w:val="20"/>
              </w:rPr>
              <w:t xml:space="preserve"> vzdělávání</w:t>
            </w:r>
          </w:p>
        </w:tc>
        <w:tc>
          <w:tcPr>
            <w:tcW w:w="39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noWrap/>
            <w:vAlign w:val="center"/>
            <w:hideMark/>
          </w:tcPr>
          <w:p w:rsidR="00BB64DB" w:rsidRPr="00FC4669" w:rsidRDefault="00BB64DB" w:rsidP="007D12C6">
            <w:pPr>
              <w:spacing w:before="120" w:line="240" w:lineRule="auto"/>
              <w:jc w:val="left"/>
              <w:rPr>
                <w:rFonts w:asciiTheme="minorHAnsi" w:hAnsiTheme="minorHAnsi"/>
                <w:szCs w:val="20"/>
              </w:rPr>
            </w:pPr>
            <w:r w:rsidRPr="00FC4669">
              <w:rPr>
                <w:rFonts w:asciiTheme="minorHAnsi" w:hAnsiTheme="minorHAnsi"/>
                <w:szCs w:val="20"/>
              </w:rPr>
              <w:t>85.52</w:t>
            </w:r>
          </w:p>
        </w:tc>
      </w:tr>
      <w:tr w:rsidR="00BB64DB" w:rsidRPr="00FC4669" w:rsidTr="007D12C6">
        <w:trPr>
          <w:trHeight w:val="303"/>
        </w:trPr>
        <w:tc>
          <w:tcPr>
            <w:tcW w:w="2752" w:type="dxa"/>
            <w:vMerge/>
            <w:tcBorders>
              <w:top w:val="nil"/>
              <w:left w:val="single" w:sz="8" w:space="0" w:color="FFFFFF" w:themeColor="background1"/>
              <w:bottom w:val="single" w:sz="8" w:space="0" w:color="auto"/>
              <w:right w:val="single" w:sz="8" w:space="0" w:color="FFFFFF" w:themeColor="background1"/>
            </w:tcBorders>
            <w:vAlign w:val="center"/>
            <w:hideMark/>
          </w:tcPr>
          <w:p w:rsidR="00BB64DB" w:rsidRPr="00FC4669" w:rsidRDefault="00BB64DB" w:rsidP="00BB64DB">
            <w:pPr>
              <w:jc w:val="center"/>
              <w:rPr>
                <w:rFonts w:asciiTheme="minorHAnsi" w:hAnsiTheme="minorHAnsi"/>
                <w:szCs w:val="20"/>
              </w:rPr>
            </w:pPr>
          </w:p>
        </w:tc>
        <w:tc>
          <w:tcPr>
            <w:tcW w:w="2978" w:type="dxa"/>
            <w:tcBorders>
              <w:top w:val="single" w:sz="8" w:space="0" w:color="FFFFFF" w:themeColor="background1"/>
              <w:left w:val="single" w:sz="8" w:space="0" w:color="FFFFFF" w:themeColor="background1"/>
              <w:bottom w:val="single" w:sz="8" w:space="0" w:color="auto"/>
              <w:right w:val="single" w:sz="8" w:space="0" w:color="FFFFFF" w:themeColor="background1"/>
            </w:tcBorders>
            <w:shd w:val="clear" w:color="auto" w:fill="auto"/>
            <w:vAlign w:val="center"/>
            <w:hideMark/>
          </w:tcPr>
          <w:p w:rsidR="00BB64DB" w:rsidRPr="00FC4669" w:rsidRDefault="00F33F97" w:rsidP="007D12C6">
            <w:pPr>
              <w:spacing w:before="120" w:line="240" w:lineRule="auto"/>
              <w:rPr>
                <w:rFonts w:asciiTheme="minorHAnsi" w:hAnsiTheme="minorHAnsi"/>
                <w:szCs w:val="20"/>
              </w:rPr>
            </w:pPr>
            <w:r w:rsidRPr="00FC4669">
              <w:rPr>
                <w:rFonts w:asciiTheme="minorHAnsi" w:hAnsiTheme="minorHAnsi"/>
                <w:szCs w:val="20"/>
              </w:rPr>
              <w:t>Umělecká</w:t>
            </w:r>
            <w:r w:rsidR="00BB64DB" w:rsidRPr="00FC4669">
              <w:rPr>
                <w:rFonts w:asciiTheme="minorHAnsi" w:hAnsiTheme="minorHAnsi"/>
                <w:szCs w:val="20"/>
              </w:rPr>
              <w:t xml:space="preserve"> řemesla</w:t>
            </w:r>
          </w:p>
        </w:tc>
        <w:tc>
          <w:tcPr>
            <w:tcW w:w="3943" w:type="dxa"/>
            <w:tcBorders>
              <w:top w:val="single" w:sz="8" w:space="0" w:color="FFFFFF" w:themeColor="background1"/>
              <w:left w:val="single" w:sz="8" w:space="0" w:color="FFFFFF" w:themeColor="background1"/>
              <w:bottom w:val="single" w:sz="8" w:space="0" w:color="auto"/>
              <w:right w:val="single" w:sz="8" w:space="0" w:color="FFFFFF" w:themeColor="background1"/>
            </w:tcBorders>
            <w:shd w:val="clear" w:color="auto" w:fill="auto"/>
            <w:noWrap/>
            <w:vAlign w:val="center"/>
            <w:hideMark/>
          </w:tcPr>
          <w:p w:rsidR="00BB64DB" w:rsidRPr="00FC4669" w:rsidRDefault="00BB64DB" w:rsidP="007D12C6">
            <w:pPr>
              <w:spacing w:before="120" w:line="240" w:lineRule="auto"/>
              <w:jc w:val="left"/>
              <w:rPr>
                <w:rFonts w:asciiTheme="minorHAnsi" w:hAnsiTheme="minorHAnsi"/>
                <w:szCs w:val="20"/>
              </w:rPr>
            </w:pPr>
            <w:r w:rsidRPr="00FC4669">
              <w:rPr>
                <w:rFonts w:asciiTheme="minorHAnsi" w:hAnsiTheme="minorHAnsi"/>
                <w:szCs w:val="20"/>
              </w:rPr>
              <w:t>odd.14,15,16,23,25,31,32,43 (část)</w:t>
            </w:r>
          </w:p>
        </w:tc>
      </w:tr>
      <w:tr w:rsidR="00BB64DB" w:rsidRPr="00FC4669" w:rsidTr="007D12C6">
        <w:trPr>
          <w:trHeight w:val="303"/>
        </w:trPr>
        <w:tc>
          <w:tcPr>
            <w:tcW w:w="2752" w:type="dxa"/>
            <w:vMerge w:val="restart"/>
            <w:tcBorders>
              <w:top w:val="single" w:sz="8" w:space="0" w:color="auto"/>
              <w:left w:val="single" w:sz="8" w:space="0" w:color="FFFFFF" w:themeColor="background1"/>
              <w:bottom w:val="single" w:sz="8" w:space="0" w:color="000000"/>
              <w:right w:val="single" w:sz="8" w:space="0" w:color="F2DBDB" w:themeColor="accent2" w:themeTint="33"/>
            </w:tcBorders>
            <w:shd w:val="clear" w:color="auto" w:fill="F2DBDB" w:themeFill="accent2" w:themeFillTint="33"/>
            <w:textDirection w:val="btLr"/>
            <w:vAlign w:val="center"/>
            <w:hideMark/>
          </w:tcPr>
          <w:p w:rsidR="00BB64DB" w:rsidRPr="00FC4669" w:rsidRDefault="003150BE" w:rsidP="00BB64DB">
            <w:pPr>
              <w:jc w:val="center"/>
              <w:rPr>
                <w:rFonts w:asciiTheme="minorHAnsi" w:hAnsiTheme="minorHAnsi"/>
                <w:b/>
                <w:szCs w:val="20"/>
              </w:rPr>
            </w:pPr>
            <w:r w:rsidRPr="00FC4669">
              <w:rPr>
                <w:rFonts w:asciiTheme="minorHAnsi" w:hAnsiTheme="minorHAnsi"/>
                <w:b/>
                <w:szCs w:val="20"/>
              </w:rPr>
              <w:t>KULTURNÍ PRŮMYSLY</w:t>
            </w:r>
            <w:r w:rsidR="00BB64DB" w:rsidRPr="00FC4669">
              <w:rPr>
                <w:rFonts w:asciiTheme="minorHAnsi" w:hAnsiTheme="minorHAnsi"/>
                <w:b/>
                <w:szCs w:val="20"/>
              </w:rPr>
              <w:t xml:space="preserve"> (AUDIOVIZUÁLNÍ A MEDIÁLNÍ SEKTOR)</w:t>
            </w:r>
          </w:p>
        </w:tc>
        <w:tc>
          <w:tcPr>
            <w:tcW w:w="2978" w:type="dxa"/>
            <w:tcBorders>
              <w:top w:val="single" w:sz="8" w:space="0" w:color="auto"/>
              <w:left w:val="single" w:sz="8" w:space="0" w:color="F2DBDB" w:themeColor="accent2" w:themeTint="33"/>
              <w:bottom w:val="single" w:sz="8" w:space="0" w:color="F2DBDB" w:themeColor="accent2" w:themeTint="33"/>
              <w:right w:val="single" w:sz="8" w:space="0" w:color="F2DBDB" w:themeColor="accent2" w:themeTint="33"/>
            </w:tcBorders>
            <w:shd w:val="clear" w:color="auto" w:fill="F2DBDB" w:themeFill="accent2" w:themeFillTint="33"/>
            <w:vAlign w:val="center"/>
            <w:hideMark/>
          </w:tcPr>
          <w:p w:rsidR="00BB64DB" w:rsidRPr="00FC4669" w:rsidRDefault="00BB64DB" w:rsidP="007D12C6">
            <w:pPr>
              <w:spacing w:before="120" w:line="240" w:lineRule="auto"/>
              <w:rPr>
                <w:rFonts w:asciiTheme="minorHAnsi" w:hAnsiTheme="minorHAnsi"/>
                <w:b/>
                <w:szCs w:val="20"/>
              </w:rPr>
            </w:pPr>
            <w:r w:rsidRPr="00FC4669">
              <w:rPr>
                <w:rFonts w:asciiTheme="minorHAnsi" w:hAnsiTheme="minorHAnsi"/>
                <w:b/>
                <w:szCs w:val="20"/>
              </w:rPr>
              <w:t>Film a video</w:t>
            </w:r>
          </w:p>
        </w:tc>
        <w:tc>
          <w:tcPr>
            <w:tcW w:w="3943" w:type="dxa"/>
            <w:tcBorders>
              <w:top w:val="single" w:sz="8" w:space="0" w:color="auto"/>
              <w:left w:val="single" w:sz="8" w:space="0" w:color="F2DBDB" w:themeColor="accent2" w:themeTint="33"/>
              <w:bottom w:val="single" w:sz="8" w:space="0" w:color="F2DBDB" w:themeColor="accent2" w:themeTint="33"/>
              <w:right w:val="single" w:sz="8" w:space="0" w:color="FFFFFF" w:themeColor="background1"/>
            </w:tcBorders>
            <w:shd w:val="clear" w:color="auto" w:fill="F2DBDB" w:themeFill="accent2" w:themeFillTint="33"/>
            <w:noWrap/>
            <w:vAlign w:val="center"/>
            <w:hideMark/>
          </w:tcPr>
          <w:p w:rsidR="00BB64DB" w:rsidRPr="00FC4669" w:rsidRDefault="00BB64DB" w:rsidP="007D12C6">
            <w:pPr>
              <w:spacing w:before="120" w:line="240" w:lineRule="auto"/>
              <w:jc w:val="left"/>
              <w:rPr>
                <w:rFonts w:asciiTheme="minorHAnsi" w:hAnsiTheme="minorHAnsi"/>
                <w:b/>
                <w:szCs w:val="20"/>
              </w:rPr>
            </w:pPr>
            <w:r w:rsidRPr="00FC4669">
              <w:rPr>
                <w:rFonts w:asciiTheme="minorHAnsi" w:hAnsiTheme="minorHAnsi"/>
                <w:b/>
                <w:szCs w:val="20"/>
              </w:rPr>
              <w:t xml:space="preserve">59.11, 12, </w:t>
            </w:r>
            <w:r w:rsidR="003150BE" w:rsidRPr="00FC4669">
              <w:rPr>
                <w:rFonts w:asciiTheme="minorHAnsi" w:hAnsiTheme="minorHAnsi"/>
                <w:b/>
                <w:szCs w:val="20"/>
              </w:rPr>
              <w:t>13, 14</w:t>
            </w:r>
            <w:r w:rsidRPr="00FC4669">
              <w:rPr>
                <w:rFonts w:asciiTheme="minorHAnsi" w:hAnsiTheme="minorHAnsi"/>
                <w:b/>
                <w:szCs w:val="20"/>
              </w:rPr>
              <w:t>, 77.22, 47.63 (část, 50%)</w:t>
            </w:r>
            <w:r w:rsidR="00795A8D" w:rsidRPr="00FC4669">
              <w:rPr>
                <w:rStyle w:val="Znakapoznpodarou"/>
                <w:rFonts w:asciiTheme="minorHAnsi" w:hAnsiTheme="minorHAnsi"/>
                <w:b/>
                <w:szCs w:val="20"/>
              </w:rPr>
              <w:footnoteReference w:id="3"/>
            </w:r>
          </w:p>
        </w:tc>
      </w:tr>
      <w:tr w:rsidR="00BB64DB" w:rsidRPr="00FC4669" w:rsidTr="007D12C6">
        <w:trPr>
          <w:trHeight w:val="303"/>
        </w:trPr>
        <w:tc>
          <w:tcPr>
            <w:tcW w:w="2752" w:type="dxa"/>
            <w:vMerge/>
            <w:tcBorders>
              <w:top w:val="single" w:sz="8" w:space="0" w:color="auto"/>
              <w:left w:val="single" w:sz="8" w:space="0" w:color="FFFFFF" w:themeColor="background1"/>
              <w:bottom w:val="single" w:sz="8" w:space="0" w:color="000000"/>
              <w:right w:val="single" w:sz="8" w:space="0" w:color="F2DBDB" w:themeColor="accent2" w:themeTint="33"/>
            </w:tcBorders>
            <w:shd w:val="clear" w:color="auto" w:fill="F2DBDB" w:themeFill="accent2" w:themeFillTint="33"/>
            <w:vAlign w:val="center"/>
            <w:hideMark/>
          </w:tcPr>
          <w:p w:rsidR="00BB64DB" w:rsidRPr="00FC4669" w:rsidRDefault="00BB64DB" w:rsidP="00BB64DB">
            <w:pPr>
              <w:jc w:val="center"/>
              <w:rPr>
                <w:rFonts w:asciiTheme="minorHAnsi" w:hAnsiTheme="minorHAnsi"/>
                <w:b/>
                <w:szCs w:val="20"/>
              </w:rPr>
            </w:pPr>
          </w:p>
        </w:tc>
        <w:tc>
          <w:tcPr>
            <w:tcW w:w="2978"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shd w:val="clear" w:color="auto" w:fill="F2DBDB" w:themeFill="accent2" w:themeFillTint="33"/>
            <w:vAlign w:val="center"/>
            <w:hideMark/>
          </w:tcPr>
          <w:p w:rsidR="00BB64DB" w:rsidRPr="00FC4669" w:rsidRDefault="00BB64DB" w:rsidP="007D12C6">
            <w:pPr>
              <w:spacing w:before="120" w:line="240" w:lineRule="auto"/>
              <w:rPr>
                <w:rFonts w:asciiTheme="minorHAnsi" w:hAnsiTheme="minorHAnsi"/>
                <w:b/>
                <w:szCs w:val="20"/>
              </w:rPr>
            </w:pPr>
            <w:r w:rsidRPr="00FC4669">
              <w:rPr>
                <w:rFonts w:asciiTheme="minorHAnsi" w:hAnsiTheme="minorHAnsi"/>
                <w:b/>
                <w:szCs w:val="20"/>
              </w:rPr>
              <w:t>Hudba</w:t>
            </w:r>
          </w:p>
        </w:tc>
        <w:tc>
          <w:tcPr>
            <w:tcW w:w="3943"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FFFFF" w:themeColor="background1"/>
            </w:tcBorders>
            <w:shd w:val="clear" w:color="auto" w:fill="F2DBDB" w:themeFill="accent2" w:themeFillTint="33"/>
            <w:noWrap/>
            <w:vAlign w:val="center"/>
            <w:hideMark/>
          </w:tcPr>
          <w:p w:rsidR="00BB64DB" w:rsidRPr="00FC4669" w:rsidRDefault="00BB64DB" w:rsidP="007D12C6">
            <w:pPr>
              <w:spacing w:before="120" w:line="240" w:lineRule="auto"/>
              <w:jc w:val="left"/>
              <w:rPr>
                <w:rFonts w:asciiTheme="minorHAnsi" w:hAnsiTheme="minorHAnsi"/>
                <w:b/>
                <w:szCs w:val="20"/>
              </w:rPr>
            </w:pPr>
            <w:r w:rsidRPr="00FC4669">
              <w:rPr>
                <w:rFonts w:asciiTheme="minorHAnsi" w:hAnsiTheme="minorHAnsi"/>
                <w:b/>
                <w:szCs w:val="20"/>
              </w:rPr>
              <w:t>59.20, 47.63 (část, 50%)</w:t>
            </w:r>
            <w:r w:rsidR="00795A8D" w:rsidRPr="00FC4669">
              <w:rPr>
                <w:rFonts w:asciiTheme="minorHAnsi" w:hAnsiTheme="minorHAnsi"/>
                <w:b/>
                <w:szCs w:val="20"/>
                <w:vertAlign w:val="superscript"/>
              </w:rPr>
              <w:t>3</w:t>
            </w:r>
          </w:p>
        </w:tc>
      </w:tr>
      <w:tr w:rsidR="00BB64DB" w:rsidRPr="00FC4669" w:rsidTr="007D12C6">
        <w:trPr>
          <w:trHeight w:val="303"/>
        </w:trPr>
        <w:tc>
          <w:tcPr>
            <w:tcW w:w="2752" w:type="dxa"/>
            <w:vMerge/>
            <w:tcBorders>
              <w:top w:val="single" w:sz="8" w:space="0" w:color="auto"/>
              <w:left w:val="single" w:sz="8" w:space="0" w:color="FFFFFF" w:themeColor="background1"/>
              <w:bottom w:val="single" w:sz="8" w:space="0" w:color="000000"/>
              <w:right w:val="single" w:sz="8" w:space="0" w:color="F2DBDB" w:themeColor="accent2" w:themeTint="33"/>
            </w:tcBorders>
            <w:shd w:val="clear" w:color="auto" w:fill="F2DBDB" w:themeFill="accent2" w:themeFillTint="33"/>
            <w:vAlign w:val="center"/>
            <w:hideMark/>
          </w:tcPr>
          <w:p w:rsidR="00BB64DB" w:rsidRPr="00FC4669" w:rsidRDefault="00BB64DB" w:rsidP="00BB64DB">
            <w:pPr>
              <w:jc w:val="center"/>
              <w:rPr>
                <w:rFonts w:asciiTheme="minorHAnsi" w:hAnsiTheme="minorHAnsi"/>
                <w:b/>
                <w:szCs w:val="20"/>
              </w:rPr>
            </w:pPr>
          </w:p>
        </w:tc>
        <w:tc>
          <w:tcPr>
            <w:tcW w:w="2978"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shd w:val="clear" w:color="auto" w:fill="F2DBDB" w:themeFill="accent2" w:themeFillTint="33"/>
            <w:vAlign w:val="center"/>
            <w:hideMark/>
          </w:tcPr>
          <w:p w:rsidR="00BB64DB" w:rsidRPr="00FC4669" w:rsidRDefault="00BB64DB" w:rsidP="007D12C6">
            <w:pPr>
              <w:spacing w:before="120" w:line="240" w:lineRule="auto"/>
              <w:rPr>
                <w:rFonts w:asciiTheme="minorHAnsi" w:hAnsiTheme="minorHAnsi"/>
                <w:b/>
                <w:szCs w:val="20"/>
              </w:rPr>
            </w:pPr>
            <w:r w:rsidRPr="00FC4669">
              <w:rPr>
                <w:rFonts w:asciiTheme="minorHAnsi" w:hAnsiTheme="minorHAnsi"/>
                <w:b/>
                <w:szCs w:val="20"/>
              </w:rPr>
              <w:t>Rozhlas</w:t>
            </w:r>
          </w:p>
        </w:tc>
        <w:tc>
          <w:tcPr>
            <w:tcW w:w="3943"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FFFFF" w:themeColor="background1"/>
            </w:tcBorders>
            <w:shd w:val="clear" w:color="auto" w:fill="F2DBDB" w:themeFill="accent2" w:themeFillTint="33"/>
            <w:noWrap/>
            <w:vAlign w:val="center"/>
            <w:hideMark/>
          </w:tcPr>
          <w:p w:rsidR="00BB64DB" w:rsidRPr="00FC4669" w:rsidRDefault="00BB64DB" w:rsidP="007D12C6">
            <w:pPr>
              <w:spacing w:before="120" w:line="240" w:lineRule="auto"/>
              <w:jc w:val="left"/>
              <w:rPr>
                <w:rFonts w:asciiTheme="minorHAnsi" w:hAnsiTheme="minorHAnsi"/>
                <w:b/>
                <w:szCs w:val="20"/>
              </w:rPr>
            </w:pPr>
            <w:r w:rsidRPr="00FC4669">
              <w:rPr>
                <w:rFonts w:asciiTheme="minorHAnsi" w:hAnsiTheme="minorHAnsi"/>
                <w:b/>
                <w:szCs w:val="20"/>
              </w:rPr>
              <w:t>60.10</w:t>
            </w:r>
          </w:p>
        </w:tc>
      </w:tr>
      <w:tr w:rsidR="00BB64DB" w:rsidRPr="00FC4669" w:rsidTr="007D12C6">
        <w:trPr>
          <w:trHeight w:val="303"/>
        </w:trPr>
        <w:tc>
          <w:tcPr>
            <w:tcW w:w="2752" w:type="dxa"/>
            <w:vMerge/>
            <w:tcBorders>
              <w:top w:val="single" w:sz="8" w:space="0" w:color="auto"/>
              <w:left w:val="single" w:sz="8" w:space="0" w:color="FFFFFF" w:themeColor="background1"/>
              <w:bottom w:val="single" w:sz="8" w:space="0" w:color="000000"/>
              <w:right w:val="single" w:sz="8" w:space="0" w:color="F2DBDB" w:themeColor="accent2" w:themeTint="33"/>
            </w:tcBorders>
            <w:shd w:val="clear" w:color="auto" w:fill="F2DBDB" w:themeFill="accent2" w:themeFillTint="33"/>
            <w:vAlign w:val="center"/>
            <w:hideMark/>
          </w:tcPr>
          <w:p w:rsidR="00BB64DB" w:rsidRPr="00FC4669" w:rsidRDefault="00BB64DB" w:rsidP="00BB64DB">
            <w:pPr>
              <w:jc w:val="center"/>
              <w:rPr>
                <w:rFonts w:asciiTheme="minorHAnsi" w:hAnsiTheme="minorHAnsi"/>
                <w:b/>
                <w:szCs w:val="20"/>
              </w:rPr>
            </w:pPr>
          </w:p>
        </w:tc>
        <w:tc>
          <w:tcPr>
            <w:tcW w:w="2978"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shd w:val="clear" w:color="auto" w:fill="F2DBDB" w:themeFill="accent2" w:themeFillTint="33"/>
            <w:vAlign w:val="center"/>
            <w:hideMark/>
          </w:tcPr>
          <w:p w:rsidR="00BB64DB" w:rsidRPr="00FC4669" w:rsidRDefault="00BB64DB" w:rsidP="007D12C6">
            <w:pPr>
              <w:spacing w:before="120" w:line="240" w:lineRule="auto"/>
              <w:rPr>
                <w:rFonts w:asciiTheme="minorHAnsi" w:hAnsiTheme="minorHAnsi"/>
                <w:b/>
                <w:szCs w:val="20"/>
              </w:rPr>
            </w:pPr>
            <w:r w:rsidRPr="00FC4669">
              <w:rPr>
                <w:rFonts w:asciiTheme="minorHAnsi" w:hAnsiTheme="minorHAnsi"/>
                <w:b/>
                <w:szCs w:val="20"/>
              </w:rPr>
              <w:t>Televize</w:t>
            </w:r>
          </w:p>
        </w:tc>
        <w:tc>
          <w:tcPr>
            <w:tcW w:w="3943"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FFFFF" w:themeColor="background1"/>
            </w:tcBorders>
            <w:shd w:val="clear" w:color="auto" w:fill="F2DBDB" w:themeFill="accent2" w:themeFillTint="33"/>
            <w:noWrap/>
            <w:vAlign w:val="center"/>
            <w:hideMark/>
          </w:tcPr>
          <w:p w:rsidR="00BB64DB" w:rsidRPr="00FC4669" w:rsidRDefault="00BB64DB" w:rsidP="007D12C6">
            <w:pPr>
              <w:spacing w:before="120" w:line="240" w:lineRule="auto"/>
              <w:jc w:val="left"/>
              <w:rPr>
                <w:rFonts w:asciiTheme="minorHAnsi" w:hAnsiTheme="minorHAnsi"/>
                <w:b/>
                <w:szCs w:val="20"/>
              </w:rPr>
            </w:pPr>
            <w:r w:rsidRPr="00FC4669">
              <w:rPr>
                <w:rFonts w:asciiTheme="minorHAnsi" w:hAnsiTheme="minorHAnsi"/>
                <w:b/>
                <w:szCs w:val="20"/>
              </w:rPr>
              <w:t>60.20</w:t>
            </w:r>
          </w:p>
        </w:tc>
      </w:tr>
      <w:tr w:rsidR="00BB64DB" w:rsidRPr="00FC4669" w:rsidTr="007D12C6">
        <w:trPr>
          <w:trHeight w:val="303"/>
        </w:trPr>
        <w:tc>
          <w:tcPr>
            <w:tcW w:w="2752" w:type="dxa"/>
            <w:vMerge/>
            <w:tcBorders>
              <w:top w:val="single" w:sz="8" w:space="0" w:color="auto"/>
              <w:left w:val="single" w:sz="8" w:space="0" w:color="FFFFFF" w:themeColor="background1"/>
              <w:bottom w:val="single" w:sz="8" w:space="0" w:color="000000"/>
              <w:right w:val="single" w:sz="8" w:space="0" w:color="F2DBDB" w:themeColor="accent2" w:themeTint="33"/>
            </w:tcBorders>
            <w:shd w:val="clear" w:color="auto" w:fill="F2DBDB" w:themeFill="accent2" w:themeFillTint="33"/>
            <w:vAlign w:val="center"/>
            <w:hideMark/>
          </w:tcPr>
          <w:p w:rsidR="00BB64DB" w:rsidRPr="00FC4669" w:rsidRDefault="00BB64DB" w:rsidP="00BB64DB">
            <w:pPr>
              <w:jc w:val="center"/>
              <w:rPr>
                <w:rFonts w:asciiTheme="minorHAnsi" w:hAnsiTheme="minorHAnsi"/>
                <w:b/>
                <w:szCs w:val="20"/>
              </w:rPr>
            </w:pPr>
          </w:p>
        </w:tc>
        <w:tc>
          <w:tcPr>
            <w:tcW w:w="2978"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shd w:val="clear" w:color="auto" w:fill="F2DBDB" w:themeFill="accent2" w:themeFillTint="33"/>
            <w:vAlign w:val="center"/>
            <w:hideMark/>
          </w:tcPr>
          <w:p w:rsidR="00BB64DB" w:rsidRPr="00FC4669" w:rsidRDefault="00BB64DB" w:rsidP="007D12C6">
            <w:pPr>
              <w:spacing w:before="120" w:line="240" w:lineRule="auto"/>
              <w:rPr>
                <w:rFonts w:asciiTheme="minorHAnsi" w:hAnsiTheme="minorHAnsi"/>
                <w:b/>
                <w:szCs w:val="20"/>
              </w:rPr>
            </w:pPr>
            <w:r w:rsidRPr="00FC4669">
              <w:rPr>
                <w:rFonts w:asciiTheme="minorHAnsi" w:hAnsiTheme="minorHAnsi"/>
                <w:b/>
                <w:szCs w:val="20"/>
              </w:rPr>
              <w:t>Knihy a tisk</w:t>
            </w:r>
          </w:p>
        </w:tc>
        <w:tc>
          <w:tcPr>
            <w:tcW w:w="3943"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FFFFF" w:themeColor="background1"/>
            </w:tcBorders>
            <w:shd w:val="clear" w:color="auto" w:fill="F2DBDB" w:themeFill="accent2" w:themeFillTint="33"/>
            <w:noWrap/>
            <w:vAlign w:val="center"/>
            <w:hideMark/>
          </w:tcPr>
          <w:p w:rsidR="00BB64DB" w:rsidRPr="00FC4669" w:rsidRDefault="00BB64DB" w:rsidP="007D12C6">
            <w:pPr>
              <w:spacing w:before="120" w:line="240" w:lineRule="auto"/>
              <w:jc w:val="left"/>
              <w:rPr>
                <w:rFonts w:asciiTheme="minorHAnsi" w:hAnsiTheme="minorHAnsi"/>
                <w:b/>
                <w:szCs w:val="20"/>
              </w:rPr>
            </w:pPr>
            <w:r w:rsidRPr="00FC4669">
              <w:rPr>
                <w:rFonts w:asciiTheme="minorHAnsi" w:hAnsiTheme="minorHAnsi"/>
                <w:b/>
                <w:szCs w:val="20"/>
              </w:rPr>
              <w:t>58.11, 13, 14, 63.91, 74.30, 47.61, 62</w:t>
            </w:r>
          </w:p>
        </w:tc>
      </w:tr>
      <w:tr w:rsidR="00BB64DB" w:rsidRPr="00FC4669" w:rsidTr="007D12C6">
        <w:trPr>
          <w:trHeight w:val="303"/>
        </w:trPr>
        <w:tc>
          <w:tcPr>
            <w:tcW w:w="2752" w:type="dxa"/>
            <w:vMerge/>
            <w:tcBorders>
              <w:top w:val="single" w:sz="8" w:space="0" w:color="auto"/>
              <w:left w:val="single" w:sz="8" w:space="0" w:color="FFFFFF" w:themeColor="background1"/>
              <w:bottom w:val="single" w:sz="8" w:space="0" w:color="auto"/>
              <w:right w:val="single" w:sz="8" w:space="0" w:color="F2DBDB" w:themeColor="accent2" w:themeTint="33"/>
            </w:tcBorders>
            <w:shd w:val="clear" w:color="auto" w:fill="F2DBDB" w:themeFill="accent2" w:themeFillTint="33"/>
            <w:vAlign w:val="center"/>
            <w:hideMark/>
          </w:tcPr>
          <w:p w:rsidR="00BB64DB" w:rsidRPr="00FC4669" w:rsidRDefault="00BB64DB" w:rsidP="00BB64DB">
            <w:pPr>
              <w:jc w:val="center"/>
              <w:rPr>
                <w:rFonts w:asciiTheme="minorHAnsi" w:hAnsiTheme="minorHAnsi"/>
                <w:b/>
                <w:szCs w:val="20"/>
              </w:rPr>
            </w:pPr>
          </w:p>
        </w:tc>
        <w:tc>
          <w:tcPr>
            <w:tcW w:w="2978" w:type="dxa"/>
            <w:tcBorders>
              <w:top w:val="single" w:sz="8" w:space="0" w:color="F2DBDB" w:themeColor="accent2" w:themeTint="33"/>
              <w:left w:val="single" w:sz="8" w:space="0" w:color="F2DBDB" w:themeColor="accent2" w:themeTint="33"/>
              <w:bottom w:val="single" w:sz="8" w:space="0" w:color="auto"/>
              <w:right w:val="single" w:sz="8" w:space="0" w:color="F2DBDB" w:themeColor="accent2" w:themeTint="33"/>
            </w:tcBorders>
            <w:shd w:val="clear" w:color="auto" w:fill="F2DBDB" w:themeFill="accent2" w:themeFillTint="33"/>
            <w:vAlign w:val="center"/>
            <w:hideMark/>
          </w:tcPr>
          <w:p w:rsidR="00BB64DB" w:rsidRPr="00FC4669" w:rsidRDefault="00BB64DB" w:rsidP="007D12C6">
            <w:pPr>
              <w:spacing w:before="120" w:line="240" w:lineRule="auto"/>
              <w:rPr>
                <w:rFonts w:asciiTheme="minorHAnsi" w:hAnsiTheme="minorHAnsi"/>
                <w:b/>
                <w:szCs w:val="20"/>
              </w:rPr>
            </w:pPr>
            <w:r w:rsidRPr="00FC4669">
              <w:rPr>
                <w:rFonts w:asciiTheme="minorHAnsi" w:hAnsiTheme="minorHAnsi"/>
                <w:b/>
                <w:szCs w:val="20"/>
              </w:rPr>
              <w:t>Videohry</w:t>
            </w:r>
          </w:p>
        </w:tc>
        <w:tc>
          <w:tcPr>
            <w:tcW w:w="3943" w:type="dxa"/>
            <w:tcBorders>
              <w:top w:val="single" w:sz="8" w:space="0" w:color="F2DBDB" w:themeColor="accent2" w:themeTint="33"/>
              <w:left w:val="single" w:sz="8" w:space="0" w:color="F2DBDB" w:themeColor="accent2" w:themeTint="33"/>
              <w:bottom w:val="single" w:sz="8" w:space="0" w:color="auto"/>
              <w:right w:val="single" w:sz="8" w:space="0" w:color="FFFFFF" w:themeColor="background1"/>
            </w:tcBorders>
            <w:shd w:val="clear" w:color="auto" w:fill="F2DBDB" w:themeFill="accent2" w:themeFillTint="33"/>
            <w:noWrap/>
            <w:vAlign w:val="center"/>
            <w:hideMark/>
          </w:tcPr>
          <w:p w:rsidR="00BB64DB" w:rsidRPr="00FC4669" w:rsidRDefault="00BB64DB" w:rsidP="007D12C6">
            <w:pPr>
              <w:spacing w:before="120" w:line="240" w:lineRule="auto"/>
              <w:jc w:val="left"/>
              <w:rPr>
                <w:rFonts w:asciiTheme="minorHAnsi" w:hAnsiTheme="minorHAnsi"/>
                <w:b/>
                <w:szCs w:val="20"/>
              </w:rPr>
            </w:pPr>
            <w:r w:rsidRPr="00FC4669">
              <w:rPr>
                <w:rFonts w:asciiTheme="minorHAnsi" w:hAnsiTheme="minorHAnsi"/>
                <w:b/>
                <w:szCs w:val="20"/>
              </w:rPr>
              <w:t>58.21</w:t>
            </w:r>
          </w:p>
        </w:tc>
      </w:tr>
      <w:tr w:rsidR="00BB64DB" w:rsidRPr="00FC4669" w:rsidTr="007D12C6">
        <w:trPr>
          <w:trHeight w:val="303"/>
        </w:trPr>
        <w:tc>
          <w:tcPr>
            <w:tcW w:w="2752" w:type="dxa"/>
            <w:vMerge w:val="restart"/>
            <w:tcBorders>
              <w:top w:val="single" w:sz="8" w:space="0" w:color="auto"/>
              <w:left w:val="single" w:sz="8" w:space="0" w:color="FFFFFF" w:themeColor="background1"/>
              <w:bottom w:val="single" w:sz="8" w:space="0" w:color="000000"/>
              <w:right w:val="single" w:sz="8" w:space="0" w:color="FFFFFF" w:themeColor="background1"/>
            </w:tcBorders>
            <w:shd w:val="clear" w:color="auto" w:fill="auto"/>
            <w:textDirection w:val="btLr"/>
            <w:vAlign w:val="center"/>
            <w:hideMark/>
          </w:tcPr>
          <w:p w:rsidR="00BB64DB" w:rsidRPr="00FC4669" w:rsidRDefault="00BB64DB" w:rsidP="00BB64DB">
            <w:pPr>
              <w:spacing w:before="120"/>
              <w:jc w:val="center"/>
              <w:rPr>
                <w:rFonts w:asciiTheme="minorHAnsi" w:hAnsiTheme="minorHAnsi"/>
                <w:szCs w:val="20"/>
              </w:rPr>
            </w:pPr>
            <w:r w:rsidRPr="00FC4669">
              <w:rPr>
                <w:rFonts w:asciiTheme="minorHAnsi" w:hAnsiTheme="minorHAnsi"/>
                <w:szCs w:val="20"/>
              </w:rPr>
              <w:t xml:space="preserve">KREATIVNÍ </w:t>
            </w:r>
            <w:r w:rsidRPr="00FC4669">
              <w:rPr>
                <w:rFonts w:asciiTheme="minorHAnsi" w:hAnsiTheme="minorHAnsi"/>
                <w:szCs w:val="20"/>
              </w:rPr>
              <w:br/>
              <w:t>PRŮMYSLY (TVŮRČÍ SEKTOR)</w:t>
            </w:r>
          </w:p>
        </w:tc>
        <w:tc>
          <w:tcPr>
            <w:tcW w:w="2978" w:type="dxa"/>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auto" w:fill="auto"/>
            <w:vAlign w:val="center"/>
            <w:hideMark/>
          </w:tcPr>
          <w:p w:rsidR="00BB64DB" w:rsidRPr="00FC4669" w:rsidRDefault="00BB64DB" w:rsidP="007D12C6">
            <w:pPr>
              <w:spacing w:before="120" w:line="240" w:lineRule="auto"/>
              <w:rPr>
                <w:rFonts w:asciiTheme="minorHAnsi" w:hAnsiTheme="minorHAnsi"/>
                <w:szCs w:val="20"/>
              </w:rPr>
            </w:pPr>
            <w:r w:rsidRPr="00FC4669">
              <w:rPr>
                <w:rFonts w:asciiTheme="minorHAnsi" w:hAnsiTheme="minorHAnsi"/>
                <w:szCs w:val="20"/>
              </w:rPr>
              <w:t>Architektura</w:t>
            </w:r>
          </w:p>
        </w:tc>
        <w:tc>
          <w:tcPr>
            <w:tcW w:w="3943" w:type="dxa"/>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auto" w:fill="auto"/>
            <w:noWrap/>
            <w:vAlign w:val="center"/>
            <w:hideMark/>
          </w:tcPr>
          <w:p w:rsidR="00BB64DB" w:rsidRPr="00FC4669" w:rsidRDefault="00BB64DB" w:rsidP="007D12C6">
            <w:pPr>
              <w:spacing w:before="120" w:line="240" w:lineRule="auto"/>
              <w:jc w:val="left"/>
              <w:rPr>
                <w:rFonts w:asciiTheme="minorHAnsi" w:hAnsiTheme="minorHAnsi"/>
                <w:szCs w:val="20"/>
              </w:rPr>
            </w:pPr>
            <w:r w:rsidRPr="00FC4669">
              <w:rPr>
                <w:rFonts w:asciiTheme="minorHAnsi" w:hAnsiTheme="minorHAnsi"/>
                <w:szCs w:val="20"/>
              </w:rPr>
              <w:t>71.11</w:t>
            </w:r>
          </w:p>
        </w:tc>
      </w:tr>
      <w:tr w:rsidR="00BB64DB" w:rsidRPr="00FC4669" w:rsidTr="007D12C6">
        <w:trPr>
          <w:trHeight w:val="303"/>
        </w:trPr>
        <w:tc>
          <w:tcPr>
            <w:tcW w:w="2752" w:type="dxa"/>
            <w:vMerge/>
            <w:tcBorders>
              <w:top w:val="nil"/>
              <w:left w:val="single" w:sz="8" w:space="0" w:color="FFFFFF" w:themeColor="background1"/>
              <w:bottom w:val="single" w:sz="8" w:space="0" w:color="000000"/>
              <w:right w:val="single" w:sz="8" w:space="0" w:color="FFFFFF" w:themeColor="background1"/>
            </w:tcBorders>
            <w:vAlign w:val="center"/>
            <w:hideMark/>
          </w:tcPr>
          <w:p w:rsidR="00BB64DB" w:rsidRPr="00FC4669" w:rsidRDefault="00BB64DB" w:rsidP="00BB64DB">
            <w:pPr>
              <w:spacing w:before="120"/>
              <w:rPr>
                <w:rFonts w:asciiTheme="minorHAnsi" w:hAnsiTheme="minorHAnsi"/>
                <w:szCs w:val="20"/>
              </w:rPr>
            </w:pPr>
          </w:p>
        </w:tc>
        <w:tc>
          <w:tcPr>
            <w:tcW w:w="297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vAlign w:val="center"/>
            <w:hideMark/>
          </w:tcPr>
          <w:p w:rsidR="00BB64DB" w:rsidRPr="00FC4669" w:rsidRDefault="00BB64DB" w:rsidP="007D12C6">
            <w:pPr>
              <w:spacing w:before="120" w:line="240" w:lineRule="auto"/>
              <w:rPr>
                <w:rFonts w:asciiTheme="minorHAnsi" w:hAnsiTheme="minorHAnsi"/>
                <w:szCs w:val="20"/>
              </w:rPr>
            </w:pPr>
            <w:r w:rsidRPr="00FC4669">
              <w:rPr>
                <w:rFonts w:asciiTheme="minorHAnsi" w:hAnsiTheme="minorHAnsi"/>
                <w:szCs w:val="20"/>
              </w:rPr>
              <w:t>Reklama</w:t>
            </w:r>
          </w:p>
        </w:tc>
        <w:tc>
          <w:tcPr>
            <w:tcW w:w="39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noWrap/>
            <w:vAlign w:val="center"/>
            <w:hideMark/>
          </w:tcPr>
          <w:p w:rsidR="00BB64DB" w:rsidRPr="00FC4669" w:rsidRDefault="00BB64DB" w:rsidP="007D12C6">
            <w:pPr>
              <w:spacing w:before="120" w:line="240" w:lineRule="auto"/>
              <w:rPr>
                <w:rFonts w:asciiTheme="minorHAnsi" w:hAnsiTheme="minorHAnsi"/>
                <w:szCs w:val="20"/>
              </w:rPr>
            </w:pPr>
            <w:r w:rsidRPr="00FC4669">
              <w:rPr>
                <w:rFonts w:asciiTheme="minorHAnsi" w:hAnsiTheme="minorHAnsi"/>
                <w:szCs w:val="20"/>
              </w:rPr>
              <w:t>73.11</w:t>
            </w:r>
          </w:p>
        </w:tc>
      </w:tr>
      <w:tr w:rsidR="00BB64DB" w:rsidRPr="00FC4669" w:rsidTr="007D12C6">
        <w:trPr>
          <w:trHeight w:val="303"/>
        </w:trPr>
        <w:tc>
          <w:tcPr>
            <w:tcW w:w="2752" w:type="dxa"/>
            <w:vMerge/>
            <w:tcBorders>
              <w:top w:val="nil"/>
              <w:left w:val="single" w:sz="8" w:space="0" w:color="FFFFFF" w:themeColor="background1"/>
              <w:bottom w:val="single" w:sz="8" w:space="0" w:color="auto"/>
              <w:right w:val="single" w:sz="8" w:space="0" w:color="FFFFFF" w:themeColor="background1"/>
            </w:tcBorders>
            <w:vAlign w:val="center"/>
            <w:hideMark/>
          </w:tcPr>
          <w:p w:rsidR="00BB64DB" w:rsidRPr="00FC4669" w:rsidRDefault="00BB64DB" w:rsidP="00BB64DB">
            <w:pPr>
              <w:spacing w:before="120"/>
              <w:rPr>
                <w:rFonts w:asciiTheme="minorHAnsi" w:hAnsiTheme="minorHAnsi"/>
                <w:szCs w:val="20"/>
              </w:rPr>
            </w:pPr>
          </w:p>
        </w:tc>
        <w:tc>
          <w:tcPr>
            <w:tcW w:w="2978" w:type="dxa"/>
            <w:tcBorders>
              <w:top w:val="single" w:sz="8" w:space="0" w:color="FFFFFF" w:themeColor="background1"/>
              <w:left w:val="single" w:sz="8" w:space="0" w:color="FFFFFF" w:themeColor="background1"/>
              <w:bottom w:val="single" w:sz="8" w:space="0" w:color="auto"/>
              <w:right w:val="single" w:sz="8" w:space="0" w:color="FFFFFF" w:themeColor="background1"/>
            </w:tcBorders>
            <w:shd w:val="clear" w:color="auto" w:fill="auto"/>
            <w:vAlign w:val="center"/>
            <w:hideMark/>
          </w:tcPr>
          <w:p w:rsidR="00BB64DB" w:rsidRPr="00FC4669" w:rsidRDefault="00BB64DB" w:rsidP="007D12C6">
            <w:pPr>
              <w:spacing w:before="120" w:line="240" w:lineRule="auto"/>
              <w:rPr>
                <w:rFonts w:asciiTheme="minorHAnsi" w:hAnsiTheme="minorHAnsi"/>
                <w:szCs w:val="20"/>
              </w:rPr>
            </w:pPr>
            <w:r w:rsidRPr="00FC4669">
              <w:rPr>
                <w:rFonts w:asciiTheme="minorHAnsi" w:hAnsiTheme="minorHAnsi"/>
                <w:szCs w:val="20"/>
              </w:rPr>
              <w:t>Design</w:t>
            </w:r>
          </w:p>
        </w:tc>
        <w:tc>
          <w:tcPr>
            <w:tcW w:w="3943" w:type="dxa"/>
            <w:tcBorders>
              <w:top w:val="single" w:sz="8" w:space="0" w:color="FFFFFF" w:themeColor="background1"/>
              <w:left w:val="single" w:sz="8" w:space="0" w:color="FFFFFF" w:themeColor="background1"/>
              <w:bottom w:val="single" w:sz="8" w:space="0" w:color="auto"/>
              <w:right w:val="single" w:sz="8" w:space="0" w:color="FFFFFF" w:themeColor="background1"/>
            </w:tcBorders>
            <w:shd w:val="clear" w:color="auto" w:fill="auto"/>
            <w:noWrap/>
            <w:vAlign w:val="center"/>
            <w:hideMark/>
          </w:tcPr>
          <w:p w:rsidR="00BB64DB" w:rsidRPr="00FC4669" w:rsidRDefault="00BB64DB" w:rsidP="007D12C6">
            <w:pPr>
              <w:spacing w:before="120" w:line="240" w:lineRule="auto"/>
              <w:jc w:val="left"/>
              <w:rPr>
                <w:rFonts w:asciiTheme="minorHAnsi" w:hAnsiTheme="minorHAnsi"/>
                <w:szCs w:val="20"/>
              </w:rPr>
            </w:pPr>
            <w:r w:rsidRPr="00FC4669">
              <w:rPr>
                <w:rFonts w:asciiTheme="minorHAnsi" w:hAnsiTheme="minorHAnsi"/>
                <w:szCs w:val="20"/>
              </w:rPr>
              <w:t>74.10</w:t>
            </w:r>
          </w:p>
        </w:tc>
      </w:tr>
      <w:tr w:rsidR="00BB64DB" w:rsidRPr="00FC4669" w:rsidTr="007D12C6">
        <w:trPr>
          <w:trHeight w:val="303"/>
        </w:trPr>
        <w:tc>
          <w:tcPr>
            <w:tcW w:w="5730" w:type="dxa"/>
            <w:gridSpan w:val="2"/>
            <w:tcBorders>
              <w:top w:val="single" w:sz="8" w:space="0" w:color="auto"/>
              <w:left w:val="single" w:sz="8" w:space="0" w:color="FFFFFF" w:themeColor="background1"/>
              <w:bottom w:val="single" w:sz="12" w:space="0" w:color="auto"/>
              <w:right w:val="single" w:sz="8" w:space="0" w:color="FFFFFF" w:themeColor="background1"/>
            </w:tcBorders>
            <w:shd w:val="clear" w:color="auto" w:fill="auto"/>
            <w:vAlign w:val="center"/>
            <w:hideMark/>
          </w:tcPr>
          <w:p w:rsidR="00BB64DB" w:rsidRPr="00FC4669" w:rsidRDefault="003150BE" w:rsidP="002A32D6">
            <w:pPr>
              <w:spacing w:after="0" w:line="240" w:lineRule="auto"/>
              <w:rPr>
                <w:rFonts w:asciiTheme="minorHAnsi" w:hAnsiTheme="minorHAnsi" w:cs="Arial"/>
                <w:szCs w:val="20"/>
              </w:rPr>
            </w:pPr>
            <w:r w:rsidRPr="00FC4669">
              <w:rPr>
                <w:rFonts w:asciiTheme="minorHAnsi" w:hAnsiTheme="minorHAnsi" w:cs="Arial"/>
                <w:szCs w:val="20"/>
              </w:rPr>
              <w:t>Správa a podpora</w:t>
            </w:r>
            <w:r w:rsidR="00F33F97" w:rsidRPr="00FC4669">
              <w:rPr>
                <w:rFonts w:asciiTheme="minorHAnsi" w:hAnsiTheme="minorHAnsi" w:cs="Arial"/>
                <w:szCs w:val="20"/>
              </w:rPr>
              <w:t xml:space="preserve"> kulturní</w:t>
            </w:r>
            <w:r w:rsidR="00BB64DB" w:rsidRPr="00FC4669">
              <w:rPr>
                <w:rFonts w:asciiTheme="minorHAnsi" w:hAnsiTheme="minorHAnsi" w:cs="Arial"/>
                <w:szCs w:val="20"/>
              </w:rPr>
              <w:t xml:space="preserve"> činnosti</w:t>
            </w:r>
          </w:p>
        </w:tc>
        <w:tc>
          <w:tcPr>
            <w:tcW w:w="3943" w:type="dxa"/>
            <w:tcBorders>
              <w:top w:val="single" w:sz="8" w:space="0" w:color="auto"/>
              <w:left w:val="single" w:sz="8" w:space="0" w:color="FFFFFF" w:themeColor="background1"/>
              <w:bottom w:val="single" w:sz="12" w:space="0" w:color="auto"/>
              <w:right w:val="single" w:sz="8" w:space="0" w:color="FFFFFF" w:themeColor="background1"/>
            </w:tcBorders>
            <w:shd w:val="clear" w:color="auto" w:fill="auto"/>
            <w:noWrap/>
            <w:vAlign w:val="center"/>
            <w:hideMark/>
          </w:tcPr>
          <w:p w:rsidR="00BB64DB" w:rsidRPr="00FC4669" w:rsidRDefault="00BB64DB" w:rsidP="00BB64DB">
            <w:pPr>
              <w:keepNext/>
              <w:spacing w:after="0" w:line="240" w:lineRule="auto"/>
              <w:jc w:val="left"/>
              <w:rPr>
                <w:rFonts w:asciiTheme="minorHAnsi" w:hAnsiTheme="minorHAnsi" w:cs="Arial"/>
                <w:szCs w:val="20"/>
              </w:rPr>
            </w:pPr>
            <w:r w:rsidRPr="00FC4669">
              <w:rPr>
                <w:rFonts w:asciiTheme="minorHAnsi" w:hAnsiTheme="minorHAnsi" w:cs="Arial"/>
                <w:szCs w:val="20"/>
              </w:rPr>
              <w:t>84.11,12 (část), 94.99.2</w:t>
            </w:r>
          </w:p>
        </w:tc>
      </w:tr>
    </w:tbl>
    <w:p w:rsidR="00BB64DB" w:rsidRPr="00FC4669" w:rsidRDefault="00BB64DB" w:rsidP="004F4DFA">
      <w:pPr>
        <w:pStyle w:val="Titulek"/>
        <w:spacing w:before="120"/>
        <w:rPr>
          <w:rFonts w:cs="Arial"/>
          <w:b w:val="0"/>
          <w:color w:val="auto"/>
          <w:sz w:val="22"/>
          <w:szCs w:val="22"/>
        </w:rPr>
      </w:pPr>
      <w:r w:rsidRPr="00FC4669">
        <w:rPr>
          <w:rFonts w:cs="Arial"/>
          <w:b w:val="0"/>
          <w:color w:val="auto"/>
          <w:sz w:val="22"/>
          <w:szCs w:val="22"/>
        </w:rPr>
        <w:t>Zdroj: ČSÚ, NIPOS</w:t>
      </w:r>
    </w:p>
    <w:p w:rsidR="00E0238B" w:rsidRPr="00FC4669" w:rsidRDefault="00E0238B">
      <w:pPr>
        <w:spacing w:after="0" w:line="240" w:lineRule="auto"/>
        <w:jc w:val="left"/>
        <w:rPr>
          <w:lang w:eastAsia="en-US"/>
        </w:rPr>
      </w:pPr>
      <w:r w:rsidRPr="00FC4669">
        <w:rPr>
          <w:lang w:eastAsia="en-US"/>
        </w:rPr>
        <w:br w:type="page"/>
      </w:r>
    </w:p>
    <w:p w:rsidR="00BB64DB" w:rsidRPr="00FC4669" w:rsidRDefault="00BF3A86" w:rsidP="00173703">
      <w:pPr>
        <w:pStyle w:val="Nadpis1"/>
        <w:numPr>
          <w:ilvl w:val="0"/>
          <w:numId w:val="17"/>
        </w:numPr>
      </w:pPr>
      <w:bookmarkStart w:id="8" w:name="_Toc465253882"/>
      <w:r w:rsidRPr="00FC4669">
        <w:lastRenderedPageBreak/>
        <w:t>DEFINICE POJMŮ A ZDROJE DAT</w:t>
      </w:r>
      <w:bookmarkEnd w:id="8"/>
    </w:p>
    <w:p w:rsidR="00173703" w:rsidRPr="00FC4669" w:rsidRDefault="00BF3A86" w:rsidP="00B414F8">
      <w:r w:rsidRPr="00FC4669">
        <w:t xml:space="preserve">V publikaci jsou sledovány základní ekonomické ukazatele </w:t>
      </w:r>
      <w:r w:rsidR="00260C15">
        <w:t>–</w:t>
      </w:r>
      <w:r w:rsidRPr="00FC4669">
        <w:t xml:space="preserve"> příjmy ekonomických subjektů a</w:t>
      </w:r>
      <w:r w:rsidR="00F95D6D" w:rsidRPr="00FC4669">
        <w:t> </w:t>
      </w:r>
      <w:r w:rsidRPr="00FC4669">
        <w:t>počet zaměstnanců v jednotlivých oblastech kulturních průmyslů. Dále pak chování spotřebitelů zachycené jednak údaji o spotřebitelských výdajích na zboží a služby v kulturních průmyslech a také údaji o</w:t>
      </w:r>
      <w:r w:rsidR="00F95D6D" w:rsidRPr="00FC4669">
        <w:t> </w:t>
      </w:r>
      <w:r w:rsidRPr="00FC4669">
        <w:t>spotřebitelských návycích</w:t>
      </w:r>
      <w:r w:rsidR="00ED59A5" w:rsidRPr="00FC4669">
        <w:t xml:space="preserve"> a trendech.</w:t>
      </w:r>
    </w:p>
    <w:p w:rsidR="00BF3A86" w:rsidRPr="00FC4669" w:rsidRDefault="00BF3A86" w:rsidP="00B414F8">
      <w:r w:rsidRPr="00FC4669">
        <w:tab/>
      </w:r>
      <w:r w:rsidR="00903FEE" w:rsidRPr="00FC4669">
        <w:t>Pojem příjmy je v textu používán souhrnně jak pro výnosy</w:t>
      </w:r>
      <w:r w:rsidR="00ED59A5" w:rsidRPr="00FC4669">
        <w:t>,</w:t>
      </w:r>
      <w:r w:rsidR="00903FEE" w:rsidRPr="00FC4669">
        <w:t xml:space="preserve"> </w:t>
      </w:r>
      <w:r w:rsidR="002E2B47" w:rsidRPr="00FC4669">
        <w:t xml:space="preserve">tak pro příjmy. Ukazatel příjmy v tomto textu totiž zahrnuje jak údaje od </w:t>
      </w:r>
      <w:r w:rsidR="00237048" w:rsidRPr="00FC4669">
        <w:t>právnických</w:t>
      </w:r>
      <w:r w:rsidR="002E2B47" w:rsidRPr="00FC4669">
        <w:t xml:space="preserve"> osob vedoucí podvojné účetnictví a evidující výnosy, tak údaje od</w:t>
      </w:r>
      <w:r w:rsidR="00237048" w:rsidRPr="00FC4669">
        <w:t xml:space="preserve"> </w:t>
      </w:r>
      <w:r w:rsidR="002E2B47" w:rsidRPr="00FC4669">
        <w:t>fyzických osob</w:t>
      </w:r>
      <w:r w:rsidR="00237048" w:rsidRPr="00FC4669">
        <w:t xml:space="preserve"> (OSVČ)</w:t>
      </w:r>
      <w:r w:rsidR="002E2B47" w:rsidRPr="00FC4669">
        <w:t xml:space="preserve">, které </w:t>
      </w:r>
      <w:r w:rsidR="00237048" w:rsidRPr="00FC4669">
        <w:t>mohou</w:t>
      </w:r>
      <w:r w:rsidR="002E2B47" w:rsidRPr="00FC4669">
        <w:t xml:space="preserve"> </w:t>
      </w:r>
      <w:r w:rsidR="00237048" w:rsidRPr="00FC4669">
        <w:t>vést pouze daňovou evidenci a evidovat</w:t>
      </w:r>
      <w:r w:rsidR="002E2B47" w:rsidRPr="00FC4669">
        <w:t xml:space="preserve"> </w:t>
      </w:r>
      <w:r w:rsidR="00237048" w:rsidRPr="00FC4669">
        <w:t>jen prosté</w:t>
      </w:r>
      <w:r w:rsidR="002E2B47" w:rsidRPr="00FC4669">
        <w:t> příjmy.</w:t>
      </w:r>
    </w:p>
    <w:p w:rsidR="00BE7543" w:rsidRPr="00FC4669" w:rsidRDefault="00BF3A86" w:rsidP="00B414F8">
      <w:r w:rsidRPr="00FC4669">
        <w:tab/>
      </w:r>
      <w:r w:rsidR="002E2B47" w:rsidRPr="00FC4669">
        <w:t xml:space="preserve"> Údaje o zaměstnanosti v jednotlivých oblastech</w:t>
      </w:r>
      <w:r w:rsidR="00411EBC" w:rsidRPr="00FC4669">
        <w:t xml:space="preserve"> kulturních průmyslů</w:t>
      </w:r>
      <w:r w:rsidR="002E2B47" w:rsidRPr="00FC4669">
        <w:t xml:space="preserve"> jsou zachyceny primárně ukazatelem průměrný evidenční počet</w:t>
      </w:r>
      <w:r w:rsidR="00411EBC" w:rsidRPr="00FC4669">
        <w:t xml:space="preserve"> zaměstnanců. Ten zachycuje roční průměr počtu zaměstnanců v jednotlivých měsících a pro lepší možnosti srovnávání je přepočítáván na plné pracovní úvazky. Tento</w:t>
      </w:r>
      <w:r w:rsidR="00F95D6D" w:rsidRPr="00FC4669">
        <w:t> </w:t>
      </w:r>
      <w:r w:rsidR="00ED59A5" w:rsidRPr="00FC4669">
        <w:t xml:space="preserve">ukazatel se však omezuje pouze na zaměstnance a </w:t>
      </w:r>
      <w:r w:rsidR="00411EBC" w:rsidRPr="00FC4669">
        <w:t xml:space="preserve">nezahrnuje </w:t>
      </w:r>
      <w:r w:rsidR="00ED59A5" w:rsidRPr="00FC4669">
        <w:t xml:space="preserve">tak </w:t>
      </w:r>
      <w:r w:rsidR="00411EBC" w:rsidRPr="00FC4669">
        <w:t>údaje o</w:t>
      </w:r>
      <w:r w:rsidR="00ED59A5" w:rsidRPr="00FC4669">
        <w:t xml:space="preserve"> podnikatelích a</w:t>
      </w:r>
      <w:r w:rsidR="008D5856">
        <w:t> </w:t>
      </w:r>
      <w:r w:rsidR="00ED59A5" w:rsidRPr="00FC4669">
        <w:t>pracovnících na dohody</w:t>
      </w:r>
      <w:r w:rsidRPr="00FC4669">
        <w:t>.</w:t>
      </w:r>
      <w:r w:rsidR="00247371" w:rsidRPr="00FC4669">
        <w:t xml:space="preserve"> </w:t>
      </w:r>
      <w:r w:rsidR="00ED59A5" w:rsidRPr="00FC4669">
        <w:t xml:space="preserve">Proto jsou data o </w:t>
      </w:r>
      <w:r w:rsidR="00260C15">
        <w:t xml:space="preserve">počtu zaměstnanců </w:t>
      </w:r>
      <w:r w:rsidR="00247371" w:rsidRPr="00FC4669">
        <w:t>v jednotlivých kapitolách doplněny také o</w:t>
      </w:r>
      <w:r w:rsidR="008D5856">
        <w:t> </w:t>
      </w:r>
      <w:r w:rsidR="00247371" w:rsidRPr="00FC4669">
        <w:t>údaje o</w:t>
      </w:r>
      <w:r w:rsidR="00260C15">
        <w:t> </w:t>
      </w:r>
      <w:r w:rsidR="00247371" w:rsidRPr="00FC4669">
        <w:t xml:space="preserve">zaměstnaných osobách. </w:t>
      </w:r>
      <w:r w:rsidR="00FC4669">
        <w:t>Počet zaměstnaných osob</w:t>
      </w:r>
      <w:r w:rsidR="00ED59A5" w:rsidRPr="00FC4669">
        <w:t xml:space="preserve"> </w:t>
      </w:r>
      <w:r w:rsidR="00247371" w:rsidRPr="00FC4669">
        <w:t>zahrnuje vedle zam</w:t>
      </w:r>
      <w:r w:rsidR="00ED59A5" w:rsidRPr="00FC4669">
        <w:t>ěstnanců také podnikatele,</w:t>
      </w:r>
      <w:r w:rsidR="00247371" w:rsidRPr="00FC4669">
        <w:t xml:space="preserve"> pracovníky na dohody</w:t>
      </w:r>
      <w:r w:rsidR="00FC4669" w:rsidRPr="00FC4669">
        <w:t xml:space="preserve"> a spolupracující čle</w:t>
      </w:r>
      <w:r w:rsidR="00ED59A5" w:rsidRPr="00FC4669">
        <w:t>ny domácnosti</w:t>
      </w:r>
      <w:r w:rsidR="00247371" w:rsidRPr="00FC4669">
        <w:t>.</w:t>
      </w:r>
      <w:r w:rsidR="00ED59A5" w:rsidRPr="00FC4669">
        <w:rPr>
          <w:rStyle w:val="Znakapoznpodarou"/>
        </w:rPr>
        <w:footnoteReference w:id="4"/>
      </w:r>
    </w:p>
    <w:p w:rsidR="00BF3A86" w:rsidRPr="00FC4669" w:rsidRDefault="0027768A" w:rsidP="00B414F8">
      <w:r w:rsidRPr="00FC4669">
        <w:tab/>
      </w:r>
      <w:r w:rsidR="00BF3A86" w:rsidRPr="00FC4669">
        <w:t xml:space="preserve">Statistické údaje za jednotlivé oblasti byly poskládány tak, aby poskytly co nejkomplexnější pohled na rozmanitý audiovizuální a mediální sektor. Základní ukazatele vycházejí ze statistik ČSÚ, které jsou koordinovány na mezinárodní úrovni a mají jednotnou výchozí metodiku. Jejich využití pro účely mezinárodně srovnatelných dat v oblasti kultury doporučuje také obnovená pracovní skupina </w:t>
      </w:r>
      <w:r w:rsidR="00BF3A86" w:rsidRPr="00FC4669">
        <w:rPr>
          <w:i/>
        </w:rPr>
        <w:t>Working Group on Culture Statistics</w:t>
      </w:r>
      <w:r w:rsidR="00BF3A86" w:rsidRPr="00FC4669">
        <w:t xml:space="preserve"> iniciovaná institucí Eurostat (E</w:t>
      </w:r>
      <w:r w:rsidR="00B82B44" w:rsidRPr="00FC4669">
        <w:t>urostat</w:t>
      </w:r>
      <w:r w:rsidR="00BF3A86" w:rsidRPr="00FC4669">
        <w:t>, 2015).</w:t>
      </w:r>
    </w:p>
    <w:p w:rsidR="00247371" w:rsidRPr="00FC4669" w:rsidRDefault="00A66484" w:rsidP="00B414F8">
      <w:r w:rsidRPr="00FC4669">
        <w:tab/>
      </w:r>
      <w:r w:rsidR="000F4B0F" w:rsidRPr="00FC4669">
        <w:t>Jedním z h</w:t>
      </w:r>
      <w:r w:rsidRPr="00FC4669">
        <w:t>lavn</w:t>
      </w:r>
      <w:r w:rsidR="000F4B0F" w:rsidRPr="00FC4669">
        <w:t>ích zdrojů</w:t>
      </w:r>
      <w:r w:rsidRPr="00FC4669">
        <w:t xml:space="preserve"> dat</w:t>
      </w:r>
      <w:r w:rsidR="00247371" w:rsidRPr="00FC4669">
        <w:t xml:space="preserve"> pro sledování příjmů a zaměstnanosti </w:t>
      </w:r>
      <w:r w:rsidRPr="00FC4669">
        <w:t>jsou údaje z Podnikové strukturální statistiky ČSÚ</w:t>
      </w:r>
      <w:r w:rsidR="001149CE" w:rsidRPr="00FC4669">
        <w:t xml:space="preserve"> (v angličtině nazývané </w:t>
      </w:r>
      <w:r w:rsidR="001149CE" w:rsidRPr="00FC4669">
        <w:rPr>
          <w:i/>
        </w:rPr>
        <w:t>Structural Business Statistics)</w:t>
      </w:r>
      <w:r w:rsidR="001149CE" w:rsidRPr="00FC4669">
        <w:t>. T</w:t>
      </w:r>
      <w:r w:rsidR="00783501" w:rsidRPr="00FC4669">
        <w:t xml:space="preserve">ato statistika </w:t>
      </w:r>
      <w:r w:rsidR="00465DDB" w:rsidRPr="00FC4669">
        <w:t>sleduje ekonomické činnosti</w:t>
      </w:r>
      <w:r w:rsidR="007E769B" w:rsidRPr="00FC4669">
        <w:t xml:space="preserve"> právnických a fyzických osob</w:t>
      </w:r>
      <w:r w:rsidR="00465DDB" w:rsidRPr="00FC4669">
        <w:t xml:space="preserve"> </w:t>
      </w:r>
      <w:r w:rsidR="007E769B" w:rsidRPr="00FC4669">
        <w:t xml:space="preserve">s využitím klasifikace CZ-NACE </w:t>
      </w:r>
      <w:r w:rsidR="00465DDB" w:rsidRPr="00FC4669">
        <w:t xml:space="preserve">a čerpá </w:t>
      </w:r>
      <w:r w:rsidR="00ED59A5" w:rsidRPr="00FC4669">
        <w:t xml:space="preserve">z ročního výkazu ČSÚ </w:t>
      </w:r>
      <w:hyperlink r:id="rId11" w:history="1">
        <w:r w:rsidR="00FB5667" w:rsidRPr="00FC4669">
          <w:rPr>
            <w:rStyle w:val="Hypertextovodkaz"/>
          </w:rPr>
          <w:t>P 5-01</w:t>
        </w:r>
      </w:hyperlink>
      <w:r w:rsidR="00465DDB" w:rsidRPr="00FC4669">
        <w:t xml:space="preserve"> a z administrativních zdrojů.</w:t>
      </w:r>
      <w:r w:rsidR="007E769B" w:rsidRPr="00FC4669">
        <w:t xml:space="preserve"> V rámci analýzy kulturních průmyslů je </w:t>
      </w:r>
      <w:r w:rsidR="008F2642" w:rsidRPr="00FC4669">
        <w:t>P</w:t>
      </w:r>
      <w:r w:rsidR="000F4B0F" w:rsidRPr="00FC4669">
        <w:t xml:space="preserve">odniková strukturální statistika </w:t>
      </w:r>
      <w:r w:rsidR="007E769B" w:rsidRPr="00FC4669">
        <w:t>přínosná zejména proto, že dokáže zachytit vybrané činnosti až</w:t>
      </w:r>
      <w:r w:rsidR="00B82B44" w:rsidRPr="00FC4669">
        <w:t xml:space="preserve"> na úrovni tříd, tj.</w:t>
      </w:r>
      <w:r w:rsidR="007E769B" w:rsidRPr="00FC4669">
        <w:t xml:space="preserve"> ve čtyřmístném členění </w:t>
      </w:r>
      <w:r w:rsidR="00B82B44" w:rsidRPr="00FC4669">
        <w:t xml:space="preserve">klasifikace </w:t>
      </w:r>
      <w:r w:rsidR="007E769B" w:rsidRPr="00FC4669">
        <w:t xml:space="preserve">NACE. </w:t>
      </w:r>
      <w:r w:rsidR="000F4B0F" w:rsidRPr="00FC4669">
        <w:t xml:space="preserve">V rámci </w:t>
      </w:r>
      <w:r w:rsidR="00B82B44" w:rsidRPr="00FC4669">
        <w:t xml:space="preserve">úzce vymezených </w:t>
      </w:r>
      <w:r w:rsidR="000F4B0F" w:rsidRPr="00FC4669">
        <w:t xml:space="preserve">ekonomických činností, které zahrnují </w:t>
      </w:r>
      <w:r w:rsidR="00237048" w:rsidRPr="00FC4669">
        <w:t>jen desítky</w:t>
      </w:r>
      <w:r w:rsidR="000F4B0F" w:rsidRPr="00FC4669">
        <w:t xml:space="preserve"> subjektů</w:t>
      </w:r>
      <w:r w:rsidR="00623611" w:rsidRPr="00FC4669">
        <w:t xml:space="preserve"> (např. činnost v oblasti videoher), </w:t>
      </w:r>
      <w:r w:rsidR="00FB5667" w:rsidRPr="00FC4669">
        <w:t xml:space="preserve">je vzorek dat reprezentující </w:t>
      </w:r>
      <w:r w:rsidR="00C844DF" w:rsidRPr="00FC4669">
        <w:t>konkrétní oblast velmi nízký. Proto musí být časové řady a</w:t>
      </w:r>
      <w:r w:rsidR="00260C15">
        <w:t> </w:t>
      </w:r>
      <w:r w:rsidR="00C844DF" w:rsidRPr="00FC4669">
        <w:t>meziroční srovnání interpretována s vědomím těchto nedostatků.</w:t>
      </w:r>
      <w:r w:rsidR="00FB5667" w:rsidRPr="00FC4669">
        <w:t xml:space="preserve"> </w:t>
      </w:r>
      <w:r w:rsidR="00C844DF" w:rsidRPr="00FC4669">
        <w:t>Podniková strukturální</w:t>
      </w:r>
      <w:r w:rsidR="00B82B44" w:rsidRPr="00FC4669">
        <w:t xml:space="preserve"> s</w:t>
      </w:r>
      <w:r w:rsidR="00623611" w:rsidRPr="00FC4669">
        <w:t xml:space="preserve">tatistika </w:t>
      </w:r>
      <w:r w:rsidR="00C844DF" w:rsidRPr="00FC4669">
        <w:t xml:space="preserve">také neobsahuje data o </w:t>
      </w:r>
      <w:r w:rsidR="00623611" w:rsidRPr="00FC4669">
        <w:t xml:space="preserve">neziskových organizacích, jejichž činnost je však pro </w:t>
      </w:r>
      <w:r w:rsidR="00C844DF" w:rsidRPr="00FC4669">
        <w:t xml:space="preserve">některé </w:t>
      </w:r>
      <w:r w:rsidR="00623611" w:rsidRPr="00FC4669">
        <w:t>oblast</w:t>
      </w:r>
      <w:r w:rsidR="00C844DF" w:rsidRPr="00FC4669">
        <w:t>i</w:t>
      </w:r>
      <w:r w:rsidR="00623611" w:rsidRPr="00FC4669">
        <w:t xml:space="preserve"> kultury stěžejní.</w:t>
      </w:r>
    </w:p>
    <w:p w:rsidR="00623611" w:rsidRPr="00FC4669" w:rsidRDefault="00623611" w:rsidP="00B414F8">
      <w:r w:rsidRPr="00FC4669">
        <w:tab/>
      </w:r>
      <w:r w:rsidR="00F82744" w:rsidRPr="00FC4669">
        <w:t xml:space="preserve">Údaje z Podnikové strukturální statistiky lze </w:t>
      </w:r>
      <w:r w:rsidR="00B82B44" w:rsidRPr="00FC4669">
        <w:t>pro sledování</w:t>
      </w:r>
      <w:r w:rsidR="00F82744" w:rsidRPr="00FC4669">
        <w:t xml:space="preserve"> statistiky zaměstnanosti doplnit o údaje z</w:t>
      </w:r>
      <w:r w:rsidR="00F95D6D" w:rsidRPr="00FC4669">
        <w:t> </w:t>
      </w:r>
      <w:r w:rsidR="00F82744" w:rsidRPr="00FC4669">
        <w:t>Výb</w:t>
      </w:r>
      <w:r w:rsidR="00B82B44" w:rsidRPr="00FC4669">
        <w:t>ěrového šetření pracovních sil</w:t>
      </w:r>
      <w:r w:rsidR="009F6BE3" w:rsidRPr="00FC4669">
        <w:t xml:space="preserve"> (</w:t>
      </w:r>
      <w:r w:rsidR="009F6BE3" w:rsidRPr="00FC4669">
        <w:rPr>
          <w:i/>
        </w:rPr>
        <w:t>Labour Force Survey</w:t>
      </w:r>
      <w:r w:rsidR="004F7E67" w:rsidRPr="00FC4669">
        <w:t>)</w:t>
      </w:r>
      <w:r w:rsidR="00F82744" w:rsidRPr="00FC4669">
        <w:t>. Toto šetření</w:t>
      </w:r>
      <w:r w:rsidR="00247371" w:rsidRPr="00FC4669">
        <w:t xml:space="preserve"> </w:t>
      </w:r>
      <w:r w:rsidR="000E5EEF" w:rsidRPr="00FC4669">
        <w:t xml:space="preserve">od respondentů </w:t>
      </w:r>
      <w:r w:rsidR="00B82B44" w:rsidRPr="00FC4669">
        <w:t xml:space="preserve">zjišťuje </w:t>
      </w:r>
      <w:r w:rsidR="003150BE" w:rsidRPr="00FC4669">
        <w:t>nejen, v jaké</w:t>
      </w:r>
      <w:r w:rsidR="008E685D" w:rsidRPr="00FC4669">
        <w:t xml:space="preserve"> ekonomické oblasti pracují </w:t>
      </w:r>
      <w:r w:rsidR="000E5EEF" w:rsidRPr="00FC4669">
        <w:t>(dle klasifikace ekonomických činností CZ-NACE)</w:t>
      </w:r>
      <w:r w:rsidR="00247371" w:rsidRPr="00FC4669">
        <w:t xml:space="preserve">, ale </w:t>
      </w:r>
      <w:r w:rsidR="000E5EEF" w:rsidRPr="00FC4669">
        <w:t xml:space="preserve">sleduje </w:t>
      </w:r>
      <w:r w:rsidR="001132C6" w:rsidRPr="00FC4669">
        <w:t>také, jaké</w:t>
      </w:r>
      <w:r w:rsidR="008E685D" w:rsidRPr="00FC4669">
        <w:t xml:space="preserve"> konkrétní povolání</w:t>
      </w:r>
      <w:r w:rsidR="000E5EEF" w:rsidRPr="00FC4669">
        <w:t xml:space="preserve"> vykonávají (dle klasifikace zaměstnání CZ-ISCO)</w:t>
      </w:r>
      <w:r w:rsidR="00DA4A23" w:rsidRPr="00FC4669">
        <w:t>.</w:t>
      </w:r>
      <w:r w:rsidR="004C7C28" w:rsidRPr="00FC4669">
        <w:t xml:space="preserve"> Víme tedy nejen, zda respondent </w:t>
      </w:r>
      <w:r w:rsidR="004C7C28" w:rsidRPr="00FC4669">
        <w:lastRenderedPageBreak/>
        <w:t>pracuje v podniku, který svou převažující ekonomickou činností spadá do oblasti kultury, resp. kulturních průmyslů (např. je zaměstnán ve vydavatelství), ale také, jaké konkrétní zaměstnání tam vykonává (např.</w:t>
      </w:r>
      <w:r w:rsidR="00F95D6D" w:rsidRPr="00FC4669">
        <w:t> </w:t>
      </w:r>
      <w:r w:rsidR="0019602F" w:rsidRPr="00FC4669">
        <w:t>redaktor</w:t>
      </w:r>
      <w:r w:rsidR="004C7C28" w:rsidRPr="00FC4669">
        <w:t>, řídící pracovník či personalista).</w:t>
      </w:r>
      <w:r w:rsidR="000E5EEF" w:rsidRPr="00FC4669">
        <w:t xml:space="preserve"> </w:t>
      </w:r>
      <w:r w:rsidR="00FC4669">
        <w:t>Údaje jsou sbírány</w:t>
      </w:r>
      <w:r w:rsidR="00220642" w:rsidRPr="00FC4669">
        <w:t xml:space="preserve"> čtvrtletně od osob starších 15 let žijících v domácnostech. Omezení tohoto šetření pro analýzu kulturních průmyslů jsou obdobná jako u Podnikové strukturální statistiky. P</w:t>
      </w:r>
      <w:r w:rsidR="008417AB" w:rsidRPr="00FC4669">
        <w:t xml:space="preserve">ro </w:t>
      </w:r>
      <w:r w:rsidR="00C37C2F" w:rsidRPr="00FC4669">
        <w:t>vytvoření</w:t>
      </w:r>
      <w:r w:rsidR="008417AB" w:rsidRPr="00FC4669">
        <w:t xml:space="preserve"> oblastí kulturního průmyslu je třeba pracovat se čtyřmístným členěním kategorií CZ-ISCO a CZ-NACE. Takto podrobné údaje jsou však založené na velmi malém vzorku a mohou meziročně kolísat. Výhodou tohoto zdroje je však jeho schopnost zachytit údaje o kulturních pracovnících v oblastech, které nespadají do kulturních průmyslů (např. novinářská profese pro firemní časopis ocelářské firmy)</w:t>
      </w:r>
      <w:r w:rsidR="000E5EEF" w:rsidRPr="00FC4669">
        <w:t xml:space="preserve"> a naopak „ne</w:t>
      </w:r>
      <w:r w:rsidR="004F7E67" w:rsidRPr="00FC4669">
        <w:t>-</w:t>
      </w:r>
      <w:r w:rsidR="000E5EEF" w:rsidRPr="00FC4669">
        <w:t xml:space="preserve">kulturní“ profese </w:t>
      </w:r>
      <w:r w:rsidR="00B82B44" w:rsidRPr="00FC4669">
        <w:t xml:space="preserve">v </w:t>
      </w:r>
      <w:r w:rsidR="000E5EEF" w:rsidRPr="00FC4669">
        <w:t>kulturních odvětví</w:t>
      </w:r>
      <w:r w:rsidR="00B82B44" w:rsidRPr="00FC4669">
        <w:t>ch</w:t>
      </w:r>
      <w:r w:rsidR="000E5EEF" w:rsidRPr="00FC4669">
        <w:t xml:space="preserve"> (např. účetní v galerii)</w:t>
      </w:r>
      <w:r w:rsidR="008417AB" w:rsidRPr="00FC4669">
        <w:t>.</w:t>
      </w:r>
    </w:p>
    <w:p w:rsidR="00C37C2F" w:rsidRPr="00FC4669" w:rsidRDefault="00E0238B" w:rsidP="00B414F8">
      <w:r w:rsidRPr="00FC4669">
        <w:tab/>
      </w:r>
      <w:r w:rsidR="00C37C2F" w:rsidRPr="00FC4669">
        <w:t xml:space="preserve">Pro analýzu spotřebitelského chování </w:t>
      </w:r>
      <w:r w:rsidR="00B82B44" w:rsidRPr="00FC4669">
        <w:t xml:space="preserve">v kultuře </w:t>
      </w:r>
      <w:r w:rsidR="009C64E1" w:rsidRPr="00FC4669">
        <w:t>jsou pak hlavním zdrojem údaje z Výběrového šetření o</w:t>
      </w:r>
      <w:r w:rsidR="00F95D6D" w:rsidRPr="00FC4669">
        <w:t> </w:t>
      </w:r>
      <w:r w:rsidR="009C64E1" w:rsidRPr="00FC4669">
        <w:t>informačních a komunikačních technologiích v domácnostech a mezi jednotlivci (</w:t>
      </w:r>
      <w:r w:rsidR="009C64E1" w:rsidRPr="00FC4669">
        <w:rPr>
          <w:i/>
        </w:rPr>
        <w:t>ICT usage in households and by individuals</w:t>
      </w:r>
      <w:r w:rsidR="009F6BE3" w:rsidRPr="00FC4669">
        <w:t xml:space="preserve">). </w:t>
      </w:r>
      <w:r w:rsidR="00B82B44" w:rsidRPr="00FC4669">
        <w:t xml:space="preserve">Ze své podstaty je </w:t>
      </w:r>
      <w:r w:rsidR="009F6BE3" w:rsidRPr="00FC4669">
        <w:t xml:space="preserve">šetření </w:t>
      </w:r>
      <w:r w:rsidR="00B82B44" w:rsidRPr="00FC4669">
        <w:t>omezeno</w:t>
      </w:r>
      <w:r w:rsidR="009F6BE3" w:rsidRPr="00FC4669">
        <w:t xml:space="preserve"> pouze na kulturní aktivity prováděné na internetu. Dalším omezením je pak příliš široké vymezení některých druhů aktivit</w:t>
      </w:r>
      <w:r w:rsidR="00B82B44" w:rsidRPr="00FC4669">
        <w:t xml:space="preserve"> (obdobně jako u</w:t>
      </w:r>
      <w:r w:rsidR="008B64EB" w:rsidRPr="00FC4669">
        <w:t> </w:t>
      </w:r>
      <w:r w:rsidR="00B82B44" w:rsidRPr="00FC4669">
        <w:t>předchozích zdrojů dat</w:t>
      </w:r>
      <w:r w:rsidR="00B9096F" w:rsidRPr="00FC4669">
        <w:t>, ani toto šetření není primárně zaměřené na oblast kultury)</w:t>
      </w:r>
      <w:r w:rsidR="009F6BE3" w:rsidRPr="00FC4669">
        <w:t xml:space="preserve">. Například v činnosti přehrávání a stahování hudby a videa, nelze od sebe tyto dvě aktivity oddělit a analyzovat samostatně pro oblast hudby a pro oblast filmu. Výhodou tohoto šetření je však jeho schopnost zachytit rychle se měnící návyky spotřebitelů </w:t>
      </w:r>
      <w:r w:rsidR="00410BEE" w:rsidRPr="00FC4669">
        <w:t xml:space="preserve">v kulturním průmyslu v </w:t>
      </w:r>
      <w:r w:rsidR="009F6BE3" w:rsidRPr="00FC4669">
        <w:t>souvislosti s</w:t>
      </w:r>
      <w:r w:rsidR="00410BEE" w:rsidRPr="00FC4669">
        <w:t> </w:t>
      </w:r>
      <w:r w:rsidR="009F6BE3" w:rsidRPr="00FC4669">
        <w:t>rozvojem</w:t>
      </w:r>
      <w:r w:rsidR="00410BEE" w:rsidRPr="00FC4669">
        <w:t xml:space="preserve"> nových technologií.</w:t>
      </w:r>
    </w:p>
    <w:p w:rsidR="00410BEE" w:rsidRPr="00FC4669" w:rsidRDefault="00E0238B" w:rsidP="00B414F8">
      <w:r w:rsidRPr="00FC4669">
        <w:tab/>
      </w:r>
      <w:r w:rsidR="00FA7C55">
        <w:t>Dalšími důležitými zdroji Č</w:t>
      </w:r>
      <w:r w:rsidR="00410BEE" w:rsidRPr="00FC4669">
        <w:t>SÚ pro tuto publikaci jsou Statistika neziskových organizac</w:t>
      </w:r>
      <w:r w:rsidR="00EE1F14" w:rsidRPr="00FC4669">
        <w:t>í</w:t>
      </w:r>
      <w:r w:rsidR="00410BEE" w:rsidRPr="00FC4669">
        <w:t xml:space="preserve">, Národní účty použité pro </w:t>
      </w:r>
      <w:r w:rsidR="00FC4669">
        <w:t xml:space="preserve">analýzu spotřebitelských výdajů, </w:t>
      </w:r>
      <w:r w:rsidR="00410BEE" w:rsidRPr="00FC4669">
        <w:t xml:space="preserve">Životní podmínky v ČR </w:t>
      </w:r>
      <w:r w:rsidR="00EE1F14" w:rsidRPr="00FC4669">
        <w:t>(</w:t>
      </w:r>
      <w:r w:rsidR="00EE1F14" w:rsidRPr="00FC4669">
        <w:rPr>
          <w:i/>
        </w:rPr>
        <w:t>Statistics on Income and Living Conditions</w:t>
      </w:r>
      <w:r w:rsidR="00EE1F14" w:rsidRPr="00FC4669">
        <w:t xml:space="preserve">) </w:t>
      </w:r>
      <w:r w:rsidR="00410BEE" w:rsidRPr="00FC4669">
        <w:t>sledující kulturní participaci jednotlivců ve volném času</w:t>
      </w:r>
      <w:r w:rsidR="00FC4669">
        <w:t xml:space="preserve"> </w:t>
      </w:r>
      <w:r w:rsidR="00FC4669" w:rsidRPr="00FC4669">
        <w:t>a také šetření</w:t>
      </w:r>
      <w:r w:rsidR="00FC4669">
        <w:t xml:space="preserve"> Vzdělávání dospělých v České republice (</w:t>
      </w:r>
      <w:r w:rsidR="00FC4669" w:rsidRPr="002C1C2C">
        <w:rPr>
          <w:i/>
        </w:rPr>
        <w:t>Adult Education Survey</w:t>
      </w:r>
      <w:r w:rsidR="00FC4669">
        <w:t xml:space="preserve">) zaměřující </w:t>
      </w:r>
      <w:r w:rsidR="002C1C2C">
        <w:t xml:space="preserve">se </w:t>
      </w:r>
      <w:r w:rsidR="00FC4669">
        <w:t xml:space="preserve">na </w:t>
      </w:r>
      <w:r w:rsidR="002C1C2C">
        <w:t>celoživotní vzdělávání</w:t>
      </w:r>
      <w:r w:rsidR="00410BEE" w:rsidRPr="00FC4669">
        <w:t>.</w:t>
      </w:r>
    </w:p>
    <w:p w:rsidR="002D06A3" w:rsidRPr="00FC4669" w:rsidRDefault="002D06A3" w:rsidP="002D06A3">
      <w:r w:rsidRPr="00FC4669">
        <w:t>Relevantními zdroji dat jsou také pravidelné roční výkazy řady Kult v gesci ČSÚ (</w:t>
      </w:r>
      <w:r w:rsidR="004443D7" w:rsidRPr="00FC4669">
        <w:t>sledující oblast audiovizuálních</w:t>
      </w:r>
      <w:r w:rsidRPr="00FC4669">
        <w:t xml:space="preserve"> mediálních služeb a rozhlasu) a Národního informačního a poradenského střediska pro kulturu, které je příspěvkovou organizací MK ČR (sledující oblast knih a tisku). Data získaná z výkazů Kult mají tu výhodu, že na rozdíl od výběrových šetření zachycují oblast vyčerpávajícím způsobem. V rámci statistiky zaměstnanosti lze jako doplňující zdroj použít také údaje z Informačního systému o průměrném výdělku, jejímž gestorem je Ministerstvo práce a sociálních věcí. Ten může poskytnout cenné informace o</w:t>
      </w:r>
      <w:r w:rsidR="00FA7C55">
        <w:t> </w:t>
      </w:r>
      <w:r w:rsidRPr="00FC4669">
        <w:t>průměrných mzdách (platech) v rámci jednotlivých zaměstnání. Na druhou stranu sleduje pouze zaměstnance ve mzdové a platové sféře, nikoliv podnikatele a pracovníky na dohody a proto je problematické využití tohoto zdroje společně s daty z</w:t>
      </w:r>
      <w:r w:rsidR="004443D7" w:rsidRPr="00FC4669">
        <w:t> Výběrového šetření pracovních sil (</w:t>
      </w:r>
      <w:r w:rsidRPr="00FC4669">
        <w:t>VŠPS</w:t>
      </w:r>
      <w:r w:rsidR="004443D7" w:rsidRPr="00FC4669">
        <w:t>)</w:t>
      </w:r>
      <w:r w:rsidRPr="00FC4669">
        <w:t>, které podnikatele a</w:t>
      </w:r>
      <w:r w:rsidR="00260C15">
        <w:t> </w:t>
      </w:r>
      <w:r w:rsidRPr="00FC4669">
        <w:t>pracovníky na dohody zahrnuje. Údaje z tohoto šetření pochází od ekonomických subjektů (podniků, institucí) nikoliv z domácností (jak je tomu u VŠPS) a zahrnují pouze zaměstnance, jejichž týdenní pracovní doba přesahuje 30 hodin a zároveň u daného zaměstnavatele odpracovali nejméně jeden měsíc.</w:t>
      </w:r>
    </w:p>
    <w:p w:rsidR="002D06A3" w:rsidRPr="00FC4669" w:rsidRDefault="002D06A3" w:rsidP="002D06A3">
      <w:r w:rsidRPr="00FC4669">
        <w:tab/>
        <w:t>Hodnotná data poskytují také profesní organizace sdružující významné společnosti v rámci jednotlivých průmyslů</w:t>
      </w:r>
      <w:r w:rsidR="004443D7" w:rsidRPr="00FC4669">
        <w:t>. Výstupy</w:t>
      </w:r>
      <w:r w:rsidRPr="00FC4669">
        <w:t xml:space="preserve"> těchto organizací mohou v závislosti na rozsahu členské základny poskytovat úplnější informace o ekonomice jednotlivých oblastí (například pro oblast hudby) než data ze</w:t>
      </w:r>
      <w:r w:rsidR="000E0D24">
        <w:t> </w:t>
      </w:r>
      <w:r w:rsidRPr="00FC4669">
        <w:t xml:space="preserve">zmíněných výběrových šetření. Údaje o kulturní participaci doplňují také výsledky šetření soukromých společností či veřejných institucí, která jsou často administrována ve spolupráci s profesními asociacemi. </w:t>
      </w:r>
      <w:r w:rsidRPr="00FC4669">
        <w:lastRenderedPageBreak/>
        <w:t>Vzhledem k tomu, že tato doplňující šetření nepodléhají prověřené mezinárodní metodice, je třeba věnovat zvýšenou pozornost jejich metodice, zejména pak použitému výběrovému vzorku.</w:t>
      </w:r>
    </w:p>
    <w:p w:rsidR="00BB64DB" w:rsidRPr="00FC4669" w:rsidRDefault="00BB64DB" w:rsidP="00B414F8">
      <w:pPr>
        <w:pStyle w:val="Titulek"/>
        <w:rPr>
          <w:rFonts w:cs="Arial"/>
          <w:b w:val="0"/>
          <w:color w:val="auto"/>
          <w:sz w:val="22"/>
          <w:szCs w:val="22"/>
        </w:rPr>
      </w:pPr>
      <w:bookmarkStart w:id="9" w:name="_Toc464832045"/>
      <w:r w:rsidRPr="00FC4669">
        <w:rPr>
          <w:rFonts w:cs="Arial"/>
          <w:color w:val="auto"/>
          <w:sz w:val="22"/>
          <w:szCs w:val="22"/>
        </w:rPr>
        <w:t xml:space="preserve">Tabulka </w:t>
      </w:r>
      <w:r w:rsidR="00052F4D" w:rsidRPr="00FC4669">
        <w:rPr>
          <w:rFonts w:cs="Arial"/>
          <w:color w:val="auto"/>
          <w:sz w:val="22"/>
          <w:szCs w:val="22"/>
        </w:rPr>
        <w:fldChar w:fldCharType="begin"/>
      </w:r>
      <w:r w:rsidRPr="00FC4669">
        <w:rPr>
          <w:rFonts w:cs="Arial"/>
          <w:color w:val="auto"/>
          <w:sz w:val="22"/>
          <w:szCs w:val="22"/>
        </w:rPr>
        <w:instrText xml:space="preserve"> SEQ Tabulka \* ARABIC </w:instrText>
      </w:r>
      <w:r w:rsidR="00052F4D" w:rsidRPr="00FC4669">
        <w:rPr>
          <w:rFonts w:cs="Arial"/>
          <w:color w:val="auto"/>
          <w:sz w:val="22"/>
          <w:szCs w:val="22"/>
        </w:rPr>
        <w:fldChar w:fldCharType="separate"/>
      </w:r>
      <w:r w:rsidR="00477774">
        <w:rPr>
          <w:rFonts w:cs="Arial"/>
          <w:noProof/>
          <w:color w:val="auto"/>
          <w:sz w:val="22"/>
          <w:szCs w:val="22"/>
        </w:rPr>
        <w:t>2</w:t>
      </w:r>
      <w:r w:rsidR="00052F4D" w:rsidRPr="00FC4669">
        <w:rPr>
          <w:rFonts w:cs="Arial"/>
          <w:color w:val="auto"/>
          <w:sz w:val="22"/>
          <w:szCs w:val="22"/>
        </w:rPr>
        <w:fldChar w:fldCharType="end"/>
      </w:r>
      <w:r w:rsidRPr="00FC4669">
        <w:rPr>
          <w:rFonts w:cs="Arial"/>
          <w:b w:val="0"/>
          <w:color w:val="auto"/>
          <w:sz w:val="22"/>
          <w:szCs w:val="22"/>
        </w:rPr>
        <w:t xml:space="preserve"> Přehled zdrojů dat</w:t>
      </w:r>
      <w:bookmarkEnd w:id="9"/>
    </w:p>
    <w:tbl>
      <w:tblPr>
        <w:tblW w:w="4945" w:type="pct"/>
        <w:tblInd w:w="70" w:type="dxa"/>
        <w:tblLayout w:type="fixed"/>
        <w:tblCellMar>
          <w:left w:w="70" w:type="dxa"/>
          <w:right w:w="70" w:type="dxa"/>
        </w:tblCellMar>
        <w:tblLook w:val="04A0"/>
      </w:tblPr>
      <w:tblGrid>
        <w:gridCol w:w="1907"/>
        <w:gridCol w:w="3779"/>
        <w:gridCol w:w="3984"/>
      </w:tblGrid>
      <w:tr w:rsidR="00B414F8" w:rsidRPr="00FC4669" w:rsidTr="002D06A3">
        <w:trPr>
          <w:trHeight w:val="227"/>
        </w:trPr>
        <w:tc>
          <w:tcPr>
            <w:tcW w:w="986" w:type="pct"/>
            <w:tcBorders>
              <w:top w:val="single" w:sz="12" w:space="0" w:color="auto"/>
              <w:left w:val="nil"/>
              <w:bottom w:val="single" w:sz="12" w:space="0" w:color="auto"/>
            </w:tcBorders>
            <w:shd w:val="clear" w:color="auto" w:fill="F2DBDB" w:themeFill="accent2" w:themeFillTint="33"/>
            <w:vAlign w:val="bottom"/>
            <w:hideMark/>
          </w:tcPr>
          <w:p w:rsidR="00BB64DB" w:rsidRPr="00FC4669" w:rsidRDefault="00BB64DB" w:rsidP="00E0238B">
            <w:pPr>
              <w:pStyle w:val="Box"/>
              <w:spacing w:line="240" w:lineRule="auto"/>
              <w:ind w:left="0"/>
              <w:rPr>
                <w:rFonts w:asciiTheme="minorHAnsi" w:hAnsiTheme="minorHAnsi"/>
                <w:sz w:val="20"/>
                <w:szCs w:val="20"/>
              </w:rPr>
            </w:pPr>
            <w:r w:rsidRPr="00FC4669">
              <w:rPr>
                <w:rFonts w:asciiTheme="minorHAnsi" w:hAnsiTheme="minorHAnsi"/>
                <w:sz w:val="20"/>
                <w:szCs w:val="20"/>
              </w:rPr>
              <w:t>DATA</w:t>
            </w:r>
          </w:p>
        </w:tc>
        <w:tc>
          <w:tcPr>
            <w:tcW w:w="1954" w:type="pct"/>
            <w:tcBorders>
              <w:top w:val="single" w:sz="12" w:space="0" w:color="auto"/>
              <w:left w:val="nil"/>
              <w:bottom w:val="single" w:sz="12" w:space="0" w:color="auto"/>
            </w:tcBorders>
            <w:shd w:val="clear" w:color="auto" w:fill="F2DBDB" w:themeFill="accent2" w:themeFillTint="33"/>
            <w:noWrap/>
            <w:vAlign w:val="bottom"/>
            <w:hideMark/>
          </w:tcPr>
          <w:p w:rsidR="00BB64DB" w:rsidRPr="00FC4669" w:rsidRDefault="00BB64DB" w:rsidP="00E0238B">
            <w:pPr>
              <w:pStyle w:val="Box"/>
              <w:spacing w:line="240" w:lineRule="auto"/>
              <w:rPr>
                <w:rFonts w:asciiTheme="minorHAnsi" w:hAnsiTheme="minorHAnsi"/>
                <w:sz w:val="20"/>
                <w:szCs w:val="20"/>
              </w:rPr>
            </w:pPr>
            <w:r w:rsidRPr="00FC4669">
              <w:rPr>
                <w:rFonts w:asciiTheme="minorHAnsi" w:hAnsiTheme="minorHAnsi"/>
                <w:sz w:val="20"/>
                <w:szCs w:val="20"/>
              </w:rPr>
              <w:t>UKAZATEL</w:t>
            </w:r>
          </w:p>
        </w:tc>
        <w:tc>
          <w:tcPr>
            <w:tcW w:w="2060" w:type="pct"/>
            <w:tcBorders>
              <w:top w:val="single" w:sz="12" w:space="0" w:color="auto"/>
              <w:left w:val="nil"/>
              <w:bottom w:val="single" w:sz="12" w:space="0" w:color="auto"/>
            </w:tcBorders>
            <w:shd w:val="clear" w:color="auto" w:fill="F2DBDB" w:themeFill="accent2" w:themeFillTint="33"/>
            <w:vAlign w:val="bottom"/>
            <w:hideMark/>
          </w:tcPr>
          <w:p w:rsidR="00BB64DB" w:rsidRPr="00FC4669" w:rsidRDefault="00BB64DB" w:rsidP="00E0238B">
            <w:pPr>
              <w:pStyle w:val="Box"/>
              <w:spacing w:line="240" w:lineRule="auto"/>
              <w:rPr>
                <w:rFonts w:asciiTheme="minorHAnsi" w:hAnsiTheme="minorHAnsi"/>
                <w:sz w:val="20"/>
                <w:szCs w:val="20"/>
              </w:rPr>
            </w:pPr>
            <w:r w:rsidRPr="00FC4669">
              <w:rPr>
                <w:rFonts w:asciiTheme="minorHAnsi" w:hAnsiTheme="minorHAnsi"/>
                <w:sz w:val="20"/>
                <w:szCs w:val="20"/>
              </w:rPr>
              <w:t>ZDROJ DAT</w:t>
            </w:r>
          </w:p>
        </w:tc>
      </w:tr>
      <w:tr w:rsidR="00BB64DB" w:rsidRPr="00FC4669" w:rsidTr="002D06A3">
        <w:trPr>
          <w:trHeight w:val="227"/>
        </w:trPr>
        <w:tc>
          <w:tcPr>
            <w:tcW w:w="986" w:type="pct"/>
            <w:vMerge w:val="restart"/>
            <w:tcBorders>
              <w:top w:val="single" w:sz="12" w:space="0" w:color="auto"/>
              <w:left w:val="nil"/>
              <w:bottom w:val="single" w:sz="8" w:space="0" w:color="000000"/>
            </w:tcBorders>
            <w:shd w:val="clear" w:color="auto" w:fill="auto"/>
            <w:vAlign w:val="center"/>
            <w:hideMark/>
          </w:tcPr>
          <w:p w:rsidR="00BB64DB" w:rsidRPr="00FC4669" w:rsidRDefault="00BB64DB" w:rsidP="00E0238B">
            <w:pPr>
              <w:spacing w:before="40" w:after="40" w:line="240" w:lineRule="auto"/>
              <w:rPr>
                <w:rFonts w:asciiTheme="minorHAnsi" w:hAnsiTheme="minorHAnsi" w:cs="Arial"/>
                <w:szCs w:val="20"/>
              </w:rPr>
            </w:pPr>
            <w:r w:rsidRPr="00FC4669">
              <w:rPr>
                <w:rFonts w:asciiTheme="minorHAnsi" w:hAnsiTheme="minorHAnsi" w:cs="Arial"/>
                <w:szCs w:val="20"/>
              </w:rPr>
              <w:t>HLAVNÍ ZDROJE DAT</w:t>
            </w:r>
          </w:p>
        </w:tc>
        <w:tc>
          <w:tcPr>
            <w:tcW w:w="1954" w:type="pct"/>
            <w:tcBorders>
              <w:top w:val="single" w:sz="12" w:space="0" w:color="auto"/>
              <w:left w:val="nil"/>
              <w:bottom w:val="single" w:sz="4" w:space="0" w:color="auto"/>
            </w:tcBorders>
            <w:shd w:val="clear" w:color="auto" w:fill="auto"/>
            <w:noWrap/>
            <w:hideMark/>
          </w:tcPr>
          <w:p w:rsidR="00BB64DB" w:rsidRPr="00FC4669" w:rsidRDefault="00B9096F" w:rsidP="00E0238B">
            <w:pPr>
              <w:spacing w:before="30" w:after="30" w:line="240" w:lineRule="auto"/>
              <w:jc w:val="left"/>
              <w:rPr>
                <w:rFonts w:asciiTheme="minorHAnsi" w:hAnsiTheme="minorHAnsi" w:cs="Arial"/>
                <w:szCs w:val="20"/>
              </w:rPr>
            </w:pPr>
            <w:r w:rsidRPr="00FC4669">
              <w:rPr>
                <w:rFonts w:asciiTheme="minorHAnsi" w:hAnsiTheme="minorHAnsi" w:cs="Arial"/>
                <w:szCs w:val="20"/>
              </w:rPr>
              <w:t>příjmy, (přepočtený) počet zaměstnanců</w:t>
            </w:r>
          </w:p>
        </w:tc>
        <w:tc>
          <w:tcPr>
            <w:tcW w:w="2060" w:type="pct"/>
            <w:tcBorders>
              <w:top w:val="single" w:sz="12" w:space="0" w:color="auto"/>
              <w:left w:val="nil"/>
              <w:bottom w:val="single" w:sz="4" w:space="0" w:color="auto"/>
            </w:tcBorders>
            <w:shd w:val="clear" w:color="auto" w:fill="auto"/>
            <w:vAlign w:val="center"/>
            <w:hideMark/>
          </w:tcPr>
          <w:p w:rsidR="00B9096F" w:rsidRPr="00FC4669" w:rsidRDefault="00B9096F" w:rsidP="00E0238B">
            <w:pPr>
              <w:spacing w:before="30" w:after="30" w:line="240" w:lineRule="auto"/>
              <w:jc w:val="left"/>
              <w:rPr>
                <w:rFonts w:asciiTheme="minorHAnsi" w:hAnsiTheme="minorHAnsi" w:cs="Arial"/>
                <w:szCs w:val="20"/>
              </w:rPr>
            </w:pPr>
            <w:r w:rsidRPr="00FC4669">
              <w:rPr>
                <w:rFonts w:asciiTheme="minorHAnsi" w:hAnsiTheme="minorHAnsi" w:cs="Arial"/>
                <w:szCs w:val="20"/>
              </w:rPr>
              <w:t>Podniková strukturální statistika, ČSÚ</w:t>
            </w:r>
          </w:p>
          <w:p w:rsidR="00BB64DB" w:rsidRPr="00FC4669" w:rsidRDefault="00B9096F" w:rsidP="00E0238B">
            <w:pPr>
              <w:spacing w:before="30" w:after="30" w:line="240" w:lineRule="auto"/>
              <w:jc w:val="left"/>
              <w:rPr>
                <w:rFonts w:asciiTheme="minorHAnsi" w:hAnsiTheme="minorHAnsi" w:cs="Arial"/>
                <w:szCs w:val="20"/>
              </w:rPr>
            </w:pPr>
            <w:r w:rsidRPr="00FC4669">
              <w:rPr>
                <w:rFonts w:asciiTheme="minorHAnsi" w:hAnsiTheme="minorHAnsi" w:cs="Arial"/>
                <w:szCs w:val="20"/>
              </w:rPr>
              <w:t>Statistika neziskových organizací, ČSÚ</w:t>
            </w:r>
          </w:p>
        </w:tc>
      </w:tr>
      <w:tr w:rsidR="00BB64DB" w:rsidRPr="00FC4669" w:rsidTr="002D06A3">
        <w:trPr>
          <w:trHeight w:val="227"/>
        </w:trPr>
        <w:tc>
          <w:tcPr>
            <w:tcW w:w="986" w:type="pct"/>
            <w:vMerge/>
            <w:tcBorders>
              <w:top w:val="nil"/>
              <w:left w:val="nil"/>
              <w:bottom w:val="single" w:sz="8" w:space="0" w:color="000000"/>
            </w:tcBorders>
            <w:vAlign w:val="center"/>
            <w:hideMark/>
          </w:tcPr>
          <w:p w:rsidR="00BB64DB" w:rsidRPr="00FC4669" w:rsidRDefault="00BB64DB" w:rsidP="00E0238B">
            <w:pPr>
              <w:spacing w:before="40" w:after="40" w:line="240" w:lineRule="auto"/>
              <w:rPr>
                <w:rFonts w:asciiTheme="minorHAnsi" w:hAnsiTheme="minorHAnsi" w:cs="Arial"/>
                <w:szCs w:val="20"/>
              </w:rPr>
            </w:pPr>
          </w:p>
        </w:tc>
        <w:tc>
          <w:tcPr>
            <w:tcW w:w="1954" w:type="pct"/>
            <w:tcBorders>
              <w:top w:val="single" w:sz="4" w:space="0" w:color="auto"/>
              <w:left w:val="nil"/>
              <w:bottom w:val="single" w:sz="4" w:space="0" w:color="auto"/>
            </w:tcBorders>
            <w:shd w:val="clear" w:color="auto" w:fill="auto"/>
            <w:noWrap/>
            <w:hideMark/>
          </w:tcPr>
          <w:p w:rsidR="00BB64DB" w:rsidRPr="00FC4669" w:rsidRDefault="00B9096F" w:rsidP="00E0238B">
            <w:pPr>
              <w:spacing w:before="30" w:after="30" w:line="240" w:lineRule="auto"/>
              <w:jc w:val="left"/>
              <w:rPr>
                <w:rFonts w:asciiTheme="minorHAnsi" w:hAnsiTheme="minorHAnsi" w:cs="Arial"/>
                <w:szCs w:val="20"/>
              </w:rPr>
            </w:pPr>
            <w:r w:rsidRPr="00FC4669">
              <w:rPr>
                <w:rFonts w:asciiTheme="minorHAnsi" w:hAnsiTheme="minorHAnsi" w:cs="Arial"/>
                <w:szCs w:val="20"/>
              </w:rPr>
              <w:t>spotřebitelské výdaje (domácnosti)</w:t>
            </w:r>
          </w:p>
        </w:tc>
        <w:tc>
          <w:tcPr>
            <w:tcW w:w="2060" w:type="pct"/>
            <w:tcBorders>
              <w:top w:val="single" w:sz="4" w:space="0" w:color="auto"/>
              <w:left w:val="nil"/>
              <w:bottom w:val="single" w:sz="4" w:space="0" w:color="auto"/>
            </w:tcBorders>
            <w:shd w:val="clear" w:color="auto" w:fill="auto"/>
            <w:vAlign w:val="center"/>
            <w:hideMark/>
          </w:tcPr>
          <w:p w:rsidR="004E419B" w:rsidRPr="00FC4669" w:rsidRDefault="00B9096F" w:rsidP="00E0238B">
            <w:pPr>
              <w:spacing w:before="30" w:after="30" w:line="240" w:lineRule="auto"/>
              <w:jc w:val="left"/>
              <w:rPr>
                <w:rFonts w:asciiTheme="minorHAnsi" w:hAnsiTheme="minorHAnsi" w:cs="Arial"/>
                <w:szCs w:val="20"/>
              </w:rPr>
            </w:pPr>
            <w:r w:rsidRPr="00FC4669">
              <w:rPr>
                <w:rFonts w:asciiTheme="minorHAnsi" w:hAnsiTheme="minorHAnsi" w:cs="Arial"/>
                <w:szCs w:val="20"/>
              </w:rPr>
              <w:t>Národní účty, ČSÚ</w:t>
            </w:r>
          </w:p>
        </w:tc>
      </w:tr>
      <w:tr w:rsidR="00BB64DB" w:rsidRPr="00FC4669" w:rsidTr="002D06A3">
        <w:trPr>
          <w:trHeight w:val="324"/>
        </w:trPr>
        <w:tc>
          <w:tcPr>
            <w:tcW w:w="986" w:type="pct"/>
            <w:vMerge/>
            <w:tcBorders>
              <w:top w:val="nil"/>
              <w:left w:val="nil"/>
              <w:bottom w:val="single" w:sz="8" w:space="0" w:color="000000"/>
            </w:tcBorders>
            <w:vAlign w:val="center"/>
            <w:hideMark/>
          </w:tcPr>
          <w:p w:rsidR="00BB64DB" w:rsidRPr="00FC4669" w:rsidRDefault="00BB64DB" w:rsidP="00E0238B">
            <w:pPr>
              <w:spacing w:before="40" w:after="40" w:line="240" w:lineRule="auto"/>
              <w:rPr>
                <w:rFonts w:asciiTheme="minorHAnsi" w:hAnsiTheme="minorHAnsi" w:cs="Arial"/>
                <w:szCs w:val="20"/>
              </w:rPr>
            </w:pPr>
          </w:p>
        </w:tc>
        <w:tc>
          <w:tcPr>
            <w:tcW w:w="1954" w:type="pct"/>
            <w:vMerge w:val="restart"/>
            <w:tcBorders>
              <w:top w:val="single" w:sz="4" w:space="0" w:color="auto"/>
              <w:left w:val="nil"/>
              <w:bottom w:val="single" w:sz="8" w:space="0" w:color="000000"/>
            </w:tcBorders>
            <w:shd w:val="clear" w:color="auto" w:fill="auto"/>
            <w:noWrap/>
            <w:hideMark/>
          </w:tcPr>
          <w:p w:rsidR="00BB64DB" w:rsidRPr="00FC4669" w:rsidRDefault="00CB5E1F" w:rsidP="00E0238B">
            <w:pPr>
              <w:spacing w:before="30" w:after="30" w:line="240" w:lineRule="auto"/>
              <w:jc w:val="left"/>
              <w:rPr>
                <w:rFonts w:asciiTheme="minorHAnsi" w:hAnsiTheme="minorHAnsi" w:cs="Arial"/>
                <w:szCs w:val="20"/>
              </w:rPr>
            </w:pPr>
            <w:r w:rsidRPr="00FC4669">
              <w:rPr>
                <w:rFonts w:asciiTheme="minorHAnsi" w:hAnsiTheme="minorHAnsi" w:cs="Arial"/>
                <w:szCs w:val="20"/>
              </w:rPr>
              <w:t>k</w:t>
            </w:r>
            <w:r w:rsidR="00BB64DB" w:rsidRPr="00FC4669">
              <w:rPr>
                <w:rFonts w:asciiTheme="minorHAnsi" w:hAnsiTheme="minorHAnsi" w:cs="Arial"/>
                <w:szCs w:val="20"/>
              </w:rPr>
              <w:t>ulturní participace</w:t>
            </w:r>
          </w:p>
        </w:tc>
        <w:tc>
          <w:tcPr>
            <w:tcW w:w="2060" w:type="pct"/>
            <w:vMerge w:val="restart"/>
            <w:tcBorders>
              <w:top w:val="single" w:sz="4" w:space="0" w:color="auto"/>
              <w:left w:val="nil"/>
              <w:bottom w:val="single" w:sz="8" w:space="0" w:color="000000"/>
            </w:tcBorders>
            <w:shd w:val="clear" w:color="auto" w:fill="auto"/>
            <w:vAlign w:val="center"/>
            <w:hideMark/>
          </w:tcPr>
          <w:p w:rsidR="00BB64DB" w:rsidRPr="00FC4669" w:rsidRDefault="00BB64DB" w:rsidP="00E0238B">
            <w:pPr>
              <w:spacing w:before="30" w:after="30" w:line="240" w:lineRule="auto"/>
              <w:jc w:val="left"/>
              <w:rPr>
                <w:rFonts w:asciiTheme="minorHAnsi" w:hAnsiTheme="minorHAnsi" w:cs="Arial"/>
                <w:szCs w:val="20"/>
              </w:rPr>
            </w:pPr>
            <w:r w:rsidRPr="00FC4669">
              <w:rPr>
                <w:rFonts w:asciiTheme="minorHAnsi" w:hAnsiTheme="minorHAnsi" w:cs="Arial"/>
                <w:szCs w:val="20"/>
              </w:rPr>
              <w:t>Výběrové šetření o informačních a komunikačních technologiích v domácnostech a mezi jednotlivci, ČSÚ</w:t>
            </w:r>
          </w:p>
          <w:p w:rsidR="005719E1" w:rsidRDefault="005719E1" w:rsidP="00E0238B">
            <w:pPr>
              <w:spacing w:before="30" w:after="30" w:line="240" w:lineRule="auto"/>
              <w:jc w:val="left"/>
              <w:rPr>
                <w:rFonts w:asciiTheme="minorHAnsi" w:hAnsiTheme="minorHAnsi" w:cs="Arial"/>
                <w:szCs w:val="20"/>
              </w:rPr>
            </w:pPr>
            <w:r w:rsidRPr="00FC4669">
              <w:rPr>
                <w:rFonts w:asciiTheme="minorHAnsi" w:hAnsiTheme="minorHAnsi" w:cs="Arial"/>
                <w:szCs w:val="20"/>
              </w:rPr>
              <w:t>Životní podmínky ČR, ČSÚ</w:t>
            </w:r>
          </w:p>
          <w:p w:rsidR="002C1C2C" w:rsidRPr="00FC4669" w:rsidRDefault="002C1C2C" w:rsidP="00E0238B">
            <w:pPr>
              <w:spacing w:before="30" w:after="30" w:line="240" w:lineRule="auto"/>
              <w:jc w:val="left"/>
              <w:rPr>
                <w:rFonts w:asciiTheme="minorHAnsi" w:hAnsiTheme="minorHAnsi" w:cs="Arial"/>
                <w:szCs w:val="20"/>
              </w:rPr>
            </w:pPr>
            <w:r>
              <w:rPr>
                <w:rFonts w:asciiTheme="minorHAnsi" w:hAnsiTheme="minorHAnsi" w:cs="Arial"/>
                <w:szCs w:val="20"/>
              </w:rPr>
              <w:t>Vzdělávání dospělých v ČR</w:t>
            </w:r>
          </w:p>
        </w:tc>
      </w:tr>
      <w:tr w:rsidR="00BB64DB" w:rsidRPr="00FC4669" w:rsidTr="00E0238B">
        <w:trPr>
          <w:trHeight w:val="324"/>
        </w:trPr>
        <w:tc>
          <w:tcPr>
            <w:tcW w:w="986" w:type="pct"/>
            <w:vMerge/>
            <w:tcBorders>
              <w:top w:val="nil"/>
              <w:left w:val="nil"/>
              <w:bottom w:val="single" w:sz="8" w:space="0" w:color="auto"/>
            </w:tcBorders>
            <w:vAlign w:val="center"/>
            <w:hideMark/>
          </w:tcPr>
          <w:p w:rsidR="00BB64DB" w:rsidRPr="00FC4669" w:rsidRDefault="00BB64DB" w:rsidP="00E0238B">
            <w:pPr>
              <w:spacing w:before="40" w:after="40" w:line="240" w:lineRule="auto"/>
              <w:rPr>
                <w:rFonts w:asciiTheme="minorHAnsi" w:hAnsiTheme="minorHAnsi" w:cs="Arial"/>
                <w:szCs w:val="20"/>
              </w:rPr>
            </w:pPr>
          </w:p>
        </w:tc>
        <w:tc>
          <w:tcPr>
            <w:tcW w:w="1954" w:type="pct"/>
            <w:vMerge/>
            <w:tcBorders>
              <w:top w:val="nil"/>
              <w:left w:val="nil"/>
              <w:bottom w:val="single" w:sz="8" w:space="0" w:color="auto"/>
            </w:tcBorders>
            <w:vAlign w:val="center"/>
            <w:hideMark/>
          </w:tcPr>
          <w:p w:rsidR="00BB64DB" w:rsidRPr="00FC4669" w:rsidRDefault="00BB64DB" w:rsidP="00E0238B">
            <w:pPr>
              <w:spacing w:before="30" w:after="30" w:line="240" w:lineRule="auto"/>
              <w:jc w:val="left"/>
              <w:rPr>
                <w:rFonts w:asciiTheme="minorHAnsi" w:hAnsiTheme="minorHAnsi" w:cs="Arial"/>
                <w:szCs w:val="20"/>
              </w:rPr>
            </w:pPr>
          </w:p>
        </w:tc>
        <w:tc>
          <w:tcPr>
            <w:tcW w:w="2060" w:type="pct"/>
            <w:vMerge/>
            <w:tcBorders>
              <w:top w:val="nil"/>
              <w:left w:val="nil"/>
              <w:bottom w:val="single" w:sz="8" w:space="0" w:color="auto"/>
            </w:tcBorders>
            <w:vAlign w:val="center"/>
            <w:hideMark/>
          </w:tcPr>
          <w:p w:rsidR="00BB64DB" w:rsidRPr="00FC4669" w:rsidRDefault="00BB64DB" w:rsidP="00E0238B">
            <w:pPr>
              <w:spacing w:before="30" w:after="30" w:line="240" w:lineRule="auto"/>
              <w:jc w:val="left"/>
              <w:rPr>
                <w:rFonts w:asciiTheme="minorHAnsi" w:hAnsiTheme="minorHAnsi" w:cs="Arial"/>
                <w:szCs w:val="20"/>
              </w:rPr>
            </w:pPr>
          </w:p>
        </w:tc>
      </w:tr>
      <w:tr w:rsidR="00BB64DB" w:rsidRPr="00FC4669" w:rsidTr="00E0238B">
        <w:trPr>
          <w:trHeight w:val="227"/>
        </w:trPr>
        <w:tc>
          <w:tcPr>
            <w:tcW w:w="986" w:type="pct"/>
            <w:tcBorders>
              <w:top w:val="single" w:sz="8" w:space="0" w:color="auto"/>
              <w:left w:val="nil"/>
              <w:bottom w:val="single" w:sz="8" w:space="0" w:color="auto"/>
            </w:tcBorders>
            <w:shd w:val="clear" w:color="auto" w:fill="auto"/>
            <w:vAlign w:val="center"/>
            <w:hideMark/>
          </w:tcPr>
          <w:p w:rsidR="00BB64DB" w:rsidRPr="00FC4669" w:rsidRDefault="00BB64DB" w:rsidP="00E0238B">
            <w:pPr>
              <w:spacing w:before="40" w:after="40" w:line="240" w:lineRule="auto"/>
              <w:jc w:val="left"/>
              <w:rPr>
                <w:rFonts w:asciiTheme="minorHAnsi" w:hAnsiTheme="minorHAnsi" w:cs="Arial"/>
                <w:szCs w:val="20"/>
              </w:rPr>
            </w:pPr>
            <w:r w:rsidRPr="00FC4669">
              <w:rPr>
                <w:rFonts w:asciiTheme="minorHAnsi" w:hAnsiTheme="minorHAnsi" w:cs="Arial"/>
                <w:szCs w:val="20"/>
              </w:rPr>
              <w:t>DOPLŇUJÍCÍ ZDROJE DAT</w:t>
            </w:r>
          </w:p>
        </w:tc>
        <w:tc>
          <w:tcPr>
            <w:tcW w:w="1954" w:type="pct"/>
            <w:tcBorders>
              <w:top w:val="single" w:sz="8" w:space="0" w:color="auto"/>
              <w:left w:val="nil"/>
              <w:bottom w:val="single" w:sz="8" w:space="0" w:color="auto"/>
            </w:tcBorders>
            <w:shd w:val="clear" w:color="auto" w:fill="auto"/>
            <w:noWrap/>
            <w:vAlign w:val="center"/>
            <w:hideMark/>
          </w:tcPr>
          <w:p w:rsidR="00BB64DB" w:rsidRPr="00FC4669" w:rsidRDefault="00CB5E1F" w:rsidP="00E0238B">
            <w:pPr>
              <w:spacing w:before="30" w:after="30" w:line="240" w:lineRule="auto"/>
              <w:jc w:val="left"/>
              <w:rPr>
                <w:rFonts w:asciiTheme="minorHAnsi" w:hAnsiTheme="minorHAnsi" w:cs="Arial"/>
                <w:szCs w:val="20"/>
              </w:rPr>
            </w:pPr>
            <w:r w:rsidRPr="00FC4669">
              <w:rPr>
                <w:rFonts w:asciiTheme="minorHAnsi" w:hAnsiTheme="minorHAnsi" w:cs="Arial"/>
                <w:szCs w:val="20"/>
              </w:rPr>
              <w:t>p</w:t>
            </w:r>
            <w:r w:rsidR="00BB64DB" w:rsidRPr="00FC4669">
              <w:rPr>
                <w:rFonts w:asciiTheme="minorHAnsi" w:hAnsiTheme="minorHAnsi" w:cs="Arial"/>
                <w:szCs w:val="20"/>
              </w:rPr>
              <w:t>říjmy,</w:t>
            </w:r>
            <w:r w:rsidR="007A39D9" w:rsidRPr="00FC4669">
              <w:rPr>
                <w:rFonts w:asciiTheme="minorHAnsi" w:hAnsiTheme="minorHAnsi" w:cs="Arial"/>
                <w:szCs w:val="20"/>
              </w:rPr>
              <w:t xml:space="preserve"> </w:t>
            </w:r>
            <w:r w:rsidR="00BB64DB" w:rsidRPr="00FC4669">
              <w:rPr>
                <w:rFonts w:asciiTheme="minorHAnsi" w:hAnsiTheme="minorHAnsi" w:cs="Arial"/>
                <w:szCs w:val="20"/>
              </w:rPr>
              <w:t>(přepočtený) počet zaměstnanců</w:t>
            </w:r>
            <w:r w:rsidR="008F2642" w:rsidRPr="00FC4669">
              <w:rPr>
                <w:rFonts w:asciiTheme="minorHAnsi" w:hAnsiTheme="minorHAnsi" w:cs="Arial"/>
                <w:szCs w:val="20"/>
              </w:rPr>
              <w:t>, naturální ukazatele</w:t>
            </w:r>
          </w:p>
        </w:tc>
        <w:tc>
          <w:tcPr>
            <w:tcW w:w="2060" w:type="pct"/>
            <w:tcBorders>
              <w:top w:val="single" w:sz="8" w:space="0" w:color="auto"/>
              <w:left w:val="nil"/>
              <w:bottom w:val="single" w:sz="8" w:space="0" w:color="auto"/>
            </w:tcBorders>
            <w:shd w:val="clear" w:color="auto" w:fill="auto"/>
            <w:noWrap/>
            <w:vAlign w:val="center"/>
            <w:hideMark/>
          </w:tcPr>
          <w:p w:rsidR="004C7C28" w:rsidRPr="00FC4669" w:rsidRDefault="004C7C28" w:rsidP="00E0238B">
            <w:pPr>
              <w:spacing w:before="30" w:after="30" w:line="240" w:lineRule="auto"/>
              <w:jc w:val="left"/>
              <w:rPr>
                <w:rFonts w:asciiTheme="minorHAnsi" w:hAnsiTheme="minorHAnsi" w:cs="Arial"/>
                <w:szCs w:val="20"/>
              </w:rPr>
            </w:pPr>
            <w:r w:rsidRPr="00FC4669">
              <w:rPr>
                <w:rFonts w:asciiTheme="minorHAnsi" w:hAnsiTheme="minorHAnsi" w:cs="Arial"/>
                <w:szCs w:val="20"/>
              </w:rPr>
              <w:t xml:space="preserve">Informační systém o průměrném výdělku, MPSV </w:t>
            </w:r>
          </w:p>
          <w:p w:rsidR="004C7C28" w:rsidRPr="00FC4669" w:rsidRDefault="004C7C28" w:rsidP="00E0238B">
            <w:pPr>
              <w:spacing w:before="30" w:after="30" w:line="240" w:lineRule="auto"/>
              <w:jc w:val="left"/>
              <w:rPr>
                <w:rFonts w:asciiTheme="minorHAnsi" w:hAnsiTheme="minorHAnsi" w:cs="Arial"/>
                <w:szCs w:val="20"/>
              </w:rPr>
            </w:pPr>
            <w:r w:rsidRPr="00FC4669">
              <w:rPr>
                <w:rFonts w:asciiTheme="minorHAnsi" w:hAnsiTheme="minorHAnsi" w:cs="Arial"/>
                <w:szCs w:val="20"/>
              </w:rPr>
              <w:t xml:space="preserve">Výkazy Kult, NIPOS, ČSÚ </w:t>
            </w:r>
          </w:p>
          <w:p w:rsidR="005719E1" w:rsidRPr="00FC4669" w:rsidRDefault="004C7C28" w:rsidP="00E0238B">
            <w:pPr>
              <w:spacing w:before="30" w:after="30" w:line="240" w:lineRule="auto"/>
              <w:jc w:val="left"/>
              <w:rPr>
                <w:rFonts w:asciiTheme="minorHAnsi" w:hAnsiTheme="minorHAnsi" w:cs="Arial"/>
                <w:szCs w:val="20"/>
              </w:rPr>
            </w:pPr>
            <w:r w:rsidRPr="00FC4669">
              <w:rPr>
                <w:rFonts w:asciiTheme="minorHAnsi" w:hAnsiTheme="minorHAnsi" w:cs="Arial"/>
                <w:szCs w:val="20"/>
              </w:rPr>
              <w:t>Výběrové šetření pracovních sil, ČSÚ</w:t>
            </w:r>
          </w:p>
        </w:tc>
      </w:tr>
      <w:tr w:rsidR="002D06A3" w:rsidRPr="00FC4669" w:rsidTr="002D06A3">
        <w:trPr>
          <w:trHeight w:val="227"/>
        </w:trPr>
        <w:tc>
          <w:tcPr>
            <w:tcW w:w="986" w:type="pct"/>
            <w:vMerge w:val="restart"/>
            <w:tcBorders>
              <w:top w:val="single" w:sz="8" w:space="0" w:color="auto"/>
              <w:left w:val="nil"/>
            </w:tcBorders>
            <w:vAlign w:val="center"/>
            <w:hideMark/>
          </w:tcPr>
          <w:p w:rsidR="002D06A3" w:rsidRPr="00FC4669" w:rsidRDefault="002D06A3" w:rsidP="00E0238B">
            <w:pPr>
              <w:spacing w:before="40" w:after="40" w:line="240" w:lineRule="auto"/>
              <w:jc w:val="left"/>
              <w:rPr>
                <w:rFonts w:asciiTheme="minorHAnsi" w:hAnsiTheme="minorHAnsi" w:cs="Arial"/>
                <w:szCs w:val="20"/>
              </w:rPr>
            </w:pPr>
            <w:r w:rsidRPr="00FC4669">
              <w:rPr>
                <w:rFonts w:asciiTheme="minorHAnsi" w:hAnsiTheme="minorHAnsi" w:cs="Arial"/>
                <w:szCs w:val="20"/>
              </w:rPr>
              <w:t>HLAVNÍ PROFESNÍ A OBOROVÉ ORGANIZACE</w:t>
            </w:r>
          </w:p>
        </w:tc>
        <w:tc>
          <w:tcPr>
            <w:tcW w:w="1954" w:type="pct"/>
            <w:vMerge w:val="restart"/>
            <w:tcBorders>
              <w:top w:val="single" w:sz="8" w:space="0" w:color="auto"/>
              <w:left w:val="nil"/>
            </w:tcBorders>
            <w:vAlign w:val="center"/>
            <w:hideMark/>
          </w:tcPr>
          <w:p w:rsidR="002D06A3" w:rsidRPr="00FC4669" w:rsidRDefault="002D06A3" w:rsidP="00E0238B">
            <w:pPr>
              <w:spacing w:before="30" w:after="30" w:line="240" w:lineRule="auto"/>
              <w:jc w:val="left"/>
              <w:rPr>
                <w:rFonts w:asciiTheme="minorHAnsi" w:hAnsiTheme="minorHAnsi" w:cs="Arial"/>
                <w:szCs w:val="20"/>
              </w:rPr>
            </w:pPr>
            <w:r w:rsidRPr="00FC4669">
              <w:rPr>
                <w:rFonts w:asciiTheme="minorHAnsi" w:hAnsiTheme="minorHAnsi" w:cs="Arial"/>
                <w:szCs w:val="20"/>
              </w:rPr>
              <w:t>struktura trhu, příjmy, naturální ukazatele</w:t>
            </w:r>
          </w:p>
        </w:tc>
        <w:tc>
          <w:tcPr>
            <w:tcW w:w="2060" w:type="pct"/>
            <w:tcBorders>
              <w:top w:val="single" w:sz="8" w:space="0" w:color="auto"/>
              <w:left w:val="nil"/>
            </w:tcBorders>
            <w:shd w:val="clear" w:color="auto" w:fill="auto"/>
            <w:noWrap/>
            <w:vAlign w:val="center"/>
            <w:hideMark/>
          </w:tcPr>
          <w:p w:rsidR="002D06A3" w:rsidRPr="00FC4669" w:rsidRDefault="002D06A3" w:rsidP="00E0238B">
            <w:pPr>
              <w:spacing w:before="30" w:after="30" w:line="240" w:lineRule="auto"/>
              <w:jc w:val="left"/>
              <w:rPr>
                <w:rFonts w:asciiTheme="minorHAnsi" w:hAnsiTheme="minorHAnsi" w:cs="Arial"/>
                <w:szCs w:val="20"/>
              </w:rPr>
            </w:pPr>
            <w:r w:rsidRPr="00FC4669">
              <w:rPr>
                <w:rFonts w:asciiTheme="minorHAnsi" w:hAnsiTheme="minorHAnsi" w:cs="Arial"/>
                <w:szCs w:val="20"/>
              </w:rPr>
              <w:t>Asociace producentů v audiovizi</w:t>
            </w:r>
          </w:p>
        </w:tc>
      </w:tr>
      <w:tr w:rsidR="002D06A3" w:rsidRPr="00FC4669" w:rsidTr="002D06A3">
        <w:trPr>
          <w:trHeight w:val="227"/>
        </w:trPr>
        <w:tc>
          <w:tcPr>
            <w:tcW w:w="986" w:type="pct"/>
            <w:vMerge/>
            <w:tcBorders>
              <w:left w:val="nil"/>
            </w:tcBorders>
            <w:vAlign w:val="center"/>
            <w:hideMark/>
          </w:tcPr>
          <w:p w:rsidR="002D06A3" w:rsidRPr="00FC4669" w:rsidRDefault="002D06A3" w:rsidP="00E0238B">
            <w:pPr>
              <w:spacing w:before="40" w:after="40" w:line="240" w:lineRule="auto"/>
              <w:rPr>
                <w:rFonts w:asciiTheme="minorHAnsi" w:hAnsiTheme="minorHAnsi" w:cs="Arial"/>
                <w:szCs w:val="20"/>
              </w:rPr>
            </w:pPr>
          </w:p>
        </w:tc>
        <w:tc>
          <w:tcPr>
            <w:tcW w:w="1954" w:type="pct"/>
            <w:vMerge/>
            <w:tcBorders>
              <w:left w:val="nil"/>
            </w:tcBorders>
            <w:vAlign w:val="center"/>
            <w:hideMark/>
          </w:tcPr>
          <w:p w:rsidR="002D06A3" w:rsidRPr="00FC4669" w:rsidRDefault="002D06A3" w:rsidP="00E0238B">
            <w:pPr>
              <w:spacing w:before="30" w:after="30" w:line="240" w:lineRule="auto"/>
              <w:jc w:val="left"/>
              <w:rPr>
                <w:rFonts w:asciiTheme="minorHAnsi" w:hAnsiTheme="minorHAnsi" w:cs="Arial"/>
                <w:szCs w:val="20"/>
              </w:rPr>
            </w:pPr>
          </w:p>
        </w:tc>
        <w:tc>
          <w:tcPr>
            <w:tcW w:w="2060" w:type="pct"/>
            <w:tcBorders>
              <w:left w:val="nil"/>
            </w:tcBorders>
            <w:shd w:val="clear" w:color="auto" w:fill="auto"/>
            <w:vAlign w:val="center"/>
            <w:hideMark/>
          </w:tcPr>
          <w:p w:rsidR="002D06A3" w:rsidRPr="00FC4669" w:rsidRDefault="002D06A3" w:rsidP="00E0238B">
            <w:pPr>
              <w:spacing w:before="30" w:after="30" w:line="240" w:lineRule="auto"/>
              <w:jc w:val="left"/>
              <w:rPr>
                <w:rFonts w:asciiTheme="minorHAnsi" w:hAnsiTheme="minorHAnsi" w:cs="Arial"/>
                <w:szCs w:val="20"/>
              </w:rPr>
            </w:pPr>
            <w:r w:rsidRPr="00FC4669">
              <w:rPr>
                <w:rFonts w:asciiTheme="minorHAnsi" w:hAnsiTheme="minorHAnsi" w:cs="Arial"/>
                <w:szCs w:val="20"/>
              </w:rPr>
              <w:t>Asociace televizních organizací</w:t>
            </w:r>
          </w:p>
        </w:tc>
      </w:tr>
      <w:tr w:rsidR="002D06A3" w:rsidRPr="00FC4669" w:rsidTr="002D06A3">
        <w:trPr>
          <w:trHeight w:val="227"/>
        </w:trPr>
        <w:tc>
          <w:tcPr>
            <w:tcW w:w="986" w:type="pct"/>
            <w:vMerge/>
            <w:tcBorders>
              <w:left w:val="nil"/>
            </w:tcBorders>
            <w:vAlign w:val="center"/>
            <w:hideMark/>
          </w:tcPr>
          <w:p w:rsidR="002D06A3" w:rsidRPr="00FC4669" w:rsidRDefault="002D06A3" w:rsidP="00E0238B">
            <w:pPr>
              <w:spacing w:before="40" w:after="40" w:line="240" w:lineRule="auto"/>
              <w:rPr>
                <w:rFonts w:asciiTheme="minorHAnsi" w:hAnsiTheme="minorHAnsi" w:cs="Arial"/>
                <w:szCs w:val="20"/>
              </w:rPr>
            </w:pPr>
          </w:p>
        </w:tc>
        <w:tc>
          <w:tcPr>
            <w:tcW w:w="1954" w:type="pct"/>
            <w:vMerge/>
            <w:tcBorders>
              <w:left w:val="nil"/>
            </w:tcBorders>
            <w:vAlign w:val="center"/>
            <w:hideMark/>
          </w:tcPr>
          <w:p w:rsidR="002D06A3" w:rsidRPr="00FC4669" w:rsidRDefault="002D06A3" w:rsidP="00E0238B">
            <w:pPr>
              <w:spacing w:before="30" w:after="30" w:line="240" w:lineRule="auto"/>
              <w:jc w:val="left"/>
              <w:rPr>
                <w:rFonts w:asciiTheme="minorHAnsi" w:hAnsiTheme="minorHAnsi" w:cs="Arial"/>
                <w:szCs w:val="20"/>
              </w:rPr>
            </w:pPr>
          </w:p>
        </w:tc>
        <w:tc>
          <w:tcPr>
            <w:tcW w:w="2060" w:type="pct"/>
            <w:tcBorders>
              <w:left w:val="nil"/>
            </w:tcBorders>
            <w:shd w:val="clear" w:color="auto" w:fill="auto"/>
            <w:vAlign w:val="center"/>
            <w:hideMark/>
          </w:tcPr>
          <w:p w:rsidR="002D06A3" w:rsidRPr="00FC4669" w:rsidRDefault="002D06A3" w:rsidP="00EB34FD">
            <w:pPr>
              <w:spacing w:before="30" w:after="30" w:line="240" w:lineRule="auto"/>
              <w:jc w:val="left"/>
              <w:rPr>
                <w:rFonts w:asciiTheme="minorHAnsi" w:hAnsiTheme="minorHAnsi" w:cs="Arial"/>
                <w:szCs w:val="20"/>
              </w:rPr>
            </w:pPr>
            <w:r w:rsidRPr="00FC4669">
              <w:rPr>
                <w:rFonts w:asciiTheme="minorHAnsi" w:hAnsiTheme="minorHAnsi" w:cs="Arial"/>
                <w:szCs w:val="20"/>
              </w:rPr>
              <w:t>Česká národní skupina – Mezinárodní federace hudebního průmyslu</w:t>
            </w:r>
          </w:p>
        </w:tc>
      </w:tr>
      <w:tr w:rsidR="002D06A3" w:rsidRPr="00FC4669" w:rsidTr="002D06A3">
        <w:trPr>
          <w:trHeight w:val="227"/>
        </w:trPr>
        <w:tc>
          <w:tcPr>
            <w:tcW w:w="986" w:type="pct"/>
            <w:vMerge/>
            <w:tcBorders>
              <w:left w:val="nil"/>
            </w:tcBorders>
            <w:vAlign w:val="center"/>
            <w:hideMark/>
          </w:tcPr>
          <w:p w:rsidR="002D06A3" w:rsidRPr="00FC4669" w:rsidRDefault="002D06A3" w:rsidP="00E0238B">
            <w:pPr>
              <w:spacing w:before="40" w:after="40" w:line="240" w:lineRule="auto"/>
              <w:rPr>
                <w:rFonts w:asciiTheme="minorHAnsi" w:hAnsiTheme="minorHAnsi" w:cs="Arial"/>
                <w:szCs w:val="20"/>
              </w:rPr>
            </w:pPr>
          </w:p>
        </w:tc>
        <w:tc>
          <w:tcPr>
            <w:tcW w:w="1954" w:type="pct"/>
            <w:vMerge/>
            <w:tcBorders>
              <w:left w:val="nil"/>
            </w:tcBorders>
            <w:vAlign w:val="center"/>
            <w:hideMark/>
          </w:tcPr>
          <w:p w:rsidR="002D06A3" w:rsidRPr="00FC4669" w:rsidRDefault="002D06A3" w:rsidP="00E0238B">
            <w:pPr>
              <w:spacing w:before="30" w:after="30" w:line="240" w:lineRule="auto"/>
              <w:jc w:val="left"/>
              <w:rPr>
                <w:rFonts w:asciiTheme="minorHAnsi" w:hAnsiTheme="minorHAnsi" w:cs="Arial"/>
                <w:szCs w:val="20"/>
              </w:rPr>
            </w:pPr>
          </w:p>
        </w:tc>
        <w:tc>
          <w:tcPr>
            <w:tcW w:w="2060" w:type="pct"/>
            <w:tcBorders>
              <w:left w:val="nil"/>
            </w:tcBorders>
            <w:shd w:val="clear" w:color="auto" w:fill="auto"/>
            <w:vAlign w:val="center"/>
            <w:hideMark/>
          </w:tcPr>
          <w:p w:rsidR="002D06A3" w:rsidRPr="00FC4669" w:rsidRDefault="002D06A3" w:rsidP="00E0238B">
            <w:pPr>
              <w:spacing w:before="30" w:after="30" w:line="240" w:lineRule="auto"/>
              <w:jc w:val="left"/>
              <w:rPr>
                <w:rFonts w:asciiTheme="minorHAnsi" w:hAnsiTheme="minorHAnsi" w:cs="Arial"/>
                <w:szCs w:val="20"/>
              </w:rPr>
            </w:pPr>
            <w:r w:rsidRPr="00FC4669">
              <w:rPr>
                <w:rFonts w:asciiTheme="minorHAnsi" w:hAnsiTheme="minorHAnsi" w:cs="Arial"/>
                <w:szCs w:val="20"/>
              </w:rPr>
              <w:t>MU Game Studies</w:t>
            </w:r>
          </w:p>
        </w:tc>
      </w:tr>
      <w:tr w:rsidR="002D06A3" w:rsidRPr="00FC4669" w:rsidTr="002D06A3">
        <w:trPr>
          <w:trHeight w:val="227"/>
        </w:trPr>
        <w:tc>
          <w:tcPr>
            <w:tcW w:w="986" w:type="pct"/>
            <w:vMerge/>
            <w:tcBorders>
              <w:left w:val="nil"/>
            </w:tcBorders>
            <w:vAlign w:val="center"/>
            <w:hideMark/>
          </w:tcPr>
          <w:p w:rsidR="002D06A3" w:rsidRPr="00FC4669" w:rsidRDefault="002D06A3" w:rsidP="00E0238B">
            <w:pPr>
              <w:spacing w:before="40" w:after="40" w:line="240" w:lineRule="auto"/>
              <w:rPr>
                <w:rFonts w:asciiTheme="minorHAnsi" w:hAnsiTheme="minorHAnsi" w:cs="Arial"/>
                <w:szCs w:val="20"/>
              </w:rPr>
            </w:pPr>
          </w:p>
        </w:tc>
        <w:tc>
          <w:tcPr>
            <w:tcW w:w="1954" w:type="pct"/>
            <w:vMerge/>
            <w:tcBorders>
              <w:left w:val="nil"/>
            </w:tcBorders>
            <w:vAlign w:val="center"/>
            <w:hideMark/>
          </w:tcPr>
          <w:p w:rsidR="002D06A3" w:rsidRPr="00FC4669" w:rsidRDefault="002D06A3" w:rsidP="00E0238B">
            <w:pPr>
              <w:spacing w:before="30" w:after="30" w:line="240" w:lineRule="auto"/>
              <w:jc w:val="left"/>
              <w:rPr>
                <w:rFonts w:asciiTheme="minorHAnsi" w:hAnsiTheme="minorHAnsi" w:cs="Arial"/>
                <w:szCs w:val="20"/>
              </w:rPr>
            </w:pPr>
          </w:p>
        </w:tc>
        <w:tc>
          <w:tcPr>
            <w:tcW w:w="2060" w:type="pct"/>
            <w:tcBorders>
              <w:left w:val="nil"/>
            </w:tcBorders>
            <w:shd w:val="clear" w:color="auto" w:fill="auto"/>
            <w:vAlign w:val="center"/>
            <w:hideMark/>
          </w:tcPr>
          <w:p w:rsidR="002D06A3" w:rsidRPr="00FC4669" w:rsidRDefault="002D06A3" w:rsidP="00E0238B">
            <w:pPr>
              <w:spacing w:before="30" w:after="30" w:line="240" w:lineRule="auto"/>
              <w:jc w:val="left"/>
              <w:rPr>
                <w:rFonts w:asciiTheme="minorHAnsi" w:hAnsiTheme="minorHAnsi" w:cs="Arial"/>
                <w:szCs w:val="20"/>
              </w:rPr>
            </w:pPr>
            <w:r w:rsidRPr="00FC4669">
              <w:rPr>
                <w:rFonts w:asciiTheme="minorHAnsi" w:hAnsiTheme="minorHAnsi" w:cs="Arial"/>
                <w:szCs w:val="20"/>
              </w:rPr>
              <w:t>Rada pro rozhlasové a televizní vysílání</w:t>
            </w:r>
          </w:p>
        </w:tc>
      </w:tr>
      <w:tr w:rsidR="002D06A3" w:rsidRPr="00FC4669" w:rsidTr="002D06A3">
        <w:trPr>
          <w:trHeight w:val="227"/>
        </w:trPr>
        <w:tc>
          <w:tcPr>
            <w:tcW w:w="986" w:type="pct"/>
            <w:vMerge/>
            <w:tcBorders>
              <w:left w:val="nil"/>
            </w:tcBorders>
            <w:vAlign w:val="center"/>
            <w:hideMark/>
          </w:tcPr>
          <w:p w:rsidR="002D06A3" w:rsidRPr="00FC4669" w:rsidRDefault="002D06A3" w:rsidP="00E0238B">
            <w:pPr>
              <w:spacing w:before="40" w:after="40" w:line="240" w:lineRule="auto"/>
              <w:rPr>
                <w:rFonts w:asciiTheme="minorHAnsi" w:hAnsiTheme="minorHAnsi" w:cs="Arial"/>
                <w:szCs w:val="20"/>
              </w:rPr>
            </w:pPr>
          </w:p>
        </w:tc>
        <w:tc>
          <w:tcPr>
            <w:tcW w:w="1954" w:type="pct"/>
            <w:vMerge/>
            <w:tcBorders>
              <w:left w:val="nil"/>
            </w:tcBorders>
            <w:vAlign w:val="center"/>
            <w:hideMark/>
          </w:tcPr>
          <w:p w:rsidR="002D06A3" w:rsidRPr="00FC4669" w:rsidRDefault="002D06A3" w:rsidP="00E0238B">
            <w:pPr>
              <w:spacing w:before="30" w:after="30" w:line="240" w:lineRule="auto"/>
              <w:jc w:val="left"/>
              <w:rPr>
                <w:rFonts w:asciiTheme="minorHAnsi" w:hAnsiTheme="minorHAnsi" w:cs="Arial"/>
                <w:szCs w:val="20"/>
              </w:rPr>
            </w:pPr>
          </w:p>
        </w:tc>
        <w:tc>
          <w:tcPr>
            <w:tcW w:w="2060" w:type="pct"/>
            <w:tcBorders>
              <w:left w:val="nil"/>
            </w:tcBorders>
            <w:shd w:val="clear" w:color="auto" w:fill="auto"/>
            <w:vAlign w:val="center"/>
            <w:hideMark/>
          </w:tcPr>
          <w:p w:rsidR="002D06A3" w:rsidRPr="00FC4669" w:rsidRDefault="002D06A3" w:rsidP="00E0238B">
            <w:pPr>
              <w:spacing w:before="30" w:after="30" w:line="240" w:lineRule="auto"/>
              <w:jc w:val="left"/>
              <w:rPr>
                <w:rFonts w:asciiTheme="minorHAnsi" w:hAnsiTheme="minorHAnsi" w:cs="Arial"/>
                <w:szCs w:val="20"/>
              </w:rPr>
            </w:pPr>
            <w:r w:rsidRPr="00FC4669">
              <w:rPr>
                <w:rFonts w:asciiTheme="minorHAnsi" w:hAnsiTheme="minorHAnsi" w:cs="Arial"/>
                <w:szCs w:val="20"/>
              </w:rPr>
              <w:t>Svaz českých knihkupců a nakladatelů</w:t>
            </w:r>
          </w:p>
        </w:tc>
      </w:tr>
      <w:tr w:rsidR="002D06A3" w:rsidRPr="00FC4669" w:rsidTr="002D06A3">
        <w:trPr>
          <w:trHeight w:val="227"/>
        </w:trPr>
        <w:tc>
          <w:tcPr>
            <w:tcW w:w="986" w:type="pct"/>
            <w:vMerge/>
            <w:tcBorders>
              <w:left w:val="nil"/>
              <w:bottom w:val="single" w:sz="8" w:space="0" w:color="auto"/>
            </w:tcBorders>
            <w:vAlign w:val="center"/>
            <w:hideMark/>
          </w:tcPr>
          <w:p w:rsidR="002D06A3" w:rsidRPr="00FC4669" w:rsidRDefault="002D06A3" w:rsidP="00E0238B">
            <w:pPr>
              <w:spacing w:before="40" w:after="40" w:line="240" w:lineRule="auto"/>
              <w:rPr>
                <w:rFonts w:asciiTheme="minorHAnsi" w:hAnsiTheme="minorHAnsi" w:cs="Arial"/>
                <w:szCs w:val="20"/>
              </w:rPr>
            </w:pPr>
          </w:p>
        </w:tc>
        <w:tc>
          <w:tcPr>
            <w:tcW w:w="1954" w:type="pct"/>
            <w:vMerge/>
            <w:tcBorders>
              <w:left w:val="nil"/>
              <w:bottom w:val="single" w:sz="8" w:space="0" w:color="auto"/>
            </w:tcBorders>
            <w:vAlign w:val="center"/>
            <w:hideMark/>
          </w:tcPr>
          <w:p w:rsidR="002D06A3" w:rsidRPr="00FC4669" w:rsidRDefault="002D06A3" w:rsidP="00E0238B">
            <w:pPr>
              <w:spacing w:before="30" w:after="30" w:line="240" w:lineRule="auto"/>
              <w:jc w:val="left"/>
              <w:rPr>
                <w:rFonts w:asciiTheme="minorHAnsi" w:hAnsiTheme="minorHAnsi" w:cs="Arial"/>
                <w:szCs w:val="20"/>
              </w:rPr>
            </w:pPr>
          </w:p>
        </w:tc>
        <w:tc>
          <w:tcPr>
            <w:tcW w:w="2060" w:type="pct"/>
            <w:tcBorders>
              <w:left w:val="nil"/>
              <w:bottom w:val="single" w:sz="8" w:space="0" w:color="auto"/>
            </w:tcBorders>
            <w:shd w:val="clear" w:color="auto" w:fill="auto"/>
            <w:vAlign w:val="center"/>
            <w:hideMark/>
          </w:tcPr>
          <w:p w:rsidR="002D06A3" w:rsidRPr="00FC4669" w:rsidRDefault="002D06A3" w:rsidP="00E0238B">
            <w:pPr>
              <w:spacing w:before="30" w:after="30" w:line="240" w:lineRule="auto"/>
              <w:jc w:val="left"/>
              <w:rPr>
                <w:rFonts w:asciiTheme="minorHAnsi" w:hAnsiTheme="minorHAnsi" w:cs="Arial"/>
                <w:szCs w:val="20"/>
              </w:rPr>
            </w:pPr>
            <w:r w:rsidRPr="00FC4669">
              <w:rPr>
                <w:rFonts w:asciiTheme="minorHAnsi" w:hAnsiTheme="minorHAnsi" w:cs="Arial"/>
                <w:szCs w:val="20"/>
              </w:rPr>
              <w:t>Unie filmových distributorů</w:t>
            </w:r>
          </w:p>
          <w:p w:rsidR="002D06A3" w:rsidRPr="00FC4669" w:rsidRDefault="002D06A3" w:rsidP="00E0238B">
            <w:pPr>
              <w:spacing w:before="30" w:after="30" w:line="240" w:lineRule="auto"/>
              <w:jc w:val="left"/>
              <w:rPr>
                <w:rFonts w:asciiTheme="minorHAnsi" w:hAnsiTheme="minorHAnsi" w:cs="Arial"/>
                <w:szCs w:val="20"/>
              </w:rPr>
            </w:pPr>
            <w:r w:rsidRPr="00FC4669">
              <w:rPr>
                <w:rFonts w:asciiTheme="minorHAnsi" w:hAnsiTheme="minorHAnsi" w:cs="Arial"/>
                <w:szCs w:val="20"/>
              </w:rPr>
              <w:t>Unie vydavatelů</w:t>
            </w:r>
          </w:p>
        </w:tc>
      </w:tr>
      <w:tr w:rsidR="00C165FD" w:rsidRPr="00FC4669" w:rsidTr="00E0238B">
        <w:trPr>
          <w:trHeight w:val="227"/>
        </w:trPr>
        <w:tc>
          <w:tcPr>
            <w:tcW w:w="986" w:type="pct"/>
            <w:vMerge w:val="restart"/>
            <w:tcBorders>
              <w:top w:val="single" w:sz="8" w:space="0" w:color="auto"/>
              <w:left w:val="nil"/>
              <w:bottom w:val="nil"/>
              <w:right w:val="nil"/>
            </w:tcBorders>
            <w:shd w:val="clear" w:color="auto" w:fill="auto"/>
            <w:vAlign w:val="center"/>
            <w:hideMark/>
          </w:tcPr>
          <w:p w:rsidR="00C165FD" w:rsidRPr="00FC4669" w:rsidRDefault="00C165FD" w:rsidP="00E0238B">
            <w:pPr>
              <w:spacing w:before="40" w:after="40" w:line="240" w:lineRule="auto"/>
              <w:jc w:val="left"/>
              <w:rPr>
                <w:rFonts w:asciiTheme="minorHAnsi" w:hAnsiTheme="minorHAnsi" w:cs="Arial"/>
                <w:szCs w:val="20"/>
              </w:rPr>
            </w:pPr>
            <w:r w:rsidRPr="00FC4669">
              <w:rPr>
                <w:rFonts w:asciiTheme="minorHAnsi" w:hAnsiTheme="minorHAnsi" w:cs="Arial"/>
                <w:szCs w:val="20"/>
              </w:rPr>
              <w:t>VÝZKUMNÉ INSTITUCE A SOUKROMÉ SUBJEKTY</w:t>
            </w:r>
          </w:p>
        </w:tc>
        <w:tc>
          <w:tcPr>
            <w:tcW w:w="1954" w:type="pct"/>
            <w:vMerge w:val="restart"/>
            <w:tcBorders>
              <w:top w:val="single" w:sz="8" w:space="0" w:color="auto"/>
              <w:left w:val="nil"/>
              <w:bottom w:val="nil"/>
              <w:right w:val="nil"/>
            </w:tcBorders>
            <w:shd w:val="clear" w:color="auto" w:fill="auto"/>
            <w:noWrap/>
            <w:vAlign w:val="center"/>
            <w:hideMark/>
          </w:tcPr>
          <w:p w:rsidR="00C165FD" w:rsidRPr="00FC4669" w:rsidRDefault="00C165FD" w:rsidP="00E0238B">
            <w:pPr>
              <w:spacing w:before="30" w:after="30" w:line="240" w:lineRule="auto"/>
              <w:jc w:val="left"/>
              <w:rPr>
                <w:rFonts w:asciiTheme="minorHAnsi" w:hAnsiTheme="minorHAnsi" w:cs="Arial"/>
                <w:szCs w:val="20"/>
              </w:rPr>
            </w:pPr>
            <w:r w:rsidRPr="00FC4669">
              <w:rPr>
                <w:rFonts w:asciiTheme="minorHAnsi" w:hAnsiTheme="minorHAnsi" w:cs="Arial"/>
                <w:szCs w:val="20"/>
              </w:rPr>
              <w:t>kulturní participace</w:t>
            </w:r>
          </w:p>
        </w:tc>
        <w:tc>
          <w:tcPr>
            <w:tcW w:w="2060" w:type="pct"/>
            <w:tcBorders>
              <w:top w:val="single" w:sz="8" w:space="0" w:color="auto"/>
              <w:left w:val="nil"/>
              <w:bottom w:val="nil"/>
              <w:right w:val="nil"/>
            </w:tcBorders>
            <w:shd w:val="clear" w:color="auto" w:fill="auto"/>
            <w:noWrap/>
            <w:vAlign w:val="center"/>
            <w:hideMark/>
          </w:tcPr>
          <w:p w:rsidR="00C165FD" w:rsidRPr="00FC4669" w:rsidRDefault="00C165FD" w:rsidP="00FC208C">
            <w:pPr>
              <w:spacing w:before="30" w:after="30" w:line="240" w:lineRule="auto"/>
              <w:jc w:val="left"/>
              <w:rPr>
                <w:rFonts w:asciiTheme="minorHAnsi" w:hAnsiTheme="minorHAnsi" w:cs="Arial"/>
                <w:szCs w:val="20"/>
              </w:rPr>
            </w:pPr>
            <w:r w:rsidRPr="00FC4669">
              <w:rPr>
                <w:rFonts w:asciiTheme="minorHAnsi" w:hAnsiTheme="minorHAnsi" w:cs="Arial"/>
                <w:szCs w:val="20"/>
              </w:rPr>
              <w:t>Median, s.r.o.</w:t>
            </w:r>
          </w:p>
        </w:tc>
      </w:tr>
      <w:tr w:rsidR="00C165FD" w:rsidRPr="00FC4669" w:rsidTr="00E0238B">
        <w:trPr>
          <w:trHeight w:val="227"/>
        </w:trPr>
        <w:tc>
          <w:tcPr>
            <w:tcW w:w="986" w:type="pct"/>
            <w:vMerge/>
            <w:tcBorders>
              <w:top w:val="nil"/>
              <w:left w:val="nil"/>
              <w:bottom w:val="nil"/>
              <w:right w:val="nil"/>
            </w:tcBorders>
            <w:vAlign w:val="center"/>
            <w:hideMark/>
          </w:tcPr>
          <w:p w:rsidR="00C165FD" w:rsidRPr="00FC4669" w:rsidRDefault="00C165FD" w:rsidP="00E0238B">
            <w:pPr>
              <w:spacing w:before="40" w:after="40" w:line="240" w:lineRule="auto"/>
              <w:rPr>
                <w:rFonts w:asciiTheme="minorHAnsi" w:hAnsiTheme="minorHAnsi" w:cs="Arial"/>
                <w:szCs w:val="20"/>
              </w:rPr>
            </w:pPr>
          </w:p>
        </w:tc>
        <w:tc>
          <w:tcPr>
            <w:tcW w:w="1954" w:type="pct"/>
            <w:vMerge/>
            <w:tcBorders>
              <w:top w:val="nil"/>
              <w:left w:val="nil"/>
              <w:bottom w:val="nil"/>
              <w:right w:val="nil"/>
            </w:tcBorders>
            <w:vAlign w:val="center"/>
            <w:hideMark/>
          </w:tcPr>
          <w:p w:rsidR="00C165FD" w:rsidRPr="00FC4669" w:rsidRDefault="00C165FD" w:rsidP="00E0238B">
            <w:pPr>
              <w:spacing w:before="30" w:after="30" w:line="240" w:lineRule="auto"/>
              <w:jc w:val="left"/>
              <w:rPr>
                <w:rFonts w:asciiTheme="minorHAnsi" w:hAnsiTheme="minorHAnsi" w:cs="Arial"/>
                <w:szCs w:val="20"/>
              </w:rPr>
            </w:pPr>
          </w:p>
        </w:tc>
        <w:tc>
          <w:tcPr>
            <w:tcW w:w="2060" w:type="pct"/>
            <w:tcBorders>
              <w:top w:val="nil"/>
              <w:left w:val="nil"/>
              <w:bottom w:val="nil"/>
              <w:right w:val="nil"/>
            </w:tcBorders>
            <w:shd w:val="clear" w:color="auto" w:fill="auto"/>
            <w:noWrap/>
            <w:vAlign w:val="center"/>
            <w:hideMark/>
          </w:tcPr>
          <w:p w:rsidR="00C165FD" w:rsidRPr="00FC4669" w:rsidRDefault="00C165FD" w:rsidP="00FC208C">
            <w:pPr>
              <w:spacing w:before="30" w:after="30" w:line="240" w:lineRule="auto"/>
              <w:jc w:val="left"/>
              <w:rPr>
                <w:rFonts w:asciiTheme="minorHAnsi" w:hAnsiTheme="minorHAnsi" w:cs="Arial"/>
                <w:szCs w:val="20"/>
              </w:rPr>
            </w:pPr>
            <w:r w:rsidRPr="00FC4669">
              <w:rPr>
                <w:rFonts w:asciiTheme="minorHAnsi" w:hAnsiTheme="minorHAnsi" w:cs="Arial"/>
                <w:szCs w:val="20"/>
              </w:rPr>
              <w:t>MilwardBrown</w:t>
            </w:r>
          </w:p>
        </w:tc>
      </w:tr>
      <w:tr w:rsidR="00C165FD" w:rsidRPr="00FC4669" w:rsidTr="00E0238B">
        <w:trPr>
          <w:trHeight w:val="227"/>
        </w:trPr>
        <w:tc>
          <w:tcPr>
            <w:tcW w:w="986" w:type="pct"/>
            <w:vMerge/>
            <w:tcBorders>
              <w:top w:val="nil"/>
              <w:left w:val="nil"/>
              <w:bottom w:val="nil"/>
              <w:right w:val="nil"/>
            </w:tcBorders>
            <w:vAlign w:val="center"/>
            <w:hideMark/>
          </w:tcPr>
          <w:p w:rsidR="00C165FD" w:rsidRPr="00FC4669" w:rsidRDefault="00C165FD" w:rsidP="00E0238B">
            <w:pPr>
              <w:spacing w:before="40" w:after="40" w:line="240" w:lineRule="auto"/>
              <w:rPr>
                <w:rFonts w:asciiTheme="minorHAnsi" w:hAnsiTheme="minorHAnsi" w:cs="Arial"/>
                <w:szCs w:val="20"/>
              </w:rPr>
            </w:pPr>
          </w:p>
        </w:tc>
        <w:tc>
          <w:tcPr>
            <w:tcW w:w="1954" w:type="pct"/>
            <w:vMerge/>
            <w:tcBorders>
              <w:top w:val="nil"/>
              <w:left w:val="nil"/>
              <w:bottom w:val="nil"/>
              <w:right w:val="nil"/>
            </w:tcBorders>
            <w:vAlign w:val="center"/>
            <w:hideMark/>
          </w:tcPr>
          <w:p w:rsidR="00C165FD" w:rsidRPr="00FC4669" w:rsidRDefault="00C165FD" w:rsidP="00E0238B">
            <w:pPr>
              <w:spacing w:before="30" w:after="30" w:line="240" w:lineRule="auto"/>
              <w:jc w:val="left"/>
              <w:rPr>
                <w:rFonts w:asciiTheme="minorHAnsi" w:hAnsiTheme="minorHAnsi" w:cs="Arial"/>
                <w:szCs w:val="20"/>
              </w:rPr>
            </w:pPr>
          </w:p>
        </w:tc>
        <w:tc>
          <w:tcPr>
            <w:tcW w:w="2060" w:type="pct"/>
            <w:tcBorders>
              <w:top w:val="nil"/>
              <w:left w:val="nil"/>
              <w:bottom w:val="nil"/>
              <w:right w:val="nil"/>
            </w:tcBorders>
            <w:shd w:val="clear" w:color="auto" w:fill="auto"/>
            <w:noWrap/>
            <w:vAlign w:val="center"/>
            <w:hideMark/>
          </w:tcPr>
          <w:p w:rsidR="00C165FD" w:rsidRPr="00FC4669" w:rsidRDefault="00C165FD" w:rsidP="00FC208C">
            <w:pPr>
              <w:spacing w:before="30" w:after="30" w:line="240" w:lineRule="auto"/>
              <w:jc w:val="left"/>
              <w:rPr>
                <w:rFonts w:asciiTheme="minorHAnsi" w:hAnsiTheme="minorHAnsi" w:cs="Arial"/>
                <w:szCs w:val="20"/>
              </w:rPr>
            </w:pPr>
            <w:r w:rsidRPr="00FC4669">
              <w:rPr>
                <w:rFonts w:asciiTheme="minorHAnsi" w:hAnsiTheme="minorHAnsi" w:cs="Arial"/>
                <w:szCs w:val="20"/>
              </w:rPr>
              <w:t>PricewaterhouseCoopers</w:t>
            </w:r>
          </w:p>
        </w:tc>
      </w:tr>
      <w:tr w:rsidR="00C165FD" w:rsidRPr="00FC4669" w:rsidTr="00E0238B">
        <w:trPr>
          <w:trHeight w:val="227"/>
        </w:trPr>
        <w:tc>
          <w:tcPr>
            <w:tcW w:w="986" w:type="pct"/>
            <w:vMerge/>
            <w:tcBorders>
              <w:top w:val="nil"/>
              <w:left w:val="nil"/>
              <w:bottom w:val="nil"/>
              <w:right w:val="nil"/>
            </w:tcBorders>
            <w:vAlign w:val="center"/>
            <w:hideMark/>
          </w:tcPr>
          <w:p w:rsidR="00C165FD" w:rsidRPr="00FC4669" w:rsidRDefault="00C165FD" w:rsidP="00E0238B">
            <w:pPr>
              <w:spacing w:before="40" w:after="40" w:line="240" w:lineRule="auto"/>
              <w:rPr>
                <w:rFonts w:asciiTheme="minorHAnsi" w:hAnsiTheme="minorHAnsi" w:cs="Arial"/>
                <w:szCs w:val="20"/>
              </w:rPr>
            </w:pPr>
          </w:p>
        </w:tc>
        <w:tc>
          <w:tcPr>
            <w:tcW w:w="1954" w:type="pct"/>
            <w:vMerge/>
            <w:tcBorders>
              <w:top w:val="nil"/>
              <w:left w:val="nil"/>
              <w:bottom w:val="nil"/>
              <w:right w:val="nil"/>
            </w:tcBorders>
            <w:vAlign w:val="center"/>
            <w:hideMark/>
          </w:tcPr>
          <w:p w:rsidR="00C165FD" w:rsidRPr="00FC4669" w:rsidRDefault="00C165FD" w:rsidP="00E0238B">
            <w:pPr>
              <w:spacing w:before="30" w:after="30" w:line="240" w:lineRule="auto"/>
              <w:jc w:val="left"/>
              <w:rPr>
                <w:rFonts w:asciiTheme="minorHAnsi" w:hAnsiTheme="minorHAnsi" w:cs="Arial"/>
                <w:szCs w:val="20"/>
              </w:rPr>
            </w:pPr>
          </w:p>
        </w:tc>
        <w:tc>
          <w:tcPr>
            <w:tcW w:w="2060" w:type="pct"/>
            <w:tcBorders>
              <w:top w:val="nil"/>
              <w:left w:val="nil"/>
              <w:bottom w:val="nil"/>
              <w:right w:val="nil"/>
            </w:tcBorders>
            <w:shd w:val="clear" w:color="auto" w:fill="auto"/>
            <w:noWrap/>
            <w:vAlign w:val="center"/>
            <w:hideMark/>
          </w:tcPr>
          <w:p w:rsidR="00C165FD" w:rsidRPr="00FC4669" w:rsidRDefault="00C165FD" w:rsidP="00FC208C">
            <w:pPr>
              <w:spacing w:before="30" w:after="30" w:line="240" w:lineRule="auto"/>
              <w:jc w:val="left"/>
              <w:rPr>
                <w:rFonts w:asciiTheme="minorHAnsi" w:hAnsiTheme="minorHAnsi" w:cs="Arial"/>
                <w:szCs w:val="20"/>
              </w:rPr>
            </w:pPr>
            <w:r w:rsidRPr="00FC4669">
              <w:rPr>
                <w:rFonts w:asciiTheme="minorHAnsi" w:hAnsiTheme="minorHAnsi" w:cs="Arial"/>
                <w:szCs w:val="20"/>
              </w:rPr>
              <w:t>Reuters Institute</w:t>
            </w:r>
          </w:p>
        </w:tc>
      </w:tr>
      <w:tr w:rsidR="00C165FD" w:rsidRPr="00FC4669" w:rsidTr="00E0238B">
        <w:trPr>
          <w:trHeight w:val="227"/>
        </w:trPr>
        <w:tc>
          <w:tcPr>
            <w:tcW w:w="986" w:type="pct"/>
            <w:vMerge/>
            <w:tcBorders>
              <w:top w:val="nil"/>
              <w:left w:val="nil"/>
              <w:bottom w:val="single" w:sz="12" w:space="0" w:color="auto"/>
              <w:right w:val="nil"/>
            </w:tcBorders>
            <w:vAlign w:val="center"/>
            <w:hideMark/>
          </w:tcPr>
          <w:p w:rsidR="00C165FD" w:rsidRPr="00FC4669" w:rsidRDefault="00C165FD" w:rsidP="00E0238B">
            <w:pPr>
              <w:spacing w:before="40" w:after="40" w:line="240" w:lineRule="auto"/>
              <w:rPr>
                <w:rFonts w:asciiTheme="minorHAnsi" w:hAnsiTheme="minorHAnsi" w:cs="Arial"/>
                <w:szCs w:val="20"/>
              </w:rPr>
            </w:pPr>
          </w:p>
        </w:tc>
        <w:tc>
          <w:tcPr>
            <w:tcW w:w="1954" w:type="pct"/>
            <w:vMerge/>
            <w:tcBorders>
              <w:top w:val="nil"/>
              <w:left w:val="nil"/>
              <w:bottom w:val="single" w:sz="12" w:space="0" w:color="auto"/>
              <w:right w:val="nil"/>
            </w:tcBorders>
            <w:vAlign w:val="center"/>
            <w:hideMark/>
          </w:tcPr>
          <w:p w:rsidR="00C165FD" w:rsidRPr="00FC4669" w:rsidRDefault="00C165FD" w:rsidP="00E0238B">
            <w:pPr>
              <w:spacing w:before="30" w:after="30" w:line="240" w:lineRule="auto"/>
              <w:jc w:val="left"/>
              <w:rPr>
                <w:rFonts w:asciiTheme="minorHAnsi" w:hAnsiTheme="minorHAnsi" w:cs="Arial"/>
                <w:szCs w:val="20"/>
              </w:rPr>
            </w:pPr>
          </w:p>
        </w:tc>
        <w:tc>
          <w:tcPr>
            <w:tcW w:w="2060" w:type="pct"/>
            <w:tcBorders>
              <w:top w:val="nil"/>
              <w:left w:val="nil"/>
              <w:bottom w:val="single" w:sz="12" w:space="0" w:color="auto"/>
              <w:right w:val="nil"/>
            </w:tcBorders>
            <w:shd w:val="clear" w:color="auto" w:fill="auto"/>
            <w:noWrap/>
            <w:vAlign w:val="center"/>
            <w:hideMark/>
          </w:tcPr>
          <w:p w:rsidR="00C165FD" w:rsidRPr="00FC4669" w:rsidRDefault="00C165FD" w:rsidP="00FC208C">
            <w:pPr>
              <w:spacing w:before="30" w:after="30" w:line="240" w:lineRule="auto"/>
              <w:jc w:val="left"/>
              <w:rPr>
                <w:rFonts w:asciiTheme="minorHAnsi" w:hAnsiTheme="minorHAnsi" w:cs="Arial"/>
                <w:szCs w:val="20"/>
              </w:rPr>
            </w:pPr>
            <w:r w:rsidRPr="00FC4669">
              <w:rPr>
                <w:rFonts w:asciiTheme="minorHAnsi" w:hAnsiTheme="minorHAnsi" w:cs="Arial"/>
                <w:szCs w:val="20"/>
              </w:rPr>
              <w:t>STEM/MARK, a.s.</w:t>
            </w:r>
          </w:p>
          <w:p w:rsidR="00C165FD" w:rsidRPr="00FC4669" w:rsidRDefault="00C165FD" w:rsidP="00FC208C">
            <w:pPr>
              <w:spacing w:before="30" w:after="30" w:line="240" w:lineRule="auto"/>
              <w:jc w:val="left"/>
              <w:rPr>
                <w:rFonts w:asciiTheme="minorHAnsi" w:hAnsiTheme="minorHAnsi" w:cs="Arial"/>
                <w:szCs w:val="20"/>
              </w:rPr>
            </w:pPr>
            <w:r w:rsidRPr="00FC4669">
              <w:rPr>
                <w:rFonts w:asciiTheme="minorHAnsi" w:hAnsiTheme="minorHAnsi" w:cs="Arial"/>
                <w:szCs w:val="20"/>
              </w:rPr>
              <w:t>Ústav pro českou literaturu AV ČR</w:t>
            </w:r>
          </w:p>
        </w:tc>
      </w:tr>
    </w:tbl>
    <w:p w:rsidR="00C844DF" w:rsidRPr="00FC4669" w:rsidRDefault="00C844DF" w:rsidP="00410BEE">
      <w:bookmarkStart w:id="10" w:name="_Toc430189791"/>
      <w:bookmarkStart w:id="11" w:name="_Toc431474848"/>
      <w:bookmarkStart w:id="12" w:name="_Toc431475019"/>
    </w:p>
    <w:p w:rsidR="008E55E4" w:rsidRPr="00FC4669" w:rsidRDefault="008E55E4">
      <w:pPr>
        <w:spacing w:after="0" w:line="240" w:lineRule="auto"/>
        <w:jc w:val="left"/>
      </w:pPr>
      <w:r w:rsidRPr="00FC4669">
        <w:br w:type="page"/>
      </w:r>
    </w:p>
    <w:p w:rsidR="00BB64DB" w:rsidRPr="00FC4669" w:rsidRDefault="00515498" w:rsidP="00F33F97">
      <w:pPr>
        <w:pStyle w:val="Nadpis1"/>
        <w:numPr>
          <w:ilvl w:val="0"/>
          <w:numId w:val="17"/>
        </w:numPr>
      </w:pPr>
      <w:bookmarkStart w:id="13" w:name="_Toc465253883"/>
      <w:bookmarkEnd w:id="10"/>
      <w:bookmarkEnd w:id="11"/>
      <w:bookmarkEnd w:id="12"/>
      <w:r w:rsidRPr="00FC4669">
        <w:lastRenderedPageBreak/>
        <w:t>SPECIFIKA KULTURNÍCH PRŮMYSLŮ</w:t>
      </w:r>
      <w:bookmarkEnd w:id="13"/>
    </w:p>
    <w:p w:rsidR="00D82C76" w:rsidRPr="00FC4669" w:rsidRDefault="00215600" w:rsidP="006511DD">
      <w:r w:rsidRPr="00FC4669">
        <w:t>Tato publikace přináší zejména statistickou analýzu kulturn</w:t>
      </w:r>
      <w:r w:rsidR="005F4FDA" w:rsidRPr="00FC4669">
        <w:t xml:space="preserve">ích průmyslů. </w:t>
      </w:r>
      <w:r w:rsidRPr="00FC4669">
        <w:t>Obsáhlejší studii</w:t>
      </w:r>
      <w:r w:rsidR="004D28F3" w:rsidRPr="00FC4669">
        <w:t>,</w:t>
      </w:r>
      <w:r w:rsidRPr="00FC4669">
        <w:t xml:space="preserve"> nabízející vedle podrobného teoretického vymezení kulturních průmyslů také silné a slabé stránky jednotlivých oblastí a</w:t>
      </w:r>
      <w:r w:rsidR="00F95D6D" w:rsidRPr="00FC4669">
        <w:t> </w:t>
      </w:r>
      <w:r w:rsidRPr="00FC4669">
        <w:t>návrhy</w:t>
      </w:r>
      <w:r w:rsidR="004D28F3" w:rsidRPr="00FC4669">
        <w:t xml:space="preserve"> na zlepšení stávající situace, vydal v roce 2015 Institut umění – Divadelní ústav. </w:t>
      </w:r>
      <w:r w:rsidR="005F4FDA" w:rsidRPr="00FC4669">
        <w:t>P</w:t>
      </w:r>
      <w:r w:rsidR="004D28F3" w:rsidRPr="00FC4669">
        <w:t>ublikace</w:t>
      </w:r>
      <w:r w:rsidR="005F4FDA" w:rsidRPr="00FC4669">
        <w:t xml:space="preserve"> </w:t>
      </w:r>
      <w:r w:rsidR="006D2601" w:rsidRPr="00FC4669">
        <w:t>nese název</w:t>
      </w:r>
      <w:r w:rsidR="005F4FDA" w:rsidRPr="00FC4669">
        <w:t xml:space="preserve"> </w:t>
      </w:r>
      <w:hyperlink r:id="rId12" w:history="1">
        <w:r w:rsidR="004D28F3" w:rsidRPr="00FC4669">
          <w:rPr>
            <w:rStyle w:val="Hypertextovodkaz"/>
          </w:rPr>
          <w:t>Mapování kulturních a kreativních průmyslů</w:t>
        </w:r>
      </w:hyperlink>
      <w:r w:rsidR="004D28F3" w:rsidRPr="00FC4669">
        <w:t xml:space="preserve"> </w:t>
      </w:r>
      <w:r w:rsidR="005F4FDA" w:rsidRPr="00FC4669">
        <w:t xml:space="preserve">a </w:t>
      </w:r>
      <w:r w:rsidR="004D28F3" w:rsidRPr="00FC4669">
        <w:t>je volně ke stažení.</w:t>
      </w:r>
      <w:r w:rsidR="00DD2C24" w:rsidRPr="00FC4669">
        <w:t xml:space="preserve"> Teoretickým aspektům kulturních průmyslů se věnuje také celá řada zahraničních studií a publikací.</w:t>
      </w:r>
      <w:r w:rsidR="004D28F3" w:rsidRPr="00FC4669">
        <w:t xml:space="preserve"> </w:t>
      </w:r>
      <w:r w:rsidR="00DD2C24" w:rsidRPr="00FC4669">
        <w:t xml:space="preserve">Přehledný materiál o zákonitostech kulturních průmyslů nabízí např. Ruth Towse v publikaci </w:t>
      </w:r>
      <w:r w:rsidR="00DD2C24" w:rsidRPr="00FC4669">
        <w:rPr>
          <w:i/>
        </w:rPr>
        <w:t>A Textbook of Cultural Economics</w:t>
      </w:r>
      <w:r w:rsidR="005F4FDA" w:rsidRPr="00FC4669">
        <w:t xml:space="preserve"> vydané</w:t>
      </w:r>
      <w:r w:rsidR="00DD2C24" w:rsidRPr="00FC4669">
        <w:t xml:space="preserve"> v roce 2010. </w:t>
      </w:r>
    </w:p>
    <w:p w:rsidR="006511DD" w:rsidRPr="00FC4669" w:rsidRDefault="00D82C76" w:rsidP="006511DD">
      <w:r w:rsidRPr="00FC4669">
        <w:tab/>
      </w:r>
      <w:r w:rsidR="005F4FDA" w:rsidRPr="00FC4669">
        <w:t>Důležitým tématem</w:t>
      </w:r>
      <w:r w:rsidRPr="00FC4669">
        <w:t xml:space="preserve"> spojeným s oblastí kulturních průmyslů je </w:t>
      </w:r>
      <w:r w:rsidR="005F4FDA" w:rsidRPr="00FC4669">
        <w:t>problematika</w:t>
      </w:r>
      <w:r w:rsidRPr="00FC4669">
        <w:t xml:space="preserve"> autorského práva a jeho správné aplikace. </w:t>
      </w:r>
      <w:r w:rsidR="006511DD" w:rsidRPr="00FC4669">
        <w:t xml:space="preserve">Teorie ekonomiky kultury vnímá specifický vztah mezi umělci (tvůrci) a komerčními subjekty, kteří umělecké dílo distribuují na trh. I přesto, že tyto komerční subjekty nevytvářejí žádný kreativní obsah, jsou v mnoha případech </w:t>
      </w:r>
      <w:r w:rsidR="005F4FDA" w:rsidRPr="00FC4669">
        <w:t xml:space="preserve">právě </w:t>
      </w:r>
      <w:r w:rsidR="006511DD" w:rsidRPr="00FC4669">
        <w:t>nositeli autorských práv na umělecká díla a bez jejich přispění nejsou samotní umělci často schopni na trhu obstát (Towse, 2010). Pro kulturní zboží je také charakteristický velmi nejistý úspěch na trhu. Ten záleží na názoru kritiky, aktuálním naladění publika a dalších faktorech a proto se dá předpovědět obtížněji než u více homogenních produktů a komodit (Caves, 2000). Každá oblast má však vedle těchto obecných rysů vlastní specifickou charakteristiku, která bude nastíněna v úvodu každé kapitoly.</w:t>
      </w:r>
    </w:p>
    <w:p w:rsidR="002F7B33" w:rsidRPr="00FC4669" w:rsidRDefault="002F7B33" w:rsidP="006511DD"/>
    <w:p w:rsidR="006A0EA1" w:rsidRPr="00FC4669" w:rsidRDefault="006A0EA1" w:rsidP="006A0EA1">
      <w:pPr>
        <w:pStyle w:val="Nadpis2"/>
        <w:numPr>
          <w:ilvl w:val="1"/>
          <w:numId w:val="17"/>
        </w:numPr>
        <w:rPr>
          <w:sz w:val="32"/>
          <w:szCs w:val="28"/>
        </w:rPr>
      </w:pPr>
      <w:bookmarkStart w:id="14" w:name="_Toc463969174"/>
      <w:bookmarkStart w:id="15" w:name="_Toc465253884"/>
      <w:r w:rsidRPr="00FC4669">
        <w:rPr>
          <w:sz w:val="32"/>
          <w:szCs w:val="28"/>
        </w:rPr>
        <w:t>EKONOMICKÉ ASPEKTY KULTURNÍCH PRŮMYSLŮ</w:t>
      </w:r>
      <w:bookmarkEnd w:id="14"/>
      <w:bookmarkEnd w:id="15"/>
    </w:p>
    <w:p w:rsidR="00910452" w:rsidRPr="00FC4669" w:rsidRDefault="006A0EA1" w:rsidP="005E3C8A">
      <w:r w:rsidRPr="00FC4669">
        <w:t>Ekonomické aspekty</w:t>
      </w:r>
      <w:r w:rsidR="005E3C8A" w:rsidRPr="00FC4669">
        <w:t xml:space="preserve"> kulturních průmyslů je potřeba vnímat v kontextu celého kulturního odvětví. </w:t>
      </w:r>
      <w:r w:rsidR="00BB64DB" w:rsidRPr="00FC4669">
        <w:t>Oblasti</w:t>
      </w:r>
      <w:r w:rsidR="00F95D6D" w:rsidRPr="00FC4669">
        <w:t> </w:t>
      </w:r>
      <w:r w:rsidR="00BB64DB" w:rsidRPr="00FC4669">
        <w:t xml:space="preserve">spadající do </w:t>
      </w:r>
      <w:r w:rsidR="005E3C8A" w:rsidRPr="00FC4669">
        <w:t xml:space="preserve">kulturních </w:t>
      </w:r>
      <w:r w:rsidR="005E2679" w:rsidRPr="00FC4669">
        <w:t xml:space="preserve">a kreativních průmyslů </w:t>
      </w:r>
      <w:r w:rsidR="00BB64DB" w:rsidRPr="00FC4669">
        <w:t xml:space="preserve">jsou charakteristické vysokým podílem samofinancování podniků. Naproti tomu oblasti spadající do </w:t>
      </w:r>
      <w:r w:rsidR="004443D7" w:rsidRPr="00FC4669">
        <w:t xml:space="preserve">tradičního odvětví </w:t>
      </w:r>
      <w:r w:rsidR="00BB64DB" w:rsidRPr="00FC4669">
        <w:t>produkují statky, které bez podpory z veřejných zdrojů často nejsou schopny obstát na trhu, mají nicméně pro společnost také jinou než finanční hodnotu.</w:t>
      </w:r>
      <w:r w:rsidR="00C8471A" w:rsidRPr="00FC4669">
        <w:t xml:space="preserve"> </w:t>
      </w:r>
      <w:r w:rsidR="00F33376" w:rsidRPr="00FC4669">
        <w:t>V</w:t>
      </w:r>
      <w:r w:rsidR="00260C15">
        <w:t> </w:t>
      </w:r>
      <w:r w:rsidR="00676E68" w:rsidRPr="00FC4669">
        <w:t>oblasti</w:t>
      </w:r>
      <w:r w:rsidR="003B39C4" w:rsidRPr="00FC4669">
        <w:t xml:space="preserve"> kulturních </w:t>
      </w:r>
      <w:r w:rsidR="00676E68" w:rsidRPr="00FC4669">
        <w:t xml:space="preserve">průmyslů zůstává </w:t>
      </w:r>
      <w:r w:rsidR="00F33376" w:rsidRPr="00FC4669">
        <w:t xml:space="preserve">finanční rozdělení zdrojů </w:t>
      </w:r>
      <w:r w:rsidR="002F7B33" w:rsidRPr="00FC4669">
        <w:t>dlouhodobě</w:t>
      </w:r>
      <w:r w:rsidR="00F65272" w:rsidRPr="00FC4669">
        <w:t xml:space="preserve"> </w:t>
      </w:r>
      <w:r w:rsidR="003B39C4" w:rsidRPr="00FC4669">
        <w:t>takřka neměnné, kdy více než 90</w:t>
      </w:r>
      <w:r w:rsidR="00260C15">
        <w:t> </w:t>
      </w:r>
      <w:r w:rsidR="003B39C4" w:rsidRPr="00FC4669">
        <w:t>% všech zdrojů pochází ze soukromého sektoru</w:t>
      </w:r>
      <w:r w:rsidRPr="00FC4669">
        <w:t xml:space="preserve"> (</w:t>
      </w:r>
      <w:r w:rsidR="003B39C4" w:rsidRPr="00FC4669">
        <w:t>z</w:t>
      </w:r>
      <w:r w:rsidRPr="00FC4669">
        <w:t>ejména z</w:t>
      </w:r>
      <w:r w:rsidR="003B39C4" w:rsidRPr="00FC4669">
        <w:t> prostředků domácností či soukromých podniků</w:t>
      </w:r>
      <w:r w:rsidRPr="00FC4669">
        <w:t>)</w:t>
      </w:r>
      <w:r w:rsidR="007E6865" w:rsidRPr="00FC4669">
        <w:t>. V roce 2016</w:t>
      </w:r>
      <w:r w:rsidR="007F3674" w:rsidRPr="00FC4669">
        <w:t xml:space="preserve"> pak 96</w:t>
      </w:r>
      <w:r w:rsidR="003B39C4" w:rsidRPr="00FC4669">
        <w:t xml:space="preserve"> % zdrojů pocházelo ze soukr</w:t>
      </w:r>
      <w:r w:rsidR="007F3674" w:rsidRPr="00FC4669">
        <w:t>omého sektoru a</w:t>
      </w:r>
      <w:r w:rsidR="005843E4">
        <w:t> </w:t>
      </w:r>
      <w:r w:rsidR="007F3674" w:rsidRPr="00FC4669">
        <w:t>pouze 4</w:t>
      </w:r>
      <w:r w:rsidR="003B39C4" w:rsidRPr="00FC4669">
        <w:t xml:space="preserve"> % tvořily domácí dotace či podpora ze zahraničí.</w:t>
      </w:r>
    </w:p>
    <w:p w:rsidR="00F33376" w:rsidRPr="00FC4669" w:rsidRDefault="00E0238B" w:rsidP="00B414F8">
      <w:r w:rsidRPr="00FC4669">
        <w:tab/>
      </w:r>
      <w:r w:rsidR="00B414F8" w:rsidRPr="00FC4669">
        <w:t>Příjmy</w:t>
      </w:r>
      <w:r w:rsidR="00BB64DB" w:rsidRPr="00FC4669">
        <w:t xml:space="preserve"> právnických a fyzických osob dle trojsektorového členění kultu</w:t>
      </w:r>
      <w:r w:rsidR="006A63F6" w:rsidRPr="00FC4669">
        <w:t>ry mezi lety 2010 a 201</w:t>
      </w:r>
      <w:r w:rsidR="00C61984">
        <w:t>6</w:t>
      </w:r>
      <w:r w:rsidR="00BB64DB" w:rsidRPr="00FC4669">
        <w:t xml:space="preserve"> jsou zobrazeny v Grafu </w:t>
      </w:r>
      <w:r w:rsidR="00F33376" w:rsidRPr="00FC4669">
        <w:t>1</w:t>
      </w:r>
      <w:r w:rsidR="00BB64DB" w:rsidRPr="00FC4669">
        <w:t xml:space="preserve">. </w:t>
      </w:r>
      <w:r w:rsidR="00F33376" w:rsidRPr="00FC4669">
        <w:t>Údaje pro tento i následující graf pocházejí ze Satelitního účtu kultury, který poskytuje ucelený statistický přehled o jednotlivých oblastech kultury a umožňuje jejich vzájemné srovnání</w:t>
      </w:r>
      <w:r w:rsidR="00676E68" w:rsidRPr="00FC4669">
        <w:t xml:space="preserve"> na základě využití nejvíce relevantních zdrojů pro každou oblast</w:t>
      </w:r>
      <w:r w:rsidR="004443D7" w:rsidRPr="00FC4669">
        <w:t>. N</w:t>
      </w:r>
      <w:r w:rsidR="002F7B33" w:rsidRPr="00FC4669">
        <w:t xml:space="preserve">apř. </w:t>
      </w:r>
      <w:r w:rsidR="00F33376" w:rsidRPr="00FC4669">
        <w:t>pro st</w:t>
      </w:r>
      <w:r w:rsidR="004443D7" w:rsidRPr="00FC4669">
        <w:t xml:space="preserve">atistiku tradičních odvětví, na </w:t>
      </w:r>
      <w:r w:rsidR="00F33376" w:rsidRPr="00FC4669">
        <w:t>rozdíl od</w:t>
      </w:r>
      <w:r w:rsidR="00F95D6D" w:rsidRPr="00FC4669">
        <w:t xml:space="preserve"> </w:t>
      </w:r>
      <w:r w:rsidR="00F33376" w:rsidRPr="00FC4669">
        <w:t>oblasti ku</w:t>
      </w:r>
      <w:r w:rsidR="004443D7" w:rsidRPr="00FC4669">
        <w:t>lturních průmyslů, je vhodné na</w:t>
      </w:r>
      <w:r w:rsidR="00F33376" w:rsidRPr="00FC4669">
        <w:t>místo Podnikové strukturální statistiky, jež není schopna v plné míře zachytit malé subjekty a neziskové instituce, využít spíše výkazy Národního informačního a</w:t>
      </w:r>
      <w:r w:rsidR="00F95D6D" w:rsidRPr="00FC4669">
        <w:t> </w:t>
      </w:r>
      <w:r w:rsidR="00F33376" w:rsidRPr="00FC4669">
        <w:t>poradenského střediska pro kulturu, příp.</w:t>
      </w:r>
      <w:r w:rsidR="00676E68" w:rsidRPr="00FC4669">
        <w:t xml:space="preserve"> další</w:t>
      </w:r>
      <w:r w:rsidR="004443D7" w:rsidRPr="00FC4669">
        <w:t xml:space="preserve"> doplňková šetření</w:t>
      </w:r>
      <w:r w:rsidR="00182456" w:rsidRPr="00FC4669">
        <w:t>.</w:t>
      </w:r>
    </w:p>
    <w:p w:rsidR="00BB64DB" w:rsidRPr="00FC4669" w:rsidRDefault="00BB64DB" w:rsidP="00BB64DB">
      <w:pPr>
        <w:pStyle w:val="Titulek"/>
        <w:keepNext/>
        <w:rPr>
          <w:b w:val="0"/>
          <w:color w:val="auto"/>
          <w:sz w:val="22"/>
          <w:szCs w:val="22"/>
        </w:rPr>
      </w:pPr>
      <w:r w:rsidRPr="00FC4669">
        <w:rPr>
          <w:color w:val="auto"/>
          <w:sz w:val="22"/>
          <w:szCs w:val="22"/>
        </w:rPr>
        <w:lastRenderedPageBreak/>
        <w:t xml:space="preserve">Graf </w:t>
      </w:r>
      <w:r w:rsidR="001A4BAA" w:rsidRPr="00FC4669">
        <w:rPr>
          <w:color w:val="auto"/>
          <w:sz w:val="22"/>
          <w:szCs w:val="22"/>
        </w:rPr>
        <w:t>1</w:t>
      </w:r>
      <w:r w:rsidR="002F7B33" w:rsidRPr="00FC4669">
        <w:rPr>
          <w:color w:val="auto"/>
          <w:sz w:val="22"/>
          <w:szCs w:val="22"/>
        </w:rPr>
        <w:t xml:space="preserve"> </w:t>
      </w:r>
      <w:r w:rsidR="00B414F8" w:rsidRPr="00FC4669">
        <w:rPr>
          <w:b w:val="0"/>
          <w:color w:val="auto"/>
          <w:sz w:val="22"/>
          <w:szCs w:val="22"/>
        </w:rPr>
        <w:t>Příjmy</w:t>
      </w:r>
      <w:r w:rsidR="00B414F8" w:rsidRPr="00FC4669">
        <w:rPr>
          <w:color w:val="auto"/>
          <w:sz w:val="22"/>
          <w:szCs w:val="22"/>
        </w:rPr>
        <w:t xml:space="preserve"> </w:t>
      </w:r>
      <w:r w:rsidRPr="00FC4669">
        <w:rPr>
          <w:b w:val="0"/>
          <w:color w:val="auto"/>
          <w:sz w:val="22"/>
          <w:szCs w:val="22"/>
        </w:rPr>
        <w:t xml:space="preserve">fyzických a právnických osob podle trojsektorového členění kultury (v </w:t>
      </w:r>
      <w:r w:rsidR="00B414F8" w:rsidRPr="00FC4669">
        <w:rPr>
          <w:b w:val="0"/>
          <w:color w:val="auto"/>
          <w:sz w:val="22"/>
          <w:szCs w:val="22"/>
        </w:rPr>
        <w:t>mld</w:t>
      </w:r>
      <w:r w:rsidRPr="00FC4669">
        <w:rPr>
          <w:b w:val="0"/>
          <w:color w:val="auto"/>
          <w:sz w:val="22"/>
          <w:szCs w:val="22"/>
        </w:rPr>
        <w:t>. Kč)</w:t>
      </w:r>
    </w:p>
    <w:p w:rsidR="00BB64DB" w:rsidRPr="00FC4669" w:rsidRDefault="009F6142" w:rsidP="00BB64DB">
      <w:pPr>
        <w:keepNext/>
      </w:pPr>
      <w:r w:rsidRPr="00FC4669">
        <w:rPr>
          <w:noProof/>
        </w:rPr>
        <w:drawing>
          <wp:inline distT="0" distB="0" distL="0" distR="0">
            <wp:extent cx="5848350" cy="2314575"/>
            <wp:effectExtent l="0" t="0" r="0" b="0"/>
            <wp:docPr id="1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B64DB" w:rsidRPr="00FC4669" w:rsidRDefault="00F72FAA" w:rsidP="00BB64DB">
      <w:pPr>
        <w:pStyle w:val="Titulek"/>
        <w:rPr>
          <w:rFonts w:cs="Arial"/>
          <w:b w:val="0"/>
          <w:color w:val="auto"/>
          <w:sz w:val="22"/>
          <w:szCs w:val="22"/>
        </w:rPr>
      </w:pPr>
      <w:r w:rsidRPr="00FC4669">
        <w:rPr>
          <w:rFonts w:cs="Arial"/>
          <w:b w:val="0"/>
          <w:color w:val="auto"/>
          <w:sz w:val="22"/>
          <w:szCs w:val="22"/>
        </w:rPr>
        <w:t xml:space="preserve">Zdroj: </w:t>
      </w:r>
      <w:r w:rsidR="00B54975" w:rsidRPr="00FC4669">
        <w:rPr>
          <w:rFonts w:cs="Arial"/>
          <w:b w:val="0"/>
          <w:color w:val="auto"/>
          <w:sz w:val="22"/>
          <w:szCs w:val="22"/>
        </w:rPr>
        <w:t xml:space="preserve">Satelitní účet kultury, </w:t>
      </w:r>
      <w:r w:rsidRPr="00FC4669">
        <w:rPr>
          <w:rFonts w:cs="Arial"/>
          <w:b w:val="0"/>
          <w:color w:val="auto"/>
          <w:sz w:val="22"/>
          <w:szCs w:val="22"/>
        </w:rPr>
        <w:t>ČSÚ, NIPOS</w:t>
      </w:r>
    </w:p>
    <w:p w:rsidR="002F7B33" w:rsidRPr="00FC4669" w:rsidRDefault="002F7B33" w:rsidP="002F7B33">
      <w:r w:rsidRPr="00FC4669">
        <w:t>Jak je patrné z Grafu 1, kreativní průmysly zahrnující reklamu, design a architekturu generovaly</w:t>
      </w:r>
      <w:r w:rsidR="009F6142" w:rsidRPr="00FC4669">
        <w:t xml:space="preserve"> v roce 2016</w:t>
      </w:r>
      <w:r w:rsidR="007F3674" w:rsidRPr="00FC4669">
        <w:t xml:space="preserve"> příjmy </w:t>
      </w:r>
      <w:r w:rsidR="009F6142" w:rsidRPr="00FC4669">
        <w:t>ve výši 97</w:t>
      </w:r>
      <w:r w:rsidRPr="00FC4669">
        <w:t xml:space="preserve"> mld. Kč a předčily tak kulturní průmy</w:t>
      </w:r>
      <w:r w:rsidR="009F6142" w:rsidRPr="00FC4669">
        <w:t>sly o necelých 10</w:t>
      </w:r>
      <w:r w:rsidRPr="00FC4669">
        <w:t xml:space="preserve"> mld. Kč. Příjmy </w:t>
      </w:r>
      <w:r w:rsidR="009F6142" w:rsidRPr="00FC4669">
        <w:t>organizací</w:t>
      </w:r>
      <w:r w:rsidRPr="00FC4669">
        <w:t xml:space="preserve"> v tradičním odvět</w:t>
      </w:r>
      <w:r w:rsidR="00906251" w:rsidRPr="00FC4669">
        <w:t xml:space="preserve">ví </w:t>
      </w:r>
      <w:r w:rsidR="009F6142" w:rsidRPr="00FC4669">
        <w:t xml:space="preserve">se </w:t>
      </w:r>
      <w:r w:rsidRPr="00FC4669">
        <w:t xml:space="preserve">v průběhu </w:t>
      </w:r>
      <w:r w:rsidR="009F6142" w:rsidRPr="00FC4669">
        <w:t>sledovaných</w:t>
      </w:r>
      <w:r w:rsidRPr="00FC4669">
        <w:t xml:space="preserve"> </w:t>
      </w:r>
      <w:r w:rsidR="009F6142" w:rsidRPr="00FC4669">
        <w:t>let soustavně zvyšovaly a v roce 2016 dosáhly 38</w:t>
      </w:r>
      <w:r w:rsidR="007F3674" w:rsidRPr="00FC4669">
        <w:t>,5</w:t>
      </w:r>
      <w:r w:rsidRPr="00FC4669">
        <w:t xml:space="preserve"> mld. Kč. V porovnání s kulturními a kreativními průmysly generoval</w:t>
      </w:r>
      <w:r w:rsidR="00906251" w:rsidRPr="00FC4669">
        <w:t>a</w:t>
      </w:r>
      <w:r w:rsidRPr="00FC4669">
        <w:t xml:space="preserve"> </w:t>
      </w:r>
      <w:r w:rsidR="00906251" w:rsidRPr="00FC4669">
        <w:t>tradiční odvětví</w:t>
      </w:r>
      <w:r w:rsidRPr="00FC4669">
        <w:t xml:space="preserve"> </w:t>
      </w:r>
      <w:r w:rsidR="007F3674" w:rsidRPr="00FC4669">
        <w:t>daleko menší příjmy</w:t>
      </w:r>
      <w:r w:rsidRPr="00FC4669">
        <w:t>, což však odpovídá charakteru tohoto sektoru, který je financovaný z </w:t>
      </w:r>
      <w:r w:rsidR="00472C6B" w:rsidRPr="00FC4669">
        <w:t>velké části z veřejných zdrojů.</w:t>
      </w:r>
    </w:p>
    <w:p w:rsidR="00BB64DB" w:rsidRPr="00FC4669" w:rsidRDefault="00E0238B" w:rsidP="00B414F8">
      <w:r w:rsidRPr="00FC4669">
        <w:tab/>
      </w:r>
      <w:r w:rsidR="00BB64DB" w:rsidRPr="00FC4669">
        <w:t>I přesto, že</w:t>
      </w:r>
      <w:r w:rsidR="00B414F8" w:rsidRPr="00FC4669">
        <w:t xml:space="preserve"> </w:t>
      </w:r>
      <w:r w:rsidR="005E2679" w:rsidRPr="00FC4669">
        <w:t>subjekty v tradičním odvětví</w:t>
      </w:r>
      <w:r w:rsidR="00B414F8" w:rsidRPr="00FC4669">
        <w:t xml:space="preserve"> negenerova</w:t>
      </w:r>
      <w:r w:rsidR="004F78AD" w:rsidRPr="00FC4669">
        <w:t>l</w:t>
      </w:r>
      <w:r w:rsidR="005E2679" w:rsidRPr="00FC4669">
        <w:t>y</w:t>
      </w:r>
      <w:r w:rsidR="004F78AD" w:rsidRPr="00FC4669">
        <w:t xml:space="preserve"> v období mezi lety 201</w:t>
      </w:r>
      <w:r w:rsidR="00906251" w:rsidRPr="00FC4669">
        <w:t>0 a 2016</w:t>
      </w:r>
      <w:r w:rsidR="00BB64DB" w:rsidRPr="00FC4669">
        <w:t xml:space="preserve"> </w:t>
      </w:r>
      <w:r w:rsidR="005E2679" w:rsidRPr="00FC4669">
        <w:t>tak vysoké</w:t>
      </w:r>
      <w:r w:rsidR="00BB64DB" w:rsidRPr="00FC4669">
        <w:t xml:space="preserve"> </w:t>
      </w:r>
      <w:r w:rsidR="005E2679" w:rsidRPr="00FC4669">
        <w:t xml:space="preserve">příjmy, </w:t>
      </w:r>
      <w:r w:rsidR="00B414F8" w:rsidRPr="00FC4669">
        <w:t>zaměstnával</w:t>
      </w:r>
      <w:r w:rsidR="006A0EA1" w:rsidRPr="00FC4669">
        <w:t>y</w:t>
      </w:r>
      <w:r w:rsidR="00BB64DB" w:rsidRPr="00FC4669">
        <w:t xml:space="preserve"> dle dostupných statistik v porovnání s kulturními a kreativními průmysly nejvíce </w:t>
      </w:r>
      <w:r w:rsidR="00B414F8" w:rsidRPr="00FC4669">
        <w:t>osob</w:t>
      </w:r>
      <w:r w:rsidR="004F78AD" w:rsidRPr="00FC4669">
        <w:t>. Mezi</w:t>
      </w:r>
      <w:r w:rsidR="00F95D6D" w:rsidRPr="00FC4669">
        <w:t> </w:t>
      </w:r>
      <w:r w:rsidR="009F6142" w:rsidRPr="00FC4669">
        <w:t>lety 2010 a 2016</w:t>
      </w:r>
      <w:r w:rsidR="00BB64DB" w:rsidRPr="00FC4669">
        <w:t xml:space="preserve"> došlo k nárůstu počtu zaměstnanc</w:t>
      </w:r>
      <w:r w:rsidR="004F78AD" w:rsidRPr="00FC4669">
        <w:t>ů v</w:t>
      </w:r>
      <w:r w:rsidR="005E2679" w:rsidRPr="00FC4669">
        <w:t> tradičních odvětvích</w:t>
      </w:r>
      <w:r w:rsidR="001C709C" w:rsidRPr="00FC4669">
        <w:t xml:space="preserve"> </w:t>
      </w:r>
      <w:r w:rsidR="00C61984">
        <w:t xml:space="preserve">o více než 5 tis. a v roce 2016 pracovalo v těchto odvětvích přibližně </w:t>
      </w:r>
      <w:r w:rsidR="001C709C" w:rsidRPr="00FC4669">
        <w:t>37,5</w:t>
      </w:r>
      <w:r w:rsidR="00313494" w:rsidRPr="00FC4669">
        <w:t> </w:t>
      </w:r>
      <w:r w:rsidR="003C736E" w:rsidRPr="00FC4669">
        <w:t>tis.</w:t>
      </w:r>
      <w:r w:rsidR="00C61984">
        <w:t xml:space="preserve"> </w:t>
      </w:r>
      <w:r w:rsidR="00C61984" w:rsidRPr="004C2CC6">
        <w:t>zaměstnanců</w:t>
      </w:r>
      <w:r w:rsidR="00BB64DB" w:rsidRPr="004C2CC6">
        <w:t xml:space="preserve">. </w:t>
      </w:r>
      <w:r w:rsidR="001C709C" w:rsidRPr="004C2CC6">
        <w:t>K</w:t>
      </w:r>
      <w:r w:rsidR="00BB64DB" w:rsidRPr="004C2CC6">
        <w:t>reativní</w:t>
      </w:r>
      <w:r w:rsidR="00BB64DB" w:rsidRPr="00FC4669">
        <w:t xml:space="preserve"> průmysly zaznamenaly mírný </w:t>
      </w:r>
      <w:r w:rsidR="008964FF" w:rsidRPr="00FC4669">
        <w:t>nárůst počtu zaměst</w:t>
      </w:r>
      <w:r w:rsidR="00906251" w:rsidRPr="00FC4669">
        <w:t>nanců v posledních třech letech - s</w:t>
      </w:r>
      <w:r w:rsidR="008964FF" w:rsidRPr="00FC4669">
        <w:t xml:space="preserve"> 20,5 tis. zaměstnanci </w:t>
      </w:r>
      <w:r w:rsidR="009F6142" w:rsidRPr="00FC4669">
        <w:t>v roce 2016</w:t>
      </w:r>
      <w:r w:rsidR="00BB64DB" w:rsidRPr="00FC4669">
        <w:t xml:space="preserve"> </w:t>
      </w:r>
      <w:r w:rsidR="008964FF" w:rsidRPr="00FC4669">
        <w:t>však stále nedosahují hodnot z roku 2010</w:t>
      </w:r>
      <w:r w:rsidR="00BB64DB" w:rsidRPr="00FC4669">
        <w:t xml:space="preserve">. </w:t>
      </w:r>
      <w:r w:rsidR="001C709C" w:rsidRPr="00FC4669">
        <w:t>Zaměs</w:t>
      </w:r>
      <w:r w:rsidR="008964FF" w:rsidRPr="00FC4669">
        <w:t>tnanost v kulturních průmyslech výrazně vzrostla mezi lety 2014 a</w:t>
      </w:r>
      <w:r w:rsidR="005843E4">
        <w:t> </w:t>
      </w:r>
      <w:r w:rsidR="008964FF" w:rsidRPr="00FC4669">
        <w:t xml:space="preserve">2016 na 30,2 tis. zaměstnanců v roce 2016. </w:t>
      </w:r>
      <w:r w:rsidR="006A0EA1" w:rsidRPr="00FC4669">
        <w:t xml:space="preserve">Tyto údaje o </w:t>
      </w:r>
      <w:r w:rsidR="00BB64DB" w:rsidRPr="00FC4669">
        <w:t>zaměstnanost</w:t>
      </w:r>
      <w:r w:rsidR="006A0EA1" w:rsidRPr="00FC4669">
        <w:t>i však</w:t>
      </w:r>
      <w:r w:rsidR="00BB64DB" w:rsidRPr="00FC4669">
        <w:t xml:space="preserve"> </w:t>
      </w:r>
      <w:r w:rsidR="006A0EA1" w:rsidRPr="00FC4669">
        <w:t>reflektují</w:t>
      </w:r>
      <w:r w:rsidR="00B414F8" w:rsidRPr="00FC4669">
        <w:t xml:space="preserve"> pouze </w:t>
      </w:r>
      <w:r w:rsidR="006A0EA1" w:rsidRPr="00FC4669">
        <w:t>subjekty</w:t>
      </w:r>
      <w:r w:rsidR="00B414F8" w:rsidRPr="00FC4669">
        <w:t xml:space="preserve"> s převažující kulturní činností dle klasifikace NACE</w:t>
      </w:r>
      <w:r w:rsidR="006A0EA1" w:rsidRPr="00FC4669">
        <w:t xml:space="preserve">, </w:t>
      </w:r>
      <w:r w:rsidR="008964FF" w:rsidRPr="00FC4669">
        <w:t>nezaměřují se</w:t>
      </w:r>
      <w:r w:rsidR="00BB64DB" w:rsidRPr="00FC4669">
        <w:t xml:space="preserve"> však již</w:t>
      </w:r>
      <w:r w:rsidR="00323843" w:rsidRPr="00FC4669">
        <w:t xml:space="preserve"> </w:t>
      </w:r>
      <w:r w:rsidR="008964FF" w:rsidRPr="00FC4669">
        <w:t xml:space="preserve">na </w:t>
      </w:r>
      <w:r w:rsidR="00323843" w:rsidRPr="00FC4669">
        <w:t xml:space="preserve">povolání kulturního charakteru </w:t>
      </w:r>
      <w:r w:rsidR="00BB64DB" w:rsidRPr="00FC4669">
        <w:t>v</w:t>
      </w:r>
      <w:r w:rsidR="00323843" w:rsidRPr="00FC4669">
        <w:t> </w:t>
      </w:r>
      <w:r w:rsidR="003C736E" w:rsidRPr="00FC4669">
        <w:t>„</w:t>
      </w:r>
      <w:r w:rsidR="00BB64DB" w:rsidRPr="00FC4669">
        <w:t>ne</w:t>
      </w:r>
      <w:r w:rsidR="00F72FAA" w:rsidRPr="00FC4669">
        <w:t>-</w:t>
      </w:r>
      <w:r w:rsidR="00BB64DB" w:rsidRPr="00FC4669">
        <w:t>kulturních</w:t>
      </w:r>
      <w:r w:rsidR="003C736E" w:rsidRPr="00FC4669">
        <w:t>“</w:t>
      </w:r>
      <w:r w:rsidR="00BB64DB" w:rsidRPr="00FC4669">
        <w:t xml:space="preserve"> podnicích (například designér v automobilce)</w:t>
      </w:r>
      <w:r w:rsidR="00323843" w:rsidRPr="00FC4669">
        <w:t>.</w:t>
      </w:r>
    </w:p>
    <w:p w:rsidR="00BB64DB" w:rsidRPr="00FC4669" w:rsidRDefault="00BB64DB" w:rsidP="00BB64DB">
      <w:pPr>
        <w:pStyle w:val="Titulek"/>
        <w:keepNext/>
        <w:rPr>
          <w:color w:val="auto"/>
        </w:rPr>
      </w:pPr>
      <w:r w:rsidRPr="00FC4669">
        <w:rPr>
          <w:color w:val="auto"/>
          <w:sz w:val="22"/>
          <w:szCs w:val="22"/>
        </w:rPr>
        <w:t xml:space="preserve">Graf </w:t>
      </w:r>
      <w:r w:rsidR="001A4BAA" w:rsidRPr="00FC4669">
        <w:rPr>
          <w:color w:val="auto"/>
          <w:sz w:val="22"/>
          <w:szCs w:val="22"/>
        </w:rPr>
        <w:t>2</w:t>
      </w:r>
      <w:r w:rsidRPr="00FC4669">
        <w:rPr>
          <w:color w:val="auto"/>
          <w:sz w:val="22"/>
          <w:szCs w:val="22"/>
        </w:rPr>
        <w:t xml:space="preserve"> </w:t>
      </w:r>
      <w:r w:rsidRPr="00FC4669">
        <w:rPr>
          <w:b w:val="0"/>
          <w:color w:val="auto"/>
          <w:sz w:val="22"/>
          <w:szCs w:val="22"/>
        </w:rPr>
        <w:t>Počet zaměstnanců v kultuře (</w:t>
      </w:r>
      <w:r w:rsidR="00F72FAA" w:rsidRPr="00FC4669">
        <w:rPr>
          <w:b w:val="0"/>
          <w:color w:val="auto"/>
          <w:sz w:val="22"/>
          <w:szCs w:val="22"/>
        </w:rPr>
        <w:t xml:space="preserve">v tis. osob, </w:t>
      </w:r>
      <w:r w:rsidR="00B414F8" w:rsidRPr="00FC4669">
        <w:rPr>
          <w:b w:val="0"/>
          <w:color w:val="auto"/>
          <w:sz w:val="22"/>
          <w:szCs w:val="22"/>
        </w:rPr>
        <w:t>přepočtený na plné pracovní úvazky</w:t>
      </w:r>
      <w:r w:rsidRPr="00FC4669">
        <w:rPr>
          <w:b w:val="0"/>
          <w:color w:val="auto"/>
          <w:sz w:val="22"/>
          <w:szCs w:val="22"/>
        </w:rPr>
        <w:t>)</w:t>
      </w:r>
    </w:p>
    <w:p w:rsidR="00BB64DB" w:rsidRPr="00FC4669" w:rsidRDefault="009F6142" w:rsidP="00BB64DB">
      <w:pPr>
        <w:keepNext/>
      </w:pPr>
      <w:r w:rsidRPr="00FC4669">
        <w:rPr>
          <w:noProof/>
        </w:rPr>
        <w:drawing>
          <wp:inline distT="0" distB="0" distL="0" distR="0">
            <wp:extent cx="6029325" cy="1733550"/>
            <wp:effectExtent l="0" t="0" r="0" b="0"/>
            <wp:docPr id="31"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84923" w:rsidRPr="00E84923" w:rsidRDefault="00BB64DB" w:rsidP="00E84923">
      <w:pPr>
        <w:pStyle w:val="Titulek"/>
        <w:rPr>
          <w:b w:val="0"/>
          <w:color w:val="auto"/>
          <w:sz w:val="22"/>
          <w:szCs w:val="22"/>
        </w:rPr>
      </w:pPr>
      <w:r w:rsidRPr="00FC4669">
        <w:rPr>
          <w:b w:val="0"/>
          <w:color w:val="auto"/>
          <w:sz w:val="22"/>
          <w:szCs w:val="22"/>
        </w:rPr>
        <w:t xml:space="preserve">Zdroj: </w:t>
      </w:r>
      <w:r w:rsidR="00A11B36" w:rsidRPr="00FC4669">
        <w:rPr>
          <w:rFonts w:cs="Arial"/>
          <w:b w:val="0"/>
          <w:color w:val="auto"/>
          <w:sz w:val="22"/>
          <w:szCs w:val="22"/>
        </w:rPr>
        <w:t>Satelitní účet kultury</w:t>
      </w:r>
      <w:r w:rsidR="00A11B36" w:rsidRPr="00FC4669">
        <w:rPr>
          <w:b w:val="0"/>
          <w:color w:val="auto"/>
          <w:sz w:val="22"/>
          <w:szCs w:val="22"/>
        </w:rPr>
        <w:t xml:space="preserve">, </w:t>
      </w:r>
      <w:r w:rsidRPr="00FC4669">
        <w:rPr>
          <w:b w:val="0"/>
          <w:color w:val="auto"/>
          <w:sz w:val="22"/>
          <w:szCs w:val="22"/>
        </w:rPr>
        <w:t>ČSÚ, NIPOS</w:t>
      </w:r>
    </w:p>
    <w:p w:rsidR="00BC712A" w:rsidRPr="00FC4669" w:rsidRDefault="00E27145" w:rsidP="00522C16">
      <w:pPr>
        <w:rPr>
          <w:lang w:eastAsia="en-US"/>
        </w:rPr>
      </w:pPr>
      <w:r w:rsidRPr="00FC4669">
        <w:rPr>
          <w:lang w:eastAsia="en-US"/>
        </w:rPr>
        <w:lastRenderedPageBreak/>
        <w:t>Na statistiku zaměstnanosti v kultuře lze nahlížet také komplexnějším způsobem. Výbě</w:t>
      </w:r>
      <w:r w:rsidR="004571B5" w:rsidRPr="00FC4669">
        <w:rPr>
          <w:lang w:eastAsia="en-US"/>
        </w:rPr>
        <w:t>rové</w:t>
      </w:r>
      <w:r w:rsidRPr="00FC4669">
        <w:rPr>
          <w:lang w:eastAsia="en-US"/>
        </w:rPr>
        <w:t xml:space="preserve"> šetření pracovních sil</w:t>
      </w:r>
      <w:r w:rsidR="004571B5" w:rsidRPr="00FC4669">
        <w:rPr>
          <w:lang w:eastAsia="en-US"/>
        </w:rPr>
        <w:t xml:space="preserve"> </w:t>
      </w:r>
      <w:r w:rsidR="004571B5" w:rsidRPr="00FC4669">
        <w:t xml:space="preserve">požaduje od respondentů nejen vymezení </w:t>
      </w:r>
      <w:r w:rsidR="00EA33A6" w:rsidRPr="00FC4669">
        <w:t>konkrétní oblasti, ve které pracují</w:t>
      </w:r>
      <w:r w:rsidR="004571B5" w:rsidRPr="00FC4669">
        <w:t xml:space="preserve"> (zařazenou dle klasifikace ekonomických činností CZ-NACE), ale sleduje také, jaký typ zaměstnání vykonávají</w:t>
      </w:r>
      <w:r w:rsidR="008B64EB" w:rsidRPr="00FC4669">
        <w:t> </w:t>
      </w:r>
      <w:r w:rsidR="00EA33A6" w:rsidRPr="00FC4669">
        <w:t>(zařazení</w:t>
      </w:r>
      <w:r w:rsidR="004571B5" w:rsidRPr="00FC4669">
        <w:t xml:space="preserve"> dle klasifikace zaměstnání CZ-ISCO).</w:t>
      </w:r>
      <w:r w:rsidR="004571B5" w:rsidRPr="00FC4669">
        <w:rPr>
          <w:lang w:eastAsia="en-US"/>
        </w:rPr>
        <w:t xml:space="preserve"> J</w:t>
      </w:r>
      <w:r w:rsidR="00571CFA" w:rsidRPr="00FC4669">
        <w:rPr>
          <w:lang w:eastAsia="en-US"/>
        </w:rPr>
        <w:t xml:space="preserve">e </w:t>
      </w:r>
      <w:r w:rsidR="004571B5" w:rsidRPr="00FC4669">
        <w:rPr>
          <w:lang w:eastAsia="en-US"/>
        </w:rPr>
        <w:t xml:space="preserve">tak </w:t>
      </w:r>
      <w:r w:rsidR="00571CFA" w:rsidRPr="00FC4669">
        <w:rPr>
          <w:lang w:eastAsia="en-US"/>
        </w:rPr>
        <w:t>možné rozlišit, která</w:t>
      </w:r>
      <w:r w:rsidR="00E93594" w:rsidRPr="00FC4669">
        <w:rPr>
          <w:lang w:eastAsia="en-US"/>
        </w:rPr>
        <w:t xml:space="preserve"> zaměstnání v</w:t>
      </w:r>
      <w:r w:rsidR="00DF38E1" w:rsidRPr="00FC4669">
        <w:rPr>
          <w:lang w:eastAsia="en-US"/>
        </w:rPr>
        <w:t> kulturních organizacích</w:t>
      </w:r>
      <w:r w:rsidR="00E93594" w:rsidRPr="00FC4669">
        <w:rPr>
          <w:lang w:eastAsia="en-US"/>
        </w:rPr>
        <w:t xml:space="preserve"> se opravdu týkají kulturních aktivit a které jsou naopak spíše jiného charakteru</w:t>
      </w:r>
      <w:r w:rsidR="008B64EB" w:rsidRPr="00FC4669">
        <w:rPr>
          <w:lang w:eastAsia="en-US"/>
        </w:rPr>
        <w:t> </w:t>
      </w:r>
      <w:r w:rsidR="003150BE">
        <w:rPr>
          <w:lang w:eastAsia="en-US"/>
        </w:rPr>
        <w:t xml:space="preserve">(např. účetnictví, </w:t>
      </w:r>
      <w:proofErr w:type="spellStart"/>
      <w:r w:rsidR="003150BE">
        <w:rPr>
          <w:lang w:eastAsia="en-US"/>
        </w:rPr>
        <w:t>úklid</w:t>
      </w:r>
      <w:r w:rsidR="00E93594" w:rsidRPr="00FC4669">
        <w:rPr>
          <w:lang w:eastAsia="en-US"/>
        </w:rPr>
        <w:t>či</w:t>
      </w:r>
      <w:proofErr w:type="spellEnd"/>
      <w:r w:rsidR="00E93594" w:rsidRPr="00FC4669">
        <w:rPr>
          <w:lang w:eastAsia="en-US"/>
        </w:rPr>
        <w:t xml:space="preserve"> ostraha). </w:t>
      </w:r>
      <w:r w:rsidR="004571B5" w:rsidRPr="00FC4669">
        <w:rPr>
          <w:lang w:eastAsia="en-US"/>
        </w:rPr>
        <w:t>Dále je také možné získat údaje o kulturních zaměstnáních v</w:t>
      </w:r>
      <w:r w:rsidR="008B64EB" w:rsidRPr="00FC4669">
        <w:rPr>
          <w:lang w:eastAsia="en-US"/>
        </w:rPr>
        <w:t> </w:t>
      </w:r>
      <w:r w:rsidR="004571B5" w:rsidRPr="00FC4669">
        <w:rPr>
          <w:lang w:eastAsia="en-US"/>
        </w:rPr>
        <w:t>„ne</w:t>
      </w:r>
      <w:r w:rsidR="003C736E" w:rsidRPr="00FC4669">
        <w:rPr>
          <w:lang w:eastAsia="en-US"/>
        </w:rPr>
        <w:t>-</w:t>
      </w:r>
      <w:r w:rsidR="004571B5" w:rsidRPr="00FC4669">
        <w:rPr>
          <w:lang w:eastAsia="en-US"/>
        </w:rPr>
        <w:t xml:space="preserve">kulturních“ organizacích. </w:t>
      </w:r>
      <w:r w:rsidR="00E93594" w:rsidRPr="00FC4669">
        <w:rPr>
          <w:lang w:eastAsia="en-US"/>
        </w:rPr>
        <w:t>K získání údajů o kulturních zaměstnáních je však potřeba využít velmi podrobné statistické členěn</w:t>
      </w:r>
      <w:r w:rsidR="00DF38E1" w:rsidRPr="00FC4669">
        <w:rPr>
          <w:lang w:eastAsia="en-US"/>
        </w:rPr>
        <w:t>í</w:t>
      </w:r>
      <w:r w:rsidR="00515293" w:rsidRPr="00FC4669">
        <w:rPr>
          <w:lang w:eastAsia="en-US"/>
        </w:rPr>
        <w:t>, u</w:t>
      </w:r>
      <w:r w:rsidR="004F29BD">
        <w:rPr>
          <w:lang w:eastAsia="en-US"/>
        </w:rPr>
        <w:t> </w:t>
      </w:r>
      <w:r w:rsidR="00515293" w:rsidRPr="00FC4669">
        <w:rPr>
          <w:lang w:eastAsia="en-US"/>
        </w:rPr>
        <w:t>kterého se zvyšuje pravděpodobnost statisti</w:t>
      </w:r>
      <w:r w:rsidR="00BC712A" w:rsidRPr="00FC4669">
        <w:rPr>
          <w:lang w:eastAsia="en-US"/>
        </w:rPr>
        <w:t>cké chyby.</w:t>
      </w:r>
    </w:p>
    <w:p w:rsidR="00BC712A" w:rsidRPr="00FC4669" w:rsidRDefault="00BC712A" w:rsidP="00522C16">
      <w:pPr>
        <w:rPr>
          <w:lang w:eastAsia="en-US"/>
        </w:rPr>
      </w:pPr>
      <w:r w:rsidRPr="00FC4669">
        <w:rPr>
          <w:lang w:eastAsia="en-US"/>
        </w:rPr>
        <w:tab/>
      </w:r>
      <w:r w:rsidR="00515293" w:rsidRPr="00FC4669">
        <w:rPr>
          <w:lang w:eastAsia="en-US"/>
        </w:rPr>
        <w:t xml:space="preserve">Údaje z Tabulky 3 </w:t>
      </w:r>
      <w:r w:rsidR="006A0EA1" w:rsidRPr="00FC4669">
        <w:rPr>
          <w:lang w:eastAsia="en-US"/>
        </w:rPr>
        <w:t xml:space="preserve">tak </w:t>
      </w:r>
      <w:r w:rsidR="00515293" w:rsidRPr="00FC4669">
        <w:rPr>
          <w:lang w:eastAsia="en-US"/>
        </w:rPr>
        <w:t xml:space="preserve">poslouží </w:t>
      </w:r>
      <w:r w:rsidR="006A0EA1" w:rsidRPr="00FC4669">
        <w:rPr>
          <w:lang w:eastAsia="en-US"/>
        </w:rPr>
        <w:t>pouze pro</w:t>
      </w:r>
      <w:r w:rsidR="00515293" w:rsidRPr="00FC4669">
        <w:rPr>
          <w:lang w:eastAsia="en-US"/>
        </w:rPr>
        <w:t xml:space="preserve"> odhad </w:t>
      </w:r>
      <w:r w:rsidR="006A0EA1" w:rsidRPr="00FC4669">
        <w:rPr>
          <w:lang w:eastAsia="en-US"/>
        </w:rPr>
        <w:t>celkové</w:t>
      </w:r>
      <w:r w:rsidR="00515293" w:rsidRPr="00FC4669">
        <w:rPr>
          <w:lang w:eastAsia="en-US"/>
        </w:rPr>
        <w:t xml:space="preserve"> zaměstnanost</w:t>
      </w:r>
      <w:r w:rsidR="006A0EA1" w:rsidRPr="00FC4669">
        <w:rPr>
          <w:lang w:eastAsia="en-US"/>
        </w:rPr>
        <w:t>i</w:t>
      </w:r>
      <w:r w:rsidR="00515293" w:rsidRPr="00FC4669">
        <w:rPr>
          <w:lang w:eastAsia="en-US"/>
        </w:rPr>
        <w:t xml:space="preserve"> v kultuře zahrnující jak zaměstnance, tak pracovníky na dohody a podnikatele.</w:t>
      </w:r>
      <w:r w:rsidR="00C05AF7" w:rsidRPr="00FC4669">
        <w:rPr>
          <w:lang w:eastAsia="en-US"/>
        </w:rPr>
        <w:t xml:space="preserve"> Tyto údaje, na rozdíl od </w:t>
      </w:r>
      <w:r w:rsidR="003C736E" w:rsidRPr="00FC4669">
        <w:rPr>
          <w:lang w:eastAsia="en-US"/>
        </w:rPr>
        <w:t xml:space="preserve">údajů z Grafu </w:t>
      </w:r>
      <w:r w:rsidR="002F7B33" w:rsidRPr="00FC4669">
        <w:rPr>
          <w:lang w:eastAsia="en-US"/>
        </w:rPr>
        <w:t>2</w:t>
      </w:r>
      <w:r w:rsidR="00C05AF7" w:rsidRPr="00FC4669">
        <w:rPr>
          <w:lang w:eastAsia="en-US"/>
        </w:rPr>
        <w:t xml:space="preserve">, </w:t>
      </w:r>
      <w:r w:rsidR="00C720AF" w:rsidRPr="00FC4669">
        <w:rPr>
          <w:lang w:eastAsia="en-US"/>
        </w:rPr>
        <w:t>nejsou</w:t>
      </w:r>
      <w:r w:rsidR="008B64EB" w:rsidRPr="00FC4669">
        <w:rPr>
          <w:lang w:eastAsia="en-US"/>
        </w:rPr>
        <w:t> </w:t>
      </w:r>
      <w:r w:rsidR="00C720AF" w:rsidRPr="00FC4669">
        <w:rPr>
          <w:lang w:eastAsia="en-US"/>
        </w:rPr>
        <w:t>limitovány</w:t>
      </w:r>
      <w:r w:rsidR="00C05AF7" w:rsidRPr="00FC4669">
        <w:rPr>
          <w:lang w:eastAsia="en-US"/>
        </w:rPr>
        <w:t xml:space="preserve"> form</w:t>
      </w:r>
      <w:r w:rsidR="00C720AF" w:rsidRPr="00FC4669">
        <w:rPr>
          <w:lang w:eastAsia="en-US"/>
        </w:rPr>
        <w:t>o</w:t>
      </w:r>
      <w:r w:rsidR="00C05AF7" w:rsidRPr="00FC4669">
        <w:rPr>
          <w:lang w:eastAsia="en-US"/>
        </w:rPr>
        <w:t>u úvazku.</w:t>
      </w:r>
      <w:r w:rsidR="009B7457" w:rsidRPr="00FC4669">
        <w:rPr>
          <w:lang w:eastAsia="en-US"/>
        </w:rPr>
        <w:t xml:space="preserve"> </w:t>
      </w:r>
      <w:r w:rsidR="00246B49" w:rsidRPr="00FC4669">
        <w:rPr>
          <w:lang w:eastAsia="en-US"/>
        </w:rPr>
        <w:t>O</w:t>
      </w:r>
      <w:r w:rsidR="009B7457" w:rsidRPr="00FC4669">
        <w:rPr>
          <w:lang w:eastAsia="en-US"/>
        </w:rPr>
        <w:t>rganizace v kulturních průmyslech</w:t>
      </w:r>
      <w:r w:rsidR="00246B49" w:rsidRPr="00FC4669">
        <w:rPr>
          <w:lang w:eastAsia="en-US"/>
        </w:rPr>
        <w:t xml:space="preserve"> podle </w:t>
      </w:r>
      <w:r w:rsidR="003C736E" w:rsidRPr="00FC4669">
        <w:rPr>
          <w:lang w:eastAsia="en-US"/>
        </w:rPr>
        <w:t>výchozího vymezení</w:t>
      </w:r>
      <w:r w:rsidR="009C3B45" w:rsidRPr="00FC4669">
        <w:rPr>
          <w:lang w:eastAsia="en-US"/>
        </w:rPr>
        <w:t xml:space="preserve"> v</w:t>
      </w:r>
      <w:r w:rsidR="008B64EB" w:rsidRPr="00FC4669">
        <w:rPr>
          <w:lang w:eastAsia="en-US"/>
        </w:rPr>
        <w:t> </w:t>
      </w:r>
      <w:r w:rsidR="009C3B45" w:rsidRPr="00FC4669">
        <w:rPr>
          <w:lang w:eastAsia="en-US"/>
        </w:rPr>
        <w:t>Kapitole</w:t>
      </w:r>
      <w:r w:rsidR="008B64EB" w:rsidRPr="00FC4669">
        <w:rPr>
          <w:lang w:eastAsia="en-US"/>
        </w:rPr>
        <w:t> </w:t>
      </w:r>
      <w:r w:rsidR="009C3B45" w:rsidRPr="00FC4669">
        <w:rPr>
          <w:lang w:eastAsia="en-US"/>
        </w:rPr>
        <w:t>1</w:t>
      </w:r>
      <w:r w:rsidR="003C736E" w:rsidRPr="00FC4669">
        <w:rPr>
          <w:lang w:eastAsia="en-US"/>
        </w:rPr>
        <w:t xml:space="preserve"> </w:t>
      </w:r>
      <w:r w:rsidR="00246B49" w:rsidRPr="00FC4669">
        <w:rPr>
          <w:lang w:eastAsia="en-US"/>
        </w:rPr>
        <w:t>zajišťují</w:t>
      </w:r>
      <w:r w:rsidR="009B7457" w:rsidRPr="00FC4669">
        <w:rPr>
          <w:lang w:eastAsia="en-US"/>
        </w:rPr>
        <w:t xml:space="preserve"> </w:t>
      </w:r>
      <w:r w:rsidRPr="00FC4669">
        <w:rPr>
          <w:lang w:eastAsia="en-US"/>
        </w:rPr>
        <w:t xml:space="preserve">zejména výrobní, distribuční a obchodní </w:t>
      </w:r>
      <w:r w:rsidR="003C736E" w:rsidRPr="00FC4669">
        <w:rPr>
          <w:lang w:eastAsia="en-US"/>
        </w:rPr>
        <w:t xml:space="preserve">ekonomické </w:t>
      </w:r>
      <w:r w:rsidRPr="00FC4669">
        <w:rPr>
          <w:lang w:eastAsia="en-US"/>
        </w:rPr>
        <w:t>činnosti spojené s kulturními statky</w:t>
      </w:r>
      <w:r w:rsidR="003C736E" w:rsidRPr="00FC4669">
        <w:rPr>
          <w:lang w:eastAsia="en-US"/>
        </w:rPr>
        <w:t xml:space="preserve">. </w:t>
      </w:r>
      <w:r w:rsidR="00246B49" w:rsidRPr="00FC4669">
        <w:rPr>
          <w:lang w:eastAsia="en-US"/>
        </w:rPr>
        <w:t>Samotné u</w:t>
      </w:r>
      <w:r w:rsidRPr="00FC4669">
        <w:rPr>
          <w:lang w:eastAsia="en-US"/>
        </w:rPr>
        <w:t>mělecké činnosti spadají obvykle do tradičních odvětví</w:t>
      </w:r>
      <w:r w:rsidR="00AD076E">
        <w:rPr>
          <w:lang w:eastAsia="en-US"/>
        </w:rPr>
        <w:t xml:space="preserve"> a tam také najdeme i velkou část uměleckých povolání – například h</w:t>
      </w:r>
      <w:r w:rsidRPr="00FC4669">
        <w:rPr>
          <w:lang w:eastAsia="en-US"/>
        </w:rPr>
        <w:t>udebn</w:t>
      </w:r>
      <w:r w:rsidR="00AD076E">
        <w:rPr>
          <w:lang w:eastAsia="en-US"/>
        </w:rPr>
        <w:t>íky či herce</w:t>
      </w:r>
      <w:r w:rsidR="00246B49" w:rsidRPr="00FC4669">
        <w:rPr>
          <w:lang w:eastAsia="en-US"/>
        </w:rPr>
        <w:t xml:space="preserve"> </w:t>
      </w:r>
      <w:r w:rsidR="00AD076E">
        <w:rPr>
          <w:lang w:eastAsia="en-US"/>
        </w:rPr>
        <w:t xml:space="preserve">obvykle nenajdeme v </w:t>
      </w:r>
      <w:r w:rsidRPr="00FC4669">
        <w:rPr>
          <w:lang w:eastAsia="en-US"/>
        </w:rPr>
        <w:t>oblasti hud</w:t>
      </w:r>
      <w:r w:rsidR="009C3B45" w:rsidRPr="00FC4669">
        <w:rPr>
          <w:lang w:eastAsia="en-US"/>
        </w:rPr>
        <w:t>by</w:t>
      </w:r>
      <w:r w:rsidR="00C720AF" w:rsidRPr="00FC4669">
        <w:rPr>
          <w:lang w:eastAsia="en-US"/>
        </w:rPr>
        <w:t>,</w:t>
      </w:r>
      <w:r w:rsidR="009C3B45" w:rsidRPr="00FC4669">
        <w:rPr>
          <w:lang w:eastAsia="en-US"/>
        </w:rPr>
        <w:t xml:space="preserve"> </w:t>
      </w:r>
      <w:r w:rsidRPr="00FC4669">
        <w:rPr>
          <w:lang w:eastAsia="en-US"/>
        </w:rPr>
        <w:t>respektive filmu a</w:t>
      </w:r>
      <w:r w:rsidR="004F29BD">
        <w:rPr>
          <w:lang w:eastAsia="en-US"/>
        </w:rPr>
        <w:t> </w:t>
      </w:r>
      <w:r w:rsidRPr="00FC4669">
        <w:rPr>
          <w:lang w:eastAsia="en-US"/>
        </w:rPr>
        <w:t>videa, ale</w:t>
      </w:r>
      <w:r w:rsidR="008B64EB" w:rsidRPr="00FC4669">
        <w:rPr>
          <w:lang w:eastAsia="en-US"/>
        </w:rPr>
        <w:t> </w:t>
      </w:r>
      <w:r w:rsidR="00AD076E">
        <w:rPr>
          <w:lang w:eastAsia="en-US"/>
        </w:rPr>
        <w:t>objevují se spíše v</w:t>
      </w:r>
      <w:r w:rsidRPr="00FC4669">
        <w:rPr>
          <w:lang w:eastAsia="en-US"/>
        </w:rPr>
        <w:t xml:space="preserve"> oblasti scénických umění v rámci </w:t>
      </w:r>
      <w:r w:rsidR="00EA33A6" w:rsidRPr="00FC4669">
        <w:rPr>
          <w:lang w:eastAsia="en-US"/>
        </w:rPr>
        <w:t>tradičních odvětví</w:t>
      </w:r>
      <w:r w:rsidRPr="00FC4669">
        <w:rPr>
          <w:lang w:eastAsia="en-US"/>
        </w:rPr>
        <w:t>.</w:t>
      </w:r>
    </w:p>
    <w:p w:rsidR="00AF026E" w:rsidRPr="00FC4669" w:rsidRDefault="00BC712A" w:rsidP="00522C16">
      <w:pPr>
        <w:rPr>
          <w:lang w:eastAsia="en-US"/>
        </w:rPr>
      </w:pPr>
      <w:r w:rsidRPr="00FC4669">
        <w:rPr>
          <w:lang w:eastAsia="en-US"/>
        </w:rPr>
        <w:tab/>
      </w:r>
      <w:r w:rsidR="00515293" w:rsidRPr="00FC4669">
        <w:rPr>
          <w:lang w:eastAsia="en-US"/>
        </w:rPr>
        <w:t>Celková zaměstnanost</w:t>
      </w:r>
      <w:r w:rsidR="00F75378" w:rsidRPr="00FC4669">
        <w:rPr>
          <w:lang w:eastAsia="en-US"/>
        </w:rPr>
        <w:t xml:space="preserve"> v kultuře, zohledníme-li kulturní činnosti </w:t>
      </w:r>
      <w:r w:rsidR="00310E42" w:rsidRPr="00FC4669">
        <w:rPr>
          <w:lang w:eastAsia="en-US"/>
        </w:rPr>
        <w:t>CZ-</w:t>
      </w:r>
      <w:r w:rsidR="00F75378" w:rsidRPr="00FC4669">
        <w:rPr>
          <w:lang w:eastAsia="en-US"/>
        </w:rPr>
        <w:t xml:space="preserve">NACE a zaměstnaní </w:t>
      </w:r>
      <w:r w:rsidR="00310E42" w:rsidRPr="00FC4669">
        <w:rPr>
          <w:lang w:eastAsia="en-US"/>
        </w:rPr>
        <w:t>CZ-</w:t>
      </w:r>
      <w:r w:rsidR="00F75378" w:rsidRPr="00FC4669">
        <w:rPr>
          <w:lang w:eastAsia="en-US"/>
        </w:rPr>
        <w:t>ISCO vymezené projektem ESS-net culture,</w:t>
      </w:r>
      <w:r w:rsidR="00515293" w:rsidRPr="00FC4669">
        <w:rPr>
          <w:lang w:eastAsia="en-US"/>
        </w:rPr>
        <w:t xml:space="preserve"> </w:t>
      </w:r>
      <w:r w:rsidR="00B92E07" w:rsidRPr="00FC4669">
        <w:rPr>
          <w:lang w:eastAsia="en-US"/>
        </w:rPr>
        <w:t xml:space="preserve">se </w:t>
      </w:r>
      <w:r w:rsidR="009F4438" w:rsidRPr="00FC4669">
        <w:rPr>
          <w:lang w:eastAsia="en-US"/>
        </w:rPr>
        <w:t>v roce 2017</w:t>
      </w:r>
      <w:r w:rsidR="00F75378" w:rsidRPr="00FC4669">
        <w:rPr>
          <w:lang w:eastAsia="en-US"/>
        </w:rPr>
        <w:t xml:space="preserve"> mohla pohybovat</w:t>
      </w:r>
      <w:r w:rsidR="009F4438" w:rsidRPr="00FC4669">
        <w:rPr>
          <w:lang w:eastAsia="en-US"/>
        </w:rPr>
        <w:t xml:space="preserve"> okolo 226,6</w:t>
      </w:r>
      <w:r w:rsidR="00B92E07" w:rsidRPr="00FC4669">
        <w:rPr>
          <w:lang w:eastAsia="en-US"/>
        </w:rPr>
        <w:t xml:space="preserve"> tis.</w:t>
      </w:r>
      <w:r w:rsidR="00F75378" w:rsidRPr="00FC4669">
        <w:rPr>
          <w:lang w:eastAsia="en-US"/>
        </w:rPr>
        <w:t xml:space="preserve"> zaměstnaných osob, respektive 4</w:t>
      </w:r>
      <w:r w:rsidR="009F4438" w:rsidRPr="00FC4669">
        <w:rPr>
          <w:lang w:eastAsia="en-US"/>
        </w:rPr>
        <w:t>,3</w:t>
      </w:r>
      <w:r w:rsidR="00FD15DF" w:rsidRPr="00FC4669">
        <w:rPr>
          <w:lang w:eastAsia="en-US"/>
        </w:rPr>
        <w:t xml:space="preserve"> </w:t>
      </w:r>
      <w:r w:rsidR="00F75378" w:rsidRPr="00FC4669">
        <w:rPr>
          <w:lang w:eastAsia="en-US"/>
        </w:rPr>
        <w:t xml:space="preserve">% celkové zaměstnanosti. V kulturních </w:t>
      </w:r>
      <w:r w:rsidR="007F46D3" w:rsidRPr="00FC4669">
        <w:rPr>
          <w:lang w:eastAsia="en-US"/>
        </w:rPr>
        <w:t xml:space="preserve">průmyslech </w:t>
      </w:r>
      <w:r w:rsidR="00F75378" w:rsidRPr="00FC4669">
        <w:rPr>
          <w:lang w:eastAsia="en-US"/>
        </w:rPr>
        <w:t>pak podle údajů VŠPS zaměstnanost dosahovala zhr</w:t>
      </w:r>
      <w:r w:rsidR="00CE7123" w:rsidRPr="00FC4669">
        <w:rPr>
          <w:lang w:eastAsia="en-US"/>
        </w:rPr>
        <w:t>uba 47,2</w:t>
      </w:r>
      <w:r w:rsidR="00F75378" w:rsidRPr="00FC4669">
        <w:rPr>
          <w:lang w:eastAsia="en-US"/>
        </w:rPr>
        <w:t xml:space="preserve"> tis. zaměstnaných osob, přičemž zdaleka nejvíce z nich </w:t>
      </w:r>
      <w:r w:rsidR="00CE7123" w:rsidRPr="00FC4669">
        <w:rPr>
          <w:lang w:eastAsia="en-US"/>
        </w:rPr>
        <w:t>(59</w:t>
      </w:r>
      <w:r w:rsidR="00A67DF4" w:rsidRPr="00FC4669">
        <w:rPr>
          <w:lang w:eastAsia="en-US"/>
        </w:rPr>
        <w:t xml:space="preserve"> %) </w:t>
      </w:r>
      <w:r w:rsidR="00F75378" w:rsidRPr="00FC4669">
        <w:rPr>
          <w:lang w:eastAsia="en-US"/>
        </w:rPr>
        <w:t>pracovalo v oblasti knih a tisku.</w:t>
      </w:r>
    </w:p>
    <w:p w:rsidR="00015D27" w:rsidRPr="00FC4669" w:rsidRDefault="00015D27" w:rsidP="00015D27">
      <w:pPr>
        <w:pStyle w:val="Titulek"/>
        <w:keepNext/>
        <w:rPr>
          <w:color w:val="auto"/>
          <w:sz w:val="22"/>
          <w:szCs w:val="22"/>
        </w:rPr>
      </w:pPr>
      <w:bookmarkStart w:id="16" w:name="_Toc464832046"/>
      <w:r w:rsidRPr="00FC4669">
        <w:rPr>
          <w:color w:val="auto"/>
          <w:sz w:val="22"/>
          <w:szCs w:val="22"/>
        </w:rPr>
        <w:t xml:space="preserve">Tabulka </w:t>
      </w:r>
      <w:r w:rsidR="00052F4D" w:rsidRPr="00FC4669">
        <w:rPr>
          <w:color w:val="auto"/>
          <w:sz w:val="22"/>
          <w:szCs w:val="22"/>
        </w:rPr>
        <w:fldChar w:fldCharType="begin"/>
      </w:r>
      <w:r w:rsidRPr="00FC4669">
        <w:rPr>
          <w:color w:val="auto"/>
          <w:sz w:val="22"/>
          <w:szCs w:val="22"/>
        </w:rPr>
        <w:instrText xml:space="preserve"> SEQ Tabulka \* ARABIC </w:instrText>
      </w:r>
      <w:r w:rsidR="00052F4D" w:rsidRPr="00FC4669">
        <w:rPr>
          <w:color w:val="auto"/>
          <w:sz w:val="22"/>
          <w:szCs w:val="22"/>
        </w:rPr>
        <w:fldChar w:fldCharType="separate"/>
      </w:r>
      <w:r w:rsidR="00477774">
        <w:rPr>
          <w:noProof/>
          <w:color w:val="auto"/>
          <w:sz w:val="22"/>
          <w:szCs w:val="22"/>
        </w:rPr>
        <w:t>3</w:t>
      </w:r>
      <w:r w:rsidR="00052F4D" w:rsidRPr="00FC4669">
        <w:rPr>
          <w:color w:val="auto"/>
          <w:sz w:val="22"/>
          <w:szCs w:val="22"/>
        </w:rPr>
        <w:fldChar w:fldCharType="end"/>
      </w:r>
      <w:r w:rsidR="00AF026E" w:rsidRPr="00FC4669">
        <w:rPr>
          <w:color w:val="auto"/>
          <w:sz w:val="22"/>
          <w:szCs w:val="22"/>
        </w:rPr>
        <w:t xml:space="preserve"> </w:t>
      </w:r>
      <w:r w:rsidR="002D4AB1" w:rsidRPr="00FC4669">
        <w:rPr>
          <w:b w:val="0"/>
          <w:color w:val="auto"/>
          <w:sz w:val="22"/>
          <w:szCs w:val="22"/>
        </w:rPr>
        <w:t>Odhad počtu zaměstn</w:t>
      </w:r>
      <w:r w:rsidR="009F4438" w:rsidRPr="00FC4669">
        <w:rPr>
          <w:b w:val="0"/>
          <w:color w:val="auto"/>
          <w:sz w:val="22"/>
          <w:szCs w:val="22"/>
        </w:rPr>
        <w:t>aných osob v kultuře v roce 2017</w:t>
      </w:r>
      <w:r w:rsidR="002D4AB1" w:rsidRPr="00FC4669">
        <w:rPr>
          <w:b w:val="0"/>
          <w:color w:val="auto"/>
          <w:sz w:val="22"/>
          <w:szCs w:val="22"/>
        </w:rPr>
        <w:t xml:space="preserve"> </w:t>
      </w:r>
      <w:r w:rsidR="00904083" w:rsidRPr="00FC4669">
        <w:rPr>
          <w:b w:val="0"/>
          <w:color w:val="auto"/>
          <w:sz w:val="22"/>
          <w:szCs w:val="22"/>
        </w:rPr>
        <w:t>v tis. osob</w:t>
      </w:r>
      <w:bookmarkEnd w:id="16"/>
      <w:r w:rsidR="002D4AB1" w:rsidRPr="00FC4669">
        <w:rPr>
          <w:b w:val="0"/>
          <w:color w:val="auto"/>
          <w:sz w:val="22"/>
          <w:szCs w:val="22"/>
        </w:rPr>
        <w:t xml:space="preserve"> </w:t>
      </w:r>
    </w:p>
    <w:tbl>
      <w:tblPr>
        <w:tblW w:w="9560" w:type="dxa"/>
        <w:tblInd w:w="55" w:type="dxa"/>
        <w:tblCellMar>
          <w:left w:w="70" w:type="dxa"/>
          <w:right w:w="70" w:type="dxa"/>
        </w:tblCellMar>
        <w:tblLook w:val="04A0"/>
      </w:tblPr>
      <w:tblGrid>
        <w:gridCol w:w="3460"/>
        <w:gridCol w:w="2500"/>
        <w:gridCol w:w="2780"/>
        <w:gridCol w:w="868"/>
      </w:tblGrid>
      <w:tr w:rsidR="00C26558" w:rsidRPr="00FC4669" w:rsidTr="00E1134C">
        <w:trPr>
          <w:trHeight w:val="615"/>
        </w:trPr>
        <w:tc>
          <w:tcPr>
            <w:tcW w:w="3460" w:type="dxa"/>
            <w:tcBorders>
              <w:top w:val="single" w:sz="12" w:space="0" w:color="auto"/>
              <w:left w:val="nil"/>
              <w:bottom w:val="single" w:sz="12" w:space="0" w:color="auto"/>
              <w:right w:val="nil"/>
            </w:tcBorders>
            <w:shd w:val="clear" w:color="auto" w:fill="E5B8B7" w:themeFill="accent2" w:themeFillTint="66"/>
            <w:noWrap/>
            <w:vAlign w:val="bottom"/>
            <w:hideMark/>
          </w:tcPr>
          <w:p w:rsidR="00C26558" w:rsidRPr="00FC4669" w:rsidRDefault="00C26558" w:rsidP="00C26558">
            <w:pPr>
              <w:spacing w:after="0" w:line="240" w:lineRule="auto"/>
              <w:jc w:val="left"/>
              <w:rPr>
                <w:rFonts w:ascii="Calibri" w:hAnsi="Calibri"/>
                <w:color w:val="000000"/>
                <w:sz w:val="22"/>
                <w:szCs w:val="22"/>
              </w:rPr>
            </w:pPr>
          </w:p>
        </w:tc>
        <w:tc>
          <w:tcPr>
            <w:tcW w:w="2500" w:type="dxa"/>
            <w:tcBorders>
              <w:top w:val="single" w:sz="12" w:space="0" w:color="auto"/>
              <w:left w:val="nil"/>
              <w:bottom w:val="single" w:sz="12" w:space="0" w:color="auto"/>
              <w:right w:val="nil"/>
            </w:tcBorders>
            <w:shd w:val="clear" w:color="auto" w:fill="E5B8B7" w:themeFill="accent2" w:themeFillTint="66"/>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s="Arial"/>
                <w:color w:val="000000"/>
                <w:sz w:val="22"/>
                <w:szCs w:val="20"/>
              </w:rPr>
              <w:t>POVOLÁNÍ KULTURNÍHO CHARAKTERU</w:t>
            </w:r>
          </w:p>
        </w:tc>
        <w:tc>
          <w:tcPr>
            <w:tcW w:w="2780" w:type="dxa"/>
            <w:tcBorders>
              <w:top w:val="single" w:sz="12" w:space="0" w:color="auto"/>
              <w:left w:val="nil"/>
              <w:bottom w:val="single" w:sz="12" w:space="0" w:color="auto"/>
              <w:right w:val="nil"/>
            </w:tcBorders>
            <w:shd w:val="clear" w:color="auto" w:fill="E5B8B7" w:themeFill="accent2" w:themeFillTint="66"/>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s="Arial"/>
                <w:color w:val="000000"/>
                <w:sz w:val="22"/>
                <w:szCs w:val="20"/>
              </w:rPr>
              <w:t>POVOLÁNÍ NEKULTURNÍHO CHARAKTERU</w:t>
            </w:r>
          </w:p>
        </w:tc>
        <w:tc>
          <w:tcPr>
            <w:tcW w:w="820" w:type="dxa"/>
            <w:tcBorders>
              <w:top w:val="single" w:sz="12" w:space="0" w:color="auto"/>
              <w:left w:val="nil"/>
              <w:bottom w:val="single" w:sz="12" w:space="0" w:color="auto"/>
              <w:right w:val="nil"/>
            </w:tcBorders>
            <w:shd w:val="clear" w:color="auto" w:fill="E5B8B7" w:themeFill="accent2" w:themeFillTint="66"/>
            <w:noWrap/>
            <w:vAlign w:val="center"/>
            <w:hideMark/>
          </w:tcPr>
          <w:p w:rsidR="00C26558" w:rsidRPr="00FC4669" w:rsidRDefault="00C26558" w:rsidP="00C26558">
            <w:pPr>
              <w:spacing w:after="0" w:line="240" w:lineRule="auto"/>
              <w:jc w:val="center"/>
              <w:rPr>
                <w:rFonts w:ascii="Calibri" w:hAnsi="Calibri"/>
                <w:color w:val="000000"/>
                <w:sz w:val="22"/>
                <w:szCs w:val="22"/>
              </w:rPr>
            </w:pPr>
            <w:r w:rsidRPr="00FC4669">
              <w:rPr>
                <w:rFonts w:ascii="Calibri" w:hAnsi="Calibri" w:cs="Arial"/>
                <w:color w:val="000000"/>
                <w:sz w:val="22"/>
                <w:szCs w:val="20"/>
              </w:rPr>
              <w:t>CELKEM</w:t>
            </w:r>
          </w:p>
        </w:tc>
      </w:tr>
      <w:tr w:rsidR="00C26558" w:rsidRPr="00FC4669" w:rsidTr="00E1134C">
        <w:trPr>
          <w:trHeight w:val="300"/>
        </w:trPr>
        <w:tc>
          <w:tcPr>
            <w:tcW w:w="3460" w:type="dxa"/>
            <w:tcBorders>
              <w:top w:val="single" w:sz="12" w:space="0" w:color="auto"/>
              <w:left w:val="nil"/>
              <w:bottom w:val="single" w:sz="4" w:space="0" w:color="auto"/>
              <w:right w:val="nil"/>
            </w:tcBorders>
            <w:shd w:val="clear" w:color="auto" w:fill="auto"/>
            <w:noWrap/>
            <w:vAlign w:val="bottom"/>
            <w:hideMark/>
          </w:tcPr>
          <w:p w:rsidR="00C26558" w:rsidRPr="00FC4669" w:rsidRDefault="00C26558" w:rsidP="00C26558">
            <w:pPr>
              <w:spacing w:after="0" w:line="240" w:lineRule="auto"/>
              <w:jc w:val="left"/>
              <w:rPr>
                <w:rFonts w:ascii="Calibri" w:hAnsi="Calibri"/>
                <w:color w:val="000000"/>
                <w:sz w:val="22"/>
                <w:szCs w:val="22"/>
              </w:rPr>
            </w:pPr>
            <w:r w:rsidRPr="00FC4669">
              <w:rPr>
                <w:rFonts w:ascii="Calibri" w:hAnsi="Calibri" w:cs="Arial"/>
                <w:color w:val="000000"/>
                <w:sz w:val="22"/>
                <w:szCs w:val="20"/>
              </w:rPr>
              <w:t>KULTURNÍ ORGANIZACE</w:t>
            </w:r>
          </w:p>
        </w:tc>
        <w:tc>
          <w:tcPr>
            <w:tcW w:w="2500" w:type="dxa"/>
            <w:tcBorders>
              <w:top w:val="single" w:sz="12" w:space="0" w:color="auto"/>
              <w:left w:val="nil"/>
              <w:bottom w:val="single" w:sz="4" w:space="0" w:color="auto"/>
              <w:right w:val="nil"/>
            </w:tcBorders>
            <w:shd w:val="clear" w:color="auto" w:fill="auto"/>
            <w:noWrap/>
            <w:vAlign w:val="center"/>
            <w:hideMark/>
          </w:tcPr>
          <w:p w:rsidR="00C26558" w:rsidRPr="00FC4669" w:rsidRDefault="00C26558" w:rsidP="00C26558">
            <w:pPr>
              <w:spacing w:after="0" w:line="240" w:lineRule="auto"/>
              <w:jc w:val="left"/>
              <w:rPr>
                <w:rFonts w:ascii="Calibri" w:hAnsi="Calibri"/>
                <w:color w:val="000000"/>
                <w:sz w:val="22"/>
                <w:szCs w:val="22"/>
              </w:rPr>
            </w:pPr>
            <w:r w:rsidRPr="00FC4669">
              <w:rPr>
                <w:rFonts w:ascii="Calibri" w:hAnsi="Calibri"/>
                <w:color w:val="000000"/>
                <w:sz w:val="22"/>
                <w:szCs w:val="22"/>
              </w:rPr>
              <w:t>87,7</w:t>
            </w:r>
          </w:p>
        </w:tc>
        <w:tc>
          <w:tcPr>
            <w:tcW w:w="2780" w:type="dxa"/>
            <w:tcBorders>
              <w:top w:val="single" w:sz="12" w:space="0" w:color="auto"/>
              <w:left w:val="nil"/>
              <w:bottom w:val="single" w:sz="4" w:space="0" w:color="auto"/>
              <w:right w:val="nil"/>
            </w:tcBorders>
            <w:shd w:val="clear" w:color="auto" w:fill="auto"/>
            <w:noWrap/>
            <w:vAlign w:val="center"/>
            <w:hideMark/>
          </w:tcPr>
          <w:p w:rsidR="00C26558" w:rsidRPr="00FC4669" w:rsidRDefault="00C26558" w:rsidP="00C26558">
            <w:pPr>
              <w:spacing w:after="0" w:line="240" w:lineRule="auto"/>
              <w:jc w:val="left"/>
              <w:rPr>
                <w:rFonts w:ascii="Calibri" w:hAnsi="Calibri"/>
                <w:color w:val="000000"/>
                <w:sz w:val="22"/>
                <w:szCs w:val="22"/>
              </w:rPr>
            </w:pPr>
            <w:r w:rsidRPr="00FC4669">
              <w:rPr>
                <w:rFonts w:ascii="Calibri" w:hAnsi="Calibri"/>
                <w:color w:val="000000"/>
                <w:sz w:val="22"/>
                <w:szCs w:val="22"/>
              </w:rPr>
              <w:t>93,5</w:t>
            </w:r>
          </w:p>
        </w:tc>
        <w:tc>
          <w:tcPr>
            <w:tcW w:w="820" w:type="dxa"/>
            <w:tcBorders>
              <w:top w:val="single" w:sz="12" w:space="0" w:color="auto"/>
              <w:left w:val="nil"/>
              <w:bottom w:val="single" w:sz="4" w:space="0" w:color="auto"/>
              <w:right w:val="nil"/>
            </w:tcBorders>
            <w:shd w:val="clear" w:color="auto" w:fill="auto"/>
            <w:noWrap/>
            <w:vAlign w:val="center"/>
            <w:hideMark/>
          </w:tcPr>
          <w:p w:rsidR="00C26558" w:rsidRPr="00FC4669" w:rsidRDefault="00C26558" w:rsidP="00C26558">
            <w:pPr>
              <w:spacing w:after="0" w:line="240" w:lineRule="auto"/>
              <w:jc w:val="left"/>
              <w:rPr>
                <w:rFonts w:ascii="Calibri" w:hAnsi="Calibri"/>
                <w:color w:val="000000"/>
                <w:sz w:val="22"/>
                <w:szCs w:val="22"/>
              </w:rPr>
            </w:pPr>
            <w:r w:rsidRPr="00FC4669">
              <w:rPr>
                <w:rFonts w:ascii="Calibri" w:hAnsi="Calibri"/>
                <w:color w:val="000000"/>
                <w:sz w:val="22"/>
                <w:szCs w:val="22"/>
              </w:rPr>
              <w:t>181,2</w:t>
            </w:r>
          </w:p>
        </w:tc>
      </w:tr>
      <w:tr w:rsidR="00C26558" w:rsidRPr="00FC4669" w:rsidTr="00AD076E">
        <w:trPr>
          <w:trHeight w:val="300"/>
        </w:trPr>
        <w:tc>
          <w:tcPr>
            <w:tcW w:w="3460" w:type="dxa"/>
            <w:tcBorders>
              <w:top w:val="single" w:sz="4" w:space="0" w:color="auto"/>
              <w:left w:val="nil"/>
              <w:bottom w:val="nil"/>
              <w:right w:val="nil"/>
            </w:tcBorders>
            <w:shd w:val="clear" w:color="auto" w:fill="auto"/>
            <w:noWrap/>
            <w:vAlign w:val="center"/>
            <w:hideMark/>
          </w:tcPr>
          <w:p w:rsidR="00C26558" w:rsidRPr="00AD076E" w:rsidRDefault="00C26558" w:rsidP="00AD076E">
            <w:pPr>
              <w:spacing w:after="0" w:line="240" w:lineRule="auto"/>
              <w:jc w:val="left"/>
              <w:rPr>
                <w:rFonts w:ascii="Calibri" w:hAnsi="Calibri"/>
                <w:b/>
                <w:color w:val="000000"/>
                <w:sz w:val="22"/>
                <w:szCs w:val="22"/>
              </w:rPr>
            </w:pPr>
            <w:r w:rsidRPr="00AD076E">
              <w:rPr>
                <w:rFonts w:ascii="Calibri" w:hAnsi="Calibri"/>
                <w:b/>
                <w:color w:val="000000"/>
                <w:sz w:val="22"/>
                <w:szCs w:val="22"/>
              </w:rPr>
              <w:t>Kulturní sektor</w:t>
            </w:r>
          </w:p>
        </w:tc>
        <w:tc>
          <w:tcPr>
            <w:tcW w:w="2500" w:type="dxa"/>
            <w:tcBorders>
              <w:top w:val="single" w:sz="4" w:space="0" w:color="auto"/>
              <w:left w:val="nil"/>
              <w:bottom w:val="nil"/>
              <w:right w:val="nil"/>
            </w:tcBorders>
            <w:shd w:val="clear" w:color="auto" w:fill="auto"/>
            <w:noWrap/>
            <w:vAlign w:val="center"/>
            <w:hideMark/>
          </w:tcPr>
          <w:p w:rsidR="00C26558" w:rsidRPr="00AD076E" w:rsidRDefault="00C26558" w:rsidP="00AD076E">
            <w:pPr>
              <w:spacing w:after="0" w:line="240" w:lineRule="auto"/>
              <w:jc w:val="left"/>
              <w:rPr>
                <w:rFonts w:ascii="Calibri" w:hAnsi="Calibri"/>
                <w:b/>
                <w:color w:val="000000"/>
                <w:sz w:val="22"/>
                <w:szCs w:val="22"/>
              </w:rPr>
            </w:pPr>
            <w:r w:rsidRPr="00AD076E">
              <w:rPr>
                <w:rFonts w:ascii="Calibri" w:hAnsi="Calibri"/>
                <w:b/>
                <w:color w:val="000000"/>
                <w:sz w:val="22"/>
                <w:szCs w:val="22"/>
              </w:rPr>
              <w:t>42,8</w:t>
            </w:r>
          </w:p>
        </w:tc>
        <w:tc>
          <w:tcPr>
            <w:tcW w:w="2780" w:type="dxa"/>
            <w:tcBorders>
              <w:top w:val="single" w:sz="4" w:space="0" w:color="auto"/>
              <w:left w:val="nil"/>
              <w:bottom w:val="nil"/>
              <w:right w:val="nil"/>
            </w:tcBorders>
            <w:shd w:val="clear" w:color="auto" w:fill="auto"/>
            <w:noWrap/>
            <w:vAlign w:val="center"/>
            <w:hideMark/>
          </w:tcPr>
          <w:p w:rsidR="00C26558" w:rsidRPr="00AD076E" w:rsidRDefault="00C26558" w:rsidP="00AD076E">
            <w:pPr>
              <w:spacing w:after="0" w:line="240" w:lineRule="auto"/>
              <w:jc w:val="left"/>
              <w:rPr>
                <w:rFonts w:ascii="Calibri" w:hAnsi="Calibri"/>
                <w:b/>
                <w:color w:val="000000"/>
                <w:sz w:val="22"/>
                <w:szCs w:val="22"/>
              </w:rPr>
            </w:pPr>
            <w:r w:rsidRPr="00AD076E">
              <w:rPr>
                <w:rFonts w:ascii="Calibri" w:hAnsi="Calibri"/>
                <w:b/>
                <w:color w:val="000000"/>
                <w:sz w:val="22"/>
                <w:szCs w:val="22"/>
              </w:rPr>
              <w:t>27,1</w:t>
            </w:r>
          </w:p>
        </w:tc>
        <w:tc>
          <w:tcPr>
            <w:tcW w:w="820" w:type="dxa"/>
            <w:tcBorders>
              <w:top w:val="single" w:sz="4" w:space="0" w:color="auto"/>
              <w:left w:val="nil"/>
              <w:bottom w:val="nil"/>
              <w:right w:val="nil"/>
            </w:tcBorders>
            <w:shd w:val="clear" w:color="auto" w:fill="auto"/>
            <w:noWrap/>
            <w:vAlign w:val="center"/>
            <w:hideMark/>
          </w:tcPr>
          <w:p w:rsidR="00C26558" w:rsidRPr="00AD076E" w:rsidRDefault="00C26558" w:rsidP="00AD076E">
            <w:pPr>
              <w:spacing w:after="0" w:line="240" w:lineRule="auto"/>
              <w:jc w:val="left"/>
              <w:rPr>
                <w:rFonts w:ascii="Calibri" w:hAnsi="Calibri"/>
                <w:b/>
                <w:color w:val="000000"/>
                <w:sz w:val="22"/>
                <w:szCs w:val="22"/>
              </w:rPr>
            </w:pPr>
            <w:r w:rsidRPr="00AD076E">
              <w:rPr>
                <w:rFonts w:ascii="Calibri" w:hAnsi="Calibri"/>
                <w:b/>
                <w:color w:val="000000"/>
                <w:sz w:val="22"/>
                <w:szCs w:val="22"/>
              </w:rPr>
              <w:t>69,9</w:t>
            </w:r>
          </w:p>
        </w:tc>
      </w:tr>
      <w:tr w:rsidR="00C26558" w:rsidRPr="00FC4669" w:rsidTr="00AD076E">
        <w:trPr>
          <w:trHeight w:val="300"/>
        </w:trPr>
        <w:tc>
          <w:tcPr>
            <w:tcW w:w="3460" w:type="dxa"/>
            <w:tcBorders>
              <w:top w:val="nil"/>
              <w:left w:val="nil"/>
              <w:bottom w:val="nil"/>
              <w:right w:val="nil"/>
            </w:tcBorders>
            <w:shd w:val="clear" w:color="auto" w:fill="auto"/>
            <w:noWrap/>
            <w:vAlign w:val="center"/>
            <w:hideMark/>
          </w:tcPr>
          <w:p w:rsidR="00C26558" w:rsidRPr="00AD076E" w:rsidRDefault="00C26558" w:rsidP="00AD076E">
            <w:pPr>
              <w:spacing w:after="0" w:line="240" w:lineRule="auto"/>
              <w:jc w:val="left"/>
              <w:rPr>
                <w:rFonts w:ascii="Calibri" w:hAnsi="Calibri"/>
                <w:b/>
                <w:color w:val="000000"/>
                <w:sz w:val="22"/>
                <w:szCs w:val="22"/>
              </w:rPr>
            </w:pPr>
            <w:r w:rsidRPr="00AD076E">
              <w:rPr>
                <w:rFonts w:ascii="Calibri" w:hAnsi="Calibri"/>
                <w:b/>
                <w:color w:val="000000"/>
                <w:sz w:val="22"/>
                <w:szCs w:val="22"/>
              </w:rPr>
              <w:t>Kulturní průmysly</w:t>
            </w:r>
          </w:p>
        </w:tc>
        <w:tc>
          <w:tcPr>
            <w:tcW w:w="2500" w:type="dxa"/>
            <w:tcBorders>
              <w:top w:val="nil"/>
              <w:left w:val="nil"/>
              <w:bottom w:val="nil"/>
              <w:right w:val="nil"/>
            </w:tcBorders>
            <w:shd w:val="clear" w:color="auto" w:fill="auto"/>
            <w:noWrap/>
            <w:vAlign w:val="center"/>
            <w:hideMark/>
          </w:tcPr>
          <w:p w:rsidR="00C26558" w:rsidRPr="00AD076E" w:rsidRDefault="00C26558" w:rsidP="00AD076E">
            <w:pPr>
              <w:spacing w:after="0" w:line="240" w:lineRule="auto"/>
              <w:jc w:val="left"/>
              <w:rPr>
                <w:rFonts w:ascii="Calibri" w:hAnsi="Calibri"/>
                <w:b/>
                <w:color w:val="000000"/>
                <w:sz w:val="22"/>
                <w:szCs w:val="22"/>
              </w:rPr>
            </w:pPr>
            <w:r w:rsidRPr="00AD076E">
              <w:rPr>
                <w:rFonts w:ascii="Calibri" w:hAnsi="Calibri"/>
                <w:b/>
                <w:color w:val="000000"/>
                <w:sz w:val="22"/>
                <w:szCs w:val="22"/>
              </w:rPr>
              <w:t>24,7</w:t>
            </w:r>
          </w:p>
        </w:tc>
        <w:tc>
          <w:tcPr>
            <w:tcW w:w="2780" w:type="dxa"/>
            <w:tcBorders>
              <w:top w:val="nil"/>
              <w:left w:val="nil"/>
              <w:bottom w:val="nil"/>
              <w:right w:val="nil"/>
            </w:tcBorders>
            <w:shd w:val="clear" w:color="auto" w:fill="auto"/>
            <w:noWrap/>
            <w:vAlign w:val="center"/>
            <w:hideMark/>
          </w:tcPr>
          <w:p w:rsidR="00C26558" w:rsidRPr="00AD076E" w:rsidRDefault="00C26558" w:rsidP="00AD076E">
            <w:pPr>
              <w:spacing w:after="0" w:line="240" w:lineRule="auto"/>
              <w:jc w:val="left"/>
              <w:rPr>
                <w:rFonts w:ascii="Calibri" w:hAnsi="Calibri"/>
                <w:b/>
                <w:color w:val="000000"/>
                <w:sz w:val="22"/>
                <w:szCs w:val="22"/>
              </w:rPr>
            </w:pPr>
            <w:r w:rsidRPr="00AD076E">
              <w:rPr>
                <w:rFonts w:ascii="Calibri" w:hAnsi="Calibri"/>
                <w:b/>
                <w:color w:val="000000"/>
                <w:sz w:val="22"/>
                <w:szCs w:val="22"/>
              </w:rPr>
              <w:t>22,5</w:t>
            </w:r>
          </w:p>
        </w:tc>
        <w:tc>
          <w:tcPr>
            <w:tcW w:w="820" w:type="dxa"/>
            <w:tcBorders>
              <w:top w:val="nil"/>
              <w:left w:val="nil"/>
              <w:bottom w:val="nil"/>
              <w:right w:val="nil"/>
            </w:tcBorders>
            <w:shd w:val="clear" w:color="auto" w:fill="auto"/>
            <w:noWrap/>
            <w:vAlign w:val="center"/>
            <w:hideMark/>
          </w:tcPr>
          <w:p w:rsidR="00C26558" w:rsidRPr="00AD076E" w:rsidRDefault="00C26558" w:rsidP="00AD076E">
            <w:pPr>
              <w:spacing w:after="0" w:line="240" w:lineRule="auto"/>
              <w:jc w:val="left"/>
              <w:rPr>
                <w:rFonts w:ascii="Calibri" w:hAnsi="Calibri"/>
                <w:b/>
                <w:color w:val="000000"/>
                <w:sz w:val="22"/>
                <w:szCs w:val="22"/>
              </w:rPr>
            </w:pPr>
            <w:r w:rsidRPr="00AD076E">
              <w:rPr>
                <w:rFonts w:ascii="Calibri" w:hAnsi="Calibri"/>
                <w:b/>
                <w:color w:val="000000"/>
                <w:sz w:val="22"/>
                <w:szCs w:val="22"/>
              </w:rPr>
              <w:t>47,2</w:t>
            </w:r>
          </w:p>
        </w:tc>
      </w:tr>
      <w:tr w:rsidR="00C26558" w:rsidRPr="00FC4669" w:rsidTr="00AD076E">
        <w:trPr>
          <w:trHeight w:val="300"/>
        </w:trPr>
        <w:tc>
          <w:tcPr>
            <w:tcW w:w="5960" w:type="dxa"/>
            <w:gridSpan w:val="2"/>
            <w:tcBorders>
              <w:top w:val="nil"/>
              <w:left w:val="nil"/>
              <w:bottom w:val="nil"/>
              <w:right w:val="nil"/>
            </w:tcBorders>
            <w:shd w:val="clear" w:color="auto" w:fill="auto"/>
            <w:noWrap/>
            <w:vAlign w:val="center"/>
            <w:hideMark/>
          </w:tcPr>
          <w:p w:rsidR="00C26558" w:rsidRPr="00FC4669" w:rsidRDefault="00C26558" w:rsidP="00AD076E">
            <w:pPr>
              <w:spacing w:after="0" w:line="240" w:lineRule="auto"/>
              <w:ind w:left="87" w:hanging="87"/>
              <w:jc w:val="left"/>
              <w:rPr>
                <w:rFonts w:ascii="Calibri" w:hAnsi="Calibri"/>
                <w:color w:val="000000"/>
                <w:sz w:val="22"/>
                <w:szCs w:val="22"/>
              </w:rPr>
            </w:pPr>
            <w:r w:rsidRPr="00FC4669">
              <w:rPr>
                <w:rFonts w:ascii="Calibri" w:hAnsi="Calibri"/>
                <w:color w:val="000000"/>
                <w:sz w:val="22"/>
                <w:szCs w:val="22"/>
              </w:rPr>
              <w:t>z toho přibližné podíly</w:t>
            </w:r>
          </w:p>
          <w:p w:rsidR="00C26558" w:rsidRPr="00FC4669" w:rsidRDefault="00C26558" w:rsidP="00AD076E">
            <w:pPr>
              <w:spacing w:after="0" w:line="240" w:lineRule="auto"/>
              <w:ind w:left="87" w:hanging="87"/>
              <w:jc w:val="left"/>
              <w:rPr>
                <w:rFonts w:ascii="Calibri" w:hAnsi="Calibri"/>
                <w:color w:val="000000"/>
                <w:sz w:val="22"/>
                <w:szCs w:val="22"/>
              </w:rPr>
            </w:pPr>
            <w:r w:rsidRPr="00FC4669">
              <w:rPr>
                <w:rFonts w:ascii="Calibri" w:hAnsi="Calibri"/>
                <w:color w:val="000000"/>
                <w:sz w:val="22"/>
                <w:szCs w:val="22"/>
              </w:rPr>
              <w:t>jednotlivých oblastí:</w:t>
            </w:r>
          </w:p>
        </w:tc>
        <w:tc>
          <w:tcPr>
            <w:tcW w:w="278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p>
        </w:tc>
        <w:tc>
          <w:tcPr>
            <w:tcW w:w="82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p>
        </w:tc>
      </w:tr>
      <w:tr w:rsidR="00C26558" w:rsidRPr="00FC4669" w:rsidTr="00AD076E">
        <w:trPr>
          <w:trHeight w:val="300"/>
        </w:trPr>
        <w:tc>
          <w:tcPr>
            <w:tcW w:w="346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ind w:left="87"/>
              <w:jc w:val="left"/>
              <w:rPr>
                <w:rFonts w:ascii="Calibri" w:hAnsi="Calibri"/>
                <w:color w:val="000000"/>
                <w:sz w:val="22"/>
                <w:szCs w:val="22"/>
              </w:rPr>
            </w:pPr>
            <w:r w:rsidRPr="00FC4669">
              <w:rPr>
                <w:rFonts w:ascii="Calibri" w:hAnsi="Calibri"/>
                <w:color w:val="000000"/>
                <w:sz w:val="22"/>
                <w:szCs w:val="22"/>
              </w:rPr>
              <w:t>Film a video</w:t>
            </w:r>
          </w:p>
        </w:tc>
        <w:tc>
          <w:tcPr>
            <w:tcW w:w="250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16%</w:t>
            </w:r>
          </w:p>
        </w:tc>
        <w:tc>
          <w:tcPr>
            <w:tcW w:w="278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9%</w:t>
            </w:r>
          </w:p>
        </w:tc>
        <w:tc>
          <w:tcPr>
            <w:tcW w:w="82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13%</w:t>
            </w:r>
          </w:p>
        </w:tc>
      </w:tr>
      <w:tr w:rsidR="00C26558" w:rsidRPr="00FC4669" w:rsidTr="00AD076E">
        <w:trPr>
          <w:trHeight w:val="300"/>
        </w:trPr>
        <w:tc>
          <w:tcPr>
            <w:tcW w:w="346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ind w:left="87"/>
              <w:jc w:val="left"/>
              <w:rPr>
                <w:rFonts w:ascii="Calibri" w:hAnsi="Calibri"/>
                <w:color w:val="000000"/>
                <w:sz w:val="22"/>
                <w:szCs w:val="22"/>
              </w:rPr>
            </w:pPr>
            <w:r w:rsidRPr="00FC4669">
              <w:rPr>
                <w:rFonts w:ascii="Calibri" w:hAnsi="Calibri"/>
                <w:color w:val="000000"/>
                <w:sz w:val="22"/>
                <w:szCs w:val="22"/>
              </w:rPr>
              <w:t>Hudba</w:t>
            </w:r>
          </w:p>
        </w:tc>
        <w:tc>
          <w:tcPr>
            <w:tcW w:w="250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8%</w:t>
            </w:r>
          </w:p>
        </w:tc>
        <w:tc>
          <w:tcPr>
            <w:tcW w:w="278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5%</w:t>
            </w:r>
          </w:p>
        </w:tc>
        <w:tc>
          <w:tcPr>
            <w:tcW w:w="82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7%</w:t>
            </w:r>
          </w:p>
        </w:tc>
      </w:tr>
      <w:tr w:rsidR="00C26558" w:rsidRPr="00FC4669" w:rsidTr="00AD076E">
        <w:trPr>
          <w:trHeight w:val="300"/>
        </w:trPr>
        <w:tc>
          <w:tcPr>
            <w:tcW w:w="346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ind w:left="87"/>
              <w:jc w:val="left"/>
              <w:rPr>
                <w:rFonts w:ascii="Calibri" w:hAnsi="Calibri"/>
                <w:color w:val="000000"/>
                <w:sz w:val="22"/>
                <w:szCs w:val="22"/>
              </w:rPr>
            </w:pPr>
            <w:r w:rsidRPr="00FC4669">
              <w:rPr>
                <w:rFonts w:ascii="Calibri" w:hAnsi="Calibri"/>
                <w:color w:val="000000"/>
                <w:sz w:val="22"/>
                <w:szCs w:val="22"/>
              </w:rPr>
              <w:t>Rozhlas</w:t>
            </w:r>
          </w:p>
        </w:tc>
        <w:tc>
          <w:tcPr>
            <w:tcW w:w="250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8%</w:t>
            </w:r>
          </w:p>
        </w:tc>
        <w:tc>
          <w:tcPr>
            <w:tcW w:w="278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7%</w:t>
            </w:r>
          </w:p>
        </w:tc>
        <w:tc>
          <w:tcPr>
            <w:tcW w:w="82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7%</w:t>
            </w:r>
          </w:p>
        </w:tc>
      </w:tr>
      <w:tr w:rsidR="00C26558" w:rsidRPr="00FC4669" w:rsidTr="00AD076E">
        <w:trPr>
          <w:trHeight w:val="300"/>
        </w:trPr>
        <w:tc>
          <w:tcPr>
            <w:tcW w:w="346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ind w:left="87"/>
              <w:jc w:val="left"/>
              <w:rPr>
                <w:rFonts w:ascii="Calibri" w:hAnsi="Calibri"/>
                <w:color w:val="000000"/>
                <w:sz w:val="22"/>
                <w:szCs w:val="22"/>
              </w:rPr>
            </w:pPr>
            <w:r w:rsidRPr="00FC4669">
              <w:rPr>
                <w:rFonts w:ascii="Calibri" w:hAnsi="Calibri"/>
                <w:color w:val="000000"/>
                <w:sz w:val="22"/>
                <w:szCs w:val="22"/>
              </w:rPr>
              <w:t>Televize</w:t>
            </w:r>
          </w:p>
        </w:tc>
        <w:tc>
          <w:tcPr>
            <w:tcW w:w="250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18%</w:t>
            </w:r>
          </w:p>
        </w:tc>
        <w:tc>
          <w:tcPr>
            <w:tcW w:w="278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8%</w:t>
            </w:r>
          </w:p>
        </w:tc>
        <w:tc>
          <w:tcPr>
            <w:tcW w:w="82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13%</w:t>
            </w:r>
          </w:p>
        </w:tc>
      </w:tr>
      <w:tr w:rsidR="00C26558" w:rsidRPr="00FC4669" w:rsidTr="00AD076E">
        <w:trPr>
          <w:trHeight w:val="300"/>
        </w:trPr>
        <w:tc>
          <w:tcPr>
            <w:tcW w:w="346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ind w:left="87"/>
              <w:jc w:val="left"/>
              <w:rPr>
                <w:rFonts w:ascii="Calibri" w:hAnsi="Calibri"/>
                <w:color w:val="000000"/>
                <w:sz w:val="22"/>
                <w:szCs w:val="22"/>
              </w:rPr>
            </w:pPr>
            <w:r w:rsidRPr="00FC4669">
              <w:rPr>
                <w:rFonts w:ascii="Calibri" w:hAnsi="Calibri"/>
                <w:color w:val="000000"/>
                <w:sz w:val="22"/>
                <w:szCs w:val="22"/>
              </w:rPr>
              <w:t>Knihy a tisk</w:t>
            </w:r>
          </w:p>
        </w:tc>
        <w:tc>
          <w:tcPr>
            <w:tcW w:w="250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48%</w:t>
            </w:r>
          </w:p>
        </w:tc>
        <w:tc>
          <w:tcPr>
            <w:tcW w:w="278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70%</w:t>
            </w:r>
          </w:p>
        </w:tc>
        <w:tc>
          <w:tcPr>
            <w:tcW w:w="820" w:type="dxa"/>
            <w:tcBorders>
              <w:top w:val="nil"/>
              <w:left w:val="nil"/>
              <w:bottom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59%</w:t>
            </w:r>
          </w:p>
        </w:tc>
      </w:tr>
      <w:tr w:rsidR="00C26558" w:rsidRPr="00FC4669" w:rsidTr="00AD076E">
        <w:trPr>
          <w:trHeight w:val="300"/>
        </w:trPr>
        <w:tc>
          <w:tcPr>
            <w:tcW w:w="3460" w:type="dxa"/>
            <w:tcBorders>
              <w:top w:val="nil"/>
              <w:left w:val="nil"/>
              <w:right w:val="nil"/>
            </w:tcBorders>
            <w:shd w:val="clear" w:color="auto" w:fill="auto"/>
            <w:noWrap/>
            <w:vAlign w:val="center"/>
            <w:hideMark/>
          </w:tcPr>
          <w:p w:rsidR="00C26558" w:rsidRPr="00FC4669" w:rsidRDefault="00C26558" w:rsidP="00AD076E">
            <w:pPr>
              <w:spacing w:after="0" w:line="240" w:lineRule="auto"/>
              <w:ind w:left="87"/>
              <w:jc w:val="left"/>
              <w:rPr>
                <w:rFonts w:ascii="Calibri" w:hAnsi="Calibri"/>
                <w:color w:val="000000"/>
                <w:sz w:val="22"/>
                <w:szCs w:val="22"/>
              </w:rPr>
            </w:pPr>
            <w:r w:rsidRPr="00FC4669">
              <w:rPr>
                <w:rFonts w:ascii="Calibri" w:hAnsi="Calibri"/>
                <w:color w:val="000000"/>
                <w:sz w:val="22"/>
                <w:szCs w:val="22"/>
              </w:rPr>
              <w:t>Videohry</w:t>
            </w:r>
          </w:p>
        </w:tc>
        <w:tc>
          <w:tcPr>
            <w:tcW w:w="2500" w:type="dxa"/>
            <w:tcBorders>
              <w:top w:val="nil"/>
              <w:left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&lt;1%</w:t>
            </w:r>
          </w:p>
        </w:tc>
        <w:tc>
          <w:tcPr>
            <w:tcW w:w="2780" w:type="dxa"/>
            <w:tcBorders>
              <w:top w:val="nil"/>
              <w:left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&lt;1%</w:t>
            </w:r>
          </w:p>
        </w:tc>
        <w:tc>
          <w:tcPr>
            <w:tcW w:w="820" w:type="dxa"/>
            <w:tcBorders>
              <w:top w:val="nil"/>
              <w:left w:val="nil"/>
              <w:right w:val="nil"/>
            </w:tcBorders>
            <w:shd w:val="clear" w:color="auto" w:fill="auto"/>
            <w:noWrap/>
            <w:vAlign w:val="center"/>
            <w:hideMark/>
          </w:tcPr>
          <w:p w:rsidR="00C26558" w:rsidRPr="00FC4669" w:rsidRDefault="00C26558" w:rsidP="00AD076E">
            <w:pPr>
              <w:spacing w:after="0" w:line="240" w:lineRule="auto"/>
              <w:jc w:val="left"/>
              <w:rPr>
                <w:rFonts w:ascii="Calibri" w:hAnsi="Calibri"/>
                <w:color w:val="000000"/>
                <w:sz w:val="22"/>
                <w:szCs w:val="22"/>
              </w:rPr>
            </w:pPr>
            <w:r w:rsidRPr="00FC4669">
              <w:rPr>
                <w:rFonts w:ascii="Calibri" w:hAnsi="Calibri"/>
                <w:color w:val="000000"/>
                <w:sz w:val="22"/>
                <w:szCs w:val="22"/>
              </w:rPr>
              <w:t>&lt;1%</w:t>
            </w:r>
          </w:p>
        </w:tc>
      </w:tr>
      <w:tr w:rsidR="00C26558" w:rsidRPr="00FC4669" w:rsidTr="00AD076E">
        <w:trPr>
          <w:trHeight w:val="300"/>
        </w:trPr>
        <w:tc>
          <w:tcPr>
            <w:tcW w:w="3460" w:type="dxa"/>
            <w:tcBorders>
              <w:top w:val="nil"/>
              <w:left w:val="nil"/>
              <w:bottom w:val="single" w:sz="4" w:space="0" w:color="auto"/>
              <w:right w:val="nil"/>
            </w:tcBorders>
            <w:shd w:val="clear" w:color="auto" w:fill="auto"/>
            <w:noWrap/>
            <w:vAlign w:val="center"/>
            <w:hideMark/>
          </w:tcPr>
          <w:p w:rsidR="00C26558" w:rsidRPr="00AD076E" w:rsidRDefault="00C26558" w:rsidP="00AD076E">
            <w:pPr>
              <w:spacing w:after="0" w:line="240" w:lineRule="auto"/>
              <w:ind w:left="229" w:hanging="229"/>
              <w:jc w:val="left"/>
              <w:rPr>
                <w:rFonts w:ascii="Calibri" w:hAnsi="Calibri"/>
                <w:b/>
                <w:color w:val="000000"/>
                <w:sz w:val="22"/>
                <w:szCs w:val="22"/>
              </w:rPr>
            </w:pPr>
            <w:r w:rsidRPr="00AD076E">
              <w:rPr>
                <w:rFonts w:ascii="Calibri" w:hAnsi="Calibri"/>
                <w:b/>
                <w:color w:val="000000"/>
                <w:sz w:val="22"/>
                <w:szCs w:val="22"/>
              </w:rPr>
              <w:t>Kreativní průmysly</w:t>
            </w:r>
          </w:p>
        </w:tc>
        <w:tc>
          <w:tcPr>
            <w:tcW w:w="2500" w:type="dxa"/>
            <w:tcBorders>
              <w:top w:val="nil"/>
              <w:left w:val="nil"/>
              <w:bottom w:val="single" w:sz="4" w:space="0" w:color="auto"/>
              <w:right w:val="nil"/>
            </w:tcBorders>
            <w:shd w:val="clear" w:color="auto" w:fill="auto"/>
            <w:noWrap/>
            <w:vAlign w:val="center"/>
            <w:hideMark/>
          </w:tcPr>
          <w:p w:rsidR="00C26558" w:rsidRPr="00AD076E" w:rsidRDefault="00C26558" w:rsidP="00AD076E">
            <w:pPr>
              <w:spacing w:after="0" w:line="240" w:lineRule="auto"/>
              <w:jc w:val="left"/>
              <w:rPr>
                <w:rFonts w:ascii="Calibri" w:hAnsi="Calibri"/>
                <w:b/>
                <w:color w:val="000000"/>
                <w:sz w:val="22"/>
                <w:szCs w:val="22"/>
              </w:rPr>
            </w:pPr>
            <w:r w:rsidRPr="00AD076E">
              <w:rPr>
                <w:rFonts w:ascii="Calibri" w:hAnsi="Calibri"/>
                <w:b/>
                <w:color w:val="000000"/>
                <w:sz w:val="22"/>
                <w:szCs w:val="22"/>
              </w:rPr>
              <w:t>20,2</w:t>
            </w:r>
          </w:p>
        </w:tc>
        <w:tc>
          <w:tcPr>
            <w:tcW w:w="2780" w:type="dxa"/>
            <w:tcBorders>
              <w:top w:val="nil"/>
              <w:left w:val="nil"/>
              <w:bottom w:val="single" w:sz="4" w:space="0" w:color="auto"/>
              <w:right w:val="nil"/>
            </w:tcBorders>
            <w:shd w:val="clear" w:color="auto" w:fill="auto"/>
            <w:noWrap/>
            <w:vAlign w:val="center"/>
            <w:hideMark/>
          </w:tcPr>
          <w:p w:rsidR="00C26558" w:rsidRPr="00AD076E" w:rsidRDefault="00C26558" w:rsidP="00AD076E">
            <w:pPr>
              <w:spacing w:after="0" w:line="240" w:lineRule="auto"/>
              <w:jc w:val="left"/>
              <w:rPr>
                <w:rFonts w:ascii="Calibri" w:hAnsi="Calibri"/>
                <w:b/>
                <w:color w:val="000000"/>
                <w:sz w:val="22"/>
                <w:szCs w:val="22"/>
              </w:rPr>
            </w:pPr>
            <w:r w:rsidRPr="00AD076E">
              <w:rPr>
                <w:rFonts w:ascii="Calibri" w:hAnsi="Calibri"/>
                <w:b/>
                <w:color w:val="000000"/>
                <w:sz w:val="22"/>
                <w:szCs w:val="22"/>
              </w:rPr>
              <w:t>43,9</w:t>
            </w:r>
          </w:p>
        </w:tc>
        <w:tc>
          <w:tcPr>
            <w:tcW w:w="820" w:type="dxa"/>
            <w:tcBorders>
              <w:top w:val="nil"/>
              <w:left w:val="nil"/>
              <w:bottom w:val="single" w:sz="4" w:space="0" w:color="auto"/>
              <w:right w:val="nil"/>
            </w:tcBorders>
            <w:shd w:val="clear" w:color="auto" w:fill="auto"/>
            <w:noWrap/>
            <w:vAlign w:val="center"/>
            <w:hideMark/>
          </w:tcPr>
          <w:p w:rsidR="00C26558" w:rsidRPr="00AD076E" w:rsidRDefault="00C26558" w:rsidP="00AD076E">
            <w:pPr>
              <w:spacing w:after="0" w:line="240" w:lineRule="auto"/>
              <w:jc w:val="left"/>
              <w:rPr>
                <w:rFonts w:ascii="Calibri" w:hAnsi="Calibri"/>
                <w:b/>
                <w:color w:val="000000"/>
                <w:sz w:val="22"/>
                <w:szCs w:val="22"/>
              </w:rPr>
            </w:pPr>
            <w:r w:rsidRPr="00AD076E">
              <w:rPr>
                <w:rFonts w:ascii="Calibri" w:hAnsi="Calibri"/>
                <w:b/>
                <w:color w:val="000000"/>
                <w:sz w:val="22"/>
                <w:szCs w:val="22"/>
              </w:rPr>
              <w:t>64,1</w:t>
            </w:r>
          </w:p>
        </w:tc>
      </w:tr>
      <w:tr w:rsidR="00C26558" w:rsidRPr="00FC4669" w:rsidTr="00C26558">
        <w:trPr>
          <w:trHeight w:val="600"/>
        </w:trPr>
        <w:tc>
          <w:tcPr>
            <w:tcW w:w="3460" w:type="dxa"/>
            <w:tcBorders>
              <w:top w:val="single" w:sz="4" w:space="0" w:color="auto"/>
              <w:left w:val="nil"/>
              <w:bottom w:val="single" w:sz="4" w:space="0" w:color="auto"/>
              <w:right w:val="nil"/>
            </w:tcBorders>
            <w:shd w:val="clear" w:color="auto" w:fill="auto"/>
            <w:vAlign w:val="bottom"/>
            <w:hideMark/>
          </w:tcPr>
          <w:p w:rsidR="00C26558" w:rsidRPr="00FC4669" w:rsidRDefault="00C26558" w:rsidP="00C26558">
            <w:pPr>
              <w:spacing w:after="0" w:line="240" w:lineRule="auto"/>
              <w:jc w:val="left"/>
              <w:rPr>
                <w:rFonts w:ascii="Calibri" w:hAnsi="Calibri"/>
                <w:color w:val="000000"/>
                <w:sz w:val="22"/>
                <w:szCs w:val="22"/>
              </w:rPr>
            </w:pPr>
            <w:r w:rsidRPr="00FC4669">
              <w:rPr>
                <w:rFonts w:ascii="Calibri" w:hAnsi="Calibri"/>
                <w:color w:val="000000"/>
                <w:sz w:val="22"/>
                <w:szCs w:val="22"/>
              </w:rPr>
              <w:t>ORGANIZACE S JINÝM NEŽ KULTURNÍM ZAMĚŘENÍM</w:t>
            </w:r>
          </w:p>
        </w:tc>
        <w:tc>
          <w:tcPr>
            <w:tcW w:w="2500" w:type="dxa"/>
            <w:tcBorders>
              <w:top w:val="single" w:sz="4" w:space="0" w:color="auto"/>
              <w:left w:val="nil"/>
              <w:bottom w:val="single" w:sz="4" w:space="0" w:color="auto"/>
              <w:right w:val="nil"/>
            </w:tcBorders>
            <w:shd w:val="clear" w:color="auto" w:fill="auto"/>
            <w:noWrap/>
            <w:vAlign w:val="center"/>
            <w:hideMark/>
          </w:tcPr>
          <w:p w:rsidR="00C26558" w:rsidRPr="00FC4669" w:rsidRDefault="00C26558" w:rsidP="00C26558">
            <w:pPr>
              <w:spacing w:after="0" w:line="240" w:lineRule="auto"/>
              <w:jc w:val="left"/>
              <w:rPr>
                <w:rFonts w:ascii="Calibri" w:hAnsi="Calibri"/>
                <w:color w:val="000000"/>
                <w:sz w:val="22"/>
                <w:szCs w:val="22"/>
              </w:rPr>
            </w:pPr>
            <w:r w:rsidRPr="00FC4669">
              <w:rPr>
                <w:rFonts w:ascii="Calibri" w:hAnsi="Calibri"/>
                <w:color w:val="000000"/>
                <w:sz w:val="22"/>
                <w:szCs w:val="22"/>
              </w:rPr>
              <w:t>45,4</w:t>
            </w:r>
          </w:p>
        </w:tc>
        <w:tc>
          <w:tcPr>
            <w:tcW w:w="2780" w:type="dxa"/>
            <w:tcBorders>
              <w:top w:val="single" w:sz="4" w:space="0" w:color="auto"/>
              <w:left w:val="nil"/>
              <w:bottom w:val="single" w:sz="4" w:space="0" w:color="auto"/>
              <w:right w:val="nil"/>
            </w:tcBorders>
            <w:shd w:val="clear" w:color="auto" w:fill="auto"/>
            <w:noWrap/>
            <w:vAlign w:val="center"/>
            <w:hideMark/>
          </w:tcPr>
          <w:p w:rsidR="00C26558" w:rsidRPr="00FC4669" w:rsidRDefault="00C26558" w:rsidP="00C26558">
            <w:pPr>
              <w:spacing w:after="0" w:line="240" w:lineRule="auto"/>
              <w:jc w:val="left"/>
              <w:rPr>
                <w:rFonts w:ascii="Calibri" w:hAnsi="Calibri"/>
                <w:color w:val="000000"/>
                <w:sz w:val="22"/>
                <w:szCs w:val="22"/>
              </w:rPr>
            </w:pPr>
            <w:r w:rsidRPr="00FC4669">
              <w:rPr>
                <w:rFonts w:ascii="Calibri" w:hAnsi="Calibri"/>
                <w:color w:val="000000"/>
                <w:sz w:val="22"/>
                <w:szCs w:val="22"/>
              </w:rPr>
              <w:t>x</w:t>
            </w:r>
          </w:p>
        </w:tc>
        <w:tc>
          <w:tcPr>
            <w:tcW w:w="820" w:type="dxa"/>
            <w:tcBorders>
              <w:top w:val="single" w:sz="4" w:space="0" w:color="auto"/>
              <w:left w:val="nil"/>
              <w:bottom w:val="single" w:sz="4" w:space="0" w:color="auto"/>
              <w:right w:val="nil"/>
            </w:tcBorders>
            <w:shd w:val="clear" w:color="auto" w:fill="auto"/>
            <w:noWrap/>
            <w:vAlign w:val="center"/>
            <w:hideMark/>
          </w:tcPr>
          <w:p w:rsidR="00C26558" w:rsidRPr="00FC4669" w:rsidRDefault="00C26558" w:rsidP="00C26558">
            <w:pPr>
              <w:spacing w:after="0" w:line="240" w:lineRule="auto"/>
              <w:jc w:val="left"/>
              <w:rPr>
                <w:rFonts w:ascii="Calibri" w:hAnsi="Calibri"/>
                <w:color w:val="000000"/>
                <w:sz w:val="22"/>
                <w:szCs w:val="22"/>
              </w:rPr>
            </w:pPr>
            <w:r w:rsidRPr="00FC4669">
              <w:rPr>
                <w:rFonts w:ascii="Calibri" w:hAnsi="Calibri"/>
                <w:color w:val="000000"/>
                <w:sz w:val="22"/>
                <w:szCs w:val="22"/>
              </w:rPr>
              <w:t>45,4</w:t>
            </w:r>
          </w:p>
        </w:tc>
      </w:tr>
      <w:tr w:rsidR="00C26558" w:rsidRPr="00FC4669" w:rsidTr="00E1134C">
        <w:trPr>
          <w:trHeight w:val="300"/>
        </w:trPr>
        <w:tc>
          <w:tcPr>
            <w:tcW w:w="3460" w:type="dxa"/>
            <w:tcBorders>
              <w:top w:val="single" w:sz="4" w:space="0" w:color="auto"/>
              <w:left w:val="nil"/>
              <w:bottom w:val="single" w:sz="12" w:space="0" w:color="auto"/>
              <w:right w:val="nil"/>
            </w:tcBorders>
            <w:shd w:val="clear" w:color="auto" w:fill="auto"/>
            <w:noWrap/>
            <w:vAlign w:val="bottom"/>
            <w:hideMark/>
          </w:tcPr>
          <w:p w:rsidR="00C26558" w:rsidRPr="00FC4669" w:rsidRDefault="00C26558" w:rsidP="00C26558">
            <w:pPr>
              <w:spacing w:after="0" w:line="240" w:lineRule="auto"/>
              <w:jc w:val="left"/>
              <w:rPr>
                <w:rFonts w:ascii="Calibri" w:hAnsi="Calibri"/>
                <w:b/>
                <w:color w:val="000000"/>
                <w:sz w:val="22"/>
                <w:szCs w:val="22"/>
              </w:rPr>
            </w:pPr>
            <w:r w:rsidRPr="00FC4669">
              <w:rPr>
                <w:rFonts w:ascii="Calibri" w:hAnsi="Calibri"/>
                <w:b/>
                <w:color w:val="000000"/>
                <w:sz w:val="22"/>
                <w:szCs w:val="22"/>
              </w:rPr>
              <w:t>KULTURA CELKEM</w:t>
            </w:r>
          </w:p>
        </w:tc>
        <w:tc>
          <w:tcPr>
            <w:tcW w:w="2500" w:type="dxa"/>
            <w:tcBorders>
              <w:top w:val="single" w:sz="4" w:space="0" w:color="auto"/>
              <w:left w:val="nil"/>
              <w:bottom w:val="single" w:sz="12" w:space="0" w:color="auto"/>
              <w:right w:val="nil"/>
            </w:tcBorders>
            <w:shd w:val="clear" w:color="auto" w:fill="auto"/>
            <w:noWrap/>
            <w:vAlign w:val="center"/>
            <w:hideMark/>
          </w:tcPr>
          <w:p w:rsidR="00C26558" w:rsidRPr="00FC4669" w:rsidRDefault="00C26558" w:rsidP="00C26558">
            <w:pPr>
              <w:spacing w:after="0" w:line="240" w:lineRule="auto"/>
              <w:jc w:val="left"/>
              <w:rPr>
                <w:rFonts w:ascii="Calibri" w:hAnsi="Calibri"/>
                <w:b/>
                <w:color w:val="000000"/>
                <w:sz w:val="22"/>
                <w:szCs w:val="22"/>
              </w:rPr>
            </w:pPr>
            <w:r w:rsidRPr="00FC4669">
              <w:rPr>
                <w:rFonts w:ascii="Calibri" w:hAnsi="Calibri"/>
                <w:b/>
                <w:color w:val="000000"/>
                <w:sz w:val="22"/>
                <w:szCs w:val="22"/>
              </w:rPr>
              <w:t>133,1</w:t>
            </w:r>
          </w:p>
        </w:tc>
        <w:tc>
          <w:tcPr>
            <w:tcW w:w="2780" w:type="dxa"/>
            <w:tcBorders>
              <w:top w:val="single" w:sz="4" w:space="0" w:color="auto"/>
              <w:left w:val="nil"/>
              <w:bottom w:val="single" w:sz="12" w:space="0" w:color="auto"/>
              <w:right w:val="nil"/>
            </w:tcBorders>
            <w:shd w:val="clear" w:color="auto" w:fill="auto"/>
            <w:noWrap/>
            <w:vAlign w:val="center"/>
            <w:hideMark/>
          </w:tcPr>
          <w:p w:rsidR="00C26558" w:rsidRPr="00FC4669" w:rsidRDefault="00C26558" w:rsidP="00C26558">
            <w:pPr>
              <w:spacing w:after="0" w:line="240" w:lineRule="auto"/>
              <w:jc w:val="left"/>
              <w:rPr>
                <w:rFonts w:ascii="Calibri" w:hAnsi="Calibri"/>
                <w:b/>
                <w:color w:val="000000"/>
                <w:sz w:val="22"/>
                <w:szCs w:val="22"/>
              </w:rPr>
            </w:pPr>
            <w:r w:rsidRPr="00FC4669">
              <w:rPr>
                <w:rFonts w:ascii="Calibri" w:hAnsi="Calibri"/>
                <w:b/>
                <w:color w:val="000000"/>
                <w:sz w:val="22"/>
                <w:szCs w:val="22"/>
              </w:rPr>
              <w:t>93,5</w:t>
            </w:r>
          </w:p>
        </w:tc>
        <w:tc>
          <w:tcPr>
            <w:tcW w:w="820" w:type="dxa"/>
            <w:tcBorders>
              <w:top w:val="single" w:sz="4" w:space="0" w:color="auto"/>
              <w:left w:val="nil"/>
              <w:bottom w:val="single" w:sz="12" w:space="0" w:color="auto"/>
              <w:right w:val="nil"/>
            </w:tcBorders>
            <w:shd w:val="clear" w:color="auto" w:fill="auto"/>
            <w:noWrap/>
            <w:vAlign w:val="center"/>
            <w:hideMark/>
          </w:tcPr>
          <w:p w:rsidR="00C26558" w:rsidRPr="00FC4669" w:rsidRDefault="00C26558" w:rsidP="00C26558">
            <w:pPr>
              <w:spacing w:after="0" w:line="240" w:lineRule="auto"/>
              <w:jc w:val="left"/>
              <w:rPr>
                <w:rFonts w:ascii="Calibri" w:hAnsi="Calibri"/>
                <w:b/>
                <w:color w:val="000000"/>
                <w:sz w:val="22"/>
                <w:szCs w:val="22"/>
              </w:rPr>
            </w:pPr>
            <w:r w:rsidRPr="00FC4669">
              <w:rPr>
                <w:rFonts w:ascii="Calibri" w:hAnsi="Calibri"/>
                <w:b/>
                <w:color w:val="000000"/>
                <w:sz w:val="22"/>
                <w:szCs w:val="22"/>
              </w:rPr>
              <w:t>226,6</w:t>
            </w:r>
          </w:p>
        </w:tc>
      </w:tr>
    </w:tbl>
    <w:p w:rsidR="00522C16" w:rsidRPr="00FC4669" w:rsidRDefault="00812056" w:rsidP="00812056">
      <w:pPr>
        <w:spacing w:before="120"/>
        <w:rPr>
          <w:rFonts w:asciiTheme="minorHAnsi" w:hAnsiTheme="minorHAnsi"/>
          <w:sz w:val="22"/>
          <w:szCs w:val="22"/>
          <w:lang w:eastAsia="en-US"/>
        </w:rPr>
      </w:pPr>
      <w:r w:rsidRPr="00FC4669">
        <w:rPr>
          <w:rFonts w:asciiTheme="minorHAnsi" w:hAnsiTheme="minorHAnsi"/>
          <w:sz w:val="22"/>
          <w:szCs w:val="22"/>
          <w:lang w:eastAsia="en-US"/>
        </w:rPr>
        <w:t xml:space="preserve">Zdroj: </w:t>
      </w:r>
      <w:r w:rsidR="001E3995" w:rsidRPr="00FC4669">
        <w:rPr>
          <w:rFonts w:asciiTheme="minorHAnsi" w:hAnsiTheme="minorHAnsi"/>
          <w:sz w:val="22"/>
          <w:szCs w:val="22"/>
          <w:lang w:eastAsia="en-US"/>
        </w:rPr>
        <w:t>V</w:t>
      </w:r>
      <w:r w:rsidR="00F33F97" w:rsidRPr="00FC4669">
        <w:rPr>
          <w:rFonts w:asciiTheme="minorHAnsi" w:hAnsiTheme="minorHAnsi"/>
          <w:sz w:val="22"/>
          <w:szCs w:val="22"/>
          <w:lang w:eastAsia="en-US"/>
        </w:rPr>
        <w:t>ýběrové šetření pracovních sil, ČSÚ</w:t>
      </w:r>
    </w:p>
    <w:p w:rsidR="006A0EA1" w:rsidRPr="00FC4669" w:rsidRDefault="00D06570" w:rsidP="00D06570">
      <w:pPr>
        <w:pStyle w:val="Nadpis2"/>
        <w:numPr>
          <w:ilvl w:val="1"/>
          <w:numId w:val="17"/>
        </w:numPr>
        <w:rPr>
          <w:sz w:val="32"/>
          <w:szCs w:val="28"/>
        </w:rPr>
      </w:pPr>
      <w:bookmarkStart w:id="17" w:name="_Toc463969175"/>
      <w:bookmarkStart w:id="18" w:name="_Toc465253885"/>
      <w:r w:rsidRPr="00FC4669">
        <w:rPr>
          <w:sz w:val="32"/>
          <w:szCs w:val="28"/>
        </w:rPr>
        <w:lastRenderedPageBreak/>
        <w:t>SPOTŘEBITELSKÉ CHOVÁNÍ</w:t>
      </w:r>
      <w:bookmarkEnd w:id="17"/>
      <w:bookmarkEnd w:id="18"/>
    </w:p>
    <w:p w:rsidR="00BB64DB" w:rsidRPr="00FC4669" w:rsidRDefault="00D06570" w:rsidP="00B414F8">
      <w:r w:rsidRPr="00FC4669">
        <w:t xml:space="preserve">Specifika chování spotřebitelů lze zachytit z několika pohledů. </w:t>
      </w:r>
      <w:r w:rsidR="009C3B45" w:rsidRPr="00FC4669">
        <w:t>Národní účty</w:t>
      </w:r>
      <w:r w:rsidR="0088598B" w:rsidRPr="00FC4669">
        <w:t xml:space="preserve"> ČSÚ přináší, mimo jiné, </w:t>
      </w:r>
      <w:r w:rsidRPr="00FC4669">
        <w:t>údaje o</w:t>
      </w:r>
      <w:r w:rsidR="00F95D6D" w:rsidRPr="00FC4669">
        <w:t> </w:t>
      </w:r>
      <w:r w:rsidRPr="00FC4669">
        <w:t xml:space="preserve">tom, kolik spotřebitelé ročně vydají za určité zboží a služby. V rámci použité klasifikace COICOP </w:t>
      </w:r>
      <w:r w:rsidR="005D1B6C" w:rsidRPr="00FC4669">
        <w:t>je možné</w:t>
      </w:r>
      <w:r w:rsidRPr="00FC4669">
        <w:t xml:space="preserve"> </w:t>
      </w:r>
      <w:r w:rsidR="005D1B6C" w:rsidRPr="00FC4669">
        <w:t>vyčlenit jen několik druhů</w:t>
      </w:r>
      <w:r w:rsidRPr="00FC4669">
        <w:t xml:space="preserve"> zboží a služeb, které by </w:t>
      </w:r>
      <w:r w:rsidR="005D1B6C" w:rsidRPr="00FC4669">
        <w:t>svou povahou spadaly do</w:t>
      </w:r>
      <w:r w:rsidRPr="00FC4669">
        <w:t xml:space="preserve"> odvětví kulturních průmyslů.</w:t>
      </w:r>
      <w:r w:rsidR="00BB64DB" w:rsidRPr="00FC4669">
        <w:t xml:space="preserve"> </w:t>
      </w:r>
      <w:r w:rsidR="00E86BBC" w:rsidRPr="00FC4669">
        <w:t>Přehled výdajů spotřebitelů na vybrané produkty zachycuje</w:t>
      </w:r>
      <w:r w:rsidR="00B414F8" w:rsidRPr="00FC4669">
        <w:t xml:space="preserve"> </w:t>
      </w:r>
      <w:r w:rsidR="00E86BBC" w:rsidRPr="00FC4669">
        <w:t xml:space="preserve">Graf </w:t>
      </w:r>
      <w:r w:rsidR="002F7B33" w:rsidRPr="00FC4669">
        <w:t>3</w:t>
      </w:r>
      <w:r w:rsidR="00E86BBC" w:rsidRPr="00FC4669">
        <w:t>. V</w:t>
      </w:r>
      <w:r w:rsidR="00BB64DB" w:rsidRPr="00FC4669">
        <w:t> rá</w:t>
      </w:r>
      <w:r w:rsidR="00F72FAA" w:rsidRPr="00FC4669">
        <w:t>mci sledovaných kategorií vydaly</w:t>
      </w:r>
      <w:r w:rsidR="00BB64DB" w:rsidRPr="00FC4669">
        <w:t xml:space="preserve"> </w:t>
      </w:r>
      <w:r w:rsidR="00F72FAA" w:rsidRPr="00FC4669">
        <w:t>domácnosti</w:t>
      </w:r>
      <w:r w:rsidR="00BB64DB" w:rsidRPr="00FC4669">
        <w:t xml:space="preserve"> </w:t>
      </w:r>
      <w:r w:rsidR="00823F9B" w:rsidRPr="00FC4669">
        <w:t>v roce 2017</w:t>
      </w:r>
      <w:r w:rsidR="00F72FAA" w:rsidRPr="00FC4669">
        <w:t xml:space="preserve"> </w:t>
      </w:r>
      <w:r w:rsidR="00BB64DB" w:rsidRPr="00FC4669">
        <w:t xml:space="preserve">nejvíce prostředků na služby </w:t>
      </w:r>
      <w:r w:rsidR="00F72FAA" w:rsidRPr="00FC4669">
        <w:t>rozhla</w:t>
      </w:r>
      <w:r w:rsidR="00CB5E1F" w:rsidRPr="00FC4669">
        <w:t>su a televize</w:t>
      </w:r>
      <w:r w:rsidR="00E86BBC" w:rsidRPr="00FC4669">
        <w:t>, nejméně pak za fyzické hudební či</w:t>
      </w:r>
      <w:r w:rsidR="000E0D24">
        <w:t> </w:t>
      </w:r>
      <w:r w:rsidR="00E86BBC" w:rsidRPr="00FC4669">
        <w:t>filmové nosiče</w:t>
      </w:r>
      <w:r w:rsidR="00CB5E1F" w:rsidRPr="00FC4669">
        <w:t>.</w:t>
      </w:r>
      <w:r w:rsidR="00E86BBC" w:rsidRPr="00FC4669">
        <w:t xml:space="preserve"> Údaje o výdajích za rozhlas a televizi jsou </w:t>
      </w:r>
      <w:r w:rsidR="00953DCA" w:rsidRPr="00FC4669">
        <w:t>očištěny o koncesionářské poplatky</w:t>
      </w:r>
      <w:r w:rsidR="00906251" w:rsidRPr="00FC4669">
        <w:t xml:space="preserve"> (spadají sem zejména poplatky za služby</w:t>
      </w:r>
      <w:r w:rsidR="00126988" w:rsidRPr="00FC4669">
        <w:t xml:space="preserve"> </w:t>
      </w:r>
      <w:r w:rsidR="00AD076E">
        <w:t>zprostředkovatelům</w:t>
      </w:r>
      <w:r w:rsidR="00126988" w:rsidRPr="00FC4669">
        <w:t xml:space="preserve"> soukromého televizního vysílání)</w:t>
      </w:r>
      <w:r w:rsidR="00953DCA" w:rsidRPr="00FC4669">
        <w:t>.</w:t>
      </w:r>
      <w:r w:rsidR="00CB5E1F" w:rsidRPr="00FC4669">
        <w:t xml:space="preserve"> </w:t>
      </w:r>
      <w:r w:rsidR="00B54975" w:rsidRPr="00FC4669">
        <w:t>V </w:t>
      </w:r>
      <w:r w:rsidR="00CB5E1F" w:rsidRPr="00FC4669">
        <w:t>oblasti knih</w:t>
      </w:r>
      <w:r w:rsidR="00F72FAA" w:rsidRPr="00FC4669">
        <w:t xml:space="preserve"> a</w:t>
      </w:r>
      <w:r w:rsidR="00CB5E1F" w:rsidRPr="00FC4669">
        <w:t xml:space="preserve"> tisku pak spotřebitelé utratili</w:t>
      </w:r>
      <w:r w:rsidR="00BB64DB" w:rsidRPr="00FC4669">
        <w:t xml:space="preserve"> více prostředků za periodický tisk (časopisy a noviny) než za knihy</w:t>
      </w:r>
      <w:r w:rsidR="00E86BBC" w:rsidRPr="00FC4669">
        <w:t>.</w:t>
      </w:r>
    </w:p>
    <w:p w:rsidR="00BB64DB" w:rsidRPr="00FC4669" w:rsidRDefault="00BB64DB" w:rsidP="00BB64DB">
      <w:pPr>
        <w:pStyle w:val="Titulek"/>
        <w:keepNext/>
        <w:rPr>
          <w:color w:val="000000" w:themeColor="text1"/>
          <w:sz w:val="22"/>
          <w:szCs w:val="22"/>
        </w:rPr>
      </w:pPr>
      <w:r w:rsidRPr="00FC4669">
        <w:rPr>
          <w:color w:val="000000" w:themeColor="text1"/>
          <w:sz w:val="22"/>
          <w:szCs w:val="22"/>
        </w:rPr>
        <w:t xml:space="preserve">Graf </w:t>
      </w:r>
      <w:r w:rsidR="001A4BAA" w:rsidRPr="00FC4669">
        <w:rPr>
          <w:color w:val="000000" w:themeColor="text1"/>
          <w:sz w:val="22"/>
          <w:szCs w:val="22"/>
        </w:rPr>
        <w:t>3</w:t>
      </w:r>
      <w:r w:rsidR="002F7B33" w:rsidRPr="00FC4669">
        <w:rPr>
          <w:color w:val="000000" w:themeColor="text1"/>
          <w:sz w:val="22"/>
          <w:szCs w:val="22"/>
        </w:rPr>
        <w:t xml:space="preserve"> </w:t>
      </w:r>
      <w:r w:rsidRPr="00FC4669">
        <w:rPr>
          <w:b w:val="0"/>
          <w:color w:val="000000" w:themeColor="text1"/>
          <w:sz w:val="22"/>
          <w:szCs w:val="22"/>
        </w:rPr>
        <w:t xml:space="preserve">Výdaje domácností na zboží </w:t>
      </w:r>
      <w:r w:rsidR="00F72FAA" w:rsidRPr="00FC4669">
        <w:rPr>
          <w:b w:val="0"/>
          <w:color w:val="000000" w:themeColor="text1"/>
          <w:sz w:val="22"/>
          <w:szCs w:val="22"/>
        </w:rPr>
        <w:t xml:space="preserve">a služby </w:t>
      </w:r>
      <w:r w:rsidRPr="00FC4669">
        <w:rPr>
          <w:b w:val="0"/>
          <w:color w:val="000000" w:themeColor="text1"/>
          <w:sz w:val="22"/>
          <w:szCs w:val="22"/>
        </w:rPr>
        <w:t>k</w:t>
      </w:r>
      <w:r w:rsidR="00954561" w:rsidRPr="00FC4669">
        <w:rPr>
          <w:b w:val="0"/>
          <w:color w:val="000000" w:themeColor="text1"/>
          <w:sz w:val="22"/>
          <w:szCs w:val="22"/>
        </w:rPr>
        <w:t xml:space="preserve">ulturního charakteru </w:t>
      </w:r>
      <w:r w:rsidR="00194011" w:rsidRPr="00FC4669">
        <w:rPr>
          <w:b w:val="0"/>
          <w:color w:val="000000" w:themeColor="text1"/>
          <w:sz w:val="22"/>
          <w:szCs w:val="22"/>
        </w:rPr>
        <w:t>v letech</w:t>
      </w:r>
      <w:r w:rsidR="00823F9B" w:rsidRPr="00FC4669">
        <w:rPr>
          <w:b w:val="0"/>
          <w:color w:val="000000" w:themeColor="text1"/>
          <w:sz w:val="22"/>
          <w:szCs w:val="22"/>
        </w:rPr>
        <w:t xml:space="preserve"> 2016 a 2017</w:t>
      </w:r>
      <w:r w:rsidRPr="00FC4669">
        <w:rPr>
          <w:b w:val="0"/>
          <w:color w:val="000000" w:themeColor="text1"/>
          <w:sz w:val="22"/>
          <w:szCs w:val="22"/>
        </w:rPr>
        <w:t xml:space="preserve"> </w:t>
      </w:r>
      <w:r w:rsidR="00BA5682" w:rsidRPr="00FC4669">
        <w:rPr>
          <w:b w:val="0"/>
          <w:color w:val="000000" w:themeColor="text1"/>
          <w:sz w:val="22"/>
          <w:szCs w:val="22"/>
        </w:rPr>
        <w:t>(v mld</w:t>
      </w:r>
      <w:r w:rsidRPr="00FC4669">
        <w:rPr>
          <w:b w:val="0"/>
          <w:color w:val="000000" w:themeColor="text1"/>
          <w:sz w:val="22"/>
          <w:szCs w:val="22"/>
        </w:rPr>
        <w:t>. Kč)</w:t>
      </w:r>
    </w:p>
    <w:p w:rsidR="00BB64DB" w:rsidRPr="00FC4669" w:rsidRDefault="00906251" w:rsidP="00BB64DB">
      <w:pPr>
        <w:keepNext/>
        <w:jc w:val="center"/>
      </w:pPr>
      <w:r w:rsidRPr="00FC4669">
        <w:rPr>
          <w:noProof/>
        </w:rPr>
        <w:drawing>
          <wp:inline distT="0" distB="0" distL="0" distR="0">
            <wp:extent cx="4572000" cy="2505075"/>
            <wp:effectExtent l="0" t="0" r="0" b="0"/>
            <wp:docPr id="1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B64DB" w:rsidRPr="00FC4669" w:rsidRDefault="005719E1" w:rsidP="00BB64DB">
      <w:pPr>
        <w:pStyle w:val="Titulek"/>
        <w:rPr>
          <w:b w:val="0"/>
          <w:color w:val="000000" w:themeColor="text1"/>
          <w:sz w:val="22"/>
          <w:szCs w:val="22"/>
        </w:rPr>
      </w:pPr>
      <w:r w:rsidRPr="00FC4669">
        <w:rPr>
          <w:b w:val="0"/>
          <w:color w:val="000000" w:themeColor="text1"/>
          <w:sz w:val="22"/>
          <w:szCs w:val="22"/>
        </w:rPr>
        <w:t>Zdroj: Národní účty</w:t>
      </w:r>
      <w:r w:rsidR="00BB64DB" w:rsidRPr="00FC4669">
        <w:rPr>
          <w:b w:val="0"/>
          <w:color w:val="000000" w:themeColor="text1"/>
          <w:sz w:val="22"/>
          <w:szCs w:val="22"/>
        </w:rPr>
        <w:t>, ČSÚ</w:t>
      </w:r>
    </w:p>
    <w:p w:rsidR="00BB64DB" w:rsidRPr="00FC4669" w:rsidRDefault="00BB64DB" w:rsidP="00BB64DB">
      <w:r w:rsidRPr="00FC4669">
        <w:t xml:space="preserve">Dalším </w:t>
      </w:r>
      <w:r w:rsidR="00231FC7" w:rsidRPr="00FC4669">
        <w:t xml:space="preserve">zkoumaným </w:t>
      </w:r>
      <w:r w:rsidRPr="00FC4669">
        <w:t>ukazatelem zachycujícím spotřebitelské chování je participace na kulturních aktivitách. Vzhledem ke změnám spotřebit</w:t>
      </w:r>
      <w:r w:rsidR="00CB5E1F" w:rsidRPr="00FC4669">
        <w:t>elského chování, které proběhly</w:t>
      </w:r>
      <w:r w:rsidRPr="00FC4669">
        <w:t xml:space="preserve"> ve všech sledovaných oblastech v </w:t>
      </w:r>
      <w:r w:rsidR="00CB5E1F" w:rsidRPr="00FC4669">
        <w:t>posledních dekádách a které byly</w:t>
      </w:r>
      <w:r w:rsidRPr="00FC4669">
        <w:t xml:space="preserve"> jednoznačně ovlivněné digitalizací a masovým roz</w:t>
      </w:r>
      <w:r w:rsidR="00CB5E1F" w:rsidRPr="00FC4669">
        <w:t>šířením internetu, bude tato analýza v rámci kulturní participace</w:t>
      </w:r>
      <w:r w:rsidRPr="00FC4669">
        <w:t xml:space="preserve"> </w:t>
      </w:r>
      <w:r w:rsidR="00CB5E1F" w:rsidRPr="00FC4669">
        <w:t>sledovat zejména</w:t>
      </w:r>
      <w:r w:rsidRPr="00FC4669">
        <w:t xml:space="preserve"> využití internetu pro kulturní aktivity.</w:t>
      </w:r>
      <w:r w:rsidR="00F72FAA" w:rsidRPr="00FC4669">
        <w:t xml:space="preserve"> Jako</w:t>
      </w:r>
      <w:r w:rsidR="00F95D6D" w:rsidRPr="00FC4669">
        <w:t> </w:t>
      </w:r>
      <w:r w:rsidR="00F72FAA" w:rsidRPr="00FC4669">
        <w:t>hlavní zdroj</w:t>
      </w:r>
      <w:r w:rsidRPr="00FC4669">
        <w:t xml:space="preserve"> dat zachycující měnící se spotřebitelské návyky je použito šetření ČSÚ s názvem Využívání informačních a</w:t>
      </w:r>
      <w:r w:rsidR="00260C15">
        <w:t> </w:t>
      </w:r>
      <w:r w:rsidRPr="00FC4669">
        <w:t>komunikačních technologií v domácnostech a mezi jednotlivci</w:t>
      </w:r>
      <w:r w:rsidRPr="00FC4669">
        <w:rPr>
          <w:i/>
        </w:rPr>
        <w:t xml:space="preserve"> </w:t>
      </w:r>
      <w:r w:rsidRPr="00FC4669">
        <w:t>(VŠIT). Výstupy</w:t>
      </w:r>
      <w:r w:rsidR="00313494" w:rsidRPr="00FC4669">
        <w:t> </w:t>
      </w:r>
      <w:r w:rsidRPr="00FC4669">
        <w:t>z toho</w:t>
      </w:r>
      <w:r w:rsidR="00DE4E41" w:rsidRPr="00FC4669">
        <w:t>to</w:t>
      </w:r>
      <w:r w:rsidRPr="00FC4669">
        <w:t xml:space="preserve"> šetření</w:t>
      </w:r>
      <w:r w:rsidR="00F72FAA" w:rsidRPr="00FC4669">
        <w:t xml:space="preserve"> jsou pořizovány</w:t>
      </w:r>
      <w:r w:rsidRPr="00FC4669">
        <w:t xml:space="preserve"> dle ucelené mezinárodní metodiky a umožňují mezinárodní srovnání stejně jako vytvoření delší</w:t>
      </w:r>
      <w:r w:rsidR="0088598B" w:rsidRPr="00FC4669">
        <w:t xml:space="preserve"> časové řady. Šetření VŠIT </w:t>
      </w:r>
      <w:r w:rsidRPr="00FC4669">
        <w:t>není</w:t>
      </w:r>
      <w:r w:rsidR="0088598B" w:rsidRPr="00FC4669">
        <w:t xml:space="preserve"> primárně zaměřené na zachycení spotřebitelských trendů</w:t>
      </w:r>
      <w:r w:rsidRPr="00FC4669">
        <w:t xml:space="preserve"> probíhající</w:t>
      </w:r>
      <w:r w:rsidR="0088598B" w:rsidRPr="00FC4669">
        <w:t xml:space="preserve">ch </w:t>
      </w:r>
      <w:r w:rsidRPr="00FC4669">
        <w:t>v audiovizuálním a mediálním sektoru, přesto poskytuje zajímavou reflexi změn spotřebitelského chování ve vybraných oblastech.</w:t>
      </w:r>
      <w:r w:rsidR="008018B7" w:rsidRPr="00FC4669">
        <w:t xml:space="preserve"> Údaje z tohoto šetření vypovídají o aktivitách jednotlivců</w:t>
      </w:r>
      <w:r w:rsidR="00856B6A" w:rsidRPr="00FC4669">
        <w:t xml:space="preserve"> starších 16 let</w:t>
      </w:r>
      <w:r w:rsidR="008018B7" w:rsidRPr="00FC4669">
        <w:t xml:space="preserve"> v posledních 3</w:t>
      </w:r>
      <w:r w:rsidR="00260C15">
        <w:t> </w:t>
      </w:r>
      <w:r w:rsidR="008018B7" w:rsidRPr="00FC4669">
        <w:t>měsících za sledované období.</w:t>
      </w:r>
      <w:r w:rsidRPr="00FC4669">
        <w:t xml:space="preserve"> Závěry </w:t>
      </w:r>
      <w:r w:rsidR="00DE4E41" w:rsidRPr="00FC4669">
        <w:t>z </w:t>
      </w:r>
      <w:r w:rsidRPr="00FC4669">
        <w:t>šetření</w:t>
      </w:r>
      <w:r w:rsidR="00DE4E41" w:rsidRPr="00FC4669">
        <w:t xml:space="preserve"> VŠIT</w:t>
      </w:r>
      <w:r w:rsidRPr="00FC4669">
        <w:t xml:space="preserve"> pak budou doplněny o</w:t>
      </w:r>
      <w:r w:rsidR="00F95D6D" w:rsidRPr="00FC4669">
        <w:t> </w:t>
      </w:r>
      <w:r w:rsidRPr="00FC4669">
        <w:t>poznatky z výzkumů zaměřujících se přímo na audiovizuální a mediální sektor prováděných zavedenými soukromými a</w:t>
      </w:r>
      <w:r w:rsidR="00260C15">
        <w:t> </w:t>
      </w:r>
      <w:r w:rsidRPr="00FC4669">
        <w:t>výzkumnými organizacemi</w:t>
      </w:r>
      <w:r w:rsidR="00DB2C93" w:rsidRPr="00FC4669">
        <w:t>.</w:t>
      </w:r>
    </w:p>
    <w:p w:rsidR="00BB64DB" w:rsidRPr="00FC4669" w:rsidRDefault="00DB2C93" w:rsidP="00BB64DB">
      <w:pPr>
        <w:ind w:firstLine="708"/>
      </w:pPr>
      <w:r w:rsidRPr="00FC4669">
        <w:t xml:space="preserve">Jak je patrné z Grafu </w:t>
      </w:r>
      <w:r w:rsidR="002F7B33" w:rsidRPr="00FC4669">
        <w:t>4</w:t>
      </w:r>
      <w:r w:rsidRPr="00FC4669">
        <w:t xml:space="preserve">, </w:t>
      </w:r>
      <w:r w:rsidR="005B63CE" w:rsidRPr="00FC4669">
        <w:t>v roc</w:t>
      </w:r>
      <w:r w:rsidR="004D7B88" w:rsidRPr="00FC4669">
        <w:t>e 2017</w:t>
      </w:r>
      <w:r w:rsidR="00BB64DB" w:rsidRPr="00FC4669">
        <w:t xml:space="preserve"> </w:t>
      </w:r>
      <w:r w:rsidR="00194011" w:rsidRPr="00FC4669">
        <w:t>četlo přibližně 70 % populace online zpravodajství a časopisy</w:t>
      </w:r>
      <w:r w:rsidR="00BB64DB" w:rsidRPr="00FC4669">
        <w:t xml:space="preserve">. </w:t>
      </w:r>
      <w:r w:rsidR="00823F9B" w:rsidRPr="00FC4669">
        <w:t xml:space="preserve">Výběr kulturních aktivit </w:t>
      </w:r>
      <w:r w:rsidR="001132C6" w:rsidRPr="00FC4669">
        <w:t>prováděných</w:t>
      </w:r>
      <w:r w:rsidR="00823F9B" w:rsidRPr="00FC4669">
        <w:t xml:space="preserve"> na internetu byl v dotazníku pro referenční rok 2017 </w:t>
      </w:r>
      <w:r w:rsidR="00194011" w:rsidRPr="00FC4669">
        <w:t>vš</w:t>
      </w:r>
      <w:r w:rsidR="004D7B88" w:rsidRPr="00FC4669">
        <w:t xml:space="preserve">ak </w:t>
      </w:r>
      <w:r w:rsidR="00823F9B" w:rsidRPr="00FC4669">
        <w:t>značně omezený. Vedle čtení zpráv bylo sledováno</w:t>
      </w:r>
      <w:r w:rsidR="004D7B88" w:rsidRPr="00FC4669">
        <w:t xml:space="preserve"> z kulturních aktivit </w:t>
      </w:r>
      <w:r w:rsidR="00823F9B" w:rsidRPr="00FC4669">
        <w:t>hraní</w:t>
      </w:r>
      <w:r w:rsidR="004D7B88" w:rsidRPr="00FC4669">
        <w:t xml:space="preserve"> her</w:t>
      </w:r>
      <w:r w:rsidR="00823F9B" w:rsidRPr="00FC4669">
        <w:t xml:space="preserve"> přes internet, kterému se </w:t>
      </w:r>
      <w:r w:rsidR="004D7B88" w:rsidRPr="00FC4669">
        <w:lastRenderedPageBreak/>
        <w:t>v</w:t>
      </w:r>
      <w:r w:rsidR="004F29BD">
        <w:t> </w:t>
      </w:r>
      <w:r w:rsidR="004D7B88" w:rsidRPr="00FC4669">
        <w:t>roce</w:t>
      </w:r>
      <w:r w:rsidR="004F29BD">
        <w:t> </w:t>
      </w:r>
      <w:r w:rsidR="004D7B88" w:rsidRPr="00FC4669">
        <w:t>2017 věnovalo</w:t>
      </w:r>
      <w:r w:rsidR="00823F9B" w:rsidRPr="00FC4669">
        <w:t xml:space="preserve"> 20 % populace. Kromě samotných aktivit zachycuje dotazník VŠIT také spotřebitelské chování spojené s nákupem kulturního zboží a služeb. Vs</w:t>
      </w:r>
      <w:r w:rsidR="004D7B88" w:rsidRPr="00FC4669">
        <w:t>tupenky na kulturní akci zakoupilo v roce 2017</w:t>
      </w:r>
      <w:r w:rsidR="00194011" w:rsidRPr="00FC4669">
        <w:t xml:space="preserve"> alespoň jednou za rok</w:t>
      </w:r>
      <w:r w:rsidR="00823F9B" w:rsidRPr="00FC4669">
        <w:t xml:space="preserve"> </w:t>
      </w:r>
      <w:r w:rsidR="004D7B88" w:rsidRPr="00FC4669">
        <w:t xml:space="preserve">17 % populace a knihy, časopisy, hudbu či film pak 10 % populace. Za samotné sledování filmů a </w:t>
      </w:r>
      <w:r w:rsidR="001132C6" w:rsidRPr="00FC4669">
        <w:t>seriálů</w:t>
      </w:r>
      <w:r w:rsidR="004D7B88" w:rsidRPr="00FC4669">
        <w:t xml:space="preserve"> přes internet pak alespoň jednou ročně zaplatila 4 % populace.</w:t>
      </w:r>
    </w:p>
    <w:p w:rsidR="00BB64DB" w:rsidRPr="00FC4669" w:rsidRDefault="00BB64DB" w:rsidP="00BB64DB">
      <w:pPr>
        <w:pStyle w:val="Titulek"/>
        <w:keepNext/>
        <w:rPr>
          <w:b w:val="0"/>
          <w:color w:val="000000" w:themeColor="text1"/>
          <w:sz w:val="22"/>
          <w:szCs w:val="22"/>
        </w:rPr>
      </w:pPr>
      <w:r w:rsidRPr="00FC4669">
        <w:rPr>
          <w:color w:val="000000" w:themeColor="text1"/>
          <w:sz w:val="22"/>
          <w:szCs w:val="22"/>
        </w:rPr>
        <w:t xml:space="preserve">Graf </w:t>
      </w:r>
      <w:r w:rsidR="001A4BAA" w:rsidRPr="00FC4669">
        <w:rPr>
          <w:color w:val="000000" w:themeColor="text1"/>
          <w:sz w:val="22"/>
          <w:szCs w:val="22"/>
        </w:rPr>
        <w:t>4</w:t>
      </w:r>
      <w:r w:rsidRPr="00FC4669">
        <w:rPr>
          <w:color w:val="000000" w:themeColor="text1"/>
          <w:sz w:val="22"/>
          <w:szCs w:val="22"/>
        </w:rPr>
        <w:t xml:space="preserve"> </w:t>
      </w:r>
      <w:r w:rsidR="006405DE" w:rsidRPr="00FC4669">
        <w:rPr>
          <w:b w:val="0"/>
          <w:color w:val="000000" w:themeColor="text1"/>
          <w:sz w:val="22"/>
          <w:szCs w:val="22"/>
        </w:rPr>
        <w:t>Míra využití internetu ke kulturním aktivitám</w:t>
      </w:r>
      <w:r w:rsidR="004D7B88" w:rsidRPr="00FC4669">
        <w:rPr>
          <w:b w:val="0"/>
          <w:color w:val="000000" w:themeColor="text1"/>
          <w:sz w:val="22"/>
          <w:szCs w:val="22"/>
        </w:rPr>
        <w:t xml:space="preserve"> a nákupu kulturního zboží</w:t>
      </w:r>
      <w:r w:rsidR="006405DE" w:rsidRPr="00FC4669">
        <w:rPr>
          <w:b w:val="0"/>
          <w:color w:val="000000" w:themeColor="text1"/>
          <w:sz w:val="22"/>
          <w:szCs w:val="22"/>
        </w:rPr>
        <w:t xml:space="preserve"> mezi jednotlivci ve věku 16+ </w:t>
      </w:r>
      <w:r w:rsidRPr="00FC4669">
        <w:rPr>
          <w:b w:val="0"/>
          <w:color w:val="000000" w:themeColor="text1"/>
          <w:sz w:val="22"/>
          <w:szCs w:val="22"/>
        </w:rPr>
        <w:t>v</w:t>
      </w:r>
      <w:r w:rsidR="00260C15">
        <w:rPr>
          <w:b w:val="0"/>
          <w:color w:val="000000" w:themeColor="text1"/>
          <w:sz w:val="22"/>
          <w:szCs w:val="22"/>
        </w:rPr>
        <w:t> </w:t>
      </w:r>
      <w:r w:rsidR="00714826" w:rsidRPr="00FC4669">
        <w:rPr>
          <w:b w:val="0"/>
          <w:color w:val="000000" w:themeColor="text1"/>
          <w:sz w:val="22"/>
          <w:szCs w:val="22"/>
        </w:rPr>
        <w:t>roce 2017</w:t>
      </w:r>
    </w:p>
    <w:p w:rsidR="00BB64DB" w:rsidRPr="00FC4669" w:rsidRDefault="00714826" w:rsidP="00BB64DB">
      <w:pPr>
        <w:keepNext/>
        <w:jc w:val="center"/>
      </w:pPr>
      <w:r w:rsidRPr="00FC4669">
        <w:rPr>
          <w:noProof/>
        </w:rPr>
        <w:drawing>
          <wp:inline distT="0" distB="0" distL="0" distR="0">
            <wp:extent cx="5372100" cy="2047875"/>
            <wp:effectExtent l="0" t="0" r="0" b="0"/>
            <wp:docPr id="96"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B64DB" w:rsidRPr="00FC4669" w:rsidRDefault="00BB64DB" w:rsidP="00BB64DB">
      <w:pPr>
        <w:pStyle w:val="Titulek"/>
        <w:rPr>
          <w:b w:val="0"/>
          <w:color w:val="000000" w:themeColor="text1"/>
          <w:sz w:val="22"/>
          <w:szCs w:val="22"/>
        </w:rPr>
      </w:pPr>
      <w:r w:rsidRPr="00FC4669">
        <w:rPr>
          <w:b w:val="0"/>
          <w:color w:val="000000" w:themeColor="text1"/>
          <w:sz w:val="22"/>
          <w:szCs w:val="22"/>
        </w:rPr>
        <w:t xml:space="preserve">Zdroj: </w:t>
      </w:r>
      <w:r w:rsidR="006405DE" w:rsidRPr="00FC4669">
        <w:rPr>
          <w:b w:val="0"/>
          <w:color w:val="000000" w:themeColor="text1"/>
          <w:sz w:val="22"/>
          <w:szCs w:val="22"/>
        </w:rPr>
        <w:t>VŠIT, ČSÚ</w:t>
      </w:r>
    </w:p>
    <w:p w:rsidR="00BB64DB" w:rsidRPr="00FC4669" w:rsidRDefault="00BB64DB" w:rsidP="00BB64DB">
      <w:r w:rsidRPr="00FC4669">
        <w:t>Kultur</w:t>
      </w:r>
      <w:r w:rsidR="001471DB" w:rsidRPr="00FC4669">
        <w:t xml:space="preserve">ní participaci </w:t>
      </w:r>
      <w:r w:rsidR="00B508F7" w:rsidRPr="00FC4669">
        <w:t>uživatelů audiovizuálních služeb</w:t>
      </w:r>
      <w:r w:rsidR="001471DB" w:rsidRPr="00FC4669">
        <w:t xml:space="preserve"> </w:t>
      </w:r>
      <w:r w:rsidRPr="00FC4669">
        <w:t>nad rámec využití internetu zkoumá studie</w:t>
      </w:r>
      <w:r w:rsidR="001471DB" w:rsidRPr="00FC4669">
        <w:t xml:space="preserve"> Audiovizuální trh v ČR. Ta</w:t>
      </w:r>
      <w:r w:rsidR="002A32D6" w:rsidRPr="00FC4669">
        <w:t xml:space="preserve"> je založena na </w:t>
      </w:r>
      <w:r w:rsidRPr="00FC4669">
        <w:t>šetření</w:t>
      </w:r>
      <w:r w:rsidR="002A32D6" w:rsidRPr="00FC4669">
        <w:t xml:space="preserve"> realizovaném</w:t>
      </w:r>
      <w:r w:rsidRPr="00FC4669">
        <w:t xml:space="preserve"> společnost</w:t>
      </w:r>
      <w:r w:rsidR="002A32D6" w:rsidRPr="00FC4669">
        <w:t>í</w:t>
      </w:r>
      <w:r w:rsidRPr="00FC4669">
        <w:t xml:space="preserve"> </w:t>
      </w:r>
      <w:r w:rsidRPr="00FC4669">
        <w:rPr>
          <w:i/>
        </w:rPr>
        <w:t>Millward Brown</w:t>
      </w:r>
      <w:r w:rsidRPr="00FC4669">
        <w:t xml:space="preserve"> pro Asociaci producentů v audiovizi v roce 2014 na reprezentativním vzorku </w:t>
      </w:r>
      <w:r w:rsidR="00B508F7" w:rsidRPr="00FC4669">
        <w:t>uživatelů audiovizuálních služeb</w:t>
      </w:r>
      <w:r w:rsidRPr="00FC4669">
        <w:t xml:space="preserve"> </w:t>
      </w:r>
      <w:r w:rsidR="002A32D6" w:rsidRPr="00FC4669">
        <w:t>ve věkovém rozmezí 15–</w:t>
      </w:r>
      <w:r w:rsidR="00113B8D">
        <w:t>7</w:t>
      </w:r>
      <w:r w:rsidR="002A32D6" w:rsidRPr="00FC4669">
        <w:t>0 let.</w:t>
      </w:r>
      <w:r w:rsidR="00B508F7" w:rsidRPr="00FC4669">
        <w:t xml:space="preserve"> Výzkum se vztahuje pouze na jedince, kteří v posledním roce </w:t>
      </w:r>
      <w:r w:rsidR="00856B6A" w:rsidRPr="00FC4669">
        <w:t xml:space="preserve">zaplatili za audiovizuální obsah </w:t>
      </w:r>
      <w:r w:rsidR="00B508F7" w:rsidRPr="00FC4669">
        <w:t>(např.</w:t>
      </w:r>
      <w:r w:rsidR="00856B6A" w:rsidRPr="00FC4669">
        <w:t xml:space="preserve"> zakoupili</w:t>
      </w:r>
      <w:r w:rsidR="00B508F7" w:rsidRPr="00FC4669">
        <w:t xml:space="preserve"> lístek do kina, DVD apod.)</w:t>
      </w:r>
      <w:r w:rsidR="00DE4E41" w:rsidRPr="00FC4669">
        <w:t>.</w:t>
      </w:r>
      <w:r w:rsidR="00B508F7" w:rsidRPr="00FC4669">
        <w:t xml:space="preserve"> </w:t>
      </w:r>
      <w:r w:rsidR="00DE4E41" w:rsidRPr="00FC4669">
        <w:t>P</w:t>
      </w:r>
      <w:r w:rsidR="00B508F7" w:rsidRPr="00FC4669">
        <w:t xml:space="preserve">odle </w:t>
      </w:r>
      <w:r w:rsidR="00856B6A" w:rsidRPr="00FC4669">
        <w:t>údajů v metodice tohoto šetření platí za nějaké audiovizuální služby</w:t>
      </w:r>
      <w:r w:rsidR="00B508F7" w:rsidRPr="00FC4669">
        <w:t xml:space="preserve"> </w:t>
      </w:r>
      <w:r w:rsidR="00856B6A" w:rsidRPr="00FC4669">
        <w:t xml:space="preserve">zhruba </w:t>
      </w:r>
      <w:r w:rsidR="00B508F7" w:rsidRPr="00FC4669">
        <w:t>87 % populace</w:t>
      </w:r>
      <w:r w:rsidR="00856B6A" w:rsidRPr="00FC4669">
        <w:t xml:space="preserve"> starší 15 let</w:t>
      </w:r>
      <w:r w:rsidR="00B508F7" w:rsidRPr="00FC4669">
        <w:t>.</w:t>
      </w:r>
      <w:r w:rsidRPr="00FC4669">
        <w:t xml:space="preserve"> Z prezentovaných údajů vyplývá, že </w:t>
      </w:r>
      <w:r w:rsidR="00B508F7" w:rsidRPr="00FC4669">
        <w:t>uživatelé audiovizuálních služeb dávají</w:t>
      </w:r>
      <w:r w:rsidRPr="00FC4669">
        <w:t xml:space="preserve"> na pravidelné bázi přednost aktivitám</w:t>
      </w:r>
      <w:r w:rsidR="00B508F7" w:rsidRPr="00FC4669">
        <w:t>, které mohou</w:t>
      </w:r>
      <w:r w:rsidR="00B02802" w:rsidRPr="00FC4669">
        <w:t xml:space="preserve"> provozovat </w:t>
      </w:r>
      <w:proofErr w:type="gramStart"/>
      <w:r w:rsidR="00B02802" w:rsidRPr="00FC4669">
        <w:t xml:space="preserve">doma </w:t>
      </w:r>
      <w:r w:rsidR="00B02802" w:rsidRPr="00FC4669">
        <w:rPr>
          <w:rStyle w:val="st"/>
        </w:rPr>
        <w:t>–</w:t>
      </w:r>
      <w:r w:rsidR="00B02802" w:rsidRPr="00FC4669">
        <w:t>sledování</w:t>
      </w:r>
      <w:proofErr w:type="gramEnd"/>
      <w:r w:rsidR="00B02802" w:rsidRPr="00FC4669">
        <w:t xml:space="preserve"> </w:t>
      </w:r>
      <w:r w:rsidRPr="00FC4669">
        <w:t xml:space="preserve">TV, poslech hudby, sledování filmů a čtení knih. Všem jmenovaným aktivitám se věnuje minimálně jednou měsíčně více než </w:t>
      </w:r>
      <w:r w:rsidR="002A32D6" w:rsidRPr="00FC4669">
        <w:t>90</w:t>
      </w:r>
      <w:r w:rsidR="00B508F7" w:rsidRPr="00FC4669">
        <w:t xml:space="preserve"> %</w:t>
      </w:r>
      <w:r w:rsidR="009A04D6" w:rsidRPr="00FC4669">
        <w:t xml:space="preserve"> jedinců</w:t>
      </w:r>
      <w:r w:rsidRPr="00FC4669">
        <w:t>. Op</w:t>
      </w:r>
      <w:r w:rsidR="00113B8D">
        <w:t>roti tomu aktivitám mimo domov –</w:t>
      </w:r>
      <w:r w:rsidRPr="00FC4669">
        <w:t xml:space="preserve"> návš</w:t>
      </w:r>
      <w:r w:rsidR="00113B8D">
        <w:t>těvě kina, divadla či</w:t>
      </w:r>
      <w:r w:rsidR="000E0D24">
        <w:t> </w:t>
      </w:r>
      <w:r w:rsidR="00113B8D">
        <w:t xml:space="preserve">koncertu </w:t>
      </w:r>
      <w:r w:rsidR="00113B8D" w:rsidRPr="00FC4669">
        <w:t>–</w:t>
      </w:r>
      <w:r w:rsidRPr="00FC4669">
        <w:t xml:space="preserve"> se věnuje alespoň jednou za měsíc</w:t>
      </w:r>
      <w:r w:rsidR="002A32D6" w:rsidRPr="00FC4669">
        <w:t xml:space="preserve"> necelá třetina</w:t>
      </w:r>
      <w:r w:rsidRPr="00FC4669">
        <w:t xml:space="preserve"> </w:t>
      </w:r>
      <w:r w:rsidR="00B508F7" w:rsidRPr="00FC4669">
        <w:t>této populace</w:t>
      </w:r>
      <w:r w:rsidR="009E7516" w:rsidRPr="00FC4669">
        <w:t>.</w:t>
      </w:r>
    </w:p>
    <w:p w:rsidR="00BB64DB" w:rsidRPr="00FC4669" w:rsidRDefault="00BB64DB" w:rsidP="00BB64DB">
      <w:pPr>
        <w:pStyle w:val="Titulek"/>
        <w:keepNext/>
        <w:rPr>
          <w:b w:val="0"/>
          <w:color w:val="000000" w:themeColor="text1"/>
          <w:sz w:val="22"/>
          <w:szCs w:val="22"/>
        </w:rPr>
      </w:pPr>
      <w:r w:rsidRPr="00FC4669">
        <w:rPr>
          <w:color w:val="000000" w:themeColor="text1"/>
          <w:sz w:val="22"/>
          <w:szCs w:val="22"/>
        </w:rPr>
        <w:t xml:space="preserve">Graf </w:t>
      </w:r>
      <w:r w:rsidR="001A4BAA" w:rsidRPr="00FC4669">
        <w:rPr>
          <w:color w:val="000000" w:themeColor="text1"/>
          <w:sz w:val="22"/>
          <w:szCs w:val="22"/>
        </w:rPr>
        <w:t>5</w:t>
      </w:r>
      <w:r w:rsidRPr="00FC4669">
        <w:rPr>
          <w:color w:val="000000" w:themeColor="text1"/>
          <w:sz w:val="22"/>
          <w:szCs w:val="22"/>
        </w:rPr>
        <w:t xml:space="preserve"> </w:t>
      </w:r>
      <w:r w:rsidR="009A04D6" w:rsidRPr="00FC4669">
        <w:rPr>
          <w:b w:val="0"/>
          <w:color w:val="000000" w:themeColor="text1"/>
          <w:sz w:val="22"/>
          <w:szCs w:val="22"/>
        </w:rPr>
        <w:t>K</w:t>
      </w:r>
      <w:r w:rsidR="00B508F7" w:rsidRPr="00FC4669">
        <w:rPr>
          <w:b w:val="0"/>
          <w:color w:val="000000" w:themeColor="text1"/>
          <w:sz w:val="22"/>
          <w:szCs w:val="22"/>
        </w:rPr>
        <w:t>ulturní participace uživatelů audiovizuálních služeb ve věku</w:t>
      </w:r>
      <w:r w:rsidRPr="00FC4669">
        <w:rPr>
          <w:b w:val="0"/>
          <w:color w:val="000000" w:themeColor="text1"/>
          <w:sz w:val="22"/>
          <w:szCs w:val="22"/>
        </w:rPr>
        <w:t xml:space="preserve"> </w:t>
      </w:r>
      <w:r w:rsidR="00113B8D">
        <w:rPr>
          <w:b w:val="0"/>
          <w:color w:val="000000" w:themeColor="text1"/>
          <w:sz w:val="22"/>
          <w:szCs w:val="22"/>
        </w:rPr>
        <w:t>15</w:t>
      </w:r>
      <w:r w:rsidR="002A32D6" w:rsidRPr="00FC4669">
        <w:rPr>
          <w:b w:val="0"/>
          <w:color w:val="000000" w:themeColor="text1"/>
          <w:sz w:val="22"/>
          <w:szCs w:val="22"/>
        </w:rPr>
        <w:t>–70 let</w:t>
      </w:r>
      <w:r w:rsidRPr="00FC4669">
        <w:rPr>
          <w:b w:val="0"/>
          <w:color w:val="000000" w:themeColor="text1"/>
          <w:sz w:val="22"/>
          <w:szCs w:val="22"/>
        </w:rPr>
        <w:t xml:space="preserve"> v roce 2014</w:t>
      </w:r>
    </w:p>
    <w:p w:rsidR="00BB64DB" w:rsidRPr="00FC4669" w:rsidRDefault="00E63E10" w:rsidP="00BB64DB">
      <w:pPr>
        <w:keepNext/>
      </w:pPr>
      <w:r w:rsidRPr="00FC4669">
        <w:rPr>
          <w:noProof/>
        </w:rPr>
        <w:drawing>
          <wp:inline distT="0" distB="0" distL="0" distR="0">
            <wp:extent cx="6115050" cy="2266950"/>
            <wp:effectExtent l="0" t="0" r="0" b="0"/>
            <wp:docPr id="19"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B64DB" w:rsidRPr="00FC4669" w:rsidRDefault="00A96EFF" w:rsidP="00BB64DB">
      <w:pPr>
        <w:pStyle w:val="Titulek"/>
        <w:rPr>
          <w:b w:val="0"/>
          <w:color w:val="000000" w:themeColor="text1"/>
          <w:sz w:val="22"/>
          <w:szCs w:val="22"/>
        </w:rPr>
      </w:pPr>
      <w:r w:rsidRPr="00FC4669">
        <w:rPr>
          <w:b w:val="0"/>
          <w:color w:val="000000" w:themeColor="text1"/>
          <w:sz w:val="22"/>
          <w:szCs w:val="22"/>
        </w:rPr>
        <w:t xml:space="preserve">Zdroj: Audiovizuální trh v ČR, </w:t>
      </w:r>
      <w:r w:rsidR="00B508F7" w:rsidRPr="00FC4669">
        <w:rPr>
          <w:b w:val="0"/>
          <w:color w:val="000000" w:themeColor="text1"/>
          <w:sz w:val="22"/>
          <w:szCs w:val="22"/>
        </w:rPr>
        <w:t>APA, MilwardBrown</w:t>
      </w:r>
    </w:p>
    <w:p w:rsidR="00BB64DB" w:rsidRPr="00FC4669" w:rsidRDefault="00BB64DB" w:rsidP="00B414F8">
      <w:pPr>
        <w:rPr>
          <w:rFonts w:cs="Arial"/>
        </w:rPr>
      </w:pPr>
      <w:r w:rsidRPr="00FC4669">
        <w:rPr>
          <w:rFonts w:cs="Arial"/>
        </w:rPr>
        <w:lastRenderedPageBreak/>
        <w:t xml:space="preserve">Posledním doplňujícím šetřením, které bylo vybráno pro kapitolu o obecné charakteristice </w:t>
      </w:r>
      <w:r w:rsidR="00BA414E" w:rsidRPr="00FC4669">
        <w:rPr>
          <w:rFonts w:cs="Arial"/>
        </w:rPr>
        <w:t>a</w:t>
      </w:r>
      <w:r w:rsidRPr="00FC4669">
        <w:rPr>
          <w:rFonts w:cs="Arial"/>
        </w:rPr>
        <w:t>udiovizuálního</w:t>
      </w:r>
      <w:r w:rsidR="00282CCA" w:rsidRPr="00FC4669">
        <w:rPr>
          <w:rFonts w:cs="Arial"/>
        </w:rPr>
        <w:t> </w:t>
      </w:r>
      <w:r w:rsidRPr="00FC4669">
        <w:rPr>
          <w:rFonts w:cs="Arial"/>
        </w:rPr>
        <w:t>a</w:t>
      </w:r>
      <w:r w:rsidR="00282CCA" w:rsidRPr="00FC4669">
        <w:rPr>
          <w:rFonts w:cs="Arial"/>
        </w:rPr>
        <w:t> </w:t>
      </w:r>
      <w:r w:rsidRPr="00FC4669">
        <w:rPr>
          <w:rFonts w:cs="Arial"/>
        </w:rPr>
        <w:t>mediálního sektoru, je výstup v rámci mezinárodního </w:t>
      </w:r>
      <w:r w:rsidR="009E7516" w:rsidRPr="00FC4669">
        <w:rPr>
          <w:rFonts w:cs="Arial"/>
        </w:rPr>
        <w:t>studie</w:t>
      </w:r>
      <w:r w:rsidRPr="00FC4669">
        <w:rPr>
          <w:rFonts w:cs="Arial"/>
        </w:rPr>
        <w:t xml:space="preserve"> </w:t>
      </w:r>
      <w:r w:rsidR="009E7516" w:rsidRPr="00FC4669">
        <w:rPr>
          <w:rFonts w:cs="Arial"/>
          <w:i/>
        </w:rPr>
        <w:t>Digital News Report</w:t>
      </w:r>
      <w:r w:rsidR="00B508F7" w:rsidRPr="00FC4669">
        <w:rPr>
          <w:rFonts w:cs="Arial"/>
        </w:rPr>
        <w:t xml:space="preserve"> </w:t>
      </w:r>
      <w:r w:rsidR="009E7516" w:rsidRPr="00FC4669">
        <w:rPr>
          <w:rFonts w:cs="Arial"/>
        </w:rPr>
        <w:t>prováděné organizací Reuters Institute</w:t>
      </w:r>
      <w:r w:rsidR="00B508F7" w:rsidRPr="00FC4669">
        <w:rPr>
          <w:rFonts w:cs="Arial"/>
        </w:rPr>
        <w:t xml:space="preserve">. </w:t>
      </w:r>
      <w:r w:rsidR="00C5141B" w:rsidRPr="00FC4669">
        <w:rPr>
          <w:rFonts w:cs="Arial"/>
        </w:rPr>
        <w:t>Výzkum je prováděn ve více než 30 zemích světa včetně České republiky a</w:t>
      </w:r>
      <w:r w:rsidR="00260C15">
        <w:rPr>
          <w:rFonts w:cs="Arial"/>
        </w:rPr>
        <w:t> </w:t>
      </w:r>
      <w:r w:rsidR="00C5141B" w:rsidRPr="00FC4669">
        <w:rPr>
          <w:rFonts w:cs="Arial"/>
        </w:rPr>
        <w:t>zkoumá populaci s přístupem k internetu</w:t>
      </w:r>
      <w:r w:rsidR="009A04D6" w:rsidRPr="00FC4669">
        <w:rPr>
          <w:rFonts w:cs="Arial"/>
        </w:rPr>
        <w:t>.</w:t>
      </w:r>
      <w:r w:rsidR="00C5141B" w:rsidRPr="00FC4669">
        <w:rPr>
          <w:rFonts w:cs="Arial"/>
        </w:rPr>
        <w:t xml:space="preserve"> V České republice bylo prostřednictvím online dotazníku osloveno </w:t>
      </w:r>
      <w:r w:rsidR="00535656" w:rsidRPr="00FC4669">
        <w:rPr>
          <w:rFonts w:cs="Arial"/>
        </w:rPr>
        <w:t>přes</w:t>
      </w:r>
      <w:r w:rsidR="00C5141B" w:rsidRPr="00FC4669">
        <w:rPr>
          <w:rFonts w:cs="Arial"/>
        </w:rPr>
        <w:t xml:space="preserve"> 2000 respondentů, přičemž přístup k internetu má podle údajů v této studii 88 % populace. Digital News Report se zaměřuje zejména na měnící se spotřebitelské návyky v souvislosti s</w:t>
      </w:r>
      <w:r w:rsidR="00056176" w:rsidRPr="00FC4669">
        <w:rPr>
          <w:rFonts w:cs="Arial"/>
        </w:rPr>
        <w:t>e</w:t>
      </w:r>
      <w:r w:rsidR="00C5141B" w:rsidRPr="00FC4669">
        <w:rPr>
          <w:rFonts w:cs="Arial"/>
        </w:rPr>
        <w:t xml:space="preserve"> čtením zpráv a získáváním informací a v roce 2017 byl publikován již pošesté. Graf 6 </w:t>
      </w:r>
      <w:r w:rsidR="00063FC1" w:rsidRPr="00FC4669">
        <w:rPr>
          <w:rFonts w:cs="Arial"/>
        </w:rPr>
        <w:t xml:space="preserve">ukazuje </w:t>
      </w:r>
      <w:r w:rsidR="00056176" w:rsidRPr="00FC4669">
        <w:rPr>
          <w:rFonts w:cs="Arial"/>
        </w:rPr>
        <w:t>využití</w:t>
      </w:r>
      <w:r w:rsidR="00063FC1" w:rsidRPr="00FC4669">
        <w:rPr>
          <w:rFonts w:cs="Arial"/>
        </w:rPr>
        <w:t xml:space="preserve"> vybraných médií jako </w:t>
      </w:r>
      <w:r w:rsidR="00056176" w:rsidRPr="00FC4669">
        <w:rPr>
          <w:rFonts w:cs="Arial"/>
        </w:rPr>
        <w:t xml:space="preserve">hlavního </w:t>
      </w:r>
      <w:r w:rsidR="00063FC1" w:rsidRPr="00FC4669">
        <w:rPr>
          <w:rFonts w:cs="Arial"/>
        </w:rPr>
        <w:t>zdroje informací v rámci různých věkových kategorií</w:t>
      </w:r>
      <w:r w:rsidR="00535656" w:rsidRPr="00FC4669">
        <w:rPr>
          <w:rFonts w:cs="Arial"/>
        </w:rPr>
        <w:t xml:space="preserve"> ve světové populaci</w:t>
      </w:r>
      <w:r w:rsidR="002A5595" w:rsidRPr="00FC4669">
        <w:rPr>
          <w:rFonts w:cs="Arial"/>
        </w:rPr>
        <w:t xml:space="preserve"> (respektive přibližně 30 vybraných zemí)</w:t>
      </w:r>
      <w:r w:rsidR="00063FC1" w:rsidRPr="00FC4669">
        <w:rPr>
          <w:rFonts w:cs="Arial"/>
        </w:rPr>
        <w:t>.</w:t>
      </w:r>
      <w:r w:rsidR="00535656" w:rsidRPr="00FC4669">
        <w:rPr>
          <w:rFonts w:cs="Arial"/>
        </w:rPr>
        <w:t xml:space="preserve"> Jak je vidět z</w:t>
      </w:r>
      <w:r w:rsidR="00606EDA">
        <w:rPr>
          <w:rFonts w:cs="Arial"/>
        </w:rPr>
        <w:t> </w:t>
      </w:r>
      <w:r w:rsidR="00535656" w:rsidRPr="00FC4669">
        <w:rPr>
          <w:rFonts w:cs="Arial"/>
        </w:rPr>
        <w:t>grafu</w:t>
      </w:r>
      <w:r w:rsidR="00606EDA">
        <w:rPr>
          <w:rFonts w:cs="Arial"/>
        </w:rPr>
        <w:t>,</w:t>
      </w:r>
      <w:r w:rsidR="00535656" w:rsidRPr="00FC4669">
        <w:rPr>
          <w:rFonts w:cs="Arial"/>
        </w:rPr>
        <w:t xml:space="preserve"> mladí lidé nejčastěji vyhledávají informace v online médiích a na sociálních sítích, zatímco starší generace spíše v tradičních médiích jako tisk a</w:t>
      </w:r>
      <w:r w:rsidR="009D09CB">
        <w:rPr>
          <w:rFonts w:cs="Arial"/>
        </w:rPr>
        <w:t> </w:t>
      </w:r>
      <w:r w:rsidR="00535656" w:rsidRPr="00FC4669">
        <w:rPr>
          <w:rFonts w:cs="Arial"/>
        </w:rPr>
        <w:t xml:space="preserve">televize. Sociální sítě se </w:t>
      </w:r>
      <w:r w:rsidR="00056176" w:rsidRPr="00FC4669">
        <w:rPr>
          <w:rFonts w:cs="Arial"/>
        </w:rPr>
        <w:t xml:space="preserve">tak </w:t>
      </w:r>
      <w:r w:rsidR="00535656" w:rsidRPr="00FC4669">
        <w:rPr>
          <w:rFonts w:cs="Arial"/>
        </w:rPr>
        <w:t>staly velkým konkurentem tradičním médiím a zejména u mladých lidí ve věku 18</w:t>
      </w:r>
      <w:r w:rsidR="009D09CB">
        <w:rPr>
          <w:rFonts w:cs="Arial"/>
        </w:rPr>
        <w:t>–</w:t>
      </w:r>
      <w:r w:rsidR="00535656" w:rsidRPr="00FC4669">
        <w:rPr>
          <w:rFonts w:cs="Arial"/>
        </w:rPr>
        <w:t>24 platí dokonce za nej</w:t>
      </w:r>
      <w:r w:rsidR="00735F55" w:rsidRPr="00FC4669">
        <w:rPr>
          <w:rFonts w:cs="Arial"/>
        </w:rPr>
        <w:t>důležitější</w:t>
      </w:r>
      <w:r w:rsidR="00535656" w:rsidRPr="00FC4669">
        <w:rPr>
          <w:rFonts w:cs="Arial"/>
        </w:rPr>
        <w:t xml:space="preserve"> zdroj </w:t>
      </w:r>
      <w:r w:rsidR="00735F55" w:rsidRPr="00FC4669">
        <w:rPr>
          <w:rFonts w:cs="Arial"/>
        </w:rPr>
        <w:t xml:space="preserve">vyhledávání </w:t>
      </w:r>
      <w:r w:rsidR="00535656" w:rsidRPr="00FC4669">
        <w:rPr>
          <w:rFonts w:cs="Arial"/>
        </w:rPr>
        <w:t>informací.</w:t>
      </w:r>
    </w:p>
    <w:p w:rsidR="00BB64DB" w:rsidRPr="00FC4669" w:rsidRDefault="00BB64DB" w:rsidP="00BB64DB">
      <w:pPr>
        <w:pStyle w:val="Titulek"/>
        <w:keepNext/>
        <w:rPr>
          <w:color w:val="000000" w:themeColor="text1"/>
          <w:sz w:val="22"/>
          <w:szCs w:val="22"/>
        </w:rPr>
      </w:pPr>
      <w:r w:rsidRPr="00FC4669">
        <w:rPr>
          <w:color w:val="000000" w:themeColor="text1"/>
          <w:sz w:val="22"/>
          <w:szCs w:val="22"/>
        </w:rPr>
        <w:t xml:space="preserve">Graf </w:t>
      </w:r>
      <w:r w:rsidR="001A4BAA" w:rsidRPr="00FC4669">
        <w:rPr>
          <w:color w:val="000000" w:themeColor="text1"/>
          <w:sz w:val="22"/>
          <w:szCs w:val="22"/>
        </w:rPr>
        <w:t>6</w:t>
      </w:r>
      <w:r w:rsidR="002F7B33" w:rsidRPr="00FC4669">
        <w:rPr>
          <w:color w:val="000000" w:themeColor="text1"/>
          <w:sz w:val="22"/>
          <w:szCs w:val="22"/>
        </w:rPr>
        <w:t xml:space="preserve"> </w:t>
      </w:r>
      <w:r w:rsidRPr="00FC4669">
        <w:rPr>
          <w:b w:val="0"/>
          <w:color w:val="000000" w:themeColor="text1"/>
          <w:sz w:val="22"/>
          <w:szCs w:val="22"/>
        </w:rPr>
        <w:t>V</w:t>
      </w:r>
      <w:r w:rsidR="00735F55" w:rsidRPr="00FC4669">
        <w:rPr>
          <w:b w:val="0"/>
          <w:color w:val="000000" w:themeColor="text1"/>
          <w:sz w:val="22"/>
          <w:szCs w:val="22"/>
        </w:rPr>
        <w:t>yužití</w:t>
      </w:r>
      <w:r w:rsidRPr="00FC4669">
        <w:rPr>
          <w:b w:val="0"/>
          <w:color w:val="000000" w:themeColor="text1"/>
          <w:sz w:val="22"/>
          <w:szCs w:val="22"/>
        </w:rPr>
        <w:t xml:space="preserve"> vybraných médií jako</w:t>
      </w:r>
      <w:r w:rsidR="00735F55" w:rsidRPr="00FC4669">
        <w:rPr>
          <w:b w:val="0"/>
          <w:color w:val="000000" w:themeColor="text1"/>
          <w:sz w:val="22"/>
          <w:szCs w:val="22"/>
        </w:rPr>
        <w:t xml:space="preserve"> hlavního</w:t>
      </w:r>
      <w:r w:rsidRPr="00FC4669">
        <w:rPr>
          <w:b w:val="0"/>
          <w:color w:val="000000" w:themeColor="text1"/>
          <w:sz w:val="22"/>
          <w:szCs w:val="22"/>
        </w:rPr>
        <w:t xml:space="preserve"> zdroj</w:t>
      </w:r>
      <w:r w:rsidR="00DD5273" w:rsidRPr="00FC4669">
        <w:rPr>
          <w:b w:val="0"/>
          <w:color w:val="000000" w:themeColor="text1"/>
          <w:sz w:val="22"/>
          <w:szCs w:val="22"/>
        </w:rPr>
        <w:t>e</w:t>
      </w:r>
      <w:r w:rsidRPr="00FC4669">
        <w:rPr>
          <w:b w:val="0"/>
          <w:color w:val="000000" w:themeColor="text1"/>
          <w:sz w:val="22"/>
          <w:szCs w:val="22"/>
        </w:rPr>
        <w:t xml:space="preserve"> informací</w:t>
      </w:r>
      <w:r w:rsidR="00D123E4" w:rsidRPr="00FC4669">
        <w:rPr>
          <w:b w:val="0"/>
          <w:color w:val="000000" w:themeColor="text1"/>
          <w:sz w:val="22"/>
          <w:szCs w:val="22"/>
        </w:rPr>
        <w:t xml:space="preserve"> v roce 2017</w:t>
      </w:r>
      <w:r w:rsidR="002A5595" w:rsidRPr="00FC4669">
        <w:rPr>
          <w:b w:val="0"/>
          <w:color w:val="000000" w:themeColor="text1"/>
          <w:sz w:val="22"/>
          <w:szCs w:val="22"/>
        </w:rPr>
        <w:t xml:space="preserve"> (světová populace)</w:t>
      </w:r>
    </w:p>
    <w:p w:rsidR="00BB64DB" w:rsidRPr="00FC4669" w:rsidRDefault="00D123E4" w:rsidP="00BB64DB">
      <w:pPr>
        <w:keepNext/>
        <w:jc w:val="center"/>
      </w:pPr>
      <w:r w:rsidRPr="00FC4669">
        <w:rPr>
          <w:noProof/>
        </w:rPr>
        <w:drawing>
          <wp:inline distT="0" distB="0" distL="0" distR="0">
            <wp:extent cx="6343650" cy="2895600"/>
            <wp:effectExtent l="0" t="0" r="0" b="0"/>
            <wp:docPr id="16"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736F19" w:rsidRPr="00FC4669" w:rsidRDefault="001C5D40" w:rsidP="00515498">
      <w:pPr>
        <w:pStyle w:val="Titulek"/>
        <w:rPr>
          <w:b w:val="0"/>
          <w:color w:val="000000" w:themeColor="text1"/>
          <w:sz w:val="22"/>
          <w:szCs w:val="22"/>
        </w:rPr>
      </w:pPr>
      <w:r w:rsidRPr="00FC4669">
        <w:rPr>
          <w:b w:val="0"/>
          <w:color w:val="000000" w:themeColor="text1"/>
          <w:sz w:val="22"/>
          <w:szCs w:val="22"/>
        </w:rPr>
        <w:t xml:space="preserve">Zdroj: </w:t>
      </w:r>
      <w:r w:rsidR="00D123E4" w:rsidRPr="00FC4669">
        <w:rPr>
          <w:b w:val="0"/>
          <w:color w:val="000000" w:themeColor="text1"/>
          <w:sz w:val="22"/>
          <w:szCs w:val="22"/>
        </w:rPr>
        <w:t>Digital News Report, Reuters Institute</w:t>
      </w:r>
      <w:r w:rsidR="00736F19" w:rsidRPr="00FC4669">
        <w:br w:type="page"/>
      </w:r>
    </w:p>
    <w:p w:rsidR="00BB64DB" w:rsidRPr="00FC4669" w:rsidRDefault="00BB64DB" w:rsidP="00694914">
      <w:pPr>
        <w:pStyle w:val="Nadpis1"/>
        <w:numPr>
          <w:ilvl w:val="0"/>
          <w:numId w:val="17"/>
        </w:numPr>
      </w:pPr>
      <w:bookmarkStart w:id="19" w:name="_Toc430189793"/>
      <w:bookmarkStart w:id="20" w:name="_Toc465253886"/>
      <w:r w:rsidRPr="00FC4669">
        <w:lastRenderedPageBreak/>
        <w:t>KNIHY A TISK</w:t>
      </w:r>
      <w:bookmarkEnd w:id="19"/>
      <w:bookmarkEnd w:id="20"/>
    </w:p>
    <w:p w:rsidR="00BB64DB" w:rsidRPr="00FC4669" w:rsidRDefault="00BB64DB" w:rsidP="00BB64DB">
      <w:pPr>
        <w:pStyle w:val="Titulek"/>
        <w:keepNext/>
        <w:jc w:val="right"/>
        <w:rPr>
          <w:color w:val="000000" w:themeColor="text1"/>
          <w:sz w:val="22"/>
          <w:szCs w:val="22"/>
        </w:rPr>
      </w:pPr>
      <w:bookmarkStart w:id="21" w:name="_Toc464832047"/>
      <w:r w:rsidRPr="00FC4669">
        <w:rPr>
          <w:color w:val="000000" w:themeColor="text1"/>
          <w:sz w:val="22"/>
          <w:szCs w:val="22"/>
        </w:rPr>
        <w:t xml:space="preserve">Tabulka </w:t>
      </w:r>
      <w:r w:rsidR="00052F4D" w:rsidRPr="00FC4669">
        <w:rPr>
          <w:color w:val="000000" w:themeColor="text1"/>
          <w:sz w:val="22"/>
          <w:szCs w:val="22"/>
        </w:rPr>
        <w:fldChar w:fldCharType="begin"/>
      </w:r>
      <w:r w:rsidRPr="00FC4669">
        <w:rPr>
          <w:color w:val="000000" w:themeColor="text1"/>
          <w:sz w:val="22"/>
          <w:szCs w:val="22"/>
        </w:rPr>
        <w:instrText xml:space="preserve"> SEQ Tabulka \* ARABIC </w:instrText>
      </w:r>
      <w:r w:rsidR="00052F4D" w:rsidRPr="00FC4669">
        <w:rPr>
          <w:color w:val="000000" w:themeColor="text1"/>
          <w:sz w:val="22"/>
          <w:szCs w:val="22"/>
        </w:rPr>
        <w:fldChar w:fldCharType="separate"/>
      </w:r>
      <w:r w:rsidR="00477774">
        <w:rPr>
          <w:noProof/>
          <w:color w:val="000000" w:themeColor="text1"/>
          <w:sz w:val="22"/>
          <w:szCs w:val="22"/>
        </w:rPr>
        <w:t>4</w:t>
      </w:r>
      <w:r w:rsidR="00052F4D" w:rsidRPr="00FC4669">
        <w:rPr>
          <w:color w:val="000000" w:themeColor="text1"/>
          <w:sz w:val="22"/>
          <w:szCs w:val="22"/>
        </w:rPr>
        <w:fldChar w:fldCharType="end"/>
      </w:r>
      <w:r w:rsidRPr="00FC4669">
        <w:rPr>
          <w:color w:val="000000" w:themeColor="text1"/>
          <w:sz w:val="22"/>
          <w:szCs w:val="22"/>
        </w:rPr>
        <w:t xml:space="preserve"> </w:t>
      </w:r>
      <w:r w:rsidRPr="00FC4669">
        <w:rPr>
          <w:b w:val="0"/>
          <w:color w:val="000000" w:themeColor="text1"/>
          <w:sz w:val="22"/>
          <w:szCs w:val="22"/>
        </w:rPr>
        <w:t>Vymezení oblasti knih a tisku podle klasifikace NACE</w:t>
      </w:r>
      <w:bookmarkEnd w:id="21"/>
    </w:p>
    <w:tbl>
      <w:tblPr>
        <w:tblW w:w="6520" w:type="dxa"/>
        <w:tblInd w:w="3189" w:type="dxa"/>
        <w:tblCellMar>
          <w:left w:w="70" w:type="dxa"/>
          <w:right w:w="70" w:type="dxa"/>
        </w:tblCellMar>
        <w:tblLook w:val="04A0"/>
      </w:tblPr>
      <w:tblGrid>
        <w:gridCol w:w="1843"/>
        <w:gridCol w:w="4677"/>
      </w:tblGrid>
      <w:tr w:rsidR="00BB64DB" w:rsidRPr="00FC4669" w:rsidTr="00B508F7">
        <w:trPr>
          <w:trHeight w:val="255"/>
        </w:trPr>
        <w:tc>
          <w:tcPr>
            <w:tcW w:w="1843" w:type="dxa"/>
            <w:tcBorders>
              <w:top w:val="single" w:sz="12" w:space="0" w:color="auto"/>
              <w:left w:val="nil"/>
              <w:bottom w:val="single" w:sz="12" w:space="0" w:color="auto"/>
              <w:right w:val="nil"/>
            </w:tcBorders>
            <w:shd w:val="clear" w:color="auto" w:fill="F2DBDB" w:themeFill="accent2" w:themeFillTint="33"/>
            <w:vAlign w:val="center"/>
            <w:hideMark/>
          </w:tcPr>
          <w:p w:rsidR="00BB64DB" w:rsidRPr="00FC4669" w:rsidRDefault="00BB64DB" w:rsidP="00B508F7">
            <w:pPr>
              <w:pStyle w:val="Box"/>
              <w:ind w:left="0"/>
              <w:jc w:val="both"/>
              <w:rPr>
                <w:rFonts w:asciiTheme="minorHAnsi" w:hAnsiTheme="minorHAnsi"/>
                <w:sz w:val="20"/>
                <w:szCs w:val="20"/>
              </w:rPr>
            </w:pPr>
            <w:r w:rsidRPr="00FC4669">
              <w:rPr>
                <w:rFonts w:asciiTheme="minorHAnsi" w:hAnsiTheme="minorHAnsi"/>
                <w:sz w:val="20"/>
                <w:szCs w:val="20"/>
              </w:rPr>
              <w:t>NACE</w:t>
            </w:r>
          </w:p>
        </w:tc>
        <w:tc>
          <w:tcPr>
            <w:tcW w:w="4677" w:type="dxa"/>
            <w:tcBorders>
              <w:top w:val="single" w:sz="12" w:space="0" w:color="auto"/>
              <w:left w:val="nil"/>
              <w:bottom w:val="single" w:sz="12" w:space="0" w:color="auto"/>
              <w:right w:val="nil"/>
            </w:tcBorders>
            <w:shd w:val="clear" w:color="auto" w:fill="F2DBDB" w:themeFill="accent2" w:themeFillTint="33"/>
            <w:hideMark/>
          </w:tcPr>
          <w:p w:rsidR="00BB64DB" w:rsidRPr="00FC4669" w:rsidRDefault="00BB64DB" w:rsidP="00B508F7">
            <w:pPr>
              <w:pStyle w:val="Box"/>
              <w:ind w:left="0"/>
              <w:jc w:val="both"/>
              <w:rPr>
                <w:rFonts w:asciiTheme="minorHAnsi" w:hAnsiTheme="minorHAnsi"/>
                <w:sz w:val="20"/>
                <w:szCs w:val="20"/>
              </w:rPr>
            </w:pPr>
            <w:r w:rsidRPr="00FC4669">
              <w:rPr>
                <w:rFonts w:asciiTheme="minorHAnsi" w:hAnsiTheme="minorHAnsi"/>
                <w:sz w:val="20"/>
                <w:szCs w:val="20"/>
              </w:rPr>
              <w:t>EKONOMICKÁ ČINNOST</w:t>
            </w:r>
          </w:p>
        </w:tc>
      </w:tr>
      <w:tr w:rsidR="00BB64DB" w:rsidRPr="00FC4669" w:rsidTr="00B508F7">
        <w:trPr>
          <w:trHeight w:val="255"/>
        </w:trPr>
        <w:tc>
          <w:tcPr>
            <w:tcW w:w="1843" w:type="dxa"/>
            <w:tcBorders>
              <w:top w:val="single" w:sz="12" w:space="0" w:color="auto"/>
              <w:left w:val="nil"/>
              <w:bottom w:val="nil"/>
              <w:right w:val="nil"/>
            </w:tcBorders>
            <w:shd w:val="clear" w:color="auto" w:fill="auto"/>
            <w:hideMark/>
          </w:tcPr>
          <w:p w:rsidR="00BB64DB" w:rsidRPr="00FC4669" w:rsidRDefault="00BB64DB" w:rsidP="00B508F7">
            <w:pPr>
              <w:spacing w:line="240" w:lineRule="auto"/>
              <w:rPr>
                <w:rFonts w:asciiTheme="minorHAnsi" w:hAnsiTheme="minorHAnsi"/>
              </w:rPr>
            </w:pPr>
            <w:r w:rsidRPr="00FC4669">
              <w:rPr>
                <w:rFonts w:asciiTheme="minorHAnsi" w:hAnsiTheme="minorHAnsi"/>
              </w:rPr>
              <w:t>58.11</w:t>
            </w:r>
          </w:p>
        </w:tc>
        <w:tc>
          <w:tcPr>
            <w:tcW w:w="4677" w:type="dxa"/>
            <w:tcBorders>
              <w:top w:val="single" w:sz="12" w:space="0" w:color="auto"/>
              <w:left w:val="nil"/>
              <w:bottom w:val="nil"/>
              <w:right w:val="nil"/>
            </w:tcBorders>
            <w:shd w:val="clear" w:color="auto" w:fill="auto"/>
            <w:hideMark/>
          </w:tcPr>
          <w:p w:rsidR="00BB64DB" w:rsidRPr="00FC4669" w:rsidRDefault="00BB64DB" w:rsidP="00B508F7">
            <w:pPr>
              <w:spacing w:line="240" w:lineRule="auto"/>
              <w:rPr>
                <w:rFonts w:asciiTheme="minorHAnsi" w:hAnsiTheme="minorHAnsi"/>
              </w:rPr>
            </w:pPr>
            <w:r w:rsidRPr="00FC4669">
              <w:rPr>
                <w:rFonts w:asciiTheme="minorHAnsi" w:hAnsiTheme="minorHAnsi"/>
              </w:rPr>
              <w:t>Vydávání knih</w:t>
            </w:r>
          </w:p>
        </w:tc>
      </w:tr>
      <w:tr w:rsidR="00BB64DB" w:rsidRPr="00FC4669" w:rsidTr="00B508F7">
        <w:trPr>
          <w:trHeight w:val="255"/>
        </w:trPr>
        <w:tc>
          <w:tcPr>
            <w:tcW w:w="1843" w:type="dxa"/>
            <w:tcBorders>
              <w:top w:val="nil"/>
              <w:left w:val="nil"/>
              <w:bottom w:val="nil"/>
              <w:right w:val="nil"/>
            </w:tcBorders>
            <w:shd w:val="clear" w:color="auto" w:fill="auto"/>
            <w:hideMark/>
          </w:tcPr>
          <w:p w:rsidR="00BB64DB" w:rsidRPr="00FC4669" w:rsidRDefault="00BB64DB" w:rsidP="00B508F7">
            <w:pPr>
              <w:spacing w:line="240" w:lineRule="auto"/>
              <w:rPr>
                <w:rFonts w:asciiTheme="minorHAnsi" w:hAnsiTheme="minorHAnsi"/>
              </w:rPr>
            </w:pPr>
            <w:r w:rsidRPr="00FC4669">
              <w:rPr>
                <w:rFonts w:asciiTheme="minorHAnsi" w:hAnsiTheme="minorHAnsi"/>
              </w:rPr>
              <w:t>58.13</w:t>
            </w:r>
          </w:p>
        </w:tc>
        <w:tc>
          <w:tcPr>
            <w:tcW w:w="4677" w:type="dxa"/>
            <w:tcBorders>
              <w:top w:val="nil"/>
              <w:left w:val="nil"/>
              <w:bottom w:val="nil"/>
              <w:right w:val="nil"/>
            </w:tcBorders>
            <w:shd w:val="clear" w:color="auto" w:fill="auto"/>
            <w:hideMark/>
          </w:tcPr>
          <w:p w:rsidR="00BB64DB" w:rsidRPr="00FC4669" w:rsidRDefault="00BB64DB" w:rsidP="00B508F7">
            <w:pPr>
              <w:spacing w:line="240" w:lineRule="auto"/>
              <w:rPr>
                <w:rFonts w:asciiTheme="minorHAnsi" w:hAnsiTheme="minorHAnsi"/>
              </w:rPr>
            </w:pPr>
            <w:r w:rsidRPr="00FC4669">
              <w:rPr>
                <w:rFonts w:asciiTheme="minorHAnsi" w:hAnsiTheme="minorHAnsi"/>
              </w:rPr>
              <w:t>Vydávání novin</w:t>
            </w:r>
          </w:p>
        </w:tc>
      </w:tr>
      <w:tr w:rsidR="00BB64DB" w:rsidRPr="00FC4669" w:rsidTr="00B508F7">
        <w:trPr>
          <w:trHeight w:val="255"/>
        </w:trPr>
        <w:tc>
          <w:tcPr>
            <w:tcW w:w="1843" w:type="dxa"/>
            <w:tcBorders>
              <w:top w:val="nil"/>
              <w:left w:val="nil"/>
              <w:bottom w:val="nil"/>
              <w:right w:val="nil"/>
            </w:tcBorders>
            <w:shd w:val="clear" w:color="auto" w:fill="auto"/>
            <w:hideMark/>
          </w:tcPr>
          <w:p w:rsidR="00BB64DB" w:rsidRPr="00FC4669" w:rsidRDefault="00BB64DB" w:rsidP="00B508F7">
            <w:pPr>
              <w:spacing w:line="240" w:lineRule="auto"/>
              <w:rPr>
                <w:rFonts w:asciiTheme="minorHAnsi" w:hAnsiTheme="minorHAnsi"/>
              </w:rPr>
            </w:pPr>
            <w:r w:rsidRPr="00FC4669">
              <w:rPr>
                <w:rFonts w:asciiTheme="minorHAnsi" w:hAnsiTheme="minorHAnsi"/>
              </w:rPr>
              <w:t>58.14</w:t>
            </w:r>
          </w:p>
        </w:tc>
        <w:tc>
          <w:tcPr>
            <w:tcW w:w="4677" w:type="dxa"/>
            <w:tcBorders>
              <w:top w:val="nil"/>
              <w:left w:val="nil"/>
              <w:bottom w:val="nil"/>
              <w:right w:val="nil"/>
            </w:tcBorders>
            <w:shd w:val="clear" w:color="auto" w:fill="auto"/>
            <w:hideMark/>
          </w:tcPr>
          <w:p w:rsidR="00BB64DB" w:rsidRPr="00FC4669" w:rsidRDefault="00BB64DB" w:rsidP="00B508F7">
            <w:pPr>
              <w:spacing w:line="240" w:lineRule="auto"/>
              <w:rPr>
                <w:rFonts w:asciiTheme="minorHAnsi" w:hAnsiTheme="minorHAnsi"/>
              </w:rPr>
            </w:pPr>
            <w:r w:rsidRPr="00FC4669">
              <w:rPr>
                <w:rFonts w:asciiTheme="minorHAnsi" w:hAnsiTheme="minorHAnsi"/>
              </w:rPr>
              <w:t>Vydávání časopisů a ostatních periodických publikací</w:t>
            </w:r>
          </w:p>
        </w:tc>
      </w:tr>
      <w:tr w:rsidR="00BB64DB" w:rsidRPr="00FC4669" w:rsidTr="00B508F7">
        <w:trPr>
          <w:trHeight w:val="255"/>
        </w:trPr>
        <w:tc>
          <w:tcPr>
            <w:tcW w:w="1843" w:type="dxa"/>
            <w:tcBorders>
              <w:top w:val="nil"/>
              <w:left w:val="nil"/>
              <w:bottom w:val="nil"/>
              <w:right w:val="nil"/>
            </w:tcBorders>
            <w:shd w:val="clear" w:color="auto" w:fill="auto"/>
            <w:hideMark/>
          </w:tcPr>
          <w:p w:rsidR="00BB64DB" w:rsidRPr="00FC4669" w:rsidRDefault="00BB64DB" w:rsidP="00B508F7">
            <w:pPr>
              <w:spacing w:line="240" w:lineRule="auto"/>
              <w:rPr>
                <w:rFonts w:asciiTheme="minorHAnsi" w:hAnsiTheme="minorHAnsi"/>
              </w:rPr>
            </w:pPr>
            <w:r w:rsidRPr="00FC4669">
              <w:rPr>
                <w:rFonts w:asciiTheme="minorHAnsi" w:hAnsiTheme="minorHAnsi"/>
              </w:rPr>
              <w:t>63.91</w:t>
            </w:r>
          </w:p>
        </w:tc>
        <w:tc>
          <w:tcPr>
            <w:tcW w:w="4677" w:type="dxa"/>
            <w:tcBorders>
              <w:top w:val="nil"/>
              <w:left w:val="nil"/>
              <w:bottom w:val="nil"/>
              <w:right w:val="nil"/>
            </w:tcBorders>
            <w:shd w:val="clear" w:color="auto" w:fill="auto"/>
            <w:hideMark/>
          </w:tcPr>
          <w:p w:rsidR="00BB64DB" w:rsidRPr="00FC4669" w:rsidRDefault="00BB64DB" w:rsidP="00B508F7">
            <w:pPr>
              <w:spacing w:line="240" w:lineRule="auto"/>
              <w:rPr>
                <w:rFonts w:asciiTheme="minorHAnsi" w:hAnsiTheme="minorHAnsi"/>
              </w:rPr>
            </w:pPr>
            <w:r w:rsidRPr="00FC4669">
              <w:rPr>
                <w:rFonts w:asciiTheme="minorHAnsi" w:hAnsiTheme="minorHAnsi"/>
              </w:rPr>
              <w:t>Činnosti zpravodajských tiskových kanceláří a agentur</w:t>
            </w:r>
          </w:p>
        </w:tc>
      </w:tr>
      <w:tr w:rsidR="00BB64DB" w:rsidRPr="00FC4669" w:rsidTr="00B508F7">
        <w:trPr>
          <w:trHeight w:val="255"/>
        </w:trPr>
        <w:tc>
          <w:tcPr>
            <w:tcW w:w="1843" w:type="dxa"/>
            <w:tcBorders>
              <w:top w:val="nil"/>
              <w:left w:val="nil"/>
              <w:bottom w:val="nil"/>
              <w:right w:val="nil"/>
            </w:tcBorders>
            <w:shd w:val="clear" w:color="auto" w:fill="auto"/>
            <w:hideMark/>
          </w:tcPr>
          <w:p w:rsidR="00BB64DB" w:rsidRPr="00FC4669" w:rsidRDefault="00BB64DB" w:rsidP="00B508F7">
            <w:pPr>
              <w:spacing w:line="240" w:lineRule="auto"/>
              <w:rPr>
                <w:rFonts w:asciiTheme="minorHAnsi" w:hAnsiTheme="minorHAnsi"/>
              </w:rPr>
            </w:pPr>
            <w:r w:rsidRPr="00FC4669">
              <w:rPr>
                <w:rFonts w:asciiTheme="minorHAnsi" w:hAnsiTheme="minorHAnsi"/>
              </w:rPr>
              <w:t>74.30</w:t>
            </w:r>
          </w:p>
        </w:tc>
        <w:tc>
          <w:tcPr>
            <w:tcW w:w="4677" w:type="dxa"/>
            <w:tcBorders>
              <w:top w:val="nil"/>
              <w:left w:val="nil"/>
              <w:bottom w:val="nil"/>
              <w:right w:val="nil"/>
            </w:tcBorders>
            <w:shd w:val="clear" w:color="auto" w:fill="auto"/>
            <w:hideMark/>
          </w:tcPr>
          <w:p w:rsidR="00BB64DB" w:rsidRPr="00FC4669" w:rsidRDefault="00BB64DB" w:rsidP="00B508F7">
            <w:pPr>
              <w:spacing w:line="240" w:lineRule="auto"/>
              <w:rPr>
                <w:rFonts w:asciiTheme="minorHAnsi" w:hAnsiTheme="minorHAnsi"/>
              </w:rPr>
            </w:pPr>
            <w:r w:rsidRPr="00FC4669">
              <w:rPr>
                <w:rFonts w:asciiTheme="minorHAnsi" w:hAnsiTheme="minorHAnsi"/>
              </w:rPr>
              <w:t>Překladatelské a tlumočnické činnosti</w:t>
            </w:r>
          </w:p>
        </w:tc>
      </w:tr>
      <w:tr w:rsidR="00BB64DB" w:rsidRPr="00FC4669" w:rsidTr="00B508F7">
        <w:trPr>
          <w:trHeight w:val="255"/>
        </w:trPr>
        <w:tc>
          <w:tcPr>
            <w:tcW w:w="1843" w:type="dxa"/>
            <w:tcBorders>
              <w:top w:val="nil"/>
              <w:left w:val="nil"/>
              <w:bottom w:val="nil"/>
              <w:right w:val="nil"/>
            </w:tcBorders>
            <w:shd w:val="clear" w:color="auto" w:fill="auto"/>
            <w:hideMark/>
          </w:tcPr>
          <w:p w:rsidR="00BB64DB" w:rsidRPr="00FC4669" w:rsidRDefault="00BB64DB" w:rsidP="00B508F7">
            <w:pPr>
              <w:spacing w:line="240" w:lineRule="auto"/>
              <w:rPr>
                <w:rFonts w:asciiTheme="minorHAnsi" w:hAnsiTheme="minorHAnsi"/>
              </w:rPr>
            </w:pPr>
            <w:r w:rsidRPr="00FC4669">
              <w:rPr>
                <w:rFonts w:asciiTheme="minorHAnsi" w:hAnsiTheme="minorHAnsi"/>
              </w:rPr>
              <w:t>47.61</w:t>
            </w:r>
          </w:p>
        </w:tc>
        <w:tc>
          <w:tcPr>
            <w:tcW w:w="4677" w:type="dxa"/>
            <w:tcBorders>
              <w:top w:val="nil"/>
              <w:left w:val="nil"/>
              <w:bottom w:val="nil"/>
              <w:right w:val="nil"/>
            </w:tcBorders>
            <w:shd w:val="clear" w:color="auto" w:fill="auto"/>
            <w:hideMark/>
          </w:tcPr>
          <w:p w:rsidR="00BB64DB" w:rsidRPr="00FC4669" w:rsidRDefault="00BB64DB" w:rsidP="00B508F7">
            <w:pPr>
              <w:spacing w:line="240" w:lineRule="auto"/>
              <w:rPr>
                <w:rFonts w:asciiTheme="minorHAnsi" w:hAnsiTheme="minorHAnsi"/>
              </w:rPr>
            </w:pPr>
            <w:r w:rsidRPr="00FC4669">
              <w:rPr>
                <w:rFonts w:asciiTheme="minorHAnsi" w:hAnsiTheme="minorHAnsi"/>
              </w:rPr>
              <w:t xml:space="preserve">Maloobchod s knihami </w:t>
            </w:r>
          </w:p>
        </w:tc>
      </w:tr>
      <w:tr w:rsidR="00BB64DB" w:rsidRPr="00FC4669" w:rsidTr="00B508F7">
        <w:trPr>
          <w:trHeight w:val="255"/>
        </w:trPr>
        <w:tc>
          <w:tcPr>
            <w:tcW w:w="1843" w:type="dxa"/>
            <w:tcBorders>
              <w:top w:val="nil"/>
              <w:left w:val="nil"/>
              <w:bottom w:val="single" w:sz="12" w:space="0" w:color="auto"/>
              <w:right w:val="nil"/>
            </w:tcBorders>
            <w:shd w:val="clear" w:color="auto" w:fill="auto"/>
            <w:hideMark/>
          </w:tcPr>
          <w:p w:rsidR="00BB64DB" w:rsidRPr="00FC4669" w:rsidRDefault="00BB64DB" w:rsidP="00B508F7">
            <w:pPr>
              <w:spacing w:line="240" w:lineRule="auto"/>
              <w:rPr>
                <w:rFonts w:asciiTheme="minorHAnsi" w:hAnsiTheme="minorHAnsi"/>
              </w:rPr>
            </w:pPr>
            <w:r w:rsidRPr="00FC4669">
              <w:rPr>
                <w:rFonts w:asciiTheme="minorHAnsi" w:hAnsiTheme="minorHAnsi"/>
              </w:rPr>
              <w:t>47.62</w:t>
            </w:r>
          </w:p>
        </w:tc>
        <w:tc>
          <w:tcPr>
            <w:tcW w:w="4677" w:type="dxa"/>
            <w:tcBorders>
              <w:top w:val="nil"/>
              <w:left w:val="nil"/>
              <w:bottom w:val="single" w:sz="12" w:space="0" w:color="auto"/>
              <w:right w:val="nil"/>
            </w:tcBorders>
            <w:shd w:val="clear" w:color="auto" w:fill="auto"/>
            <w:hideMark/>
          </w:tcPr>
          <w:p w:rsidR="00BB64DB" w:rsidRPr="00FC4669" w:rsidRDefault="00BB64DB" w:rsidP="00B508F7">
            <w:pPr>
              <w:spacing w:line="240" w:lineRule="auto"/>
              <w:rPr>
                <w:rFonts w:asciiTheme="minorHAnsi" w:hAnsiTheme="minorHAnsi"/>
              </w:rPr>
            </w:pPr>
            <w:r w:rsidRPr="00FC4669">
              <w:rPr>
                <w:rFonts w:asciiTheme="minorHAnsi" w:hAnsiTheme="minorHAnsi"/>
              </w:rPr>
              <w:t>Maloobchod s novinami, časopisy a papírnickým zbožím</w:t>
            </w:r>
          </w:p>
        </w:tc>
      </w:tr>
    </w:tbl>
    <w:p w:rsidR="00BB64DB" w:rsidRPr="00FC4669" w:rsidRDefault="00BB64DB" w:rsidP="00BB64DB">
      <w:r w:rsidRPr="00FC4669">
        <w:br/>
        <w:t>Vydávání a distribuce tiskovin je jednou z nejstarších ekonomických činností v</w:t>
      </w:r>
      <w:r w:rsidR="005D1937" w:rsidRPr="00FC4669">
        <w:t> audiovizuálním a mediálním sektoru</w:t>
      </w:r>
      <w:r w:rsidRPr="00FC4669">
        <w:t>. Na území dnešní České republiky aktivně působí soukromí vydavatelé již několik staletí,</w:t>
      </w:r>
      <w:r w:rsidR="00B508F7" w:rsidRPr="00FC4669">
        <w:t xml:space="preserve"> pokud pomineme </w:t>
      </w:r>
      <w:r w:rsidRPr="00FC4669">
        <w:t xml:space="preserve">redukci a státní monopolizaci vydavatelství v období komunistického režimu. Po roce 1989 došlo opět k velkému nárůstu soukromých subjektů působících jak v oblasti periodického tisku, tak v oblasti knih. Zejména v oblasti knižního vydavatelství jsou v současnosti </w:t>
      </w:r>
      <w:r w:rsidR="00A96EFF" w:rsidRPr="00FC4669">
        <w:t>vydavatelské</w:t>
      </w:r>
      <w:r w:rsidRPr="00FC4669">
        <w:t xml:space="preserve"> subjekty v ČR mimořádně aktivní</w:t>
      </w:r>
      <w:r w:rsidR="00282CCA" w:rsidRPr="00FC4669">
        <w:t> </w:t>
      </w:r>
      <w:r w:rsidRPr="00FC4669">
        <w:t>a</w:t>
      </w:r>
      <w:r w:rsidR="00282CCA" w:rsidRPr="00FC4669">
        <w:t> </w:t>
      </w:r>
      <w:r w:rsidRPr="00FC4669">
        <w:t>v počtu vydaných knih na obyvatele obsazují přední příčky ve světovém žebříčku IPA</w:t>
      </w:r>
      <w:r w:rsidR="00042E63" w:rsidRPr="00FC4669">
        <w:t xml:space="preserve"> (</w:t>
      </w:r>
      <w:r w:rsidR="00FD3B1F" w:rsidRPr="00FC4669">
        <w:t>Debnár, 2015</w:t>
      </w:r>
      <w:r w:rsidR="00606EDA">
        <w:t>)</w:t>
      </w:r>
      <w:r w:rsidR="002A5595" w:rsidRPr="00FC4669">
        <w:t>. Na tisíc obyvatel pak připadlo podle údajů z šetření NIPOS v roce 2016 přibližně 1,6 titulu, čímž se v mezinárodním srovnání Česká republika řadí mezi země s nejvyšším počtem vydaných knižních titulů v přepočtu na obyvatele.</w:t>
      </w:r>
    </w:p>
    <w:p w:rsidR="00BB64DB" w:rsidRPr="00FC4669" w:rsidRDefault="00B508F7" w:rsidP="00BB64DB">
      <w:pPr>
        <w:ind w:firstLine="708"/>
      </w:pPr>
      <w:r w:rsidRPr="00FC4669">
        <w:t xml:space="preserve"> </w:t>
      </w:r>
      <w:r w:rsidR="00BB64DB" w:rsidRPr="00FC4669">
        <w:t>V rámci výchozí definice jsou činnosti vydávání</w:t>
      </w:r>
      <w:r w:rsidR="00606EDA">
        <w:t xml:space="preserve"> a maloobchodního prodeje novin</w:t>
      </w:r>
      <w:r w:rsidR="00BB64DB" w:rsidRPr="00FC4669">
        <w:t xml:space="preserve"> a časopisů vnímány jako jedna samostatná oblast</w:t>
      </w:r>
      <w:r w:rsidRPr="00FC4669">
        <w:t xml:space="preserve"> a zahrnují také </w:t>
      </w:r>
      <w:r w:rsidR="00D508CE" w:rsidRPr="00FC4669">
        <w:t>maloobchod s papírenským</w:t>
      </w:r>
      <w:r w:rsidRPr="00FC4669">
        <w:t xml:space="preserve"> zboží</w:t>
      </w:r>
      <w:r w:rsidR="00D508CE" w:rsidRPr="00FC4669">
        <w:t>m</w:t>
      </w:r>
      <w:r w:rsidRPr="00FC4669">
        <w:t>, kte</w:t>
      </w:r>
      <w:r w:rsidR="00D508CE" w:rsidRPr="00FC4669">
        <w:t>rý</w:t>
      </w:r>
      <w:r w:rsidRPr="00FC4669">
        <w:t xml:space="preserve"> bohužel nejde na čtyřmístné úrovni</w:t>
      </w:r>
      <w:r w:rsidR="00D508CE" w:rsidRPr="00FC4669">
        <w:t xml:space="preserve"> klasifikace NACE z příslušné kategorie</w:t>
      </w:r>
      <w:r w:rsidRPr="00FC4669">
        <w:t xml:space="preserve"> vyčlenit</w:t>
      </w:r>
      <w:r w:rsidR="00BB64DB" w:rsidRPr="00FC4669">
        <w:t>. Do oblasti</w:t>
      </w:r>
      <w:r w:rsidRPr="00FC4669">
        <w:t xml:space="preserve"> knih a tisku</w:t>
      </w:r>
      <w:r w:rsidR="00BB64DB" w:rsidRPr="00FC4669">
        <w:t xml:space="preserve"> spadají také činnosti zpravodajských a tiskových agentur, překladatelů a tlumočníků. Po nastínění všeobecné charakteristiky této oblasti budou periodickému tisku (noviny</w:t>
      </w:r>
      <w:r w:rsidR="00282CCA" w:rsidRPr="00FC4669">
        <w:t> </w:t>
      </w:r>
      <w:r w:rsidR="00BB64DB" w:rsidRPr="00FC4669">
        <w:t>a</w:t>
      </w:r>
      <w:r w:rsidR="00282CCA" w:rsidRPr="00FC4669">
        <w:t> </w:t>
      </w:r>
      <w:r w:rsidR="00BB64DB" w:rsidRPr="00FC4669">
        <w:t>časopisy) a neperiodickým publikacím (knihy) věnované samostatné podkapitoly.</w:t>
      </w:r>
    </w:p>
    <w:p w:rsidR="00BB64DB" w:rsidRPr="00FC4669" w:rsidRDefault="00BB64DB" w:rsidP="00BB64DB">
      <w:pPr>
        <w:ind w:firstLine="708"/>
      </w:pPr>
      <w:r w:rsidRPr="00FC4669">
        <w:t xml:space="preserve">Trh knižních vydavatelů a vydavatelů periodik v České republice se liší zejména podílem monopolizace trhu. Zatímco nejčtenější periodika spadají pod několik velkých vydavatelských domů, v oblasti knižního vydavatelství </w:t>
      </w:r>
      <w:r w:rsidR="00235533" w:rsidRPr="00FC4669">
        <w:t>je trh rozdělen mezi více velkých a středně velkých vydavatelství</w:t>
      </w:r>
      <w:r w:rsidR="00FD3B1F" w:rsidRPr="00FC4669">
        <w:t xml:space="preserve"> (S</w:t>
      </w:r>
      <w:r w:rsidR="006517EA" w:rsidRPr="00FC4669">
        <w:t>ČKN, 2017</w:t>
      </w:r>
      <w:r w:rsidRPr="00FC4669">
        <w:t>). Každoroční objem trhu knih a periodických publikací se dá velmi dobře analyzovat na základě počtu vydaných titulů vzhledem k</w:t>
      </w:r>
      <w:r w:rsidR="00B508F7" w:rsidRPr="00FC4669">
        <w:t xml:space="preserve"> zákonné </w:t>
      </w:r>
      <w:r w:rsidRPr="00FC4669">
        <w:t>povinnosti vydavatelů zasílat aktuální výtisky Národní knihovně České republiky a</w:t>
      </w:r>
      <w:r w:rsidR="00CC15C7">
        <w:t> </w:t>
      </w:r>
      <w:r w:rsidRPr="00FC4669">
        <w:t>jiným institucím.</w:t>
      </w:r>
      <w:r w:rsidR="002B21CF" w:rsidRPr="00FC4669">
        <w:t xml:space="preserve"> Specifika v</w:t>
      </w:r>
      <w:r w:rsidR="003A5CE5" w:rsidRPr="00FC4669">
        <w:t>ydávaných titulů budou rozebrána</w:t>
      </w:r>
      <w:r w:rsidR="002B21CF" w:rsidRPr="00FC4669">
        <w:t xml:space="preserve"> v samostatných podkapitolách.</w:t>
      </w:r>
      <w:r w:rsidRPr="00FC4669">
        <w:t xml:space="preserve"> Údaje o</w:t>
      </w:r>
      <w:r w:rsidR="00CC15C7">
        <w:t> </w:t>
      </w:r>
      <w:r w:rsidRPr="00FC4669">
        <w:t>vydaných periodických</w:t>
      </w:r>
      <w:r w:rsidR="00282CCA" w:rsidRPr="00FC4669">
        <w:t> </w:t>
      </w:r>
      <w:r w:rsidRPr="00FC4669">
        <w:t>a</w:t>
      </w:r>
      <w:r w:rsidR="00282CCA" w:rsidRPr="00FC4669">
        <w:t> </w:t>
      </w:r>
      <w:r w:rsidRPr="00FC4669">
        <w:t>neperiodických</w:t>
      </w:r>
      <w:r w:rsidR="005D1937" w:rsidRPr="00FC4669">
        <w:t xml:space="preserve"> titulech</w:t>
      </w:r>
      <w:r w:rsidRPr="00FC4669">
        <w:t xml:space="preserve"> sbírá od</w:t>
      </w:r>
      <w:r w:rsidR="00313494" w:rsidRPr="00FC4669">
        <w:t> </w:t>
      </w:r>
      <w:r w:rsidRPr="00FC4669">
        <w:t>Národní knihovny České republiky každoročně prostřednictvím ročních výkazů NIPOS.</w:t>
      </w:r>
    </w:p>
    <w:p w:rsidR="00BB64DB" w:rsidRPr="00FC4669" w:rsidRDefault="00BB64DB" w:rsidP="00683DBB">
      <w:pPr>
        <w:ind w:firstLine="708"/>
      </w:pPr>
      <w:r w:rsidRPr="00FC4669">
        <w:t xml:space="preserve">Přehled o příjmech subjektů v oblasti </w:t>
      </w:r>
      <w:r w:rsidR="00BA414E" w:rsidRPr="00FC4669">
        <w:t>k</w:t>
      </w:r>
      <w:r w:rsidRPr="00FC4669">
        <w:t xml:space="preserve">nih a tisku podle výchozí definice ukazuje </w:t>
      </w:r>
      <w:r w:rsidR="00015D27" w:rsidRPr="00FC4669">
        <w:t xml:space="preserve">Graf </w:t>
      </w:r>
      <w:r w:rsidR="002F7B33" w:rsidRPr="00FC4669">
        <w:t>7</w:t>
      </w:r>
      <w:r w:rsidRPr="00FC4669">
        <w:t>. Prezentovaná časová řada zachycuje kontinuální prop</w:t>
      </w:r>
      <w:r w:rsidR="00BA414E" w:rsidRPr="00FC4669">
        <w:t>ad příjmů z činností v oblasti k</w:t>
      </w:r>
      <w:r w:rsidRPr="00FC4669">
        <w:t>n</w:t>
      </w:r>
      <w:r w:rsidR="00B93569" w:rsidRPr="00FC4669">
        <w:t>ih a tisku mezi lety 2008 a 2015</w:t>
      </w:r>
      <w:r w:rsidRPr="00FC4669">
        <w:t xml:space="preserve">. Jako vysvětlení tohoto trendu se nabízí omezení výdajů spotřebitelů za knihy a periodické publikace v důsledku ekonomické krize a změna spotřebitelských návyků spojených s rozvojem online </w:t>
      </w:r>
      <w:r w:rsidRPr="00FC4669">
        <w:lastRenderedPageBreak/>
        <w:t>zpravodajství.</w:t>
      </w:r>
      <w:r w:rsidR="00FD3B1F" w:rsidRPr="00FC4669">
        <w:t xml:space="preserve"> V posledních sledovaných letech se však pokles příjmů, v souladu s oživením ekonomiky, </w:t>
      </w:r>
      <w:r w:rsidR="000057AA" w:rsidRPr="00FC4669">
        <w:t>zpomalil</w:t>
      </w:r>
      <w:r w:rsidR="00B93569" w:rsidRPr="00FC4669">
        <w:t xml:space="preserve"> a mezi lety 2015 a 2016 celkově příjmy dokonce vzrostly o 1,3 </w:t>
      </w:r>
      <w:r w:rsidR="001132C6" w:rsidRPr="00FC4669">
        <w:t>mld.</w:t>
      </w:r>
      <w:r w:rsidR="00B93569" w:rsidRPr="00FC4669">
        <w:t xml:space="preserve"> Kč</w:t>
      </w:r>
      <w:r w:rsidR="00FD3B1F" w:rsidRPr="00FC4669">
        <w:t xml:space="preserve">. </w:t>
      </w:r>
      <w:r w:rsidRPr="00FC4669">
        <w:t xml:space="preserve">Celkové </w:t>
      </w:r>
      <w:r w:rsidR="00A96EFF" w:rsidRPr="00FC4669">
        <w:t>příjmy</w:t>
      </w:r>
      <w:r w:rsidRPr="00FC4669">
        <w:t xml:space="preserve"> </w:t>
      </w:r>
      <w:r w:rsidR="00042B50" w:rsidRPr="00FC4669">
        <w:t xml:space="preserve">ekonomických subjektů s převažující činností </w:t>
      </w:r>
      <w:r w:rsidRPr="00FC4669">
        <w:t xml:space="preserve">v oblasti </w:t>
      </w:r>
      <w:r w:rsidR="00042B50" w:rsidRPr="00FC4669">
        <w:t>k</w:t>
      </w:r>
      <w:r w:rsidRPr="00FC4669">
        <w:t>nih a tisku dos</w:t>
      </w:r>
      <w:r w:rsidR="00683DBB" w:rsidRPr="00FC4669">
        <w:t>áhly v </w:t>
      </w:r>
      <w:r w:rsidR="00B93569" w:rsidRPr="00FC4669">
        <w:t>roce 2016</w:t>
      </w:r>
      <w:r w:rsidR="00FD3B1F" w:rsidRPr="00FC4669">
        <w:t xml:space="preserve"> velikosti</w:t>
      </w:r>
      <w:r w:rsidR="00B93569" w:rsidRPr="00FC4669">
        <w:t xml:space="preserve"> 41,2</w:t>
      </w:r>
      <w:r w:rsidR="00D4367D">
        <w:t> </w:t>
      </w:r>
      <w:r w:rsidRPr="00FC4669">
        <w:t>mld.</w:t>
      </w:r>
      <w:r w:rsidR="00D4367D">
        <w:t> </w:t>
      </w:r>
      <w:r w:rsidRPr="00FC4669">
        <w:t>Kč.</w:t>
      </w:r>
    </w:p>
    <w:p w:rsidR="00BB64DB" w:rsidRPr="00FC4669" w:rsidRDefault="00BB64DB" w:rsidP="00BB64DB">
      <w:pPr>
        <w:pStyle w:val="Titulek"/>
        <w:keepNext/>
        <w:rPr>
          <w:b w:val="0"/>
          <w:color w:val="000000" w:themeColor="text1"/>
          <w:sz w:val="22"/>
          <w:szCs w:val="22"/>
        </w:rPr>
      </w:pPr>
      <w:r w:rsidRPr="00FC4669">
        <w:rPr>
          <w:color w:val="000000" w:themeColor="text1"/>
          <w:sz w:val="22"/>
          <w:szCs w:val="22"/>
        </w:rPr>
        <w:t xml:space="preserve">Graf </w:t>
      </w:r>
      <w:r w:rsidR="001A4BAA" w:rsidRPr="00FC4669">
        <w:rPr>
          <w:color w:val="000000" w:themeColor="text1"/>
          <w:sz w:val="22"/>
          <w:szCs w:val="22"/>
        </w:rPr>
        <w:t>7</w:t>
      </w:r>
      <w:r w:rsidR="002F7B33" w:rsidRPr="00FC4669">
        <w:rPr>
          <w:color w:val="000000" w:themeColor="text1"/>
          <w:sz w:val="22"/>
          <w:szCs w:val="22"/>
        </w:rPr>
        <w:t xml:space="preserve"> </w:t>
      </w:r>
      <w:r w:rsidR="00522F08" w:rsidRPr="00FC4669">
        <w:rPr>
          <w:b w:val="0"/>
          <w:color w:val="000000" w:themeColor="text1"/>
          <w:sz w:val="22"/>
          <w:szCs w:val="22"/>
        </w:rPr>
        <w:t>Příjmy</w:t>
      </w:r>
      <w:r w:rsidR="00B34A56" w:rsidRPr="00FC4669">
        <w:rPr>
          <w:b w:val="0"/>
          <w:color w:val="000000" w:themeColor="text1"/>
          <w:sz w:val="22"/>
          <w:szCs w:val="22"/>
        </w:rPr>
        <w:t xml:space="preserve"> subjektů</w:t>
      </w:r>
      <w:r w:rsidR="00171D41" w:rsidRPr="00FC4669">
        <w:rPr>
          <w:b w:val="0"/>
          <w:color w:val="000000" w:themeColor="text1"/>
          <w:sz w:val="22"/>
          <w:szCs w:val="22"/>
        </w:rPr>
        <w:t xml:space="preserve"> s převažující ekonomickou činností </w:t>
      </w:r>
      <w:r w:rsidR="00B34A56" w:rsidRPr="00FC4669">
        <w:rPr>
          <w:b w:val="0"/>
          <w:color w:val="000000" w:themeColor="text1"/>
          <w:sz w:val="22"/>
          <w:szCs w:val="22"/>
        </w:rPr>
        <w:t>v oblasti k</w:t>
      </w:r>
      <w:r w:rsidRPr="00FC4669">
        <w:rPr>
          <w:b w:val="0"/>
          <w:color w:val="000000" w:themeColor="text1"/>
          <w:sz w:val="22"/>
          <w:szCs w:val="22"/>
        </w:rPr>
        <w:t xml:space="preserve">nih a tisku </w:t>
      </w:r>
      <w:r w:rsidR="00B34A56" w:rsidRPr="00FC4669">
        <w:rPr>
          <w:b w:val="0"/>
          <w:color w:val="000000" w:themeColor="text1"/>
          <w:sz w:val="22"/>
          <w:szCs w:val="22"/>
        </w:rPr>
        <w:t>(</w:t>
      </w:r>
      <w:r w:rsidRPr="00FC4669">
        <w:rPr>
          <w:b w:val="0"/>
          <w:color w:val="000000" w:themeColor="text1"/>
          <w:sz w:val="22"/>
          <w:szCs w:val="22"/>
        </w:rPr>
        <w:t>v</w:t>
      </w:r>
      <w:r w:rsidR="00B34A56" w:rsidRPr="00FC4669">
        <w:rPr>
          <w:b w:val="0"/>
          <w:color w:val="000000" w:themeColor="text1"/>
          <w:sz w:val="22"/>
          <w:szCs w:val="22"/>
        </w:rPr>
        <w:t xml:space="preserve"> mld.</w:t>
      </w:r>
      <w:r w:rsidRPr="00FC4669">
        <w:rPr>
          <w:b w:val="0"/>
          <w:color w:val="000000" w:themeColor="text1"/>
          <w:sz w:val="22"/>
          <w:szCs w:val="22"/>
        </w:rPr>
        <w:t xml:space="preserve"> Kč</w:t>
      </w:r>
      <w:r w:rsidR="00B34A56" w:rsidRPr="00FC4669">
        <w:rPr>
          <w:b w:val="0"/>
          <w:color w:val="000000" w:themeColor="text1"/>
          <w:sz w:val="22"/>
          <w:szCs w:val="22"/>
        </w:rPr>
        <w:t>)</w:t>
      </w:r>
    </w:p>
    <w:p w:rsidR="00BB64DB" w:rsidRPr="00FC4669" w:rsidRDefault="00E828AD" w:rsidP="00BB64DB">
      <w:pPr>
        <w:keepNext/>
      </w:pPr>
      <w:r w:rsidRPr="00FC4669">
        <w:rPr>
          <w:noProof/>
        </w:rPr>
        <w:drawing>
          <wp:inline distT="0" distB="0" distL="0" distR="0">
            <wp:extent cx="6143625" cy="1581150"/>
            <wp:effectExtent l="0" t="0" r="0" b="0"/>
            <wp:docPr id="30"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B64DB" w:rsidRPr="00FC4669" w:rsidRDefault="00BB64DB" w:rsidP="00BB64DB">
      <w:pPr>
        <w:pStyle w:val="Titulek"/>
        <w:rPr>
          <w:b w:val="0"/>
          <w:color w:val="000000" w:themeColor="text1"/>
          <w:sz w:val="22"/>
          <w:szCs w:val="22"/>
        </w:rPr>
      </w:pPr>
      <w:r w:rsidRPr="00FC4669">
        <w:rPr>
          <w:b w:val="0"/>
          <w:color w:val="000000" w:themeColor="text1"/>
          <w:sz w:val="22"/>
          <w:szCs w:val="22"/>
        </w:rPr>
        <w:t>Zdroj:</w:t>
      </w:r>
      <w:r w:rsidR="00B508F7" w:rsidRPr="00FC4669">
        <w:rPr>
          <w:b w:val="0"/>
          <w:color w:val="000000" w:themeColor="text1"/>
          <w:sz w:val="22"/>
          <w:szCs w:val="22"/>
        </w:rPr>
        <w:t xml:space="preserve"> Podniková strukturální statistika,</w:t>
      </w:r>
      <w:r w:rsidRPr="00FC4669">
        <w:rPr>
          <w:b w:val="0"/>
          <w:color w:val="000000" w:themeColor="text1"/>
          <w:sz w:val="22"/>
          <w:szCs w:val="22"/>
        </w:rPr>
        <w:t xml:space="preserve"> ČSÚ</w:t>
      </w:r>
    </w:p>
    <w:p w:rsidR="00BB64DB" w:rsidRPr="00FC4669" w:rsidRDefault="00BB64DB" w:rsidP="00BB64DB">
      <w:r w:rsidRPr="00FC4669">
        <w:t xml:space="preserve">Výše zaměstnanosti v oblasti </w:t>
      </w:r>
      <w:r w:rsidR="00BA414E" w:rsidRPr="00FC4669">
        <w:t>k</w:t>
      </w:r>
      <w:r w:rsidRPr="00FC4669">
        <w:t xml:space="preserve">nih a tisku v podstatě kopíruje vývoj </w:t>
      </w:r>
      <w:r w:rsidR="00BA414E" w:rsidRPr="00FC4669">
        <w:t>příjmů</w:t>
      </w:r>
      <w:r w:rsidRPr="00FC4669">
        <w:t xml:space="preserve"> podnik</w:t>
      </w:r>
      <w:r w:rsidR="00683DBB" w:rsidRPr="00FC4669">
        <w:t>ů v této oblasti. Mez</w:t>
      </w:r>
      <w:r w:rsidR="00A96EFF" w:rsidRPr="00FC4669">
        <w:t>i lety 2006</w:t>
      </w:r>
      <w:r w:rsidR="00B93569" w:rsidRPr="00FC4669">
        <w:t xml:space="preserve"> a 2016</w:t>
      </w:r>
      <w:r w:rsidRPr="00FC4669">
        <w:t xml:space="preserve"> pokl</w:t>
      </w:r>
      <w:r w:rsidR="00042B50" w:rsidRPr="00FC4669">
        <w:t>esla zaměstnanost podle Podnikové strukturální statistiky</w:t>
      </w:r>
      <w:r w:rsidR="00A96EFF" w:rsidRPr="00FC4669">
        <w:t xml:space="preserve"> o </w:t>
      </w:r>
      <w:r w:rsidR="00FD3B1F" w:rsidRPr="00FC4669">
        <w:t>5</w:t>
      </w:r>
      <w:r w:rsidR="00A96EFF" w:rsidRPr="00FC4669">
        <w:t xml:space="preserve"> tis.</w:t>
      </w:r>
      <w:r w:rsidRPr="00FC4669">
        <w:t xml:space="preserve"> zaměstnanců a</w:t>
      </w:r>
      <w:r w:rsidR="00B93569" w:rsidRPr="00FC4669">
        <w:t xml:space="preserve"> v roce 2016</w:t>
      </w:r>
      <w:r w:rsidR="00683DBB" w:rsidRPr="00FC4669">
        <w:t xml:space="preserve"> dosa</w:t>
      </w:r>
      <w:r w:rsidR="00FD3B1F" w:rsidRPr="00FC4669">
        <w:t>hovala výše 12,8</w:t>
      </w:r>
      <w:r w:rsidR="00683DBB" w:rsidRPr="00FC4669">
        <w:t xml:space="preserve"> tis.</w:t>
      </w:r>
      <w:r w:rsidRPr="00FC4669">
        <w:t xml:space="preserve"> zaměstnanců.</w:t>
      </w:r>
      <w:r w:rsidR="00B93569" w:rsidRPr="00FC4669">
        <w:t xml:space="preserve"> Tento stav zůstává v posledních třech letech konstantní.</w:t>
      </w:r>
      <w:r w:rsidRPr="00FC4669">
        <w:t xml:space="preserve"> Údaje zachycující zaměstnanost pro oblast knih a oblast tisku samostatně budou uvede</w:t>
      </w:r>
      <w:r w:rsidR="00B34A56" w:rsidRPr="00FC4669">
        <w:t>ny v příslušných podkapitolách.</w:t>
      </w:r>
    </w:p>
    <w:p w:rsidR="00BB64DB" w:rsidRPr="00FC4669" w:rsidRDefault="00BB64DB" w:rsidP="00BB64DB">
      <w:pPr>
        <w:pStyle w:val="Titulek"/>
        <w:keepNext/>
        <w:rPr>
          <w:color w:val="000000" w:themeColor="text1"/>
          <w:sz w:val="22"/>
          <w:szCs w:val="22"/>
        </w:rPr>
      </w:pPr>
      <w:r w:rsidRPr="00FC4669">
        <w:rPr>
          <w:color w:val="000000" w:themeColor="text1"/>
          <w:sz w:val="22"/>
          <w:szCs w:val="22"/>
        </w:rPr>
        <w:t xml:space="preserve">Graf </w:t>
      </w:r>
      <w:r w:rsidR="001A4BAA" w:rsidRPr="00FC4669">
        <w:rPr>
          <w:color w:val="000000" w:themeColor="text1"/>
          <w:sz w:val="22"/>
          <w:szCs w:val="22"/>
        </w:rPr>
        <w:t>8</w:t>
      </w:r>
      <w:r w:rsidR="002F7B33" w:rsidRPr="00FC4669">
        <w:rPr>
          <w:color w:val="000000" w:themeColor="text1"/>
          <w:sz w:val="22"/>
          <w:szCs w:val="22"/>
        </w:rPr>
        <w:t xml:space="preserve"> </w:t>
      </w:r>
      <w:r w:rsidR="00522F08" w:rsidRPr="00FC4669">
        <w:rPr>
          <w:b w:val="0"/>
          <w:color w:val="000000" w:themeColor="text1"/>
          <w:sz w:val="22"/>
          <w:szCs w:val="22"/>
        </w:rPr>
        <w:t>Počet</w:t>
      </w:r>
      <w:r w:rsidR="005366C7" w:rsidRPr="00FC4669">
        <w:rPr>
          <w:b w:val="0"/>
          <w:color w:val="000000" w:themeColor="text1"/>
          <w:sz w:val="22"/>
          <w:szCs w:val="22"/>
        </w:rPr>
        <w:t xml:space="preserve"> zaměstnanců v oblasti k</w:t>
      </w:r>
      <w:r w:rsidRPr="00FC4669">
        <w:rPr>
          <w:b w:val="0"/>
          <w:color w:val="000000" w:themeColor="text1"/>
          <w:sz w:val="22"/>
          <w:szCs w:val="22"/>
        </w:rPr>
        <w:t>nih a tisku (</w:t>
      </w:r>
      <w:r w:rsidR="005366C7" w:rsidRPr="00FC4669">
        <w:rPr>
          <w:b w:val="0"/>
          <w:color w:val="000000" w:themeColor="text1"/>
          <w:sz w:val="22"/>
          <w:szCs w:val="22"/>
        </w:rPr>
        <w:t xml:space="preserve">v tis. osob, </w:t>
      </w:r>
      <w:r w:rsidRPr="00FC4669">
        <w:rPr>
          <w:b w:val="0"/>
          <w:color w:val="000000" w:themeColor="text1"/>
          <w:sz w:val="22"/>
          <w:szCs w:val="22"/>
        </w:rPr>
        <w:t>přepočten</w:t>
      </w:r>
      <w:r w:rsidR="00683DBB" w:rsidRPr="00FC4669">
        <w:rPr>
          <w:b w:val="0"/>
          <w:color w:val="000000" w:themeColor="text1"/>
          <w:sz w:val="22"/>
          <w:szCs w:val="22"/>
        </w:rPr>
        <w:t>o</w:t>
      </w:r>
      <w:r w:rsidRPr="00FC4669">
        <w:rPr>
          <w:b w:val="0"/>
          <w:color w:val="000000" w:themeColor="text1"/>
          <w:sz w:val="22"/>
          <w:szCs w:val="22"/>
        </w:rPr>
        <w:t xml:space="preserve"> na počet plných úvazků)</w:t>
      </w:r>
    </w:p>
    <w:p w:rsidR="00BB64DB" w:rsidRPr="00FC4669" w:rsidRDefault="00E828AD" w:rsidP="00BB64DB">
      <w:pPr>
        <w:keepNext/>
      </w:pPr>
      <w:r w:rsidRPr="00FC4669">
        <w:rPr>
          <w:noProof/>
        </w:rPr>
        <w:drawing>
          <wp:inline distT="0" distB="0" distL="0" distR="0">
            <wp:extent cx="6143625" cy="1495425"/>
            <wp:effectExtent l="0" t="0" r="0" b="0"/>
            <wp:docPr id="97"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BB64DB" w:rsidRPr="00FC4669" w:rsidRDefault="00BB64DB" w:rsidP="00BB64DB">
      <w:pPr>
        <w:pStyle w:val="Titulek"/>
        <w:rPr>
          <w:b w:val="0"/>
          <w:color w:val="000000" w:themeColor="text1"/>
          <w:sz w:val="22"/>
          <w:szCs w:val="22"/>
        </w:rPr>
      </w:pPr>
      <w:r w:rsidRPr="00FC4669">
        <w:rPr>
          <w:b w:val="0"/>
          <w:color w:val="000000" w:themeColor="text1"/>
          <w:sz w:val="22"/>
          <w:szCs w:val="22"/>
        </w:rPr>
        <w:t>Zdroj: Podniková strukturální statistika, ČSÚ</w:t>
      </w:r>
    </w:p>
    <w:p w:rsidR="00754990" w:rsidRPr="00FC4669" w:rsidRDefault="00346445" w:rsidP="00754990">
      <w:pPr>
        <w:rPr>
          <w:lang w:eastAsia="en-US"/>
        </w:rPr>
      </w:pPr>
      <w:r w:rsidRPr="00FC4669">
        <w:rPr>
          <w:lang w:eastAsia="en-US"/>
        </w:rPr>
        <w:t>Údaje o počtu zaměstnanců ze Strukturální podnikové statistiky může v oblasti knih a tisku doplnit také odhad celkové zaměstnanosti z Výběrového šetření pracovn</w:t>
      </w:r>
      <w:r w:rsidR="00C96C58" w:rsidRPr="00FC4669">
        <w:rPr>
          <w:lang w:eastAsia="en-US"/>
        </w:rPr>
        <w:t>ích sil. Pokud zohledníme všechny zaměstnané osoby (zaměstnance, podnikatele či pracovníky na dohody) bude se zaměstnanost v oblasti</w:t>
      </w:r>
      <w:r w:rsidR="00B93569" w:rsidRPr="00FC4669">
        <w:rPr>
          <w:lang w:eastAsia="en-US"/>
        </w:rPr>
        <w:t xml:space="preserve"> knih a tisku pohybovat okolo 27,6</w:t>
      </w:r>
      <w:r w:rsidR="00C96C58" w:rsidRPr="00FC4669">
        <w:rPr>
          <w:lang w:eastAsia="en-US"/>
        </w:rPr>
        <w:t xml:space="preserve"> tis. osob. Tento údaj lze dále dělit podle typu zaměstnání. </w:t>
      </w:r>
      <w:r w:rsidR="00E35EE2" w:rsidRPr="00FC4669">
        <w:rPr>
          <w:lang w:eastAsia="en-US"/>
        </w:rPr>
        <w:t>Z</w:t>
      </w:r>
      <w:r w:rsidR="007D5538">
        <w:rPr>
          <w:lang w:eastAsia="en-US"/>
        </w:rPr>
        <w:t xml:space="preserve"> Grafu </w:t>
      </w:r>
      <w:r w:rsidR="0054686F">
        <w:rPr>
          <w:lang w:eastAsia="en-US"/>
        </w:rPr>
        <w:t>9</w:t>
      </w:r>
      <w:r w:rsidR="007D5538">
        <w:rPr>
          <w:lang w:eastAsia="en-US"/>
        </w:rPr>
        <w:t xml:space="preserve"> </w:t>
      </w:r>
      <w:r w:rsidR="00E35EE2" w:rsidRPr="00FC4669">
        <w:rPr>
          <w:lang w:eastAsia="en-US"/>
        </w:rPr>
        <w:t xml:space="preserve">je </w:t>
      </w:r>
      <w:r w:rsidR="008B64EB" w:rsidRPr="00FC4669">
        <w:rPr>
          <w:lang w:eastAsia="en-US"/>
        </w:rPr>
        <w:t>zřejmé</w:t>
      </w:r>
      <w:r w:rsidR="00E35EE2" w:rsidRPr="00FC4669">
        <w:rPr>
          <w:lang w:eastAsia="en-US"/>
        </w:rPr>
        <w:t>, že</w:t>
      </w:r>
      <w:r w:rsidR="008B64EB" w:rsidRPr="00FC4669">
        <w:rPr>
          <w:lang w:eastAsia="en-US"/>
        </w:rPr>
        <w:t> </w:t>
      </w:r>
      <w:r w:rsidR="00E35EE2" w:rsidRPr="00FC4669">
        <w:rPr>
          <w:lang w:eastAsia="en-US"/>
        </w:rPr>
        <w:t xml:space="preserve"> více osob se v oblasti knih </w:t>
      </w:r>
      <w:r w:rsidR="008B76B8" w:rsidRPr="00FC4669">
        <w:rPr>
          <w:lang w:eastAsia="en-US"/>
        </w:rPr>
        <w:t>a tisku věnovalo zaměstnáním „</w:t>
      </w:r>
      <w:r w:rsidR="00B93569" w:rsidRPr="00FC4669">
        <w:rPr>
          <w:lang w:eastAsia="en-US"/>
        </w:rPr>
        <w:t>ne-</w:t>
      </w:r>
      <w:r w:rsidR="00E35EE2" w:rsidRPr="00FC4669">
        <w:rPr>
          <w:lang w:eastAsia="en-US"/>
        </w:rPr>
        <w:t>kulturního“ charakteru (přibližně</w:t>
      </w:r>
      <w:r w:rsidR="008B64EB" w:rsidRPr="00FC4669">
        <w:rPr>
          <w:lang w:eastAsia="en-US"/>
        </w:rPr>
        <w:t> </w:t>
      </w:r>
      <w:r w:rsidR="00B93569" w:rsidRPr="00FC4669">
        <w:rPr>
          <w:lang w:eastAsia="en-US"/>
        </w:rPr>
        <w:t>11,9</w:t>
      </w:r>
      <w:r w:rsidR="008B64EB" w:rsidRPr="00FC4669">
        <w:rPr>
          <w:lang w:eastAsia="en-US"/>
        </w:rPr>
        <w:t> </w:t>
      </w:r>
      <w:r w:rsidR="00E35EE2" w:rsidRPr="00FC4669">
        <w:rPr>
          <w:lang w:eastAsia="en-US"/>
        </w:rPr>
        <w:t xml:space="preserve">tis. osob) než </w:t>
      </w:r>
      <w:r w:rsidR="008B76B8" w:rsidRPr="00FC4669">
        <w:rPr>
          <w:lang w:eastAsia="en-US"/>
        </w:rPr>
        <w:t>„</w:t>
      </w:r>
      <w:r w:rsidR="00E35EE2" w:rsidRPr="00FC4669">
        <w:rPr>
          <w:lang w:eastAsia="en-US"/>
        </w:rPr>
        <w:t>kulturním</w:t>
      </w:r>
      <w:r w:rsidR="00B93569" w:rsidRPr="00FC4669">
        <w:rPr>
          <w:lang w:eastAsia="en-US"/>
        </w:rPr>
        <w:t>“ zaměstnáním (přibližně 15,7</w:t>
      </w:r>
      <w:r w:rsidR="00E35EE2" w:rsidRPr="00FC4669">
        <w:rPr>
          <w:lang w:eastAsia="en-US"/>
        </w:rPr>
        <w:t xml:space="preserve"> tis. osob).</w:t>
      </w:r>
      <w:r w:rsidR="006B2F7A" w:rsidRPr="00FC4669">
        <w:rPr>
          <w:lang w:eastAsia="en-US"/>
        </w:rPr>
        <w:t xml:space="preserve"> Pokud se zaměříme pouze na spisovatele, novináře a</w:t>
      </w:r>
      <w:r w:rsidR="005A737D">
        <w:rPr>
          <w:lang w:eastAsia="en-US"/>
        </w:rPr>
        <w:t> </w:t>
      </w:r>
      <w:r w:rsidR="006B2F7A" w:rsidRPr="00FC4669">
        <w:rPr>
          <w:lang w:eastAsia="en-US"/>
        </w:rPr>
        <w:t xml:space="preserve">jazykovědce (tedy osoby spadající svým zaměstnáním do kategorie CZ-ISCO 264) zjistíme, že </w:t>
      </w:r>
      <w:r w:rsidR="008B76B8" w:rsidRPr="00FC4669">
        <w:rPr>
          <w:lang w:eastAsia="en-US"/>
        </w:rPr>
        <w:t xml:space="preserve">většina z nich pracovala v organizacích </w:t>
      </w:r>
      <w:r w:rsidR="00B93569" w:rsidRPr="00FC4669">
        <w:rPr>
          <w:lang w:eastAsia="en-US"/>
        </w:rPr>
        <w:t>„</w:t>
      </w:r>
      <w:r w:rsidR="008B76B8" w:rsidRPr="00FC4669">
        <w:rPr>
          <w:lang w:eastAsia="en-US"/>
        </w:rPr>
        <w:t>kulturního</w:t>
      </w:r>
      <w:r w:rsidR="00B93569" w:rsidRPr="00FC4669">
        <w:rPr>
          <w:lang w:eastAsia="en-US"/>
        </w:rPr>
        <w:t>“ charakteru (14,7</w:t>
      </w:r>
      <w:r w:rsidR="008B76B8" w:rsidRPr="00FC4669">
        <w:rPr>
          <w:lang w:eastAsia="en-US"/>
        </w:rPr>
        <w:t xml:space="preserve"> tis.) a to i mimo oblast </w:t>
      </w:r>
      <w:r w:rsidR="001132C6" w:rsidRPr="00FC4669">
        <w:rPr>
          <w:lang w:eastAsia="en-US"/>
        </w:rPr>
        <w:t>knih</w:t>
      </w:r>
      <w:r w:rsidR="008B76B8" w:rsidRPr="00FC4669">
        <w:rPr>
          <w:lang w:eastAsia="en-US"/>
        </w:rPr>
        <w:t xml:space="preserve"> a tisku. V organizacích </w:t>
      </w:r>
      <w:r w:rsidR="00B93569" w:rsidRPr="00FC4669">
        <w:rPr>
          <w:lang w:eastAsia="en-US"/>
        </w:rPr>
        <w:t>„</w:t>
      </w:r>
      <w:r w:rsidR="008B76B8" w:rsidRPr="00FC4669">
        <w:rPr>
          <w:lang w:eastAsia="en-US"/>
        </w:rPr>
        <w:t>ne-kulturního</w:t>
      </w:r>
      <w:r w:rsidR="00B93569" w:rsidRPr="00FC4669">
        <w:rPr>
          <w:lang w:eastAsia="en-US"/>
        </w:rPr>
        <w:t>“ charakteru pak pracovalo 3,9</w:t>
      </w:r>
      <w:r w:rsidR="008B76B8" w:rsidRPr="00FC4669">
        <w:rPr>
          <w:lang w:eastAsia="en-US"/>
        </w:rPr>
        <w:t xml:space="preserve"> tis. spisovatelů, novinářů a jazykovědců.</w:t>
      </w:r>
    </w:p>
    <w:p w:rsidR="00E35EE2" w:rsidRPr="00FC4669" w:rsidRDefault="007D5538" w:rsidP="00E35EE2">
      <w:pPr>
        <w:pStyle w:val="Titulek"/>
        <w:keepNext/>
        <w:jc w:val="left"/>
        <w:rPr>
          <w:b w:val="0"/>
          <w:color w:val="auto"/>
          <w:sz w:val="22"/>
          <w:szCs w:val="22"/>
        </w:rPr>
      </w:pPr>
      <w:bookmarkStart w:id="22" w:name="_Toc464832048"/>
      <w:r>
        <w:rPr>
          <w:color w:val="auto"/>
          <w:sz w:val="22"/>
          <w:szCs w:val="22"/>
        </w:rPr>
        <w:lastRenderedPageBreak/>
        <w:t xml:space="preserve">Graf </w:t>
      </w:r>
      <w:r w:rsidR="0054686F">
        <w:rPr>
          <w:color w:val="auto"/>
          <w:sz w:val="22"/>
          <w:szCs w:val="22"/>
        </w:rPr>
        <w:t>9</w:t>
      </w:r>
      <w:r w:rsidR="00E35EE2" w:rsidRPr="00FC4669">
        <w:t xml:space="preserve"> </w:t>
      </w:r>
      <w:r w:rsidR="00E35EE2" w:rsidRPr="00FC4669">
        <w:rPr>
          <w:b w:val="0"/>
          <w:color w:val="auto"/>
          <w:sz w:val="22"/>
          <w:szCs w:val="22"/>
        </w:rPr>
        <w:t xml:space="preserve">Odhad počtu zaměstnaných osob </w:t>
      </w:r>
      <w:r w:rsidR="005A737D">
        <w:rPr>
          <w:b w:val="0"/>
          <w:color w:val="auto"/>
          <w:sz w:val="22"/>
          <w:szCs w:val="22"/>
        </w:rPr>
        <w:t xml:space="preserve">(v tis.) </w:t>
      </w:r>
      <w:r w:rsidR="00E35EE2" w:rsidRPr="00FC4669">
        <w:rPr>
          <w:b w:val="0"/>
          <w:color w:val="auto"/>
          <w:sz w:val="22"/>
          <w:szCs w:val="22"/>
        </w:rPr>
        <w:t>v </w:t>
      </w:r>
      <w:r w:rsidR="00D77F03" w:rsidRPr="00FC4669">
        <w:rPr>
          <w:b w:val="0"/>
          <w:color w:val="auto"/>
          <w:sz w:val="22"/>
          <w:szCs w:val="22"/>
        </w:rPr>
        <w:t>roce 201</w:t>
      </w:r>
      <w:r w:rsidR="00DA236F" w:rsidRPr="00FC4669">
        <w:rPr>
          <w:b w:val="0"/>
          <w:color w:val="auto"/>
          <w:sz w:val="22"/>
          <w:szCs w:val="22"/>
        </w:rPr>
        <w:t>7</w:t>
      </w:r>
      <w:r w:rsidR="00DC44B4" w:rsidRPr="00FC4669">
        <w:rPr>
          <w:b w:val="0"/>
          <w:color w:val="auto"/>
          <w:sz w:val="22"/>
          <w:szCs w:val="22"/>
        </w:rPr>
        <w:t xml:space="preserve"> </w:t>
      </w:r>
      <w:bookmarkEnd w:id="22"/>
    </w:p>
    <w:p w:rsidR="008725B4" w:rsidRPr="00FC4669" w:rsidRDefault="00052F4D" w:rsidP="004F4DFA">
      <w:pPr>
        <w:pStyle w:val="Titulek"/>
        <w:spacing w:before="120"/>
        <w:jc w:val="left"/>
        <w:rPr>
          <w:b w:val="0"/>
          <w:color w:val="auto"/>
          <w:sz w:val="22"/>
          <w:szCs w:val="22"/>
        </w:rPr>
      </w:pPr>
      <w:r w:rsidRPr="00052F4D">
        <w:rPr>
          <w:noProof/>
          <w:lang w:eastAsia="cs-CZ"/>
        </w:rPr>
        <w:pict>
          <v:shape id="Text Box 30" o:spid="_x0000_s1033" type="#_x0000_t202" style="position:absolute;margin-left:349.9pt;margin-top:124.1pt;width:55.25pt;height:22.6pt;z-index:2516659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" stroked="f">
            <v:fill opacity="0"/>
            <v:textbox>
              <w:txbxContent>
                <w:p w:rsidR="00477774" w:rsidRPr="00204DB6" w:rsidRDefault="00477774">
                  <w:pPr>
                    <w:rPr>
                      <w:rFonts w:ascii="Calibri" w:hAnsi="Calibri"/>
                    </w:rPr>
                  </w:pPr>
                  <w:r w:rsidRPr="00204DB6">
                    <w:rPr>
                      <w:rFonts w:ascii="Calibri" w:hAnsi="Calibri"/>
                    </w:rPr>
                    <w:t>18,6</w:t>
                  </w:r>
                  <w:r>
                    <w:rPr>
                      <w:rFonts w:ascii="Calibri" w:hAnsi="Calibri"/>
                    </w:rPr>
                    <w:t xml:space="preserve"> tis.</w:t>
                  </w:r>
                </w:p>
              </w:txbxContent>
            </v:textbox>
          </v:shape>
        </w:pict>
      </w:r>
      <w:r>
        <w:rPr>
          <w:b w:val="0"/>
          <w:noProof/>
          <w:color w:val="auto"/>
          <w:sz w:val="22"/>
          <w:szCs w:val="22"/>
          <w:lang w:eastAsia="cs-CZ"/>
        </w:rPr>
        <w:pict>
          <v:shape id="Text Box 29" o:spid="_x0000_s1034" type="#_x0000_t202" style="position:absolute;margin-left:109.1pt;margin-top:120.25pt;width:53.35pt;height:20.25pt;z-index:2516638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" stroked="f">
            <v:fill opacity="0"/>
            <v:textbox>
              <w:txbxContent>
                <w:p w:rsidR="00477774" w:rsidRPr="00E4586D" w:rsidRDefault="00477774" w:rsidP="00EC276B">
                  <w:pPr>
                    <w:spacing w:after="0" w:line="240" w:lineRule="auto"/>
                    <w:rPr>
                      <w:rFonts w:asciiTheme="minorHAnsi" w:hAnsiTheme="minorHAnsi"/>
                    </w:rPr>
                  </w:pPr>
                  <w:r w:rsidRPr="00E4586D">
                    <w:rPr>
                      <w:rFonts w:asciiTheme="minorHAnsi" w:hAnsiTheme="minorHAnsi"/>
                    </w:rPr>
                    <w:t>27,6</w:t>
                  </w:r>
                  <w:r>
                    <w:rPr>
                      <w:rFonts w:asciiTheme="minorHAnsi" w:hAnsiTheme="minorHAnsi"/>
                    </w:rPr>
                    <w:t xml:space="preserve"> tis.</w:t>
                  </w:r>
                </w:p>
              </w:txbxContent>
            </v:textbox>
          </v:shape>
        </w:pict>
      </w:r>
      <w:r w:rsidR="008725B4" w:rsidRPr="00FC4669">
        <w:rPr>
          <w:b w:val="0"/>
          <w:noProof/>
          <w:color w:val="auto"/>
          <w:sz w:val="22"/>
          <w:szCs w:val="22"/>
          <w:lang w:eastAsia="cs-CZ"/>
        </w:rPr>
        <w:drawing>
          <wp:inline distT="0" distB="0" distL="0" distR="0">
            <wp:extent cx="3333750" cy="2428875"/>
            <wp:effectExtent l="0" t="0" r="0" b="0"/>
            <wp:docPr id="20"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00E4586D" w:rsidRPr="00FC4669">
        <w:rPr>
          <w:noProof/>
        </w:rPr>
        <w:t xml:space="preserve"> </w:t>
      </w:r>
      <w:r w:rsidR="00E4586D" w:rsidRPr="00FC4669">
        <w:rPr>
          <w:b w:val="0"/>
          <w:noProof/>
          <w:color w:val="auto"/>
          <w:sz w:val="22"/>
          <w:szCs w:val="22"/>
          <w:lang w:eastAsia="cs-CZ"/>
        </w:rPr>
        <w:drawing>
          <wp:inline distT="0" distB="0" distL="0" distR="0">
            <wp:extent cx="2647950" cy="2428875"/>
            <wp:effectExtent l="0" t="0" r="0" b="0"/>
            <wp:docPr id="26"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5E330D" w:rsidRPr="00FC4669" w:rsidRDefault="007C4B02" w:rsidP="004F4DFA">
      <w:pPr>
        <w:pStyle w:val="Titulek"/>
        <w:spacing w:before="120"/>
        <w:jc w:val="left"/>
        <w:rPr>
          <w:b w:val="0"/>
          <w:color w:val="auto"/>
          <w:sz w:val="22"/>
          <w:szCs w:val="22"/>
        </w:rPr>
      </w:pPr>
      <w:r w:rsidRPr="00FC4669">
        <w:rPr>
          <w:b w:val="0"/>
          <w:color w:val="auto"/>
          <w:sz w:val="22"/>
          <w:szCs w:val="22"/>
        </w:rPr>
        <w:t>Zdroj: Výběrové šetření pracovních sil, ČSÚ</w:t>
      </w:r>
    </w:p>
    <w:p w:rsidR="007C4B02" w:rsidRPr="00FC4669" w:rsidRDefault="006B2F7A" w:rsidP="009F4056">
      <w:r w:rsidRPr="00FC4669">
        <w:t xml:space="preserve">Posledním doplňujícím </w:t>
      </w:r>
      <w:r w:rsidR="007C4B02" w:rsidRPr="00FC4669">
        <w:t>údajem</w:t>
      </w:r>
      <w:r w:rsidRPr="00FC4669">
        <w:t>, který lze zmínit</w:t>
      </w:r>
      <w:r w:rsidR="007C4B02" w:rsidRPr="00FC4669">
        <w:t xml:space="preserve"> v rámci statistiky zaměstnanosti v oblasti knih a tisku</w:t>
      </w:r>
      <w:r w:rsidRPr="00FC4669">
        <w:t>, je údaj o průměrné</w:t>
      </w:r>
      <w:r w:rsidR="000A0FF8" w:rsidRPr="00FC4669">
        <w:t xml:space="preserve"> mzdě (platu), </w:t>
      </w:r>
      <w:r w:rsidRPr="00FC4669">
        <w:t>pocházející z</w:t>
      </w:r>
      <w:r w:rsidR="007C4B02" w:rsidRPr="00FC4669">
        <w:t> Informačního systému o průměrném výdělku</w:t>
      </w:r>
      <w:r w:rsidR="000A0FF8" w:rsidRPr="00FC4669">
        <w:t xml:space="preserve"> (ISPV)</w:t>
      </w:r>
      <w:r w:rsidRPr="00FC4669">
        <w:t>.</w:t>
      </w:r>
      <w:r w:rsidR="004B288C" w:rsidRPr="00FC4669">
        <w:t xml:space="preserve"> </w:t>
      </w:r>
      <w:r w:rsidR="007C4B02" w:rsidRPr="00FC4669">
        <w:t xml:space="preserve">Tento </w:t>
      </w:r>
      <w:r w:rsidR="00676E88" w:rsidRPr="00FC4669">
        <w:t>údaj</w:t>
      </w:r>
      <w:r w:rsidR="007C4B02" w:rsidRPr="00FC4669">
        <w:t xml:space="preserve"> však zahrnuje pouze zaměstnance ve mzdové a platové sféře, nikoliv podnikatele a pracovn</w:t>
      </w:r>
      <w:r w:rsidR="000A0FF8" w:rsidRPr="00FC4669">
        <w:t>íky na dohodu. Do</w:t>
      </w:r>
      <w:r w:rsidR="00313494" w:rsidRPr="00FC4669">
        <w:t> </w:t>
      </w:r>
      <w:r w:rsidR="004B288C" w:rsidRPr="00FC4669">
        <w:t xml:space="preserve">takto vymezené </w:t>
      </w:r>
      <w:r w:rsidR="000A0FF8" w:rsidRPr="00FC4669">
        <w:t>kategorie spisovatelů, novinářů a jazykovědců</w:t>
      </w:r>
      <w:r w:rsidR="00A61DF0" w:rsidRPr="00FC4669">
        <w:t xml:space="preserve"> </w:t>
      </w:r>
      <w:r w:rsidR="000A0FF8" w:rsidRPr="00FC4669">
        <w:t>spadalo v </w:t>
      </w:r>
      <w:r w:rsidR="00B11CD3" w:rsidRPr="00FC4669">
        <w:t>roce 2017</w:t>
      </w:r>
      <w:r w:rsidR="00B02802" w:rsidRPr="00FC4669">
        <w:t xml:space="preserve"> podle ISPV 6</w:t>
      </w:r>
      <w:r w:rsidR="00B11CD3" w:rsidRPr="00FC4669">
        <w:t>,5</w:t>
      </w:r>
      <w:r w:rsidR="00B02802" w:rsidRPr="00FC4669">
        <w:t> </w:t>
      </w:r>
      <w:r w:rsidR="000A0FF8" w:rsidRPr="00FC4669">
        <w:t>tis. zaměstnanců a jejich průměrná hrubá mzda (plat</w:t>
      </w:r>
      <w:r w:rsidR="00B11CD3" w:rsidRPr="00FC4669">
        <w:t>) dosahovala výše 33,3</w:t>
      </w:r>
      <w:r w:rsidR="00A61DF0" w:rsidRPr="00FC4669">
        <w:t xml:space="preserve"> tis. Kč.</w:t>
      </w:r>
      <w:r w:rsidR="004B288C" w:rsidRPr="00FC4669">
        <w:t xml:space="preserve"> Do počtů jsou zahrnuti pouze zaměstnanci ve mzdové a platové sféře, jejichž týdenní pracov</w:t>
      </w:r>
      <w:r w:rsidR="00B02802" w:rsidRPr="00FC4669">
        <w:t>ní doba tvořila min. 30 hodin a u </w:t>
      </w:r>
      <w:r w:rsidR="004B288C" w:rsidRPr="00FC4669">
        <w:t>zaměstnavatele pracovali min. jeden měsíc.</w:t>
      </w:r>
    </w:p>
    <w:p w:rsidR="00BB64DB" w:rsidRPr="00FC4669" w:rsidRDefault="00700384" w:rsidP="009F4056">
      <w:r w:rsidRPr="00FC4669">
        <w:tab/>
      </w:r>
      <w:r w:rsidR="00BB64DB" w:rsidRPr="00FC4669">
        <w:t xml:space="preserve">Také trh s knihami a periodickým tiskem v posledních letech formuje digitalizace a rozvoj internetu. Zatímco čtení zpráv a článků přes internet je v české populaci </w:t>
      </w:r>
      <w:r w:rsidR="00B508F7" w:rsidRPr="00FC4669">
        <w:t xml:space="preserve">značně rozšířené </w:t>
      </w:r>
      <w:r w:rsidR="00BB64DB" w:rsidRPr="00FC4669">
        <w:t xml:space="preserve">a zvýšená obliba četby zpravodajských serverů může do budoucna znamenat určitou hrozbu pro budoucnost </w:t>
      </w:r>
      <w:r w:rsidR="00B508F7" w:rsidRPr="00FC4669">
        <w:t>tisku</w:t>
      </w:r>
      <w:r w:rsidR="00BB64DB" w:rsidRPr="00FC4669">
        <w:t>, e-booky</w:t>
      </w:r>
      <w:r w:rsidR="00B6348E" w:rsidRPr="00FC4669">
        <w:t>, soudě dle současného postavení na trhu,</w:t>
      </w:r>
      <w:r w:rsidR="00BB64DB" w:rsidRPr="00FC4669">
        <w:t xml:space="preserve"> nejsou zatím příliš velkým konkurentem tištěným knihám</w:t>
      </w:r>
      <w:r w:rsidR="00B93569" w:rsidRPr="00FC4669">
        <w:t xml:space="preserve"> (SČKN, 2017</w:t>
      </w:r>
      <w:r w:rsidR="00B6348E" w:rsidRPr="00FC4669">
        <w:t>)</w:t>
      </w:r>
      <w:r w:rsidR="00BB64DB" w:rsidRPr="00FC4669">
        <w:t xml:space="preserve">. </w:t>
      </w:r>
      <w:r w:rsidR="00DB4CA7" w:rsidRPr="00FC4669">
        <w:t>Jejich podíl na celkových prodejích však</w:t>
      </w:r>
      <w:r w:rsidR="00B93569" w:rsidRPr="00FC4669">
        <w:t xml:space="preserve"> každoročně stoupá a v roce 201</w:t>
      </w:r>
      <w:r w:rsidR="00781D20" w:rsidRPr="00FC4669">
        <w:t>6</w:t>
      </w:r>
      <w:r w:rsidR="00BA2F87" w:rsidRPr="00FC4669">
        <w:t xml:space="preserve"> dosáhl přibližně 1,5</w:t>
      </w:r>
      <w:r w:rsidR="00DB4CA7" w:rsidRPr="00FC4669">
        <w:t xml:space="preserve"> % podílu na celkovém obratu českého knižního trhu. </w:t>
      </w:r>
      <w:r w:rsidR="00BB64DB" w:rsidRPr="00FC4669">
        <w:t xml:space="preserve">V souvislosti s knihami je pak internet využíván spíše k objednání </w:t>
      </w:r>
      <w:r w:rsidR="00A96EFF" w:rsidRPr="00FC4669">
        <w:t xml:space="preserve">fyzických </w:t>
      </w:r>
      <w:r w:rsidR="00BB64DB" w:rsidRPr="00FC4669">
        <w:t xml:space="preserve">knižních titulů prostřednictvím </w:t>
      </w:r>
      <w:r w:rsidR="00204DB6" w:rsidRPr="00FC4669">
        <w:t>e-shopu</w:t>
      </w:r>
      <w:r w:rsidR="00BB64DB" w:rsidRPr="00FC4669">
        <w:t>. V porovnání s dalšími oblastmi audiovizuálního</w:t>
      </w:r>
      <w:r w:rsidR="00282CCA" w:rsidRPr="00FC4669">
        <w:t> </w:t>
      </w:r>
      <w:r w:rsidR="00BB64DB" w:rsidRPr="00FC4669">
        <w:t>a</w:t>
      </w:r>
      <w:r w:rsidR="00282CCA" w:rsidRPr="00FC4669">
        <w:t> </w:t>
      </w:r>
      <w:r w:rsidR="00BB64DB" w:rsidRPr="00FC4669">
        <w:t xml:space="preserve">mediálního sektoru je využití internetu pro nákup </w:t>
      </w:r>
      <w:r w:rsidR="00BA414E" w:rsidRPr="00FC4669">
        <w:t>knih a tisku</w:t>
      </w:r>
      <w:r w:rsidR="00BB64DB" w:rsidRPr="00FC4669">
        <w:t xml:space="preserve"> v české populaci poměrně rozšířené. Jak je patrné z Grafu </w:t>
      </w:r>
      <w:r w:rsidR="0054686F">
        <w:t>10</w:t>
      </w:r>
      <w:r w:rsidR="00BB64DB" w:rsidRPr="00FC4669">
        <w:t xml:space="preserve">, </w:t>
      </w:r>
      <w:r w:rsidR="00781D20" w:rsidRPr="00FC4669">
        <w:t>více než 14</w:t>
      </w:r>
      <w:r w:rsidR="00BB64DB" w:rsidRPr="00FC4669">
        <w:t xml:space="preserve"> % uživatelů nakupujících přes i</w:t>
      </w:r>
      <w:r w:rsidR="00781D20" w:rsidRPr="00FC4669">
        <w:t>nternet v roce 2017</w:t>
      </w:r>
      <w:r w:rsidR="00BB64DB" w:rsidRPr="00FC4669">
        <w:t xml:space="preserve"> zakoupilo knihy, časopis či noviny prostřednictvím tohoto média.</w:t>
      </w:r>
    </w:p>
    <w:p w:rsidR="00BB64DB" w:rsidRPr="00FC4669" w:rsidRDefault="00BB64DB" w:rsidP="00BB64DB">
      <w:pPr>
        <w:pStyle w:val="Titulek"/>
        <w:keepNext/>
        <w:rPr>
          <w:b w:val="0"/>
          <w:color w:val="000000" w:themeColor="text1"/>
          <w:sz w:val="22"/>
          <w:szCs w:val="22"/>
        </w:rPr>
      </w:pPr>
      <w:r w:rsidRPr="00FC4669">
        <w:rPr>
          <w:color w:val="000000" w:themeColor="text1"/>
          <w:sz w:val="22"/>
          <w:szCs w:val="22"/>
        </w:rPr>
        <w:t xml:space="preserve">Graf </w:t>
      </w:r>
      <w:r w:rsidR="0054686F">
        <w:rPr>
          <w:color w:val="000000" w:themeColor="text1"/>
          <w:sz w:val="22"/>
          <w:szCs w:val="22"/>
        </w:rPr>
        <w:t>10</w:t>
      </w:r>
      <w:r w:rsidRPr="00FC4669">
        <w:rPr>
          <w:color w:val="000000" w:themeColor="text1"/>
          <w:sz w:val="22"/>
          <w:szCs w:val="22"/>
        </w:rPr>
        <w:t xml:space="preserve"> </w:t>
      </w:r>
      <w:r w:rsidR="00932900" w:rsidRPr="00FC4669">
        <w:rPr>
          <w:b w:val="0"/>
          <w:color w:val="000000" w:themeColor="text1"/>
          <w:sz w:val="22"/>
          <w:szCs w:val="22"/>
        </w:rPr>
        <w:t>Využití internetu k nákupu zboží kulturního charakteru</w:t>
      </w:r>
      <w:r w:rsidR="00BA2F87" w:rsidRPr="00FC4669">
        <w:rPr>
          <w:b w:val="0"/>
          <w:color w:val="000000" w:themeColor="text1"/>
          <w:sz w:val="22"/>
          <w:szCs w:val="22"/>
        </w:rPr>
        <w:t xml:space="preserve"> v roce 2017</w:t>
      </w:r>
    </w:p>
    <w:p w:rsidR="00BB64DB" w:rsidRPr="00FC4669" w:rsidRDefault="00781D20" w:rsidP="007D5538">
      <w:pPr>
        <w:keepNext/>
        <w:jc w:val="center"/>
      </w:pPr>
      <w:r w:rsidRPr="00FC4669">
        <w:rPr>
          <w:noProof/>
        </w:rPr>
        <w:drawing>
          <wp:inline distT="0" distB="0" distL="0" distR="0">
            <wp:extent cx="5400675" cy="1114425"/>
            <wp:effectExtent l="0" t="0" r="0" b="0"/>
            <wp:docPr id="99"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BB64DB" w:rsidRPr="00FC4669" w:rsidRDefault="00BB64DB" w:rsidP="00BB64DB">
      <w:pPr>
        <w:pStyle w:val="Titulek"/>
        <w:rPr>
          <w:b w:val="0"/>
          <w:color w:val="000000" w:themeColor="text1"/>
          <w:sz w:val="22"/>
          <w:szCs w:val="22"/>
        </w:rPr>
      </w:pPr>
      <w:r w:rsidRPr="00FC4669">
        <w:rPr>
          <w:b w:val="0"/>
          <w:color w:val="000000" w:themeColor="text1"/>
          <w:sz w:val="22"/>
          <w:szCs w:val="22"/>
        </w:rPr>
        <w:t xml:space="preserve">Zdroj: </w:t>
      </w:r>
      <w:r w:rsidR="00B508F7" w:rsidRPr="00FC4669">
        <w:rPr>
          <w:b w:val="0"/>
          <w:color w:val="000000" w:themeColor="text1"/>
          <w:sz w:val="22"/>
          <w:szCs w:val="22"/>
        </w:rPr>
        <w:t xml:space="preserve">VŠIT, </w:t>
      </w:r>
      <w:r w:rsidRPr="00FC4669">
        <w:rPr>
          <w:b w:val="0"/>
          <w:color w:val="000000" w:themeColor="text1"/>
          <w:sz w:val="22"/>
          <w:szCs w:val="22"/>
        </w:rPr>
        <w:t>ČSÚ</w:t>
      </w:r>
    </w:p>
    <w:p w:rsidR="00BB64DB" w:rsidRPr="00FC4669" w:rsidRDefault="00BB64DB" w:rsidP="00694914">
      <w:pPr>
        <w:pStyle w:val="Nadpis2"/>
        <w:numPr>
          <w:ilvl w:val="1"/>
          <w:numId w:val="17"/>
        </w:numPr>
      </w:pPr>
      <w:bookmarkStart w:id="23" w:name="_Toc430189794"/>
      <w:bookmarkStart w:id="24" w:name="_Toc463969177"/>
      <w:bookmarkStart w:id="25" w:name="_Toc465253887"/>
      <w:r w:rsidRPr="00FC4669">
        <w:lastRenderedPageBreak/>
        <w:t>KNIHY (NEPERIODICKÉ PUBLIKACE)</w:t>
      </w:r>
      <w:bookmarkEnd w:id="23"/>
      <w:bookmarkEnd w:id="24"/>
      <w:bookmarkEnd w:id="25"/>
    </w:p>
    <w:p w:rsidR="00BB64DB" w:rsidRPr="00FC4669" w:rsidRDefault="00BB64DB" w:rsidP="00641938">
      <w:r w:rsidRPr="00FC4669">
        <w:t>V případě analýzy samostatných trhů neperiodických a periodických publikací je otázkou, jak</w:t>
      </w:r>
      <w:r w:rsidR="008B64EB" w:rsidRPr="00FC4669">
        <w:t> </w:t>
      </w:r>
      <w:r w:rsidRPr="00FC4669">
        <w:t>pracovat</w:t>
      </w:r>
      <w:r w:rsidR="00282CCA" w:rsidRPr="00FC4669">
        <w:t> </w:t>
      </w:r>
      <w:r w:rsidRPr="00FC4669">
        <w:t>s</w:t>
      </w:r>
      <w:r w:rsidR="00282CCA" w:rsidRPr="00FC4669">
        <w:t> </w:t>
      </w:r>
      <w:r w:rsidRPr="00FC4669">
        <w:t>činností překladatelů a tlumočníků stejně jako s činností tiskových agentur. Tyto činnosti nelze přiřadit pouze do jedné či druhé oblasti a hledat poměr</w:t>
      </w:r>
      <w:r w:rsidR="00673A17" w:rsidRPr="00FC4669">
        <w:t>,</w:t>
      </w:r>
      <w:r w:rsidRPr="00FC4669">
        <w:t xml:space="preserve"> kterým se např. překladatelé podílí na překladu knih a na překladu periodik</w:t>
      </w:r>
      <w:r w:rsidR="00673A17" w:rsidRPr="00FC4669">
        <w:t>,</w:t>
      </w:r>
      <w:r w:rsidRPr="00FC4669">
        <w:t xml:space="preserve"> by bylo velmi o</w:t>
      </w:r>
      <w:r w:rsidR="00BA414E" w:rsidRPr="00FC4669">
        <w:t xml:space="preserve">btížné. Činnosti překladatelů, </w:t>
      </w:r>
      <w:r w:rsidRPr="00FC4669">
        <w:t>tlumočníků a tiskových agentur lze analyzovat pouze v</w:t>
      </w:r>
      <w:r w:rsidR="002C3743" w:rsidRPr="00FC4669">
        <w:t> rámci celkové oblasti k</w:t>
      </w:r>
      <w:r w:rsidR="005F71A6" w:rsidRPr="00FC4669">
        <w:t>nih</w:t>
      </w:r>
      <w:r w:rsidRPr="00FC4669">
        <w:t xml:space="preserve"> a tisk</w:t>
      </w:r>
      <w:r w:rsidR="005F71A6" w:rsidRPr="00FC4669">
        <w:t>u</w:t>
      </w:r>
      <w:r w:rsidRPr="00FC4669">
        <w:t xml:space="preserve"> a proto budou z analýzy jednotlivých trhů (trhu</w:t>
      </w:r>
      <w:r w:rsidR="008B64EB" w:rsidRPr="00FC4669">
        <w:t> </w:t>
      </w:r>
      <w:r w:rsidRPr="00FC4669">
        <w:t>s neperiodickými a trhu s period</w:t>
      </w:r>
      <w:r w:rsidR="00F100E0" w:rsidRPr="00FC4669">
        <w:t xml:space="preserve">ickými publikacemi) vypuštěny. </w:t>
      </w:r>
      <w:r w:rsidR="007B04C3" w:rsidRPr="00FC4669">
        <w:t>Následující analýzy</w:t>
      </w:r>
      <w:r w:rsidRPr="00FC4669">
        <w:t xml:space="preserve"> tak budou zahrnovat pouze činnosti vydavatelů a maloobchodu.</w:t>
      </w:r>
    </w:p>
    <w:p w:rsidR="00BB64DB" w:rsidRPr="00FC4669" w:rsidRDefault="00B414F8" w:rsidP="00694914">
      <w:pPr>
        <w:pStyle w:val="Nadpis3"/>
        <w:numPr>
          <w:ilvl w:val="2"/>
          <w:numId w:val="17"/>
        </w:numPr>
      </w:pPr>
      <w:bookmarkStart w:id="26" w:name="_Toc430189795"/>
      <w:bookmarkStart w:id="27" w:name="_Toc431475023"/>
      <w:bookmarkStart w:id="28" w:name="_Toc463969178"/>
      <w:bookmarkStart w:id="29" w:name="_Toc465253888"/>
      <w:r w:rsidRPr="00FC4669">
        <w:t>PŘÍJMY</w:t>
      </w:r>
      <w:r w:rsidR="00BB64DB" w:rsidRPr="00FC4669">
        <w:t xml:space="preserve"> A ZAMĚSTNANOST</w:t>
      </w:r>
      <w:bookmarkEnd w:id="26"/>
      <w:bookmarkEnd w:id="27"/>
      <w:bookmarkEnd w:id="28"/>
      <w:bookmarkEnd w:id="29"/>
    </w:p>
    <w:p w:rsidR="002C3743" w:rsidRPr="00FC4669" w:rsidRDefault="00BB64DB" w:rsidP="002C3743">
      <w:r w:rsidRPr="00FC4669">
        <w:t>Jak ukazuje Gra</w:t>
      </w:r>
      <w:r w:rsidR="005F71A6" w:rsidRPr="00FC4669">
        <w:t xml:space="preserve">f </w:t>
      </w:r>
      <w:r w:rsidR="0054686F">
        <w:t>11</w:t>
      </w:r>
      <w:r w:rsidRPr="00FC4669">
        <w:t>, vývoj příjmů z maloobchodních a vydavatelských činností koresponduje s tr</w:t>
      </w:r>
      <w:r w:rsidR="001D41F6" w:rsidRPr="00FC4669">
        <w:t>endem platným pro celou oblast k</w:t>
      </w:r>
      <w:r w:rsidRPr="00FC4669">
        <w:t xml:space="preserve">nih a tisku </w:t>
      </w:r>
      <w:r w:rsidR="006A3DF0">
        <w:t>–</w:t>
      </w:r>
      <w:r w:rsidR="006D4797">
        <w:t xml:space="preserve"> poklesem</w:t>
      </w:r>
      <w:r w:rsidRPr="00FC4669">
        <w:t xml:space="preserve"> tržeb </w:t>
      </w:r>
      <w:r w:rsidR="005F71A6" w:rsidRPr="00FC4669">
        <w:t>mezi lety 2007 a 2013</w:t>
      </w:r>
      <w:r w:rsidR="0024640B" w:rsidRPr="00FC4669">
        <w:t xml:space="preserve"> a mírným oživením trhu mezi lety 2014 a 2016</w:t>
      </w:r>
      <w:r w:rsidR="005F71A6" w:rsidRPr="00FC4669">
        <w:t>.</w:t>
      </w:r>
      <w:r w:rsidRPr="00FC4669">
        <w:t xml:space="preserve"> Podle </w:t>
      </w:r>
      <w:r w:rsidR="00673A17" w:rsidRPr="00FC4669">
        <w:t xml:space="preserve">výsledků </w:t>
      </w:r>
      <w:r w:rsidR="001D41F6" w:rsidRPr="00FC4669">
        <w:t>Podnikové strukturální statistiky</w:t>
      </w:r>
      <w:r w:rsidRPr="00FC4669">
        <w:t xml:space="preserve"> pak v roce </w:t>
      </w:r>
      <w:r w:rsidR="0024640B" w:rsidRPr="00FC4669">
        <w:t>2016</w:t>
      </w:r>
      <w:r w:rsidRPr="00FC4669">
        <w:t xml:space="preserve"> zaznamenali vydavatelé</w:t>
      </w:r>
      <w:r w:rsidR="00B02802" w:rsidRPr="00FC4669">
        <w:t xml:space="preserve"> a </w:t>
      </w:r>
      <w:r w:rsidRPr="00FC4669">
        <w:t>maloo</w:t>
      </w:r>
      <w:r w:rsidR="0024640B" w:rsidRPr="00FC4669">
        <w:t>bchodníci s knihami tržby 11</w:t>
      </w:r>
      <w:r w:rsidRPr="00FC4669">
        <w:t xml:space="preserve"> mld. Kč a na samotný maloobchod připadly příjmy ve výši 4,</w:t>
      </w:r>
      <w:r w:rsidR="0024640B" w:rsidRPr="00FC4669">
        <w:t>9</w:t>
      </w:r>
      <w:r w:rsidRPr="00FC4669">
        <w:t xml:space="preserve"> mld</w:t>
      </w:r>
      <w:r w:rsidR="00A20AC3" w:rsidRPr="00FC4669">
        <w:t>. Kč.</w:t>
      </w:r>
      <w:r w:rsidR="00493CD1" w:rsidRPr="00FC4669">
        <w:t xml:space="preserve"> Nutno podotknout, že se jedná </w:t>
      </w:r>
      <w:r w:rsidR="00B6348E" w:rsidRPr="00FC4669">
        <w:t xml:space="preserve">pouze </w:t>
      </w:r>
      <w:r w:rsidR="00493CD1" w:rsidRPr="00FC4669">
        <w:t>o tržby podniků s převažující čin</w:t>
      </w:r>
      <w:r w:rsidR="00B02802" w:rsidRPr="00FC4669">
        <w:t>ností v oblasti vydavatelství a </w:t>
      </w:r>
      <w:r w:rsidR="00493CD1" w:rsidRPr="00FC4669">
        <w:t>maloobchodu a že část knih může být distribuována a prodávána subjekty, které do těchto kategorií nespadají.</w:t>
      </w:r>
    </w:p>
    <w:p w:rsidR="00BB64DB" w:rsidRPr="00FC4669" w:rsidRDefault="00BB64DB" w:rsidP="002C3743">
      <w:pPr>
        <w:rPr>
          <w:rFonts w:asciiTheme="minorHAnsi" w:hAnsiTheme="minorHAnsi"/>
          <w:color w:val="000000" w:themeColor="text1"/>
          <w:sz w:val="22"/>
          <w:szCs w:val="22"/>
        </w:rPr>
      </w:pPr>
      <w:r w:rsidRPr="00FC4669">
        <w:rPr>
          <w:rFonts w:asciiTheme="minorHAnsi" w:hAnsiTheme="minorHAnsi"/>
          <w:b/>
          <w:color w:val="000000" w:themeColor="text1"/>
          <w:sz w:val="22"/>
          <w:szCs w:val="22"/>
        </w:rPr>
        <w:t xml:space="preserve">Graf </w:t>
      </w:r>
      <w:r w:rsidR="001A4BAA" w:rsidRPr="00FC4669">
        <w:rPr>
          <w:rFonts w:asciiTheme="minorHAnsi" w:hAnsiTheme="minorHAnsi"/>
          <w:b/>
          <w:color w:val="000000" w:themeColor="text1"/>
          <w:sz w:val="22"/>
          <w:szCs w:val="22"/>
        </w:rPr>
        <w:t>1</w:t>
      </w:r>
      <w:r w:rsidR="0054686F">
        <w:rPr>
          <w:rFonts w:asciiTheme="minorHAnsi" w:hAnsiTheme="minorHAnsi"/>
          <w:b/>
          <w:color w:val="000000" w:themeColor="text1"/>
          <w:sz w:val="22"/>
          <w:szCs w:val="22"/>
        </w:rPr>
        <w:t>1</w:t>
      </w:r>
      <w:r w:rsidR="002F7B33" w:rsidRPr="00FC4669">
        <w:rPr>
          <w:rFonts w:asciiTheme="minorHAnsi" w:hAnsiTheme="minorHAnsi"/>
          <w:color w:val="000000" w:themeColor="text1"/>
          <w:sz w:val="22"/>
          <w:szCs w:val="22"/>
        </w:rPr>
        <w:t xml:space="preserve"> </w:t>
      </w:r>
      <w:r w:rsidR="002B6FCF" w:rsidRPr="00FC4669">
        <w:rPr>
          <w:rFonts w:asciiTheme="minorHAnsi" w:hAnsiTheme="minorHAnsi"/>
          <w:color w:val="000000" w:themeColor="text1"/>
          <w:sz w:val="22"/>
          <w:szCs w:val="22"/>
        </w:rPr>
        <w:t>Příjmy</w:t>
      </w:r>
      <w:r w:rsidRPr="00FC4669">
        <w:rPr>
          <w:rFonts w:asciiTheme="minorHAnsi" w:hAnsiTheme="minorHAnsi"/>
          <w:color w:val="000000" w:themeColor="text1"/>
          <w:sz w:val="22"/>
          <w:szCs w:val="22"/>
        </w:rPr>
        <w:t xml:space="preserve"> </w:t>
      </w:r>
      <w:r w:rsidR="002130C8" w:rsidRPr="00FC4669">
        <w:rPr>
          <w:rFonts w:asciiTheme="minorHAnsi" w:hAnsiTheme="minorHAnsi"/>
          <w:color w:val="000000" w:themeColor="text1"/>
          <w:sz w:val="22"/>
          <w:szCs w:val="22"/>
        </w:rPr>
        <w:t xml:space="preserve">subjektů </w:t>
      </w:r>
      <w:r w:rsidR="00171D41" w:rsidRPr="00FC4669">
        <w:rPr>
          <w:rFonts w:asciiTheme="minorHAnsi" w:hAnsiTheme="minorHAnsi"/>
          <w:color w:val="000000" w:themeColor="text1"/>
          <w:sz w:val="22"/>
          <w:szCs w:val="22"/>
        </w:rPr>
        <w:t xml:space="preserve">s převažující ekonomickou činností </w:t>
      </w:r>
      <w:r w:rsidRPr="00FC4669">
        <w:rPr>
          <w:rFonts w:asciiTheme="minorHAnsi" w:hAnsiTheme="minorHAnsi"/>
          <w:color w:val="000000" w:themeColor="text1"/>
          <w:sz w:val="22"/>
          <w:szCs w:val="22"/>
        </w:rPr>
        <w:t>v oblasti knih</w:t>
      </w:r>
      <w:r w:rsidR="002C3743" w:rsidRPr="00FC4669">
        <w:rPr>
          <w:rFonts w:asciiTheme="minorHAnsi" w:hAnsiTheme="minorHAnsi"/>
          <w:color w:val="000000" w:themeColor="text1"/>
          <w:sz w:val="22"/>
          <w:szCs w:val="22"/>
        </w:rPr>
        <w:t xml:space="preserve"> </w:t>
      </w:r>
      <w:r w:rsidR="00070E6A" w:rsidRPr="00FC4669">
        <w:rPr>
          <w:rFonts w:asciiTheme="minorHAnsi" w:hAnsiTheme="minorHAnsi"/>
          <w:color w:val="000000" w:themeColor="text1"/>
          <w:sz w:val="22"/>
          <w:szCs w:val="22"/>
        </w:rPr>
        <w:t>(</w:t>
      </w:r>
      <w:r w:rsidR="001D41F6" w:rsidRPr="00FC4669">
        <w:rPr>
          <w:rFonts w:asciiTheme="minorHAnsi" w:hAnsiTheme="minorHAnsi"/>
          <w:color w:val="000000" w:themeColor="text1"/>
          <w:sz w:val="22"/>
          <w:szCs w:val="22"/>
        </w:rPr>
        <w:t>v mld. Kč</w:t>
      </w:r>
      <w:r w:rsidR="00070E6A" w:rsidRPr="00FC4669">
        <w:rPr>
          <w:rFonts w:asciiTheme="minorHAnsi" w:hAnsiTheme="minorHAnsi"/>
          <w:color w:val="000000" w:themeColor="text1"/>
          <w:sz w:val="22"/>
          <w:szCs w:val="22"/>
        </w:rPr>
        <w:t>)</w:t>
      </w:r>
    </w:p>
    <w:p w:rsidR="00BB64DB" w:rsidRPr="00FC4669" w:rsidRDefault="0024640B" w:rsidP="00BB64DB">
      <w:pPr>
        <w:keepNext/>
      </w:pPr>
      <w:r w:rsidRPr="00FC4669">
        <w:rPr>
          <w:noProof/>
        </w:rPr>
        <w:drawing>
          <wp:inline distT="0" distB="0" distL="0" distR="0">
            <wp:extent cx="6067425" cy="2047875"/>
            <wp:effectExtent l="0" t="0" r="0" b="0"/>
            <wp:docPr id="27"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BB64DB" w:rsidRPr="00FC4669" w:rsidRDefault="00BB64DB" w:rsidP="00BB64DB">
      <w:pPr>
        <w:pStyle w:val="Titulek"/>
        <w:rPr>
          <w:b w:val="0"/>
          <w:color w:val="000000" w:themeColor="text1"/>
          <w:sz w:val="22"/>
          <w:szCs w:val="22"/>
        </w:rPr>
      </w:pPr>
      <w:r w:rsidRPr="00FC4669">
        <w:rPr>
          <w:b w:val="0"/>
          <w:color w:val="000000" w:themeColor="text1"/>
          <w:sz w:val="22"/>
          <w:szCs w:val="22"/>
        </w:rPr>
        <w:t xml:space="preserve">Zdroj: </w:t>
      </w:r>
      <w:r w:rsidR="00BD2F1E" w:rsidRPr="00FC4669">
        <w:rPr>
          <w:b w:val="0"/>
          <w:color w:val="000000" w:themeColor="text1"/>
          <w:sz w:val="22"/>
          <w:szCs w:val="22"/>
        </w:rPr>
        <w:t xml:space="preserve">Podniková strukturální statistika, </w:t>
      </w:r>
      <w:r w:rsidRPr="00FC4669">
        <w:rPr>
          <w:b w:val="0"/>
          <w:color w:val="000000" w:themeColor="text1"/>
          <w:sz w:val="22"/>
          <w:szCs w:val="22"/>
        </w:rPr>
        <w:t>ČSÚ</w:t>
      </w:r>
    </w:p>
    <w:p w:rsidR="00BB64DB" w:rsidRPr="00FC4669" w:rsidRDefault="00BB64DB" w:rsidP="00BB64DB">
      <w:r w:rsidRPr="00FC4669">
        <w:t>Přehled o vývoji zaměstnanosti v oblasti knižn</w:t>
      </w:r>
      <w:r w:rsidR="00493CD1" w:rsidRPr="00FC4669">
        <w:t xml:space="preserve">ího vydavatelství </w:t>
      </w:r>
      <w:r w:rsidR="00F100E0" w:rsidRPr="00FC4669">
        <w:t xml:space="preserve">a maloobchodu </w:t>
      </w:r>
      <w:r w:rsidR="000E44A0" w:rsidRPr="00FC4669">
        <w:t xml:space="preserve">nabízí Graf </w:t>
      </w:r>
      <w:r w:rsidR="003E444C">
        <w:t>12</w:t>
      </w:r>
      <w:r w:rsidRPr="00FC4669">
        <w:t xml:space="preserve">. </w:t>
      </w:r>
      <w:r w:rsidR="00F100E0" w:rsidRPr="00FC4669">
        <w:t>Znatelnější</w:t>
      </w:r>
      <w:r w:rsidR="00313494" w:rsidRPr="00FC4669">
        <w:t> </w:t>
      </w:r>
      <w:r w:rsidR="00F100E0" w:rsidRPr="00FC4669">
        <w:t>p</w:t>
      </w:r>
      <w:r w:rsidRPr="00FC4669">
        <w:t xml:space="preserve">okles </w:t>
      </w:r>
      <w:r w:rsidR="004B288C" w:rsidRPr="00FC4669">
        <w:t>počtu zaměstnanců</w:t>
      </w:r>
      <w:r w:rsidRPr="00FC4669">
        <w:t xml:space="preserve"> v</w:t>
      </w:r>
      <w:r w:rsidR="00F100E0" w:rsidRPr="00FC4669">
        <w:t> této oblasti</w:t>
      </w:r>
      <w:r w:rsidRPr="00FC4669">
        <w:t xml:space="preserve"> proběhl </w:t>
      </w:r>
      <w:r w:rsidR="00641AB6" w:rsidRPr="00FC4669">
        <w:t>mezi lety 2007</w:t>
      </w:r>
      <w:r w:rsidRPr="00FC4669">
        <w:t xml:space="preserve"> a 2008. </w:t>
      </w:r>
      <w:r w:rsidR="00F100E0" w:rsidRPr="00FC4669">
        <w:t xml:space="preserve">Od roku 2009 </w:t>
      </w:r>
      <w:r w:rsidR="004B288C" w:rsidRPr="00FC4669">
        <w:t>počet zaměstnanců</w:t>
      </w:r>
      <w:r w:rsidR="00D746BE" w:rsidRPr="00FC4669">
        <w:t xml:space="preserve"> klesal</w:t>
      </w:r>
      <w:r w:rsidRPr="00FC4669">
        <w:t xml:space="preserve"> spíše pozvolným tempem</w:t>
      </w:r>
      <w:r w:rsidR="00D862E2" w:rsidRPr="00FC4669">
        <w:t xml:space="preserve"> a mezi lety 2011 a 2012 došlo dokonce k mírnému nárůstu. </w:t>
      </w:r>
      <w:r w:rsidR="008D6513" w:rsidRPr="00FC4669">
        <w:t xml:space="preserve">V posledních letech počet zaměstnanců stagnuje a zatím nereaguje na mírné oživení knižního trhu. V roce 2016 pracovalo v oblasti knih 3,3 tis zaměstnanců </w:t>
      </w:r>
      <w:r w:rsidR="00453AD7" w:rsidRPr="00FC4669">
        <w:t xml:space="preserve">přepočtených </w:t>
      </w:r>
      <w:r w:rsidR="008D6513" w:rsidRPr="00FC4669">
        <w:t>na plný úvazek.</w:t>
      </w:r>
    </w:p>
    <w:p w:rsidR="00BB64DB" w:rsidRPr="00FC4669" w:rsidRDefault="00BB64DB" w:rsidP="00BB64DB">
      <w:pPr>
        <w:pStyle w:val="Titulek"/>
        <w:keepNext/>
        <w:rPr>
          <w:color w:val="000000" w:themeColor="text1"/>
          <w:sz w:val="22"/>
          <w:szCs w:val="22"/>
        </w:rPr>
      </w:pPr>
      <w:r w:rsidRPr="00FC4669">
        <w:rPr>
          <w:color w:val="000000" w:themeColor="text1"/>
          <w:sz w:val="22"/>
          <w:szCs w:val="22"/>
        </w:rPr>
        <w:lastRenderedPageBreak/>
        <w:t xml:space="preserve">Graf </w:t>
      </w:r>
      <w:r w:rsidR="001A4BAA" w:rsidRPr="00FC4669">
        <w:rPr>
          <w:color w:val="000000" w:themeColor="text1"/>
          <w:sz w:val="22"/>
          <w:szCs w:val="22"/>
        </w:rPr>
        <w:t>1</w:t>
      </w:r>
      <w:r w:rsidR="003E444C">
        <w:rPr>
          <w:color w:val="000000" w:themeColor="text1"/>
          <w:sz w:val="22"/>
          <w:szCs w:val="22"/>
        </w:rPr>
        <w:t>2</w:t>
      </w:r>
      <w:r w:rsidR="002F7B33" w:rsidRPr="00FC4669">
        <w:rPr>
          <w:color w:val="000000" w:themeColor="text1"/>
        </w:rPr>
        <w:t xml:space="preserve"> </w:t>
      </w:r>
      <w:r w:rsidR="002B6FCF" w:rsidRPr="00FC4669">
        <w:rPr>
          <w:b w:val="0"/>
          <w:color w:val="000000" w:themeColor="text1"/>
          <w:sz w:val="22"/>
          <w:szCs w:val="22"/>
        </w:rPr>
        <w:t>Počet</w:t>
      </w:r>
      <w:r w:rsidR="00BF33BA" w:rsidRPr="00FC4669">
        <w:rPr>
          <w:b w:val="0"/>
          <w:color w:val="000000" w:themeColor="text1"/>
          <w:sz w:val="22"/>
          <w:szCs w:val="22"/>
        </w:rPr>
        <w:t xml:space="preserve"> zaměstnanců v </w:t>
      </w:r>
      <w:r w:rsidR="00453AD7" w:rsidRPr="00FC4669">
        <w:rPr>
          <w:b w:val="0"/>
          <w:color w:val="000000" w:themeColor="text1"/>
          <w:sz w:val="22"/>
          <w:szCs w:val="22"/>
        </w:rPr>
        <w:t>odvětví</w:t>
      </w:r>
      <w:r w:rsidR="00BF33BA" w:rsidRPr="00FC4669">
        <w:rPr>
          <w:b w:val="0"/>
          <w:color w:val="000000" w:themeColor="text1"/>
          <w:sz w:val="22"/>
          <w:szCs w:val="22"/>
        </w:rPr>
        <w:t xml:space="preserve"> knižního vydavatelství </w:t>
      </w:r>
      <w:r w:rsidR="00F100E0" w:rsidRPr="00FC4669">
        <w:rPr>
          <w:b w:val="0"/>
          <w:color w:val="000000" w:themeColor="text1"/>
          <w:sz w:val="22"/>
          <w:szCs w:val="22"/>
        </w:rPr>
        <w:t xml:space="preserve">a maloobchodu </w:t>
      </w:r>
      <w:r w:rsidR="00BF33BA" w:rsidRPr="00FC4669">
        <w:rPr>
          <w:b w:val="0"/>
          <w:color w:val="000000" w:themeColor="text1"/>
          <w:sz w:val="22"/>
          <w:szCs w:val="22"/>
        </w:rPr>
        <w:t xml:space="preserve">(v tis. osob, přepočteno na </w:t>
      </w:r>
      <w:r w:rsidR="0044303F" w:rsidRPr="00FC4669">
        <w:rPr>
          <w:b w:val="0"/>
          <w:color w:val="000000" w:themeColor="text1"/>
          <w:sz w:val="22"/>
          <w:szCs w:val="22"/>
        </w:rPr>
        <w:t>plné prac.</w:t>
      </w:r>
      <w:r w:rsidR="00405FEB" w:rsidRPr="00FC4669">
        <w:rPr>
          <w:b w:val="0"/>
          <w:color w:val="000000" w:themeColor="text1"/>
          <w:sz w:val="22"/>
          <w:szCs w:val="22"/>
        </w:rPr>
        <w:t xml:space="preserve"> úvazky</w:t>
      </w:r>
      <w:r w:rsidR="00BF33BA" w:rsidRPr="00FC4669">
        <w:rPr>
          <w:b w:val="0"/>
          <w:color w:val="000000" w:themeColor="text1"/>
          <w:sz w:val="22"/>
          <w:szCs w:val="22"/>
        </w:rPr>
        <w:t>)</w:t>
      </w:r>
    </w:p>
    <w:p w:rsidR="00BB64DB" w:rsidRPr="00FC4669" w:rsidRDefault="008D6513" w:rsidP="00BB64DB">
      <w:pPr>
        <w:keepNext/>
      </w:pPr>
      <w:r w:rsidRPr="00FC4669">
        <w:rPr>
          <w:noProof/>
        </w:rPr>
        <w:drawing>
          <wp:inline distT="0" distB="0" distL="0" distR="0">
            <wp:extent cx="6134100" cy="1543050"/>
            <wp:effectExtent l="0" t="0" r="0" b="0"/>
            <wp:docPr id="98"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BB64DB" w:rsidRPr="00FC4669" w:rsidRDefault="00BB64DB" w:rsidP="00BB64DB">
      <w:pPr>
        <w:pStyle w:val="Titulek"/>
        <w:rPr>
          <w:b w:val="0"/>
          <w:color w:val="000000" w:themeColor="text1"/>
          <w:sz w:val="22"/>
          <w:szCs w:val="22"/>
        </w:rPr>
      </w:pPr>
      <w:r w:rsidRPr="00FC4669">
        <w:rPr>
          <w:b w:val="0"/>
          <w:color w:val="000000" w:themeColor="text1"/>
          <w:sz w:val="22"/>
          <w:szCs w:val="22"/>
        </w:rPr>
        <w:t xml:space="preserve">Zdroj: </w:t>
      </w:r>
      <w:r w:rsidR="00BD2F1E" w:rsidRPr="00FC4669">
        <w:rPr>
          <w:b w:val="0"/>
          <w:color w:val="000000" w:themeColor="text1"/>
          <w:sz w:val="22"/>
          <w:szCs w:val="22"/>
        </w:rPr>
        <w:t xml:space="preserve">Podniková strukturální statistika, </w:t>
      </w:r>
      <w:r w:rsidRPr="00FC4669">
        <w:rPr>
          <w:b w:val="0"/>
          <w:color w:val="000000" w:themeColor="text1"/>
          <w:sz w:val="22"/>
          <w:szCs w:val="22"/>
        </w:rPr>
        <w:t>ČSÚ</w:t>
      </w:r>
    </w:p>
    <w:p w:rsidR="00BB64DB" w:rsidRPr="00FC4669" w:rsidRDefault="00405FEB" w:rsidP="00BB64DB">
      <w:r w:rsidRPr="00FC4669">
        <w:t>Ú</w:t>
      </w:r>
      <w:r w:rsidR="00BB64DB" w:rsidRPr="00FC4669">
        <w:t xml:space="preserve">daje o struktuře vydaných publikací </w:t>
      </w:r>
      <w:r w:rsidRPr="00FC4669">
        <w:t xml:space="preserve">je možné </w:t>
      </w:r>
      <w:r w:rsidR="00BB64DB" w:rsidRPr="00FC4669">
        <w:t xml:space="preserve">analyzovat s velkou přesností. Počet vydaných knižních titulů je v rámci poměrně malého českého trhu vysoký a </w:t>
      </w:r>
      <w:r w:rsidR="00A064D7" w:rsidRPr="00FC4669">
        <w:t>dlouhodobě se</w:t>
      </w:r>
      <w:r w:rsidR="00070E6A" w:rsidRPr="00FC4669">
        <w:t xml:space="preserve"> pohyb</w:t>
      </w:r>
      <w:r w:rsidR="005C6D38" w:rsidRPr="00FC4669">
        <w:t>uje mezi 1</w:t>
      </w:r>
      <w:r w:rsidR="00A064D7" w:rsidRPr="00FC4669">
        <w:t>5</w:t>
      </w:r>
      <w:r w:rsidR="008E49E1" w:rsidRPr="00FC4669">
        <w:t>–19 tisíci vydanými tituly</w:t>
      </w:r>
      <w:r w:rsidR="00BB64DB" w:rsidRPr="00FC4669">
        <w:t xml:space="preserve"> za rok</w:t>
      </w:r>
      <w:r w:rsidR="00D73DDD" w:rsidRPr="00FC4669">
        <w:t xml:space="preserve">, jak je patrné z Grafu </w:t>
      </w:r>
      <w:r w:rsidR="003E444C">
        <w:t>13</w:t>
      </w:r>
      <w:r w:rsidR="00BB64DB" w:rsidRPr="00FC4669">
        <w:t xml:space="preserve">. </w:t>
      </w:r>
      <w:r w:rsidR="00A064D7" w:rsidRPr="00FC4669">
        <w:t>V posledních letech však vydaných titulů ubývá a v roce 2017 byl celkový počet vydaných titulů dokonce nejnižš</w:t>
      </w:r>
      <w:r w:rsidR="00DD7D6D" w:rsidRPr="00FC4669">
        <w:t>í od roku 2005</w:t>
      </w:r>
      <w:r w:rsidR="00A064D7" w:rsidRPr="00FC4669">
        <w:t xml:space="preserve"> a beletrických titulů pak vyšlo nejméně od roku 2012. </w:t>
      </w:r>
      <w:r w:rsidR="00BB64DB" w:rsidRPr="00FC4669">
        <w:t>Na tisíc o</w:t>
      </w:r>
      <w:r w:rsidR="00A064D7" w:rsidRPr="00FC4669">
        <w:t>byvatel tak připadlo v roce 2017</w:t>
      </w:r>
      <w:r w:rsidR="000A0B24" w:rsidRPr="00FC4669">
        <w:t xml:space="preserve"> </w:t>
      </w:r>
      <w:r w:rsidR="00A02659" w:rsidRPr="00FC4669">
        <w:t>přibližně</w:t>
      </w:r>
      <w:r w:rsidR="00A064D7" w:rsidRPr="00FC4669">
        <w:t xml:space="preserve"> 1,5</w:t>
      </w:r>
      <w:r w:rsidR="00BB64DB" w:rsidRPr="00FC4669">
        <w:t xml:space="preserve"> titulu</w:t>
      </w:r>
      <w:r w:rsidR="00A7537C" w:rsidRPr="00FC4669">
        <w:t>,</w:t>
      </w:r>
      <w:r w:rsidR="00BB64DB" w:rsidRPr="00FC4669">
        <w:t xml:space="preserve"> čímž se v mezinárodním srovnání Česká republika </w:t>
      </w:r>
      <w:r w:rsidR="00A064D7" w:rsidRPr="00FC4669">
        <w:t xml:space="preserve">stále </w:t>
      </w:r>
      <w:r w:rsidR="00BB64DB" w:rsidRPr="00FC4669">
        <w:t xml:space="preserve">řadí mezi země s nejvyšším počtem vydaných knižních titulů </w:t>
      </w:r>
      <w:r w:rsidR="00B02802" w:rsidRPr="00FC4669">
        <w:t>v </w:t>
      </w:r>
      <w:r w:rsidRPr="00FC4669">
        <w:t>přepočtu</w:t>
      </w:r>
      <w:r w:rsidR="00BB64DB" w:rsidRPr="00FC4669">
        <w:t xml:space="preserve"> na obyvatele</w:t>
      </w:r>
      <w:r w:rsidR="00A02659" w:rsidRPr="00FC4669">
        <w:t xml:space="preserve"> (srovnání reportu IPA z roku 2014)</w:t>
      </w:r>
      <w:r w:rsidR="00BB64DB" w:rsidRPr="00FC4669">
        <w:t>.</w:t>
      </w:r>
      <w:r w:rsidRPr="00FC4669">
        <w:t xml:space="preserve"> </w:t>
      </w:r>
      <w:r w:rsidR="00BB64DB" w:rsidRPr="00FC4669">
        <w:t>Rozšiřující údaje lze získat z dat ze statistických výkazů o vydavateli, které každoročně přímo od vydavatelů sbírá NIPOS. Tato data reflektují mimo jiné tak</w:t>
      </w:r>
      <w:r w:rsidR="00070E6A" w:rsidRPr="00FC4669">
        <w:t>é vydávání elektronických knih</w:t>
      </w:r>
      <w:r w:rsidR="00BB64DB" w:rsidRPr="00FC4669">
        <w:t>.</w:t>
      </w:r>
      <w:r w:rsidR="00A064D7" w:rsidRPr="00FC4669">
        <w:t xml:space="preserve"> V roce 2016</w:t>
      </w:r>
      <w:r w:rsidR="00070E6A" w:rsidRPr="00FC4669">
        <w:t xml:space="preserve"> bylo</w:t>
      </w:r>
      <w:r w:rsidR="00D862E2" w:rsidRPr="00FC4669">
        <w:t xml:space="preserve"> v ČR</w:t>
      </w:r>
      <w:r w:rsidR="00B85D5F" w:rsidRPr="00FC4669">
        <w:t xml:space="preserve"> vydáno okolo 3,7</w:t>
      </w:r>
      <w:r w:rsidR="00070E6A" w:rsidRPr="00FC4669">
        <w:t xml:space="preserve"> tis. elektronických titulů.</w:t>
      </w:r>
    </w:p>
    <w:p w:rsidR="00BB64DB" w:rsidRPr="00FC4669" w:rsidRDefault="00BB64DB" w:rsidP="00BB64DB">
      <w:pPr>
        <w:pStyle w:val="Titulek"/>
        <w:keepNext/>
        <w:rPr>
          <w:color w:val="000000" w:themeColor="text1"/>
          <w:sz w:val="22"/>
          <w:szCs w:val="22"/>
        </w:rPr>
      </w:pPr>
      <w:r w:rsidRPr="00FC4669">
        <w:rPr>
          <w:color w:val="000000" w:themeColor="text1"/>
          <w:sz w:val="22"/>
          <w:szCs w:val="22"/>
        </w:rPr>
        <w:t xml:space="preserve">Graf </w:t>
      </w:r>
      <w:r w:rsidR="003E444C">
        <w:rPr>
          <w:color w:val="000000" w:themeColor="text1"/>
          <w:sz w:val="22"/>
          <w:szCs w:val="22"/>
        </w:rPr>
        <w:t>13</w:t>
      </w:r>
      <w:r w:rsidR="002F7B33" w:rsidRPr="00FC4669">
        <w:rPr>
          <w:color w:val="000000" w:themeColor="text1"/>
          <w:sz w:val="22"/>
          <w:szCs w:val="22"/>
        </w:rPr>
        <w:t xml:space="preserve"> </w:t>
      </w:r>
      <w:r w:rsidR="002B6FCF" w:rsidRPr="00FC4669">
        <w:rPr>
          <w:b w:val="0"/>
          <w:color w:val="000000" w:themeColor="text1"/>
          <w:sz w:val="22"/>
          <w:szCs w:val="22"/>
        </w:rPr>
        <w:t>Počet</w:t>
      </w:r>
      <w:r w:rsidRPr="00FC4669">
        <w:rPr>
          <w:b w:val="0"/>
          <w:color w:val="000000" w:themeColor="text1"/>
          <w:sz w:val="22"/>
          <w:szCs w:val="22"/>
        </w:rPr>
        <w:t xml:space="preserve"> vydaných tištěných knižních titulů v České republice </w:t>
      </w:r>
      <w:r w:rsidR="00070E6A" w:rsidRPr="00FC4669">
        <w:rPr>
          <w:b w:val="0"/>
          <w:color w:val="000000" w:themeColor="text1"/>
          <w:sz w:val="22"/>
          <w:szCs w:val="22"/>
        </w:rPr>
        <w:t>(v tis. titulů)</w:t>
      </w:r>
    </w:p>
    <w:p w:rsidR="00BB64DB" w:rsidRPr="00FC4669" w:rsidRDefault="008D6513" w:rsidP="00BB64DB">
      <w:pPr>
        <w:keepNext/>
      </w:pPr>
      <w:r w:rsidRPr="00FC4669">
        <w:rPr>
          <w:noProof/>
        </w:rPr>
        <w:drawing>
          <wp:inline distT="0" distB="0" distL="0" distR="0">
            <wp:extent cx="5943600" cy="2000250"/>
            <wp:effectExtent l="0" t="0" r="0" b="0"/>
            <wp:docPr id="104"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BB64DB" w:rsidRPr="00FC4669" w:rsidRDefault="00BB64DB" w:rsidP="00BB64DB">
      <w:pPr>
        <w:pStyle w:val="Titulek"/>
        <w:rPr>
          <w:b w:val="0"/>
          <w:color w:val="000000" w:themeColor="text1"/>
          <w:sz w:val="22"/>
          <w:szCs w:val="22"/>
        </w:rPr>
      </w:pPr>
      <w:r w:rsidRPr="00FC4669">
        <w:rPr>
          <w:b w:val="0"/>
          <w:color w:val="000000" w:themeColor="text1"/>
          <w:sz w:val="22"/>
          <w:szCs w:val="22"/>
        </w:rPr>
        <w:t>Zdroj: NIPOS</w:t>
      </w:r>
    </w:p>
    <w:p w:rsidR="00BB64DB" w:rsidRPr="00FC4669" w:rsidRDefault="00BB64DB" w:rsidP="00694914">
      <w:pPr>
        <w:pStyle w:val="Nadpis3"/>
        <w:numPr>
          <w:ilvl w:val="2"/>
          <w:numId w:val="17"/>
        </w:numPr>
      </w:pPr>
      <w:bookmarkStart w:id="30" w:name="_Toc430189796"/>
      <w:bookmarkStart w:id="31" w:name="_Toc431475024"/>
      <w:bookmarkStart w:id="32" w:name="_Toc463969179"/>
      <w:bookmarkStart w:id="33" w:name="_Toc465253889"/>
      <w:r w:rsidRPr="00FC4669">
        <w:t>POHLED SPOTŘEBITELE</w:t>
      </w:r>
      <w:bookmarkEnd w:id="30"/>
      <w:bookmarkEnd w:id="31"/>
      <w:bookmarkEnd w:id="32"/>
      <w:bookmarkEnd w:id="33"/>
    </w:p>
    <w:p w:rsidR="00BB64DB" w:rsidRPr="00FC4669" w:rsidRDefault="00BB64DB" w:rsidP="00BB64DB">
      <w:r w:rsidRPr="00FC4669">
        <w:t>Šetření Využívání informačních a komunikačních technologií v domácnostech a mezi jednotlivci (VŠIT), které</w:t>
      </w:r>
      <w:r w:rsidR="00313494" w:rsidRPr="00FC4669">
        <w:t> </w:t>
      </w:r>
      <w:r w:rsidRPr="00FC4669">
        <w:t>je pro tuto analýzu použito jako výchozí k zachycení měnících se návyků spotřebitelů v souvislosti s rozvojem internetu, nezahrnuje četbu knih mezi zkoumané aktivity</w:t>
      </w:r>
      <w:r w:rsidR="00712234" w:rsidRPr="00FC4669">
        <w:t xml:space="preserve"> provozované na internetu</w:t>
      </w:r>
      <w:r w:rsidRPr="00FC4669">
        <w:t xml:space="preserve">. To může odpovídat samotné povaze četby elektronických knih, které bývají sice přes internet zakoupeny a staženy, jejich samotná četba však již probíhá offline pomocí čtecích zařízení či počítače. </w:t>
      </w:r>
      <w:r w:rsidR="006511BA" w:rsidRPr="00FC4669">
        <w:t>Pro návyky spojené se samotnou četbou knih lze využít data z šetření ČSÚ s názvem Vzdělávání dospělých v České republice</w:t>
      </w:r>
      <w:r w:rsidR="00376CCE" w:rsidRPr="00FC4669">
        <w:t xml:space="preserve"> sledující populaci 18–69 let</w:t>
      </w:r>
      <w:r w:rsidR="006511BA" w:rsidRPr="00FC4669">
        <w:t xml:space="preserve">. </w:t>
      </w:r>
      <w:r w:rsidR="00282789" w:rsidRPr="00FC4669">
        <w:t xml:space="preserve">Toto šetření probíhá jednou za 5 let a nejnovější data jsou k dispozici z roku </w:t>
      </w:r>
      <w:r w:rsidR="00282789" w:rsidRPr="00FC4669">
        <w:lastRenderedPageBreak/>
        <w:t>2011 a 2016.</w:t>
      </w:r>
      <w:r w:rsidR="006511BA" w:rsidRPr="00FC4669">
        <w:t xml:space="preserve"> </w:t>
      </w:r>
      <w:r w:rsidRPr="00FC4669">
        <w:t>Další informace o čtenářs</w:t>
      </w:r>
      <w:r w:rsidR="00F100E0" w:rsidRPr="00FC4669">
        <w:t>kých návycích lze získat</w:t>
      </w:r>
      <w:r w:rsidR="00405FEB" w:rsidRPr="00FC4669">
        <w:t> </w:t>
      </w:r>
      <w:r w:rsidR="00F100E0" w:rsidRPr="00FC4669">
        <w:t>ze</w:t>
      </w:r>
      <w:r w:rsidR="00405FEB" w:rsidRPr="00FC4669">
        <w:t> </w:t>
      </w:r>
      <w:r w:rsidRPr="00FC4669">
        <w:t>Zprávy</w:t>
      </w:r>
      <w:r w:rsidR="00405FEB" w:rsidRPr="00FC4669">
        <w:t> </w:t>
      </w:r>
      <w:r w:rsidRPr="00FC4669">
        <w:t>o</w:t>
      </w:r>
      <w:r w:rsidR="00405FEB" w:rsidRPr="00FC4669">
        <w:t> </w:t>
      </w:r>
      <w:r w:rsidRPr="00FC4669">
        <w:t>českém knižním trhu</w:t>
      </w:r>
      <w:r w:rsidR="00F100E0" w:rsidRPr="00FC4669">
        <w:rPr>
          <w:i/>
        </w:rPr>
        <w:t xml:space="preserve">, </w:t>
      </w:r>
      <w:r w:rsidR="00F100E0" w:rsidRPr="00FC4669">
        <w:t xml:space="preserve">kterou každoročně vydává </w:t>
      </w:r>
      <w:r w:rsidR="0014040A" w:rsidRPr="00FC4669">
        <w:t>Svaz českých knihkupců a nakladatelů (</w:t>
      </w:r>
      <w:r w:rsidR="00F100E0" w:rsidRPr="00FC4669">
        <w:t>SČKN</w:t>
      </w:r>
      <w:r w:rsidR="0014040A" w:rsidRPr="00FC4669">
        <w:t>)</w:t>
      </w:r>
      <w:r w:rsidRPr="00FC4669">
        <w:t>.</w:t>
      </w:r>
    </w:p>
    <w:p w:rsidR="006511BA" w:rsidRPr="00FC4669" w:rsidRDefault="00282789" w:rsidP="006511BA">
      <w:pPr>
        <w:ind w:firstLine="708"/>
        <w:rPr>
          <w:bCs/>
        </w:rPr>
      </w:pPr>
      <w:r w:rsidRPr="00FC4669">
        <w:rPr>
          <w:bCs/>
        </w:rPr>
        <w:t>Z</w:t>
      </w:r>
      <w:r w:rsidR="006511BA" w:rsidRPr="00FC4669">
        <w:rPr>
          <w:bCs/>
        </w:rPr>
        <w:t xml:space="preserve"> údajů šetření Vzdělávání dospělých </w:t>
      </w:r>
      <w:r w:rsidR="0054686F">
        <w:rPr>
          <w:bCs/>
        </w:rPr>
        <w:t xml:space="preserve">v ČR </w:t>
      </w:r>
      <w:r w:rsidR="006511BA" w:rsidRPr="00FC4669">
        <w:rPr>
          <w:bCs/>
        </w:rPr>
        <w:t xml:space="preserve">vyplývá, že v Česku mírně vzrostl podíl čtenářů (osob, které za rok přečtou alespoň jednu knihu) z 68 % v roce 2011 na 73 % v roce 2016. Co se týče množství, které lidé stihnou v období jednoho roku přečíst, nejčastěji sáhli po jedné až čtyřech knihách a to ve zhruba třetině případů. Překvapivě vysoký podíl (22 %) tvořili </w:t>
      </w:r>
      <w:r w:rsidRPr="00FC4669">
        <w:rPr>
          <w:bCs/>
        </w:rPr>
        <w:t>aktivní</w:t>
      </w:r>
      <w:r w:rsidR="006511BA" w:rsidRPr="00FC4669">
        <w:rPr>
          <w:bCs/>
        </w:rPr>
        <w:t xml:space="preserve"> čtenáři, kteří přečtou ročně deset a více knih. </w:t>
      </w:r>
      <w:r w:rsidR="004D2283">
        <w:rPr>
          <w:bCs/>
        </w:rPr>
        <w:t xml:space="preserve">Pět až </w:t>
      </w:r>
      <w:r w:rsidR="006511BA" w:rsidRPr="00FC4669">
        <w:rPr>
          <w:bCs/>
        </w:rPr>
        <w:t xml:space="preserve">devět knih pak ročně přečetla necelá pětina populace. Výrazné rozdíly se vyskytly při srovnání čtenářů a čtenářek. Zatímco 39 % mužů ve zkoumané populaci v roce 2016 nepřečetlo žádnou knihu, mezi ženami se našlo pouze 15 % těch, které nečtou knihy. Nejvíce mužů (34 %) pak přečetlo v roce 2016 jednu až čtyři knihy. Mezi ženami se našlo stejně vysoké procento </w:t>
      </w:r>
      <w:r w:rsidR="004A156B">
        <w:rPr>
          <w:bCs/>
        </w:rPr>
        <w:t>(31 %) občasných čtenářek, které</w:t>
      </w:r>
      <w:r w:rsidR="006511BA" w:rsidRPr="00FC4669">
        <w:rPr>
          <w:bCs/>
        </w:rPr>
        <w:t xml:space="preserve"> přečetli jednu až čtyři knihy a</w:t>
      </w:r>
      <w:r w:rsidR="004A156B">
        <w:rPr>
          <w:bCs/>
        </w:rPr>
        <w:t xml:space="preserve"> aktivních čtenářek, které</w:t>
      </w:r>
      <w:r w:rsidR="006511BA" w:rsidRPr="00FC4669">
        <w:rPr>
          <w:bCs/>
        </w:rPr>
        <w:t xml:space="preserve"> přečetli deset knih a více.</w:t>
      </w:r>
    </w:p>
    <w:p w:rsidR="00282789" w:rsidRPr="00FC4669" w:rsidRDefault="00282789" w:rsidP="00282789">
      <w:pPr>
        <w:pStyle w:val="Titulek"/>
        <w:keepNext/>
        <w:rPr>
          <w:color w:val="auto"/>
          <w:sz w:val="22"/>
          <w:szCs w:val="22"/>
        </w:rPr>
      </w:pPr>
      <w:r w:rsidRPr="00FC4669">
        <w:rPr>
          <w:color w:val="auto"/>
          <w:sz w:val="22"/>
          <w:szCs w:val="22"/>
        </w:rPr>
        <w:t xml:space="preserve">Graf </w:t>
      </w:r>
      <w:r w:rsidR="003E444C">
        <w:rPr>
          <w:color w:val="auto"/>
          <w:sz w:val="22"/>
          <w:szCs w:val="22"/>
        </w:rPr>
        <w:t>14</w:t>
      </w:r>
      <w:r w:rsidRPr="00FC4669">
        <w:rPr>
          <w:color w:val="auto"/>
          <w:sz w:val="22"/>
          <w:szCs w:val="22"/>
        </w:rPr>
        <w:t xml:space="preserve"> </w:t>
      </w:r>
      <w:r w:rsidRPr="00FC4669">
        <w:rPr>
          <w:b w:val="0"/>
          <w:color w:val="auto"/>
          <w:sz w:val="22"/>
          <w:szCs w:val="22"/>
        </w:rPr>
        <w:t>Počet přečtených knih v roce 2016 podle pohlaví</w:t>
      </w:r>
      <w:r w:rsidRPr="00FC4669">
        <w:rPr>
          <w:color w:val="auto"/>
          <w:sz w:val="22"/>
          <w:szCs w:val="22"/>
        </w:rPr>
        <w:t xml:space="preserve"> </w:t>
      </w:r>
      <w:r w:rsidRPr="00FC4669">
        <w:rPr>
          <w:b w:val="0"/>
          <w:color w:val="auto"/>
          <w:sz w:val="22"/>
          <w:szCs w:val="22"/>
        </w:rPr>
        <w:t>(podíl těch, co přečtou daný počet knih v populaci 18-69 let)</w:t>
      </w:r>
    </w:p>
    <w:p w:rsidR="00282789" w:rsidRPr="00FC4669" w:rsidRDefault="00282789" w:rsidP="00282789">
      <w:pPr>
        <w:ind w:firstLine="708"/>
      </w:pPr>
      <w:r w:rsidRPr="00FC4669">
        <w:rPr>
          <w:noProof/>
        </w:rPr>
        <w:drawing>
          <wp:inline distT="0" distB="0" distL="0" distR="0">
            <wp:extent cx="5526157" cy="2504661"/>
            <wp:effectExtent l="0" t="0" r="0" b="0"/>
            <wp:docPr id="29"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282789" w:rsidRPr="00FC4669" w:rsidRDefault="00282789" w:rsidP="00282789">
      <w:pPr>
        <w:rPr>
          <w:rFonts w:ascii="Calibri" w:hAnsi="Calibri"/>
          <w:sz w:val="22"/>
          <w:szCs w:val="22"/>
        </w:rPr>
      </w:pPr>
      <w:r w:rsidRPr="00FC4669">
        <w:rPr>
          <w:rFonts w:ascii="Calibri" w:hAnsi="Calibri"/>
          <w:sz w:val="22"/>
          <w:szCs w:val="22"/>
        </w:rPr>
        <w:t>Zdroj: Vzdělávání dospělých v České republice, ČSÚ</w:t>
      </w:r>
    </w:p>
    <w:p w:rsidR="00282789" w:rsidRPr="00FC4669" w:rsidRDefault="00282789" w:rsidP="00282789">
      <w:pPr>
        <w:rPr>
          <w:bCs/>
        </w:rPr>
      </w:pPr>
      <w:r w:rsidRPr="00FC4669">
        <w:rPr>
          <w:bCs/>
        </w:rPr>
        <w:t>Pokud zohledníme ekonomické postavení v populaci, bylo v roce 2016 nejvíce čtenářů mezi studenty. Pouze 10 % studentů starších 18 let uvedlo, že v roce 2016 nepřečetli žádnou knihu. Podíl těch, kteří přečetli 10</w:t>
      </w:r>
      <w:r w:rsidR="004A156B">
        <w:rPr>
          <w:bCs/>
        </w:rPr>
        <w:t> </w:t>
      </w:r>
      <w:r w:rsidRPr="00FC4669">
        <w:rPr>
          <w:bCs/>
        </w:rPr>
        <w:t xml:space="preserve">knih a více, byl u studentů přibližně 40 % a takřka dvakrát převyšoval průměr v populaci. Je možné jen spekulovat, kolik z těchto knih bylo přečteno v rámci povinné studijní četby. U </w:t>
      </w:r>
      <w:r w:rsidR="004A156B">
        <w:rPr>
          <w:bCs/>
        </w:rPr>
        <w:t>pracujících</w:t>
      </w:r>
      <w:r w:rsidR="00931012">
        <w:rPr>
          <w:bCs/>
        </w:rPr>
        <w:t xml:space="preserve"> (včetně pomáhajících rodinných příslušníků, zkušební doby, stáží apod.)</w:t>
      </w:r>
      <w:r w:rsidR="004A156B">
        <w:rPr>
          <w:bCs/>
        </w:rPr>
        <w:t xml:space="preserve"> byl podíl čtenářů i </w:t>
      </w:r>
      <w:r w:rsidRPr="00FC4669">
        <w:rPr>
          <w:bCs/>
        </w:rPr>
        <w:t>těch, kteří přečetli 10 a</w:t>
      </w:r>
      <w:r w:rsidR="000E0D24">
        <w:rPr>
          <w:bCs/>
        </w:rPr>
        <w:t> </w:t>
      </w:r>
      <w:r w:rsidRPr="00FC4669">
        <w:rPr>
          <w:bCs/>
        </w:rPr>
        <w:t>více knih podobný jako v celé populaci. U důchodců pak počet čtenářů oproti zaměstnaným mírně vzrostl a</w:t>
      </w:r>
      <w:r w:rsidR="000E0D24">
        <w:rPr>
          <w:bCs/>
        </w:rPr>
        <w:t> </w:t>
      </w:r>
      <w:r w:rsidRPr="00FC4669">
        <w:rPr>
          <w:bCs/>
        </w:rPr>
        <w:t>každý čtvrtý důchodce do 69 let přečetl 10 knih a více. V důchodovém věku tak zřejmě lidé opět nachází cestu k četbě, což může být dáno zejména vyšším množstvím volného času. Všeobecně tedy platí, že nejvyšší podíl čtenářů můžeme nalézt u mladších lidí ve studentském věku stejně jako u starších lidí v důchodovém věku.</w:t>
      </w:r>
    </w:p>
    <w:p w:rsidR="00282789" w:rsidRDefault="00282789" w:rsidP="00282789">
      <w:pPr>
        <w:pStyle w:val="Titulek"/>
        <w:keepNext/>
        <w:rPr>
          <w:b w:val="0"/>
          <w:color w:val="auto"/>
          <w:sz w:val="22"/>
          <w:szCs w:val="22"/>
        </w:rPr>
      </w:pPr>
      <w:r w:rsidRPr="0054686F">
        <w:rPr>
          <w:color w:val="auto"/>
          <w:sz w:val="22"/>
          <w:szCs w:val="22"/>
        </w:rPr>
        <w:lastRenderedPageBreak/>
        <w:t xml:space="preserve">Graf </w:t>
      </w:r>
      <w:r w:rsidR="003E444C">
        <w:rPr>
          <w:color w:val="auto"/>
          <w:sz w:val="22"/>
          <w:szCs w:val="22"/>
        </w:rPr>
        <w:t>15</w:t>
      </w:r>
      <w:r w:rsidRPr="00FC4669">
        <w:rPr>
          <w:color w:val="auto"/>
          <w:sz w:val="22"/>
          <w:szCs w:val="22"/>
        </w:rPr>
        <w:t xml:space="preserve"> </w:t>
      </w:r>
      <w:r w:rsidRPr="00FC4669">
        <w:rPr>
          <w:b w:val="0"/>
          <w:color w:val="auto"/>
          <w:sz w:val="22"/>
          <w:szCs w:val="22"/>
        </w:rPr>
        <w:t>Podíl čtenářů v roce 2016 podle ekonomického postavení</w:t>
      </w:r>
      <w:r w:rsidR="00931012">
        <w:rPr>
          <w:b w:val="0"/>
          <w:color w:val="auto"/>
          <w:sz w:val="22"/>
          <w:szCs w:val="22"/>
        </w:rPr>
        <w:t xml:space="preserve"> a počtu přečtených knih</w:t>
      </w:r>
      <w:r w:rsidRPr="00FC4669">
        <w:rPr>
          <w:color w:val="auto"/>
          <w:sz w:val="22"/>
          <w:szCs w:val="22"/>
        </w:rPr>
        <w:t xml:space="preserve"> </w:t>
      </w:r>
      <w:r w:rsidR="007148A5">
        <w:rPr>
          <w:b w:val="0"/>
          <w:color w:val="auto"/>
          <w:sz w:val="22"/>
          <w:szCs w:val="22"/>
        </w:rPr>
        <w:t>(v populaci 18–</w:t>
      </w:r>
      <w:r w:rsidRPr="00FC4669">
        <w:rPr>
          <w:b w:val="0"/>
          <w:color w:val="auto"/>
          <w:sz w:val="22"/>
          <w:szCs w:val="22"/>
        </w:rPr>
        <w:t>69 let)</w:t>
      </w:r>
    </w:p>
    <w:p w:rsidR="00931012" w:rsidRPr="00931012" w:rsidRDefault="00931012" w:rsidP="006350A5">
      <w:pPr>
        <w:jc w:val="center"/>
        <w:rPr>
          <w:lang w:eastAsia="en-US"/>
        </w:rPr>
      </w:pPr>
      <w:r w:rsidRPr="00931012">
        <w:rPr>
          <w:noProof/>
        </w:rPr>
        <w:drawing>
          <wp:inline distT="0" distB="0" distL="0" distR="0">
            <wp:extent cx="5715000" cy="1933575"/>
            <wp:effectExtent l="0" t="0" r="0" b="0"/>
            <wp:docPr id="105"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282789" w:rsidRPr="00FC4669" w:rsidRDefault="00376CCE" w:rsidP="00282789">
      <w:pPr>
        <w:jc w:val="left"/>
      </w:pPr>
      <w:r w:rsidRPr="00FC4669">
        <w:rPr>
          <w:rFonts w:ascii="Calibri" w:hAnsi="Calibri"/>
          <w:sz w:val="22"/>
          <w:szCs w:val="22"/>
        </w:rPr>
        <w:t>Zdroj: Vzdělávání dospělých v České republice, ČSÚ</w:t>
      </w:r>
    </w:p>
    <w:p w:rsidR="000C3D1A" w:rsidRPr="00FC4669" w:rsidRDefault="00BB64DB" w:rsidP="00BB64DB">
      <w:pPr>
        <w:ind w:firstLine="708"/>
      </w:pPr>
      <w:r w:rsidRPr="00FC4669">
        <w:t xml:space="preserve">V souvislosti s nákupem a četbou knih je internet mezi českými spotřebiteli využíván více pro nákup </w:t>
      </w:r>
      <w:r w:rsidR="00376CCE" w:rsidRPr="00FC4669">
        <w:t xml:space="preserve">tištěných </w:t>
      </w:r>
      <w:r w:rsidRPr="00FC4669">
        <w:t>knih přes internet než pro n</w:t>
      </w:r>
      <w:r w:rsidR="0014040A" w:rsidRPr="00FC4669">
        <w:t>ákup</w:t>
      </w:r>
      <w:r w:rsidRPr="00FC4669">
        <w:t xml:space="preserve"> elektronických knih. Zatímco tržby internetového prodeje knih se podle odhadu SČKN podílely </w:t>
      </w:r>
      <w:r w:rsidR="009048AE" w:rsidRPr="00FC4669">
        <w:t>v roce 2015</w:t>
      </w:r>
      <w:r w:rsidR="000C3D1A" w:rsidRPr="00FC4669">
        <w:t xml:space="preserve"> </w:t>
      </w:r>
      <w:r w:rsidRPr="00FC4669">
        <w:t xml:space="preserve">na celkových tržbách </w:t>
      </w:r>
      <w:r w:rsidR="00376CCE" w:rsidRPr="00FC4669">
        <w:t xml:space="preserve">knižního </w:t>
      </w:r>
      <w:r w:rsidR="001132C6" w:rsidRPr="00FC4669">
        <w:t>maloobchodu</w:t>
      </w:r>
      <w:r w:rsidRPr="00FC4669">
        <w:t xml:space="preserve"> </w:t>
      </w:r>
      <w:r w:rsidR="00D16B95" w:rsidRPr="00FC4669">
        <w:t>23</w:t>
      </w:r>
      <w:r w:rsidR="00AE562A">
        <w:t>–</w:t>
      </w:r>
      <w:r w:rsidR="009048AE" w:rsidRPr="00FC4669">
        <w:t>25</w:t>
      </w:r>
      <w:r w:rsidRPr="00FC4669">
        <w:t xml:space="preserve"> %</w:t>
      </w:r>
      <w:r w:rsidR="00B85D5F" w:rsidRPr="00FC4669">
        <w:t xml:space="preserve"> a v roce </w:t>
      </w:r>
      <w:r w:rsidR="008C5593" w:rsidRPr="00FC4669">
        <w:t xml:space="preserve">2016 se </w:t>
      </w:r>
      <w:r w:rsidR="00AE562A">
        <w:t xml:space="preserve">zastoupení </w:t>
      </w:r>
      <w:r w:rsidR="008C5593" w:rsidRPr="00FC4669">
        <w:t>ještě zvýšil</w:t>
      </w:r>
      <w:r w:rsidR="00AE562A">
        <w:t>o</w:t>
      </w:r>
      <w:r w:rsidRPr="00FC4669">
        <w:t>,</w:t>
      </w:r>
      <w:r w:rsidR="00B85D5F" w:rsidRPr="00FC4669">
        <w:t xml:space="preserve"> </w:t>
      </w:r>
      <w:r w:rsidRPr="00FC4669">
        <w:t>podíl tržeb z prodeje e-</w:t>
      </w:r>
      <w:r w:rsidR="000C3D1A" w:rsidRPr="00FC4669">
        <w:t>knih</w:t>
      </w:r>
      <w:r w:rsidR="009048AE" w:rsidRPr="00FC4669">
        <w:t xml:space="preserve"> tvořil odhadem 1,4</w:t>
      </w:r>
      <w:r w:rsidRPr="00FC4669">
        <w:t xml:space="preserve"> % z celkov</w:t>
      </w:r>
      <w:r w:rsidR="00D16B95" w:rsidRPr="00FC4669">
        <w:t xml:space="preserve">ého </w:t>
      </w:r>
      <w:r w:rsidR="009048AE" w:rsidRPr="00FC4669">
        <w:t>obratu knižního trhu</w:t>
      </w:r>
      <w:r w:rsidR="00D16B95" w:rsidRPr="00FC4669">
        <w:t>.</w:t>
      </w:r>
      <w:r w:rsidR="000C3D1A" w:rsidRPr="00FC4669">
        <w:t xml:space="preserve"> Pro srovnání, v Evropě je prodej e-knih nejrozšířenější ve Velké Británii, kde tvořil 25% podíl na trhu a</w:t>
      </w:r>
      <w:r w:rsidR="00CC15C7">
        <w:t> </w:t>
      </w:r>
      <w:r w:rsidR="000C3D1A" w:rsidRPr="00FC4669">
        <w:t>dále pak v Německu, kde byl podíl</w:t>
      </w:r>
      <w:r w:rsidR="00141268" w:rsidRPr="00FC4669">
        <w:t xml:space="preserve"> tržeb z</w:t>
      </w:r>
      <w:r w:rsidR="000C3D1A" w:rsidRPr="00FC4669">
        <w:t xml:space="preserve"> prodeje e-knih na trhu desetiprocentní</w:t>
      </w:r>
      <w:r w:rsidR="003B6B56" w:rsidRPr="00FC4669">
        <w:t xml:space="preserve"> (odhad z roku 2014)</w:t>
      </w:r>
      <w:r w:rsidR="000C3D1A" w:rsidRPr="00FC4669">
        <w:t>.</w:t>
      </w:r>
    </w:p>
    <w:p w:rsidR="00712234" w:rsidRPr="00FC4669" w:rsidRDefault="00376CCE" w:rsidP="00A956B9">
      <w:pPr>
        <w:rPr>
          <w:lang w:eastAsia="en-US"/>
        </w:rPr>
      </w:pPr>
      <w:r w:rsidRPr="00FC4669">
        <w:rPr>
          <w:lang w:eastAsia="en-US"/>
        </w:rPr>
        <w:tab/>
      </w:r>
      <w:r w:rsidR="00712234" w:rsidRPr="00FC4669">
        <w:rPr>
          <w:lang w:eastAsia="en-US"/>
        </w:rPr>
        <w:t>Z šetření VŠIT pak lze získat rozšiřující údaje o jednotlivcích, kteří nakupují knihy přes internet.</w:t>
      </w:r>
      <w:r w:rsidR="003316CE" w:rsidRPr="00FC4669">
        <w:rPr>
          <w:lang w:eastAsia="en-US"/>
        </w:rPr>
        <w:t xml:space="preserve"> V roce 2017 bylo v české populaci přibližně 7 </w:t>
      </w:r>
      <w:r w:rsidR="003316CE" w:rsidRPr="00FC4669">
        <w:t xml:space="preserve">% </w:t>
      </w:r>
      <w:r w:rsidRPr="00FC4669">
        <w:t>osob, které</w:t>
      </w:r>
      <w:r w:rsidR="003316CE" w:rsidRPr="00FC4669">
        <w:t xml:space="preserve"> zakoupili </w:t>
      </w:r>
      <w:r w:rsidRPr="00FC4669">
        <w:t xml:space="preserve">v posledním roce </w:t>
      </w:r>
      <w:r w:rsidR="003316CE" w:rsidRPr="00FC4669">
        <w:t xml:space="preserve">alespoň jednu knihu přes internet. Z </w:t>
      </w:r>
      <w:r w:rsidRPr="00FC4669">
        <w:t>nich</w:t>
      </w:r>
      <w:r w:rsidR="003316CE" w:rsidRPr="00FC4669">
        <w:t xml:space="preserve"> pak 86,9 % zvolilo </w:t>
      </w:r>
      <w:r w:rsidRPr="00FC4669">
        <w:t>tištěnou</w:t>
      </w:r>
      <w:r w:rsidR="003316CE" w:rsidRPr="00FC4669">
        <w:t xml:space="preserve"> knihu a 21,5 % si pořídilo knihu elektronickou. Tím se návyky čtenářů značně liší od návyků konzumentů audiovizuálního obsahu, kde je poměr opačný – dominují ti, kteří si stahují filmy či hudbu online nad těmi, kteří si přes internet nakupují fyzické nosiče</w:t>
      </w:r>
      <w:r w:rsidRPr="00FC4669">
        <w:t xml:space="preserve"> (cd, </w:t>
      </w:r>
      <w:r w:rsidR="001132C6" w:rsidRPr="00FC4669">
        <w:t>DVD</w:t>
      </w:r>
      <w:r w:rsidRPr="00FC4669">
        <w:t xml:space="preserve"> a</w:t>
      </w:r>
      <w:r w:rsidR="00AE562A">
        <w:t> </w:t>
      </w:r>
      <w:r w:rsidRPr="00FC4669">
        <w:t>další)</w:t>
      </w:r>
      <w:r w:rsidR="003E444C">
        <w:t>. Jak je patrné z Grafu 16</w:t>
      </w:r>
      <w:r w:rsidR="003316CE" w:rsidRPr="00FC4669">
        <w:t xml:space="preserve">, podíl </w:t>
      </w:r>
      <w:r w:rsidRPr="00FC4669">
        <w:t>osob, které</w:t>
      </w:r>
      <w:r w:rsidR="003316CE" w:rsidRPr="00FC4669">
        <w:t xml:space="preserve"> si kupují elektronické knihy</w:t>
      </w:r>
      <w:r w:rsidR="003E444C">
        <w:t>,</w:t>
      </w:r>
      <w:r w:rsidR="003316CE" w:rsidRPr="00FC4669">
        <w:t xml:space="preserve"> je nejvyšší ve věkové kategorii 25</w:t>
      </w:r>
      <w:r w:rsidR="00A7074F">
        <w:t>–</w:t>
      </w:r>
      <w:r w:rsidR="003316CE" w:rsidRPr="00FC4669">
        <w:t xml:space="preserve">34 let. Nákup tištěných knih přes internet </w:t>
      </w:r>
      <w:r w:rsidR="001132C6" w:rsidRPr="00FC4669">
        <w:t>je</w:t>
      </w:r>
      <w:r w:rsidR="003316CE" w:rsidRPr="00FC4669">
        <w:t xml:space="preserve"> naopak nejvíce rozš</w:t>
      </w:r>
      <w:r w:rsidR="0080031A" w:rsidRPr="00FC4669">
        <w:t>ířen u starších jedinců.</w:t>
      </w:r>
    </w:p>
    <w:p w:rsidR="0080031A" w:rsidRPr="00FC4669" w:rsidRDefault="003E444C" w:rsidP="0080031A">
      <w:pPr>
        <w:pStyle w:val="Titulek"/>
        <w:keepNext/>
        <w:rPr>
          <w:color w:val="auto"/>
          <w:sz w:val="22"/>
          <w:szCs w:val="22"/>
        </w:rPr>
      </w:pPr>
      <w:r>
        <w:rPr>
          <w:color w:val="auto"/>
          <w:sz w:val="22"/>
          <w:szCs w:val="22"/>
        </w:rPr>
        <w:t>Graf 16</w:t>
      </w:r>
      <w:r w:rsidR="0080031A" w:rsidRPr="00FC4669">
        <w:rPr>
          <w:color w:val="auto"/>
          <w:sz w:val="22"/>
          <w:szCs w:val="22"/>
        </w:rPr>
        <w:t xml:space="preserve"> </w:t>
      </w:r>
      <w:r w:rsidR="0080031A" w:rsidRPr="00FC4669">
        <w:rPr>
          <w:b w:val="0"/>
          <w:color w:val="000000" w:themeColor="text1"/>
          <w:sz w:val="22"/>
          <w:szCs w:val="22"/>
        </w:rPr>
        <w:t xml:space="preserve">Podíl </w:t>
      </w:r>
      <w:r w:rsidR="00A7074F">
        <w:rPr>
          <w:b w:val="0"/>
          <w:color w:val="000000" w:themeColor="text1"/>
          <w:sz w:val="22"/>
          <w:szCs w:val="22"/>
        </w:rPr>
        <w:t xml:space="preserve">tištěných knih </w:t>
      </w:r>
      <w:r w:rsidR="00376CCE" w:rsidRPr="00FC4669">
        <w:rPr>
          <w:b w:val="0"/>
          <w:color w:val="000000" w:themeColor="text1"/>
          <w:sz w:val="22"/>
          <w:szCs w:val="22"/>
        </w:rPr>
        <w:t>a e-knih, zakoupených</w:t>
      </w:r>
      <w:r w:rsidR="0080031A" w:rsidRPr="00FC4669">
        <w:rPr>
          <w:b w:val="0"/>
          <w:color w:val="000000" w:themeColor="text1"/>
          <w:sz w:val="22"/>
          <w:szCs w:val="22"/>
        </w:rPr>
        <w:t xml:space="preserve"> v roce 2017</w:t>
      </w:r>
      <w:r w:rsidR="00376CCE" w:rsidRPr="00FC4669">
        <w:rPr>
          <w:b w:val="0"/>
          <w:color w:val="000000" w:themeColor="text1"/>
          <w:sz w:val="22"/>
          <w:szCs w:val="22"/>
        </w:rPr>
        <w:t xml:space="preserve"> přes internet</w:t>
      </w:r>
      <w:r w:rsidR="00C84ABE" w:rsidRPr="00FC4669">
        <w:rPr>
          <w:b w:val="0"/>
          <w:color w:val="000000" w:themeColor="text1"/>
          <w:sz w:val="22"/>
          <w:szCs w:val="22"/>
        </w:rPr>
        <w:t xml:space="preserve"> podle věkových kategorií nakupujících</w:t>
      </w:r>
    </w:p>
    <w:p w:rsidR="00712234" w:rsidRPr="00FC4669" w:rsidRDefault="00712234" w:rsidP="00A956B9">
      <w:pPr>
        <w:rPr>
          <w:lang w:eastAsia="en-US"/>
        </w:rPr>
      </w:pPr>
      <w:r w:rsidRPr="00FC4669">
        <w:rPr>
          <w:noProof/>
        </w:rPr>
        <w:drawing>
          <wp:inline distT="0" distB="0" distL="0" distR="0">
            <wp:extent cx="6200775" cy="2066925"/>
            <wp:effectExtent l="0" t="0" r="0" b="0"/>
            <wp:docPr id="107"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80031A" w:rsidRPr="00FC4669" w:rsidRDefault="0080031A" w:rsidP="0080031A">
      <w:pPr>
        <w:pStyle w:val="Titulek"/>
        <w:rPr>
          <w:b w:val="0"/>
          <w:color w:val="000000" w:themeColor="text1"/>
          <w:sz w:val="22"/>
          <w:szCs w:val="22"/>
        </w:rPr>
      </w:pPr>
      <w:r w:rsidRPr="00FC4669">
        <w:rPr>
          <w:b w:val="0"/>
          <w:color w:val="000000" w:themeColor="text1"/>
          <w:sz w:val="22"/>
          <w:szCs w:val="22"/>
        </w:rPr>
        <w:t>Zdroj: VŠIT, ČSÚ</w:t>
      </w:r>
    </w:p>
    <w:p w:rsidR="003B6B56" w:rsidRPr="00FC4669" w:rsidRDefault="00340562" w:rsidP="00376CCE">
      <w:pPr>
        <w:rPr>
          <w:lang w:eastAsia="en-US"/>
        </w:rPr>
      </w:pPr>
      <w:r w:rsidRPr="00FC4669">
        <w:rPr>
          <w:lang w:eastAsia="en-US"/>
        </w:rPr>
        <w:lastRenderedPageBreak/>
        <w:t xml:space="preserve">Místem, které spojuje knižní prodejce, nakupující a různé profesionály v oboru jsou každoročně pořádané mezinárodní veletrhy. Tyto veletrhy </w:t>
      </w:r>
      <w:r w:rsidR="0083398A" w:rsidRPr="00FC4669">
        <w:rPr>
          <w:lang w:eastAsia="en-US"/>
        </w:rPr>
        <w:t>se konají</w:t>
      </w:r>
      <w:r w:rsidRPr="00FC4669">
        <w:rPr>
          <w:lang w:eastAsia="en-US"/>
        </w:rPr>
        <w:t xml:space="preserve"> ve většině evropských metropolí a mezi nejprestižnější patří podle reportu Mezinárodní asociace nakladatelů (International publishe</w:t>
      </w:r>
      <w:r w:rsidR="003E444C">
        <w:rPr>
          <w:lang w:eastAsia="en-US"/>
        </w:rPr>
        <w:t>rs association) veletrhy ve Fra</w:t>
      </w:r>
      <w:r w:rsidRPr="00FC4669">
        <w:rPr>
          <w:lang w:eastAsia="en-US"/>
        </w:rPr>
        <w:t>nkfurtu, Boloni a Londýně.</w:t>
      </w:r>
      <w:r w:rsidR="00D83806" w:rsidRPr="00FC4669">
        <w:rPr>
          <w:lang w:eastAsia="en-US"/>
        </w:rPr>
        <w:t xml:space="preserve"> Pražský veletrh Svět knihy, který se koná každoročně na jaře, může těmto předním veletrhům konkurovat co se týče návštěvnosti, nikoliv však v počtu vy</w:t>
      </w:r>
      <w:r w:rsidR="00121FC7">
        <w:rPr>
          <w:lang w:eastAsia="en-US"/>
        </w:rPr>
        <w:t>stavovatelů. Jak ukazuje Graf 17</w:t>
      </w:r>
      <w:r w:rsidR="00D83806" w:rsidRPr="00FC4669">
        <w:rPr>
          <w:lang w:eastAsia="en-US"/>
        </w:rPr>
        <w:t>, zatímco počet vystavovatelů na největších evropských veletrzích přesahoval tisícovou hranici, v Praze se pohyboval okolo 400 vystavovatelů. Návštěvnost veletrhu Svět knihy dosáhla podle oficiálních statistik na webu svetknihy.cz v roce 2017 přibližně 44 tis návštěvn</w:t>
      </w:r>
      <w:r w:rsidR="0083398A" w:rsidRPr="00FC4669">
        <w:rPr>
          <w:lang w:eastAsia="en-US"/>
        </w:rPr>
        <w:t>íků.</w:t>
      </w:r>
    </w:p>
    <w:p w:rsidR="00BB64DB" w:rsidRPr="00FC4669" w:rsidRDefault="00BB64DB" w:rsidP="00BB64DB">
      <w:pPr>
        <w:pStyle w:val="Titulek"/>
        <w:keepNext/>
        <w:rPr>
          <w:color w:val="auto"/>
          <w:sz w:val="22"/>
          <w:szCs w:val="22"/>
        </w:rPr>
      </w:pPr>
      <w:r w:rsidRPr="00FC4669">
        <w:rPr>
          <w:color w:val="auto"/>
          <w:sz w:val="22"/>
          <w:szCs w:val="22"/>
        </w:rPr>
        <w:t xml:space="preserve">Graf </w:t>
      </w:r>
      <w:r w:rsidR="00121FC7">
        <w:rPr>
          <w:color w:val="auto"/>
          <w:sz w:val="22"/>
          <w:szCs w:val="22"/>
        </w:rPr>
        <w:t>17</w:t>
      </w:r>
      <w:r w:rsidR="002F7B33" w:rsidRPr="00FC4669">
        <w:rPr>
          <w:color w:val="auto"/>
          <w:sz w:val="22"/>
          <w:szCs w:val="22"/>
        </w:rPr>
        <w:t xml:space="preserve"> </w:t>
      </w:r>
      <w:r w:rsidR="00A956B9" w:rsidRPr="00FC4669">
        <w:rPr>
          <w:b w:val="0"/>
          <w:color w:val="auto"/>
          <w:sz w:val="22"/>
          <w:szCs w:val="22"/>
        </w:rPr>
        <w:t>Návštěvnost a počet vystavujících na knižních veletrzích v roce 2016 (odhad v tis.)</w:t>
      </w:r>
    </w:p>
    <w:p w:rsidR="00BB64DB" w:rsidRPr="00FC4669" w:rsidRDefault="00DC34E8" w:rsidP="00BB64DB">
      <w:pPr>
        <w:pStyle w:val="Normlnweb"/>
        <w:keepNext/>
        <w:jc w:val="center"/>
      </w:pPr>
      <w:r w:rsidRPr="00DC34E8">
        <w:rPr>
          <w:noProof/>
        </w:rPr>
        <w:drawing>
          <wp:inline distT="0" distB="0" distL="0" distR="0">
            <wp:extent cx="4573656" cy="2552369"/>
            <wp:effectExtent l="0" t="0" r="0" b="0"/>
            <wp:docPr id="12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2C3AEA" w:rsidRPr="00FC4669" w:rsidRDefault="002C3AEA" w:rsidP="002C3AEA">
      <w:pPr>
        <w:pStyle w:val="Titulek"/>
        <w:rPr>
          <w:b w:val="0"/>
          <w:color w:val="auto"/>
          <w:sz w:val="22"/>
          <w:szCs w:val="22"/>
        </w:rPr>
      </w:pPr>
      <w:bookmarkStart w:id="34" w:name="_Toc430189797"/>
      <w:r w:rsidRPr="00FC4669">
        <w:rPr>
          <w:b w:val="0"/>
          <w:color w:val="auto"/>
          <w:sz w:val="22"/>
          <w:szCs w:val="22"/>
        </w:rPr>
        <w:t xml:space="preserve">Zdroj: </w:t>
      </w:r>
      <w:r w:rsidR="00712234" w:rsidRPr="00FC4669">
        <w:rPr>
          <w:b w:val="0"/>
          <w:color w:val="auto"/>
          <w:sz w:val="22"/>
          <w:szCs w:val="22"/>
        </w:rPr>
        <w:t>Wor</w:t>
      </w:r>
      <w:r w:rsidR="00A956B9" w:rsidRPr="00FC4669">
        <w:rPr>
          <w:b w:val="0"/>
          <w:color w:val="auto"/>
          <w:sz w:val="22"/>
          <w:szCs w:val="22"/>
        </w:rPr>
        <w:t>ld Book Fair Report 2016, IPA</w:t>
      </w:r>
    </w:p>
    <w:p w:rsidR="00BB64DB" w:rsidRPr="00FC4669" w:rsidRDefault="00BB64DB" w:rsidP="00694914">
      <w:pPr>
        <w:pStyle w:val="Nadpis2"/>
        <w:numPr>
          <w:ilvl w:val="1"/>
          <w:numId w:val="17"/>
        </w:numPr>
      </w:pPr>
      <w:bookmarkStart w:id="35" w:name="_Toc463969180"/>
      <w:bookmarkStart w:id="36" w:name="_Toc465253890"/>
      <w:r w:rsidRPr="00FC4669">
        <w:t>TISK (PERIODICKÉ PUBLIKACE)</w:t>
      </w:r>
      <w:bookmarkEnd w:id="34"/>
      <w:bookmarkEnd w:id="35"/>
      <w:bookmarkEnd w:id="36"/>
    </w:p>
    <w:p w:rsidR="00BB64DB" w:rsidRPr="00FC4669" w:rsidRDefault="00BB64DB" w:rsidP="00BB64DB">
      <w:r w:rsidRPr="00FC4669">
        <w:t>Také oblast periodického tisku bude v rámci ekonomické an</w:t>
      </w:r>
      <w:r w:rsidR="009B2F33" w:rsidRPr="00FC4669">
        <w:t xml:space="preserve">alýzy omezena pouze na zkoumání </w:t>
      </w:r>
      <w:r w:rsidRPr="00FC4669">
        <w:t>vydavatelů</w:t>
      </w:r>
      <w:r w:rsidR="00BD2F1E" w:rsidRPr="00FC4669">
        <w:t> </w:t>
      </w:r>
      <w:r w:rsidRPr="00FC4669">
        <w:t>a</w:t>
      </w:r>
      <w:r w:rsidR="00BD2F1E" w:rsidRPr="00FC4669">
        <w:t> </w:t>
      </w:r>
      <w:r w:rsidR="009B2F33" w:rsidRPr="00FC4669">
        <w:t xml:space="preserve">maloobchodního prodeje. Údaje o zaměstnanosti a příjmech v oblasti </w:t>
      </w:r>
      <w:r w:rsidR="008E49E1" w:rsidRPr="00FC4669">
        <w:t>tisku</w:t>
      </w:r>
      <w:r w:rsidR="009B2F33" w:rsidRPr="00FC4669">
        <w:t xml:space="preserve"> </w:t>
      </w:r>
      <w:r w:rsidRPr="00FC4669">
        <w:t>vychází</w:t>
      </w:r>
      <w:r w:rsidR="009B2F33" w:rsidRPr="00FC4669">
        <w:t xml:space="preserve"> </w:t>
      </w:r>
      <w:r w:rsidR="001919CC" w:rsidRPr="00FC4669">
        <w:t>z</w:t>
      </w:r>
      <w:r w:rsidR="00BD2F1E" w:rsidRPr="00FC4669">
        <w:t> </w:t>
      </w:r>
      <w:r w:rsidR="001919CC" w:rsidRPr="00FC4669">
        <w:t>Podnikové</w:t>
      </w:r>
      <w:r w:rsidRPr="00FC4669">
        <w:t xml:space="preserve"> strukturální statistik</w:t>
      </w:r>
      <w:r w:rsidR="001919CC" w:rsidRPr="00FC4669">
        <w:t>y</w:t>
      </w:r>
      <w:r w:rsidRPr="00FC4669">
        <w:t xml:space="preserve">. </w:t>
      </w:r>
      <w:r w:rsidR="001919CC" w:rsidRPr="00FC4669">
        <w:t>P</w:t>
      </w:r>
      <w:r w:rsidRPr="00FC4669">
        <w:t>ro analýzu měnícího se spotřebitelského chování</w:t>
      </w:r>
      <w:r w:rsidR="001919CC" w:rsidRPr="00FC4669">
        <w:t xml:space="preserve"> </w:t>
      </w:r>
      <w:r w:rsidR="008E49E1" w:rsidRPr="00FC4669">
        <w:t xml:space="preserve">pak </w:t>
      </w:r>
      <w:r w:rsidR="001919CC" w:rsidRPr="00FC4669">
        <w:t>exis</w:t>
      </w:r>
      <w:r w:rsidR="00BD2F1E" w:rsidRPr="00FC4669">
        <w:t xml:space="preserve">tuje poměrně rozsáhlá </w:t>
      </w:r>
      <w:r w:rsidR="006170FF" w:rsidRPr="00FC4669">
        <w:t>statistika</w:t>
      </w:r>
      <w:r w:rsidR="00BD2F1E" w:rsidRPr="00FC4669">
        <w:t xml:space="preserve"> - n</w:t>
      </w:r>
      <w:r w:rsidR="001919CC" w:rsidRPr="00FC4669">
        <w:t>ávyky spotřebitelů v oblasti periodického tisku</w:t>
      </w:r>
      <w:r w:rsidRPr="00FC4669">
        <w:t xml:space="preserve"> zachycuje jak šetření VŠIT, tak analýzy iniciované Unií vydavatelů.</w:t>
      </w:r>
    </w:p>
    <w:p w:rsidR="00BB64DB" w:rsidRPr="00FC4669" w:rsidRDefault="00B414F8" w:rsidP="00694914">
      <w:pPr>
        <w:pStyle w:val="Nadpis3"/>
        <w:numPr>
          <w:ilvl w:val="2"/>
          <w:numId w:val="17"/>
        </w:numPr>
      </w:pPr>
      <w:bookmarkStart w:id="37" w:name="_Toc430189798"/>
      <w:bookmarkStart w:id="38" w:name="_Toc431475026"/>
      <w:bookmarkStart w:id="39" w:name="_Toc463969181"/>
      <w:bookmarkStart w:id="40" w:name="_Toc465253891"/>
      <w:r w:rsidRPr="00FC4669">
        <w:t>PŘÍJMY</w:t>
      </w:r>
      <w:r w:rsidR="00BB64DB" w:rsidRPr="00FC4669">
        <w:t xml:space="preserve"> A ZAMĚSTNANOST</w:t>
      </w:r>
      <w:bookmarkEnd w:id="37"/>
      <w:bookmarkEnd w:id="38"/>
      <w:bookmarkEnd w:id="39"/>
      <w:bookmarkEnd w:id="40"/>
    </w:p>
    <w:p w:rsidR="00BB64DB" w:rsidRPr="00FC4669" w:rsidRDefault="00184C98" w:rsidP="00BB64DB">
      <w:r w:rsidRPr="00FC4669">
        <w:t>C</w:t>
      </w:r>
      <w:r w:rsidR="00114BE5" w:rsidRPr="00FC4669">
        <w:t>elkové příjmy</w:t>
      </w:r>
      <w:r w:rsidR="009B2F33" w:rsidRPr="00FC4669">
        <w:t xml:space="preserve"> </w:t>
      </w:r>
      <w:r w:rsidR="00BB64DB" w:rsidRPr="00FC4669">
        <w:t>vydavatelů</w:t>
      </w:r>
      <w:r w:rsidR="009B2F33" w:rsidRPr="00FC4669">
        <w:t xml:space="preserve"> </w:t>
      </w:r>
      <w:r w:rsidR="00BB64DB" w:rsidRPr="00FC4669">
        <w:t>a</w:t>
      </w:r>
      <w:r w:rsidR="00BD2F1E" w:rsidRPr="00FC4669">
        <w:t> </w:t>
      </w:r>
      <w:r w:rsidR="00BB64DB" w:rsidRPr="00FC4669">
        <w:t>maloobchodu</w:t>
      </w:r>
      <w:r w:rsidRPr="00FC4669">
        <w:t xml:space="preserve"> </w:t>
      </w:r>
      <w:r w:rsidR="006170FF" w:rsidRPr="00FC4669">
        <w:t xml:space="preserve">v oblasti tisku </w:t>
      </w:r>
      <w:r w:rsidR="00BB64DB" w:rsidRPr="00FC4669">
        <w:t>a</w:t>
      </w:r>
      <w:r w:rsidR="00BD2F1E" w:rsidRPr="00FC4669">
        <w:t> </w:t>
      </w:r>
      <w:r w:rsidR="00BB64DB" w:rsidRPr="00FC4669">
        <w:t xml:space="preserve">také samostatný vývoj </w:t>
      </w:r>
      <w:r w:rsidR="00114BE5" w:rsidRPr="00FC4669">
        <w:t>příjmů</w:t>
      </w:r>
      <w:r w:rsidR="00BB64DB" w:rsidRPr="00FC4669">
        <w:t xml:space="preserve"> z maloobchodního prodeje</w:t>
      </w:r>
      <w:r w:rsidR="00121FC7">
        <w:t xml:space="preserve"> zachycuje Graf </w:t>
      </w:r>
      <w:r w:rsidR="001132C6">
        <w:t>18</w:t>
      </w:r>
      <w:r w:rsidR="001132C6" w:rsidRPr="00FC4669">
        <w:t>. Zatímco</w:t>
      </w:r>
      <w:r w:rsidR="00BB64DB" w:rsidRPr="00FC4669">
        <w:t xml:space="preserve"> </w:t>
      </w:r>
      <w:r w:rsidR="00114BE5" w:rsidRPr="00FC4669">
        <w:t>příjmy</w:t>
      </w:r>
      <w:r w:rsidR="00BB64DB" w:rsidRPr="00FC4669">
        <w:t xml:space="preserve"> vydavatelů</w:t>
      </w:r>
      <w:r w:rsidR="00CB7C6A" w:rsidRPr="00FC4669">
        <w:t xml:space="preserve"> novin </w:t>
      </w:r>
      <w:r w:rsidR="006170FF" w:rsidRPr="00FC4669">
        <w:t>a časopisů mezi lety 2008 a 2015</w:t>
      </w:r>
      <w:r w:rsidR="00BB64DB" w:rsidRPr="00FC4669">
        <w:t xml:space="preserve"> klesaly, m</w:t>
      </w:r>
      <w:r w:rsidR="00C128A0" w:rsidRPr="00FC4669">
        <w:t>aloobchod s periodiky v tomto období stagnoval a v posledních letech příjmy dokonce začaly mírně stoupat. V</w:t>
      </w:r>
      <w:r w:rsidR="001132C6">
        <w:t xml:space="preserve"> </w:t>
      </w:r>
      <w:r w:rsidR="00C128A0" w:rsidRPr="00FC4669">
        <w:t xml:space="preserve">roce 2016 pak celková oblast </w:t>
      </w:r>
      <w:r w:rsidR="006170FF" w:rsidRPr="00FC4669">
        <w:t xml:space="preserve">periodického </w:t>
      </w:r>
      <w:r w:rsidR="00DB63A5" w:rsidRPr="00FC4669">
        <w:t>tisku zaznamenala meziroční nárůst příjmů a to o</w:t>
      </w:r>
      <w:r w:rsidR="000A0F0E">
        <w:t> </w:t>
      </w:r>
      <w:r w:rsidR="00DB63A5" w:rsidRPr="00FC4669">
        <w:t>0,7</w:t>
      </w:r>
      <w:r w:rsidR="000A0F0E">
        <w:t> </w:t>
      </w:r>
      <w:r w:rsidR="001132C6" w:rsidRPr="00FC4669">
        <w:t>mld.</w:t>
      </w:r>
      <w:r w:rsidR="00DB63A5" w:rsidRPr="00FC4669">
        <w:t xml:space="preserve"> Kč oproti roku 2015</w:t>
      </w:r>
      <w:r w:rsidR="00BB64DB" w:rsidRPr="00FC4669">
        <w:t xml:space="preserve">. </w:t>
      </w:r>
      <w:r w:rsidR="00DB63A5" w:rsidRPr="00FC4669">
        <w:t>Jedná se o první náznak oživení trhu od roku 2008.</w:t>
      </w:r>
    </w:p>
    <w:p w:rsidR="00BB64DB" w:rsidRPr="00FC4669" w:rsidRDefault="00BB64DB" w:rsidP="00BB64DB">
      <w:pPr>
        <w:pStyle w:val="Titulek"/>
        <w:keepNext/>
        <w:rPr>
          <w:color w:val="auto"/>
          <w:sz w:val="22"/>
          <w:szCs w:val="22"/>
        </w:rPr>
      </w:pPr>
      <w:r w:rsidRPr="00FC4669">
        <w:rPr>
          <w:color w:val="auto"/>
          <w:sz w:val="22"/>
          <w:szCs w:val="22"/>
        </w:rPr>
        <w:lastRenderedPageBreak/>
        <w:t xml:space="preserve">Graf </w:t>
      </w:r>
      <w:r w:rsidR="001A4BAA" w:rsidRPr="00FC4669">
        <w:rPr>
          <w:color w:val="auto"/>
          <w:sz w:val="22"/>
          <w:szCs w:val="22"/>
        </w:rPr>
        <w:t>1</w:t>
      </w:r>
      <w:r w:rsidR="00121FC7">
        <w:rPr>
          <w:color w:val="auto"/>
          <w:sz w:val="22"/>
          <w:szCs w:val="22"/>
        </w:rPr>
        <w:t>8</w:t>
      </w:r>
      <w:r w:rsidR="002F7B33" w:rsidRPr="00FC4669">
        <w:rPr>
          <w:color w:val="auto"/>
        </w:rPr>
        <w:t xml:space="preserve"> </w:t>
      </w:r>
      <w:r w:rsidR="002B6FCF" w:rsidRPr="00FC4669">
        <w:rPr>
          <w:b w:val="0"/>
          <w:color w:val="auto"/>
          <w:sz w:val="22"/>
          <w:szCs w:val="22"/>
        </w:rPr>
        <w:t>Příjmy</w:t>
      </w:r>
      <w:r w:rsidRPr="00FC4669">
        <w:rPr>
          <w:b w:val="0"/>
          <w:color w:val="auto"/>
          <w:sz w:val="22"/>
          <w:szCs w:val="22"/>
        </w:rPr>
        <w:t xml:space="preserve"> </w:t>
      </w:r>
      <w:r w:rsidR="002130C8" w:rsidRPr="00FC4669">
        <w:rPr>
          <w:b w:val="0"/>
          <w:color w:val="auto"/>
          <w:sz w:val="22"/>
          <w:szCs w:val="22"/>
        </w:rPr>
        <w:t>subjektů</w:t>
      </w:r>
      <w:r w:rsidRPr="00FC4669">
        <w:rPr>
          <w:b w:val="0"/>
          <w:color w:val="auto"/>
          <w:sz w:val="22"/>
          <w:szCs w:val="22"/>
        </w:rPr>
        <w:t xml:space="preserve"> </w:t>
      </w:r>
      <w:r w:rsidR="00171D41" w:rsidRPr="00FC4669">
        <w:rPr>
          <w:b w:val="0"/>
          <w:color w:val="auto"/>
          <w:sz w:val="22"/>
          <w:szCs w:val="22"/>
        </w:rPr>
        <w:t xml:space="preserve">s převažující ekonomickou činností </w:t>
      </w:r>
      <w:r w:rsidRPr="00FC4669">
        <w:rPr>
          <w:b w:val="0"/>
          <w:color w:val="auto"/>
          <w:sz w:val="22"/>
          <w:szCs w:val="22"/>
        </w:rPr>
        <w:t xml:space="preserve">v oblasti </w:t>
      </w:r>
      <w:r w:rsidR="00BD2F1E" w:rsidRPr="00FC4669">
        <w:rPr>
          <w:b w:val="0"/>
          <w:color w:val="auto"/>
          <w:sz w:val="22"/>
          <w:szCs w:val="22"/>
        </w:rPr>
        <w:t xml:space="preserve">(periodického) </w:t>
      </w:r>
      <w:r w:rsidR="00114BE5" w:rsidRPr="00FC4669">
        <w:rPr>
          <w:b w:val="0"/>
          <w:color w:val="auto"/>
          <w:sz w:val="22"/>
          <w:szCs w:val="22"/>
        </w:rPr>
        <w:t>tisku</w:t>
      </w:r>
      <w:r w:rsidRPr="00FC4669">
        <w:rPr>
          <w:b w:val="0"/>
          <w:color w:val="auto"/>
          <w:sz w:val="22"/>
          <w:szCs w:val="22"/>
        </w:rPr>
        <w:t xml:space="preserve"> </w:t>
      </w:r>
      <w:r w:rsidR="002130C8" w:rsidRPr="00FC4669">
        <w:rPr>
          <w:b w:val="0"/>
          <w:color w:val="auto"/>
          <w:sz w:val="22"/>
          <w:szCs w:val="22"/>
        </w:rPr>
        <w:t>(v mld. Kč)</w:t>
      </w:r>
    </w:p>
    <w:p w:rsidR="00BB64DB" w:rsidRPr="00FC4669" w:rsidRDefault="00C128A0" w:rsidP="00BB64DB">
      <w:pPr>
        <w:rPr>
          <w:b/>
          <w:color w:val="C00000"/>
          <w:sz w:val="28"/>
          <w:szCs w:val="28"/>
        </w:rPr>
      </w:pPr>
      <w:r w:rsidRPr="00FC4669">
        <w:rPr>
          <w:b/>
          <w:noProof/>
          <w:color w:val="C00000"/>
          <w:sz w:val="28"/>
          <w:szCs w:val="28"/>
        </w:rPr>
        <w:drawing>
          <wp:inline distT="0" distB="0" distL="0" distR="0">
            <wp:extent cx="5981700" cy="1590675"/>
            <wp:effectExtent l="0" t="0" r="0" b="0"/>
            <wp:docPr id="108"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2130C8" w:rsidRPr="00FC4669" w:rsidRDefault="002130C8" w:rsidP="002130C8">
      <w:pPr>
        <w:pStyle w:val="Titulek"/>
        <w:rPr>
          <w:b w:val="0"/>
          <w:color w:val="000000" w:themeColor="text1"/>
          <w:sz w:val="22"/>
          <w:szCs w:val="22"/>
        </w:rPr>
      </w:pPr>
      <w:r w:rsidRPr="00FC4669">
        <w:rPr>
          <w:b w:val="0"/>
          <w:color w:val="000000" w:themeColor="text1"/>
          <w:sz w:val="22"/>
          <w:szCs w:val="22"/>
        </w:rPr>
        <w:t xml:space="preserve">Zdroj: </w:t>
      </w:r>
      <w:r w:rsidR="00BD2F1E" w:rsidRPr="00FC4669">
        <w:rPr>
          <w:b w:val="0"/>
          <w:color w:val="000000" w:themeColor="text1"/>
          <w:sz w:val="22"/>
          <w:szCs w:val="22"/>
        </w:rPr>
        <w:t xml:space="preserve">Podniková strukturální statistika, </w:t>
      </w:r>
      <w:r w:rsidRPr="00FC4669">
        <w:rPr>
          <w:b w:val="0"/>
          <w:color w:val="000000" w:themeColor="text1"/>
          <w:sz w:val="22"/>
          <w:szCs w:val="22"/>
        </w:rPr>
        <w:t>ČSÚ</w:t>
      </w:r>
    </w:p>
    <w:p w:rsidR="00BB64DB" w:rsidRPr="00FC4669" w:rsidRDefault="00BB64DB" w:rsidP="006170FF">
      <w:pPr>
        <w:tabs>
          <w:tab w:val="left" w:pos="851"/>
        </w:tabs>
      </w:pPr>
      <w:r w:rsidRPr="00FC4669">
        <w:t xml:space="preserve">Objem trhu z hlediska počtu vydaných tištěných </w:t>
      </w:r>
      <w:r w:rsidR="006170FF" w:rsidRPr="00FC4669">
        <w:t>periodik</w:t>
      </w:r>
      <w:r w:rsidRPr="00FC4669">
        <w:t xml:space="preserve"> lze stejně jako u knižního trhu analyzovat vyčerpávajícím způsobem vzhledem k povinnosti vydavatelů zasílat tzv. povinné výtisky Národní knihovně České republiky a </w:t>
      </w:r>
      <w:r w:rsidR="00BD2F1E" w:rsidRPr="00FC4669">
        <w:t>dalším</w:t>
      </w:r>
      <w:r w:rsidRPr="00FC4669">
        <w:t xml:space="preserve"> institucím. Zákon č. 46/2000 Sb., který určuje povinnost vydavatelů zasílat povinné výtisky, se však nevztahuje na elektronické publikace. </w:t>
      </w:r>
      <w:r w:rsidR="00CB7C6A" w:rsidRPr="00FC4669">
        <w:t xml:space="preserve">Jak můžeme vyčíst z Grafu </w:t>
      </w:r>
      <w:r w:rsidR="00121FC7">
        <w:t>19</w:t>
      </w:r>
      <w:r w:rsidRPr="00FC4669">
        <w:t>, počet vydaných tištěných periodik</w:t>
      </w:r>
      <w:r w:rsidR="008E49E1" w:rsidRPr="00FC4669">
        <w:t xml:space="preserve"> se v posledních letech pohyboval</w:t>
      </w:r>
      <w:r w:rsidRPr="00FC4669">
        <w:t xml:space="preserve"> okolo 5</w:t>
      </w:r>
      <w:r w:rsidR="002130C8" w:rsidRPr="00FC4669">
        <w:t xml:space="preserve"> tis.</w:t>
      </w:r>
      <w:r w:rsidRPr="00FC4669">
        <w:t xml:space="preserve"> pravidelně vydávaných titulů. </w:t>
      </w:r>
      <w:r w:rsidR="00FB5FB6" w:rsidRPr="00FC4669">
        <w:t xml:space="preserve">Od roku 2013 počet </w:t>
      </w:r>
      <w:r w:rsidR="001132C6" w:rsidRPr="00FC4669">
        <w:t>vydaných</w:t>
      </w:r>
      <w:r w:rsidR="00FB5FB6" w:rsidRPr="00FC4669">
        <w:t xml:space="preserve"> periodických titulů mírně stoupá až na 5,3 tis v roce 2017. Tím </w:t>
      </w:r>
      <w:r w:rsidR="006170FF" w:rsidRPr="00FC4669">
        <w:t>se trh s periodickými tituly li</w:t>
      </w:r>
      <w:r w:rsidR="00FB5FB6" w:rsidRPr="00FC4669">
        <w:t>ší od knižního</w:t>
      </w:r>
      <w:r w:rsidR="006170FF" w:rsidRPr="00FC4669">
        <w:t xml:space="preserve"> trhu, kde počet vydaných titulů</w:t>
      </w:r>
      <w:r w:rsidR="00FB5FB6" w:rsidRPr="00FC4669">
        <w:t xml:space="preserve"> v</w:t>
      </w:r>
      <w:r w:rsidR="00AC6EE9" w:rsidRPr="00FC4669">
        <w:t> </w:t>
      </w:r>
      <w:r w:rsidR="00FB5FB6" w:rsidRPr="00FC4669">
        <w:t>posle</w:t>
      </w:r>
      <w:r w:rsidR="00AC6EE9" w:rsidRPr="00FC4669">
        <w:t>dních letech výrazně klesl. O mírný nárůst se starají zejména tituly časopisů, zatímco počet vydaných novinových tit</w:t>
      </w:r>
      <w:r w:rsidR="001132C6">
        <w:t>ulů se meziročně příliš nemění a</w:t>
      </w:r>
      <w:r w:rsidR="00AC6EE9" w:rsidRPr="00FC4669">
        <w:t xml:space="preserve"> pohybuje se okolo 1,5 tis</w:t>
      </w:r>
      <w:r w:rsidR="006170FF" w:rsidRPr="00FC4669">
        <w:t>.</w:t>
      </w:r>
    </w:p>
    <w:p w:rsidR="00BB64DB" w:rsidRPr="00FC4669" w:rsidRDefault="00BB64DB" w:rsidP="00BB64DB">
      <w:pPr>
        <w:pStyle w:val="Titulek"/>
        <w:keepNext/>
        <w:rPr>
          <w:color w:val="auto"/>
        </w:rPr>
      </w:pPr>
      <w:r w:rsidRPr="00FC4669">
        <w:rPr>
          <w:color w:val="auto"/>
          <w:sz w:val="22"/>
          <w:szCs w:val="22"/>
        </w:rPr>
        <w:t xml:space="preserve">Graf </w:t>
      </w:r>
      <w:r w:rsidR="001A4BAA" w:rsidRPr="00FC4669">
        <w:rPr>
          <w:color w:val="auto"/>
          <w:sz w:val="22"/>
          <w:szCs w:val="22"/>
        </w:rPr>
        <w:t>1</w:t>
      </w:r>
      <w:r w:rsidR="00121FC7">
        <w:rPr>
          <w:color w:val="auto"/>
          <w:sz w:val="22"/>
          <w:szCs w:val="22"/>
        </w:rPr>
        <w:t>9</w:t>
      </w:r>
      <w:r w:rsidR="002F7B33" w:rsidRPr="00FC4669">
        <w:rPr>
          <w:color w:val="auto"/>
        </w:rPr>
        <w:t xml:space="preserve"> </w:t>
      </w:r>
      <w:r w:rsidR="002B6FCF" w:rsidRPr="00FC4669">
        <w:rPr>
          <w:b w:val="0"/>
          <w:color w:val="auto"/>
          <w:sz w:val="22"/>
          <w:szCs w:val="22"/>
        </w:rPr>
        <w:t>Počet</w:t>
      </w:r>
      <w:r w:rsidRPr="00FC4669">
        <w:rPr>
          <w:b w:val="0"/>
          <w:color w:val="auto"/>
          <w:sz w:val="22"/>
          <w:szCs w:val="22"/>
        </w:rPr>
        <w:t xml:space="preserve"> vydaných</w:t>
      </w:r>
      <w:r w:rsidR="008E49E1" w:rsidRPr="00FC4669">
        <w:rPr>
          <w:b w:val="0"/>
          <w:color w:val="auto"/>
          <w:sz w:val="22"/>
          <w:szCs w:val="22"/>
        </w:rPr>
        <w:t xml:space="preserve"> tištěných</w:t>
      </w:r>
      <w:r w:rsidRPr="00FC4669">
        <w:rPr>
          <w:b w:val="0"/>
          <w:color w:val="auto"/>
          <w:sz w:val="22"/>
          <w:szCs w:val="22"/>
        </w:rPr>
        <w:t xml:space="preserve"> </w:t>
      </w:r>
      <w:r w:rsidR="006170FF" w:rsidRPr="00FC4669">
        <w:rPr>
          <w:b w:val="0"/>
          <w:color w:val="auto"/>
          <w:sz w:val="22"/>
          <w:szCs w:val="22"/>
        </w:rPr>
        <w:t>periodik</w:t>
      </w:r>
      <w:r w:rsidRPr="00FC4669">
        <w:rPr>
          <w:b w:val="0"/>
          <w:color w:val="auto"/>
          <w:sz w:val="22"/>
          <w:szCs w:val="22"/>
        </w:rPr>
        <w:t xml:space="preserve"> v České republice </w:t>
      </w:r>
      <w:r w:rsidR="004C05A9" w:rsidRPr="00FC4669">
        <w:rPr>
          <w:b w:val="0"/>
          <w:color w:val="auto"/>
          <w:sz w:val="22"/>
          <w:szCs w:val="22"/>
        </w:rPr>
        <w:t>(v tis. titulů)</w:t>
      </w:r>
    </w:p>
    <w:p w:rsidR="00BB64DB" w:rsidRPr="00FC4669" w:rsidRDefault="00FB5FB6" w:rsidP="00BB64DB">
      <w:pPr>
        <w:keepNext/>
      </w:pPr>
      <w:r w:rsidRPr="00FC4669">
        <w:rPr>
          <w:noProof/>
        </w:rPr>
        <w:drawing>
          <wp:inline distT="0" distB="0" distL="0" distR="0">
            <wp:extent cx="5981700" cy="1771650"/>
            <wp:effectExtent l="0" t="0" r="0" b="0"/>
            <wp:docPr id="111"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BB64DB" w:rsidRPr="00FC4669" w:rsidRDefault="00BB64DB" w:rsidP="00BB64DB">
      <w:pPr>
        <w:pStyle w:val="Titulek"/>
        <w:rPr>
          <w:b w:val="0"/>
          <w:color w:val="auto"/>
          <w:sz w:val="22"/>
          <w:szCs w:val="22"/>
        </w:rPr>
      </w:pPr>
      <w:r w:rsidRPr="00FC4669">
        <w:rPr>
          <w:b w:val="0"/>
          <w:color w:val="auto"/>
          <w:sz w:val="22"/>
          <w:szCs w:val="22"/>
        </w:rPr>
        <w:t>Zdroj: NIPOS</w:t>
      </w:r>
    </w:p>
    <w:p w:rsidR="00BB64DB" w:rsidRPr="00FC4669" w:rsidRDefault="00BB64DB" w:rsidP="00BB64DB">
      <w:r w:rsidRPr="00FC4669">
        <w:t xml:space="preserve">Z hlediska vývoje počtu </w:t>
      </w:r>
      <w:r w:rsidR="004C05A9" w:rsidRPr="00FC4669">
        <w:t>zaměstnanců</w:t>
      </w:r>
      <w:r w:rsidRPr="00FC4669">
        <w:t xml:space="preserve"> jsou</w:t>
      </w:r>
      <w:r w:rsidR="00425125" w:rsidRPr="00FC4669">
        <w:t xml:space="preserve"> patrné odlišné trendy</w:t>
      </w:r>
      <w:r w:rsidRPr="00FC4669">
        <w:t xml:space="preserve"> </w:t>
      </w:r>
      <w:r w:rsidR="00425125" w:rsidRPr="00FC4669">
        <w:t xml:space="preserve">pro oblast </w:t>
      </w:r>
      <w:r w:rsidRPr="00FC4669">
        <w:t xml:space="preserve">vydávání novin a </w:t>
      </w:r>
      <w:r w:rsidR="00425125" w:rsidRPr="00FC4669">
        <w:t>pro oblast vydávání časopisů</w:t>
      </w:r>
      <w:r w:rsidR="00756AF1" w:rsidRPr="00FC4669">
        <w:t xml:space="preserve">. Jak ukazuje Graf </w:t>
      </w:r>
      <w:r w:rsidR="00121FC7">
        <w:t>20</w:t>
      </w:r>
      <w:r w:rsidRPr="00FC4669">
        <w:t xml:space="preserve">, </w:t>
      </w:r>
      <w:r w:rsidR="004C05A9" w:rsidRPr="00FC4669">
        <w:t xml:space="preserve">počet zaměstnanců </w:t>
      </w:r>
      <w:r w:rsidRPr="00FC4669">
        <w:t xml:space="preserve">v oblasti vydávání novin </w:t>
      </w:r>
      <w:r w:rsidR="000C5653" w:rsidRPr="00FC4669">
        <w:t xml:space="preserve">se od roku 2007 kontinuálně propadal až </w:t>
      </w:r>
      <w:r w:rsidR="00195E7C" w:rsidRPr="00FC4669">
        <w:t>do roku</w:t>
      </w:r>
      <w:r w:rsidR="003254A1" w:rsidRPr="00FC4669">
        <w:t xml:space="preserve"> 2013 a</w:t>
      </w:r>
      <w:r w:rsidR="000C5653" w:rsidRPr="00FC4669">
        <w:t xml:space="preserve"> </w:t>
      </w:r>
      <w:r w:rsidR="001C4A1B" w:rsidRPr="00FC4669">
        <w:t>v následujících 4</w:t>
      </w:r>
      <w:r w:rsidR="00195E7C" w:rsidRPr="00FC4669">
        <w:t xml:space="preserve"> letech pak</w:t>
      </w:r>
      <w:r w:rsidR="000C5653" w:rsidRPr="00FC4669">
        <w:t xml:space="preserve"> zaznamenal mírný nárůst</w:t>
      </w:r>
      <w:r w:rsidR="001C4A1B" w:rsidRPr="00FC4669">
        <w:t xml:space="preserve"> z 3,3 tis. na 3,8</w:t>
      </w:r>
      <w:r w:rsidR="00CC15C7">
        <w:t> </w:t>
      </w:r>
      <w:r w:rsidR="003254A1" w:rsidRPr="00FC4669">
        <w:t>tis. zaměstnanců</w:t>
      </w:r>
      <w:r w:rsidR="000C5653" w:rsidRPr="00FC4669">
        <w:t>.</w:t>
      </w:r>
      <w:r w:rsidRPr="00FC4669">
        <w:t xml:space="preserve"> </w:t>
      </w:r>
      <w:r w:rsidR="000C5653" w:rsidRPr="00FC4669">
        <w:t>P</w:t>
      </w:r>
      <w:r w:rsidR="004C05A9" w:rsidRPr="00FC4669">
        <w:t>očet zaměstnanců</w:t>
      </w:r>
      <w:r w:rsidRPr="00FC4669">
        <w:t xml:space="preserve"> v oblasti vydávání časopisů se mezi lety </w:t>
      </w:r>
      <w:r w:rsidR="004C05A9" w:rsidRPr="00FC4669">
        <w:t xml:space="preserve">2007 a 2013 </w:t>
      </w:r>
      <w:r w:rsidR="00661E15" w:rsidRPr="00FC4669">
        <w:t>pohyboval</w:t>
      </w:r>
      <w:r w:rsidR="00393CDB" w:rsidRPr="00FC4669">
        <w:t xml:space="preserve"> v hodnotách přepočtených na plné pracovní úvazky </w:t>
      </w:r>
      <w:r w:rsidR="001132C6" w:rsidRPr="00FC4669">
        <w:t>mezi 3 a 4 tis.</w:t>
      </w:r>
      <w:r w:rsidRPr="00FC4669">
        <w:t xml:space="preserve"> zaměstnanců</w:t>
      </w:r>
      <w:r w:rsidR="008C2DDF">
        <w:t xml:space="preserve"> a</w:t>
      </w:r>
      <w:r w:rsidR="000C5653" w:rsidRPr="00FC4669">
        <w:t xml:space="preserve"> </w:t>
      </w:r>
      <w:r w:rsidR="008C2DDF">
        <w:t>během let</w:t>
      </w:r>
      <w:r w:rsidR="000A344D" w:rsidRPr="00FC4669">
        <w:t xml:space="preserve"> 2013</w:t>
      </w:r>
      <w:r w:rsidR="001C4A1B" w:rsidRPr="00FC4669">
        <w:t xml:space="preserve"> a 2016 </w:t>
      </w:r>
      <w:r w:rsidR="008C2DDF">
        <w:t xml:space="preserve">pak </w:t>
      </w:r>
      <w:r w:rsidR="001C4A1B" w:rsidRPr="00FC4669">
        <w:t>klesl na 2,4</w:t>
      </w:r>
      <w:r w:rsidR="003254A1" w:rsidRPr="00FC4669">
        <w:t xml:space="preserve"> tis. zaměstnanců.</w:t>
      </w:r>
      <w:r w:rsidR="001B721C" w:rsidRPr="00FC4669">
        <w:t xml:space="preserve"> Vývoj zaměstnanosti v</w:t>
      </w:r>
      <w:r w:rsidR="00661E15" w:rsidRPr="00FC4669">
        <w:t> </w:t>
      </w:r>
      <w:r w:rsidR="001B721C" w:rsidRPr="00FC4669">
        <w:t>oblastech</w:t>
      </w:r>
      <w:r w:rsidR="00661E15" w:rsidRPr="00FC4669">
        <w:t xml:space="preserve"> vydávání</w:t>
      </w:r>
      <w:r w:rsidR="001B721C" w:rsidRPr="00FC4669">
        <w:t xml:space="preserve"> novin a časopisů v podstatě kopíruje vývoj příjmů subjektů v těchto oblastech, kdy příjmy vydavatelů novin v posledních letech stoupají a</w:t>
      </w:r>
      <w:r w:rsidR="003502AC">
        <w:t> </w:t>
      </w:r>
      <w:r w:rsidR="00661E15" w:rsidRPr="00FC4669">
        <w:t>příjmy vydavatel</w:t>
      </w:r>
      <w:r w:rsidR="001B721C" w:rsidRPr="00FC4669">
        <w:t>ů časopisů naopak dlouhodobě klesají.</w:t>
      </w:r>
      <w:r w:rsidR="003254A1" w:rsidRPr="00FC4669">
        <w:t xml:space="preserve"> </w:t>
      </w:r>
      <w:r w:rsidR="001B5EAE" w:rsidRPr="00FC4669">
        <w:t>Celková zaměstnanost maloobchodu</w:t>
      </w:r>
      <w:r w:rsidR="00282CCA" w:rsidRPr="00FC4669">
        <w:t> </w:t>
      </w:r>
      <w:r w:rsidR="001B5EAE" w:rsidRPr="00FC4669">
        <w:t>a</w:t>
      </w:r>
      <w:r w:rsidR="00282CCA" w:rsidRPr="00FC4669">
        <w:t> </w:t>
      </w:r>
      <w:r w:rsidR="001B5EAE" w:rsidRPr="00FC4669">
        <w:t>vydavatelů v obla</w:t>
      </w:r>
      <w:r w:rsidR="001C4A1B" w:rsidRPr="00FC4669">
        <w:t>sti tisku dosahovala v roce 2016</w:t>
      </w:r>
      <w:r w:rsidR="003254A1" w:rsidRPr="00FC4669">
        <w:t xml:space="preserve"> výše 8</w:t>
      </w:r>
      <w:r w:rsidR="001B5EAE" w:rsidRPr="00FC4669">
        <w:t xml:space="preserve"> tis. zaměstnanců na plný pracovní úvazek.</w:t>
      </w:r>
      <w:r w:rsidR="001C4A1B" w:rsidRPr="00FC4669">
        <w:t xml:space="preserve"> </w:t>
      </w:r>
    </w:p>
    <w:p w:rsidR="00BB64DB" w:rsidRPr="00FC4669" w:rsidRDefault="00BB64DB" w:rsidP="00BB64DB">
      <w:pPr>
        <w:pStyle w:val="Titulek"/>
        <w:keepNext/>
      </w:pPr>
      <w:r w:rsidRPr="00FC4669">
        <w:rPr>
          <w:color w:val="auto"/>
          <w:sz w:val="22"/>
          <w:szCs w:val="22"/>
        </w:rPr>
        <w:lastRenderedPageBreak/>
        <w:t xml:space="preserve">Graf </w:t>
      </w:r>
      <w:r w:rsidR="00121FC7">
        <w:rPr>
          <w:color w:val="auto"/>
          <w:sz w:val="22"/>
          <w:szCs w:val="22"/>
        </w:rPr>
        <w:t>20</w:t>
      </w:r>
      <w:r w:rsidR="002F7B33" w:rsidRPr="00FC4669">
        <w:rPr>
          <w:color w:val="auto"/>
        </w:rPr>
        <w:t xml:space="preserve"> </w:t>
      </w:r>
      <w:r w:rsidR="002B6FCF" w:rsidRPr="00FC4669">
        <w:rPr>
          <w:b w:val="0"/>
          <w:color w:val="auto"/>
          <w:sz w:val="22"/>
          <w:szCs w:val="22"/>
        </w:rPr>
        <w:t>P</w:t>
      </w:r>
      <w:r w:rsidR="002B6FCF" w:rsidRPr="00FC4669">
        <w:rPr>
          <w:b w:val="0"/>
          <w:color w:val="000000" w:themeColor="text1"/>
          <w:sz w:val="22"/>
          <w:szCs w:val="22"/>
        </w:rPr>
        <w:t>očet</w:t>
      </w:r>
      <w:r w:rsidR="00C30C52" w:rsidRPr="00FC4669">
        <w:rPr>
          <w:b w:val="0"/>
          <w:color w:val="000000" w:themeColor="text1"/>
          <w:sz w:val="22"/>
          <w:szCs w:val="22"/>
        </w:rPr>
        <w:t xml:space="preserve"> zaměstnanců v oblasti </w:t>
      </w:r>
      <w:r w:rsidR="001B5EAE" w:rsidRPr="00FC4669">
        <w:rPr>
          <w:b w:val="0"/>
          <w:color w:val="000000" w:themeColor="text1"/>
          <w:sz w:val="22"/>
          <w:szCs w:val="22"/>
        </w:rPr>
        <w:t>tisku</w:t>
      </w:r>
      <w:r w:rsidR="00C30C52" w:rsidRPr="00FC4669">
        <w:rPr>
          <w:b w:val="0"/>
          <w:color w:val="000000" w:themeColor="text1"/>
          <w:sz w:val="22"/>
          <w:szCs w:val="22"/>
        </w:rPr>
        <w:t xml:space="preserve"> (v tis. osob, přepočteno na </w:t>
      </w:r>
      <w:r w:rsidR="0044303F" w:rsidRPr="00FC4669">
        <w:rPr>
          <w:b w:val="0"/>
          <w:color w:val="000000" w:themeColor="text1"/>
          <w:sz w:val="22"/>
          <w:szCs w:val="22"/>
        </w:rPr>
        <w:t>plné prac. úvazky</w:t>
      </w:r>
      <w:r w:rsidR="00C30C52" w:rsidRPr="00FC4669">
        <w:rPr>
          <w:b w:val="0"/>
          <w:color w:val="000000" w:themeColor="text1"/>
          <w:sz w:val="22"/>
          <w:szCs w:val="22"/>
        </w:rPr>
        <w:t>)</w:t>
      </w:r>
    </w:p>
    <w:p w:rsidR="00BB64DB" w:rsidRPr="00FC4669" w:rsidRDefault="001C4A1B" w:rsidP="00BB64DB">
      <w:pPr>
        <w:keepNext/>
      </w:pPr>
      <w:r w:rsidRPr="00FC4669">
        <w:rPr>
          <w:noProof/>
        </w:rPr>
        <w:drawing>
          <wp:inline distT="0" distB="0" distL="0" distR="0">
            <wp:extent cx="6029325" cy="2305050"/>
            <wp:effectExtent l="0" t="0" r="0" b="0"/>
            <wp:docPr id="11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BB64DB" w:rsidRPr="00FC4669" w:rsidRDefault="00BB64DB" w:rsidP="00BB64DB">
      <w:pPr>
        <w:pStyle w:val="Titulek"/>
        <w:rPr>
          <w:b w:val="0"/>
          <w:color w:val="auto"/>
          <w:sz w:val="22"/>
          <w:szCs w:val="22"/>
        </w:rPr>
      </w:pPr>
      <w:r w:rsidRPr="00FC4669">
        <w:rPr>
          <w:b w:val="0"/>
          <w:color w:val="auto"/>
          <w:sz w:val="22"/>
          <w:szCs w:val="22"/>
        </w:rPr>
        <w:t xml:space="preserve">Zdroj: </w:t>
      </w:r>
      <w:r w:rsidR="002A0381" w:rsidRPr="00FC4669">
        <w:rPr>
          <w:b w:val="0"/>
          <w:color w:val="auto"/>
          <w:sz w:val="22"/>
          <w:szCs w:val="22"/>
        </w:rPr>
        <w:t xml:space="preserve">Podniková strukturální statistika, </w:t>
      </w:r>
      <w:r w:rsidRPr="00FC4669">
        <w:rPr>
          <w:b w:val="0"/>
          <w:color w:val="auto"/>
          <w:sz w:val="22"/>
          <w:szCs w:val="22"/>
        </w:rPr>
        <w:t>ČSÚ</w:t>
      </w:r>
    </w:p>
    <w:p w:rsidR="00BB64DB" w:rsidRPr="00FC4669" w:rsidRDefault="00BB64DB" w:rsidP="00694914">
      <w:pPr>
        <w:pStyle w:val="Nadpis3"/>
        <w:numPr>
          <w:ilvl w:val="2"/>
          <w:numId w:val="17"/>
        </w:numPr>
      </w:pPr>
      <w:bookmarkStart w:id="41" w:name="_Toc430189799"/>
      <w:bookmarkStart w:id="42" w:name="_Toc431475027"/>
      <w:bookmarkStart w:id="43" w:name="_Toc463969182"/>
      <w:bookmarkStart w:id="44" w:name="_Toc465253892"/>
      <w:r w:rsidRPr="00FC4669">
        <w:t>POHLED SPOTŘEBITELE</w:t>
      </w:r>
      <w:bookmarkEnd w:id="41"/>
      <w:bookmarkEnd w:id="42"/>
      <w:bookmarkEnd w:id="43"/>
      <w:bookmarkEnd w:id="44"/>
    </w:p>
    <w:p w:rsidR="00BB64DB" w:rsidRPr="00FC4669" w:rsidRDefault="00BB64DB" w:rsidP="00BB64DB">
      <w:r w:rsidRPr="00FC4669">
        <w:t>Změny spotřebitelských návyků spojených s četbou periodik zachycuje šetření VŠIT. Počet jednotlivců, kteří</w:t>
      </w:r>
      <w:r w:rsidR="00313494" w:rsidRPr="00FC4669">
        <w:t> </w:t>
      </w:r>
      <w:r w:rsidR="00A04605" w:rsidRPr="00FC4669">
        <w:t xml:space="preserve">využívají </w:t>
      </w:r>
      <w:r w:rsidRPr="00FC4669">
        <w:t>internet ke čtení zpráv, novin a časopisů</w:t>
      </w:r>
      <w:r w:rsidR="00E302A2" w:rsidRPr="00FC4669">
        <w:t xml:space="preserve"> se za posledních 7</w:t>
      </w:r>
      <w:r w:rsidR="00A04605" w:rsidRPr="00FC4669">
        <w:t xml:space="preserve"> let </w:t>
      </w:r>
      <w:r w:rsidR="00E302A2" w:rsidRPr="00FC4669">
        <w:t xml:space="preserve">výrazně </w:t>
      </w:r>
      <w:r w:rsidR="00A04605" w:rsidRPr="00FC4669">
        <w:t>zvýš</w:t>
      </w:r>
      <w:r w:rsidR="00E302A2" w:rsidRPr="00FC4669">
        <w:t>il. V porovnání s rokem 2011 se v roce 2017</w:t>
      </w:r>
      <w:r w:rsidR="00A04605" w:rsidRPr="00FC4669">
        <w:t xml:space="preserve"> zvýšil počet čtenářů online zpráv </w:t>
      </w:r>
      <w:r w:rsidR="003502AC">
        <w:t xml:space="preserve">o </w:t>
      </w:r>
      <w:r w:rsidR="00A04605" w:rsidRPr="00FC4669">
        <w:t xml:space="preserve">více než </w:t>
      </w:r>
      <w:r w:rsidR="00E302A2" w:rsidRPr="00FC4669">
        <w:t xml:space="preserve">20 procentních bodů </w:t>
      </w:r>
      <w:r w:rsidR="00A04605" w:rsidRPr="00FC4669">
        <w:t>a</w:t>
      </w:r>
      <w:r w:rsidR="003502AC">
        <w:t> </w:t>
      </w:r>
      <w:r w:rsidR="00A04605" w:rsidRPr="00FC4669">
        <w:t xml:space="preserve">představoval </w:t>
      </w:r>
      <w:r w:rsidR="00E302A2" w:rsidRPr="00FC4669">
        <w:t>v roce 2017</w:t>
      </w:r>
      <w:r w:rsidRPr="00FC4669">
        <w:t xml:space="preserve"> </w:t>
      </w:r>
      <w:r w:rsidR="003502AC">
        <w:t xml:space="preserve">přes 70 </w:t>
      </w:r>
      <w:r w:rsidR="00A04605" w:rsidRPr="00FC4669">
        <w:t xml:space="preserve">% populace. </w:t>
      </w:r>
      <w:r w:rsidRPr="00FC4669">
        <w:t xml:space="preserve">Při zúžení záběru pouze na jedince používající internet se </w:t>
      </w:r>
      <w:r w:rsidR="00CC6CE2" w:rsidRPr="00FC4669">
        <w:t xml:space="preserve">zvýší </w:t>
      </w:r>
      <w:r w:rsidR="003502AC">
        <w:t xml:space="preserve">zastoupení </w:t>
      </w:r>
      <w:r w:rsidR="00196B4C" w:rsidRPr="00FC4669">
        <w:t xml:space="preserve">čtenářů on-line periodik </w:t>
      </w:r>
      <w:r w:rsidR="00E302A2" w:rsidRPr="00FC4669">
        <w:t xml:space="preserve">v roce 2017 </w:t>
      </w:r>
      <w:r w:rsidR="00196B4C" w:rsidRPr="00FC4669">
        <w:t>na 91</w:t>
      </w:r>
      <w:r w:rsidRPr="00FC4669">
        <w:t xml:space="preserve"> % </w:t>
      </w:r>
      <w:r w:rsidR="00196B4C" w:rsidRPr="00FC4669">
        <w:t>internetové populace</w:t>
      </w:r>
      <w:r w:rsidRPr="00FC4669">
        <w:t>. Čtení on-line periodik je tak v porovnání s ostatními zkoumanými oblastmi</w:t>
      </w:r>
      <w:r w:rsidR="00C30C52" w:rsidRPr="00FC4669">
        <w:t xml:space="preserve"> audiovizuálního</w:t>
      </w:r>
      <w:r w:rsidR="00282CCA" w:rsidRPr="00FC4669">
        <w:t> </w:t>
      </w:r>
      <w:r w:rsidR="00C30C52" w:rsidRPr="00FC4669">
        <w:t>a</w:t>
      </w:r>
      <w:r w:rsidR="00282CCA" w:rsidRPr="00FC4669">
        <w:t> </w:t>
      </w:r>
      <w:r w:rsidR="00C30C52" w:rsidRPr="00FC4669">
        <w:t>mediálního sektoru</w:t>
      </w:r>
      <w:r w:rsidRPr="00FC4669">
        <w:t xml:space="preserve"> jednoznačně nejrozšířenější kulturní činností prováděnou on-line (např. </w:t>
      </w:r>
      <w:r w:rsidR="00E302A2" w:rsidRPr="00FC4669">
        <w:t>hraní videoher přes internet se v roce 2017</w:t>
      </w:r>
      <w:r w:rsidRPr="00FC4669">
        <w:t xml:space="preserve"> </w:t>
      </w:r>
      <w:r w:rsidR="00E302A2" w:rsidRPr="00FC4669">
        <w:t>věnovalo přibližně 20</w:t>
      </w:r>
      <w:r w:rsidRPr="00FC4669">
        <w:t xml:space="preserve"> % české populace). K těmto statistikám je nutné zmínit, že použitý pojem on-line periodika neodpovídá vymezení tištěných periodik dle Tiskového zákona</w:t>
      </w:r>
      <w:r w:rsidRPr="00FC4669">
        <w:rPr>
          <w:rStyle w:val="Znakapoznpodarou"/>
        </w:rPr>
        <w:footnoteReference w:id="5"/>
      </w:r>
      <w:r w:rsidRPr="00FC4669">
        <w:t xml:space="preserve"> a zahrnuje jakék</w:t>
      </w:r>
      <w:r w:rsidR="003502AC">
        <w:t>oliv on-line časopisy, noviny a </w:t>
      </w:r>
      <w:r w:rsidRPr="00FC4669">
        <w:t>zpravodajské servery bez ohledu na to, zda mají přidělený kód ISSN.</w:t>
      </w:r>
    </w:p>
    <w:p w:rsidR="00BB64DB" w:rsidRPr="00FC4669" w:rsidRDefault="00BB64DB" w:rsidP="00BB64DB">
      <w:pPr>
        <w:pStyle w:val="Titulek"/>
        <w:keepNext/>
        <w:rPr>
          <w:color w:val="auto"/>
        </w:rPr>
      </w:pPr>
      <w:r w:rsidRPr="00FC4669">
        <w:rPr>
          <w:color w:val="auto"/>
          <w:sz w:val="22"/>
          <w:szCs w:val="22"/>
        </w:rPr>
        <w:t xml:space="preserve">Graf </w:t>
      </w:r>
      <w:r w:rsidR="008C2DDF">
        <w:rPr>
          <w:color w:val="auto"/>
          <w:sz w:val="22"/>
          <w:szCs w:val="22"/>
        </w:rPr>
        <w:t>21</w:t>
      </w:r>
      <w:r w:rsidR="002F7B33" w:rsidRPr="00FC4669">
        <w:rPr>
          <w:color w:val="auto"/>
        </w:rPr>
        <w:t xml:space="preserve"> </w:t>
      </w:r>
      <w:r w:rsidRPr="00FC4669">
        <w:rPr>
          <w:b w:val="0"/>
          <w:color w:val="auto"/>
          <w:sz w:val="22"/>
          <w:szCs w:val="22"/>
        </w:rPr>
        <w:t>Využití internetu ke čtení zpráv, novin a časopisů</w:t>
      </w:r>
    </w:p>
    <w:p w:rsidR="00BB64DB" w:rsidRPr="00FC4669" w:rsidRDefault="00E302A2" w:rsidP="00AA632A">
      <w:pPr>
        <w:keepNext/>
        <w:tabs>
          <w:tab w:val="left" w:pos="426"/>
        </w:tabs>
        <w:jc w:val="center"/>
      </w:pPr>
      <w:r w:rsidRPr="00FC4669">
        <w:rPr>
          <w:noProof/>
        </w:rPr>
        <w:drawing>
          <wp:inline distT="0" distB="0" distL="0" distR="0">
            <wp:extent cx="4286250" cy="1828800"/>
            <wp:effectExtent l="0" t="0" r="0" b="0"/>
            <wp:docPr id="11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BB64DB" w:rsidRPr="00FC4669" w:rsidRDefault="00393CDB" w:rsidP="00BB64DB">
      <w:pPr>
        <w:pStyle w:val="Titulek"/>
        <w:rPr>
          <w:b w:val="0"/>
          <w:color w:val="auto"/>
          <w:sz w:val="22"/>
          <w:szCs w:val="22"/>
        </w:rPr>
      </w:pPr>
      <w:r w:rsidRPr="00FC4669">
        <w:rPr>
          <w:b w:val="0"/>
          <w:color w:val="auto"/>
          <w:sz w:val="22"/>
          <w:szCs w:val="22"/>
        </w:rPr>
        <w:t>Zdroj: VŠIT, ČSÚ</w:t>
      </w:r>
    </w:p>
    <w:p w:rsidR="00BB64DB" w:rsidRPr="00FC4669" w:rsidRDefault="00BB64DB" w:rsidP="00BB64DB">
      <w:r w:rsidRPr="00FC4669">
        <w:lastRenderedPageBreak/>
        <w:t>Zatí</w:t>
      </w:r>
      <w:r w:rsidR="00196B4C" w:rsidRPr="00FC4669">
        <w:t>mco uživatelé internetu čtou on-</w:t>
      </w:r>
      <w:r w:rsidRPr="00FC4669">
        <w:t xml:space="preserve">line periodika ve </w:t>
      </w:r>
      <w:r w:rsidR="003F2F1D" w:rsidRPr="00FC4669">
        <w:t>velké</w:t>
      </w:r>
      <w:r w:rsidRPr="00FC4669">
        <w:t xml:space="preserve"> míře napříč všemi věkovými kategoriemi</w:t>
      </w:r>
      <w:r w:rsidR="003F2F1D" w:rsidRPr="00FC4669">
        <w:t xml:space="preserve"> (dokonce i v kategorii uživatelů internetu starších 65 let čte on-line zprávy </w:t>
      </w:r>
      <w:r w:rsidR="00AA632A" w:rsidRPr="00FC4669">
        <w:t>přibližně 90</w:t>
      </w:r>
      <w:r w:rsidR="003F2F1D" w:rsidRPr="00FC4669">
        <w:t xml:space="preserve"> % </w:t>
      </w:r>
      <w:r w:rsidR="00196B4C" w:rsidRPr="00FC4669">
        <w:t xml:space="preserve">on-line </w:t>
      </w:r>
      <w:r w:rsidR="003F2F1D" w:rsidRPr="00FC4669">
        <w:t>populace)</w:t>
      </w:r>
      <w:r w:rsidRPr="00FC4669">
        <w:t>,</w:t>
      </w:r>
      <w:r w:rsidR="00282CCA" w:rsidRPr="00FC4669">
        <w:t> </w:t>
      </w:r>
      <w:r w:rsidRPr="00FC4669">
        <w:t>u</w:t>
      </w:r>
      <w:r w:rsidR="00282CCA" w:rsidRPr="00FC4669">
        <w:t> </w:t>
      </w:r>
      <w:r w:rsidRPr="00FC4669">
        <w:t xml:space="preserve">celkové populace procento čtenářů on-line periodik </w:t>
      </w:r>
      <w:r w:rsidR="0059779F" w:rsidRPr="00FC4669">
        <w:t>s přibývajícím věkem</w:t>
      </w:r>
      <w:r w:rsidR="003F2F1D" w:rsidRPr="00FC4669">
        <w:t xml:space="preserve"> výrazně</w:t>
      </w:r>
      <w:r w:rsidR="0059779F" w:rsidRPr="00FC4669">
        <w:t xml:space="preserve"> </w:t>
      </w:r>
      <w:r w:rsidRPr="00FC4669">
        <w:t>klesá.</w:t>
      </w:r>
      <w:r w:rsidR="00E957EC" w:rsidRPr="00FC4669">
        <w:t xml:space="preserve"> </w:t>
      </w:r>
      <w:r w:rsidRPr="00FC4669">
        <w:t>To</w:t>
      </w:r>
      <w:r w:rsidR="00313494" w:rsidRPr="00FC4669">
        <w:t> </w:t>
      </w:r>
      <w:r w:rsidRPr="00FC4669">
        <w:t>však</w:t>
      </w:r>
      <w:r w:rsidR="00313494" w:rsidRPr="00FC4669">
        <w:t> </w:t>
      </w:r>
      <w:r w:rsidRPr="00FC4669">
        <w:t xml:space="preserve">souvisí s tím, že procento uživatelů internetu </w:t>
      </w:r>
      <w:r w:rsidR="00196B4C" w:rsidRPr="00FC4669">
        <w:t xml:space="preserve">všeobecně negativně koreluje s věkem </w:t>
      </w:r>
      <w:r w:rsidRPr="00FC4669">
        <w:t>jednotlivců.</w:t>
      </w:r>
      <w:r w:rsidR="009A75F3" w:rsidRPr="00FC4669">
        <w:t xml:space="preserve"> Výše</w:t>
      </w:r>
      <w:r w:rsidR="008B64EB" w:rsidRPr="00FC4669">
        <w:t> </w:t>
      </w:r>
      <w:r w:rsidR="009A75F3" w:rsidRPr="00FC4669">
        <w:t>zm</w:t>
      </w:r>
      <w:r w:rsidR="008C2DDF">
        <w:t>íněný trend je patrný z Grafu 22</w:t>
      </w:r>
      <w:r w:rsidR="009A75F3" w:rsidRPr="00FC4669">
        <w:t xml:space="preserve">, který ukazuje, že zájem o četbu on-line periodik je </w:t>
      </w:r>
      <w:r w:rsidR="007D3651" w:rsidRPr="00FC4669">
        <w:t>vysoký (</w:t>
      </w:r>
      <w:r w:rsidR="00AA632A" w:rsidRPr="00FC4669">
        <w:t>okolo 90</w:t>
      </w:r>
      <w:r w:rsidR="007D3651" w:rsidRPr="00FC4669">
        <w:t xml:space="preserve"> %) ve</w:t>
      </w:r>
      <w:r w:rsidR="009A75F3" w:rsidRPr="00FC4669">
        <w:t xml:space="preserve"> všech věkových kategorií uživatelů internetu. </w:t>
      </w:r>
      <w:r w:rsidRPr="00FC4669">
        <w:t xml:space="preserve">Tím se </w:t>
      </w:r>
      <w:r w:rsidR="009A75F3" w:rsidRPr="00FC4669">
        <w:t xml:space="preserve">tato aktivita </w:t>
      </w:r>
      <w:r w:rsidRPr="00FC4669">
        <w:t xml:space="preserve">liší </w:t>
      </w:r>
      <w:r w:rsidR="009A75F3" w:rsidRPr="00FC4669">
        <w:t xml:space="preserve">od jiných sledovaných kulturních </w:t>
      </w:r>
      <w:r w:rsidR="007D3651" w:rsidRPr="00FC4669">
        <w:t xml:space="preserve">činností </w:t>
      </w:r>
      <w:r w:rsidR="009A75F3" w:rsidRPr="00FC4669">
        <w:t xml:space="preserve">prováděných přes internet (např. </w:t>
      </w:r>
      <w:r w:rsidR="00AA632A" w:rsidRPr="00FC4669">
        <w:t>hraní videoher</w:t>
      </w:r>
      <w:r w:rsidR="009A75F3" w:rsidRPr="00FC4669">
        <w:t xml:space="preserve">), u kterých obliba mezi uživateli internetu s jejich </w:t>
      </w:r>
      <w:r w:rsidR="0059779F" w:rsidRPr="00FC4669">
        <w:t>přibývajícím</w:t>
      </w:r>
      <w:r w:rsidRPr="00FC4669">
        <w:t xml:space="preserve"> věkem </w:t>
      </w:r>
      <w:r w:rsidR="009A75F3" w:rsidRPr="00FC4669">
        <w:t>klesá.</w:t>
      </w:r>
    </w:p>
    <w:p w:rsidR="00BB64DB" w:rsidRPr="00FC4669" w:rsidRDefault="00BB64DB" w:rsidP="001B5EAE">
      <w:pPr>
        <w:pStyle w:val="Titulek"/>
        <w:keepNext/>
        <w:jc w:val="left"/>
        <w:rPr>
          <w:color w:val="auto"/>
        </w:rPr>
      </w:pPr>
      <w:r w:rsidRPr="00FC4669">
        <w:rPr>
          <w:color w:val="auto"/>
          <w:sz w:val="22"/>
          <w:szCs w:val="22"/>
        </w:rPr>
        <w:t xml:space="preserve">Graf </w:t>
      </w:r>
      <w:r w:rsidR="009148D6" w:rsidRPr="00FC4669">
        <w:rPr>
          <w:color w:val="auto"/>
          <w:sz w:val="22"/>
          <w:szCs w:val="22"/>
        </w:rPr>
        <w:t>2</w:t>
      </w:r>
      <w:r w:rsidR="008C2DDF">
        <w:rPr>
          <w:color w:val="auto"/>
          <w:sz w:val="22"/>
          <w:szCs w:val="22"/>
        </w:rPr>
        <w:t>2</w:t>
      </w:r>
      <w:r w:rsidR="002F7B33" w:rsidRPr="00FC4669">
        <w:rPr>
          <w:color w:val="auto"/>
        </w:rPr>
        <w:t xml:space="preserve"> </w:t>
      </w:r>
      <w:r w:rsidRPr="00FC4669">
        <w:rPr>
          <w:b w:val="0"/>
          <w:color w:val="auto"/>
          <w:sz w:val="22"/>
          <w:szCs w:val="22"/>
        </w:rPr>
        <w:t>Využití internetu k četbě on-line zpráv, novin a časopisů v roce 201</w:t>
      </w:r>
      <w:r w:rsidR="00FF5771" w:rsidRPr="00FC4669">
        <w:rPr>
          <w:b w:val="0"/>
          <w:color w:val="auto"/>
          <w:sz w:val="22"/>
          <w:szCs w:val="22"/>
        </w:rPr>
        <w:t>6</w:t>
      </w:r>
    </w:p>
    <w:p w:rsidR="00BB64DB" w:rsidRPr="00FC4669" w:rsidRDefault="00AA632A" w:rsidP="00BB64DB">
      <w:pPr>
        <w:keepNext/>
      </w:pPr>
      <w:r w:rsidRPr="00FC4669">
        <w:rPr>
          <w:noProof/>
        </w:rPr>
        <w:drawing>
          <wp:inline distT="0" distB="0" distL="0" distR="0">
            <wp:extent cx="6029325" cy="1724025"/>
            <wp:effectExtent l="0" t="0" r="0" b="0"/>
            <wp:docPr id="11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BB64DB" w:rsidRPr="00FC4669" w:rsidRDefault="00BB64DB" w:rsidP="00BB64DB">
      <w:pPr>
        <w:pStyle w:val="Titulek"/>
        <w:rPr>
          <w:b w:val="0"/>
          <w:color w:val="auto"/>
          <w:sz w:val="22"/>
          <w:szCs w:val="22"/>
        </w:rPr>
      </w:pPr>
      <w:r w:rsidRPr="00FC4669">
        <w:rPr>
          <w:b w:val="0"/>
          <w:color w:val="auto"/>
          <w:sz w:val="22"/>
          <w:szCs w:val="22"/>
        </w:rPr>
        <w:t xml:space="preserve">Zdroj: </w:t>
      </w:r>
      <w:r w:rsidR="00857BB4" w:rsidRPr="00FC4669">
        <w:rPr>
          <w:b w:val="0"/>
          <w:color w:val="auto"/>
          <w:sz w:val="22"/>
          <w:szCs w:val="22"/>
        </w:rPr>
        <w:t>VŠIT, ČSÚ</w:t>
      </w:r>
    </w:p>
    <w:p w:rsidR="00BB64DB" w:rsidRPr="00FC4669" w:rsidRDefault="003204A0" w:rsidP="00AA632A">
      <w:pPr>
        <w:tabs>
          <w:tab w:val="left" w:pos="851"/>
        </w:tabs>
      </w:pPr>
      <w:r w:rsidRPr="00FC4669">
        <w:t xml:space="preserve">Podle mezinárodní studie </w:t>
      </w:r>
      <w:r w:rsidRPr="00FC4669">
        <w:rPr>
          <w:i/>
        </w:rPr>
        <w:t>Digital News Report</w:t>
      </w:r>
      <w:r w:rsidRPr="00FC4669">
        <w:t>, kterou vypracoval Reuters Instit</w:t>
      </w:r>
      <w:r w:rsidR="00FF5771" w:rsidRPr="00FC4669">
        <w:t xml:space="preserve">ute, existuje </w:t>
      </w:r>
      <w:r w:rsidR="006761D5" w:rsidRPr="00FC4669">
        <w:t>v</w:t>
      </w:r>
      <w:r w:rsidR="00FF5771" w:rsidRPr="00FC4669">
        <w:t> </w:t>
      </w:r>
      <w:r w:rsidR="006761D5" w:rsidRPr="00FC4669">
        <w:t>ČR</w:t>
      </w:r>
      <w:r w:rsidR="00FF5771" w:rsidRPr="00FC4669">
        <w:t xml:space="preserve"> všeobecně nízká</w:t>
      </w:r>
      <w:r w:rsidRPr="00FC4669">
        <w:t xml:space="preserve"> </w:t>
      </w:r>
      <w:r w:rsidR="00FF5771" w:rsidRPr="00FC4669">
        <w:t xml:space="preserve">ochota </w:t>
      </w:r>
      <w:r w:rsidRPr="00FC4669">
        <w:t>alespoň nějakou formou</w:t>
      </w:r>
      <w:r w:rsidR="00FF5771" w:rsidRPr="00FC4669">
        <w:t xml:space="preserve"> za online zpravodajství platit a v rámci mezinárodního srovnání je takřka nejnižší v Evropě. V ČR v roce 2017 platilo za online zprávy přibližně 8</w:t>
      </w:r>
      <w:r w:rsidRPr="00FC4669">
        <w:t xml:space="preserve"> % </w:t>
      </w:r>
      <w:r w:rsidR="006761D5" w:rsidRPr="00FC4669">
        <w:t>populace</w:t>
      </w:r>
      <w:r w:rsidR="004B288C" w:rsidRPr="00FC4669">
        <w:t xml:space="preserve"> s přístupem k</w:t>
      </w:r>
      <w:r w:rsidR="00610A24" w:rsidRPr="00FC4669">
        <w:t> </w:t>
      </w:r>
      <w:r w:rsidR="004B288C" w:rsidRPr="00FC4669">
        <w:t>internetu</w:t>
      </w:r>
      <w:r w:rsidR="00610A24" w:rsidRPr="00FC4669">
        <w:t xml:space="preserve">. </w:t>
      </w:r>
      <w:r w:rsidR="00FF5771" w:rsidRPr="00FC4669">
        <w:t xml:space="preserve">Z dalších důležitých trendů spojených s online četbou zpráv je vhodné zmínit rostoucí popularitu chytrých telefonů </w:t>
      </w:r>
      <w:r w:rsidR="00610A24" w:rsidRPr="00FC4669">
        <w:t>a k</w:t>
      </w:r>
      <w:r w:rsidR="00961DC9" w:rsidRPr="00FC4669">
        <w:t xml:space="preserve">lesající míru využití </w:t>
      </w:r>
      <w:r w:rsidR="001132C6" w:rsidRPr="00FC4669">
        <w:t>počítačů</w:t>
      </w:r>
      <w:r w:rsidR="00961DC9" w:rsidRPr="00FC4669">
        <w:t xml:space="preserve"> </w:t>
      </w:r>
      <w:r w:rsidR="00610A24" w:rsidRPr="00FC4669">
        <w:t>p</w:t>
      </w:r>
      <w:r w:rsidR="00961DC9" w:rsidRPr="00FC4669">
        <w:t>r</w:t>
      </w:r>
      <w:r w:rsidR="00610A24" w:rsidRPr="00FC4669">
        <w:t xml:space="preserve">o četbu zpráv. Zatímco např. ve Spojených Státech je využití počítačů a chytrých telefonů </w:t>
      </w:r>
      <w:r w:rsidR="00D1192D" w:rsidRPr="00FC4669">
        <w:t>pro četbu zpráv na stejné úrovni</w:t>
      </w:r>
      <w:r w:rsidR="00610A24" w:rsidRPr="00FC4669">
        <w:t>, v České republice zůstává stále dominantním zař</w:t>
      </w:r>
      <w:r w:rsidR="005950FA">
        <w:t>ízením pro četbu zpráv počítač –</w:t>
      </w:r>
      <w:r w:rsidR="00961DC9" w:rsidRPr="00FC4669">
        <w:t xml:space="preserve"> </w:t>
      </w:r>
      <w:r w:rsidR="00610A24" w:rsidRPr="00FC4669">
        <w:t>v roce 2017 jej pro četbu zpráv využilo 72 % populace s</w:t>
      </w:r>
      <w:r w:rsidR="003502AC">
        <w:t> </w:t>
      </w:r>
      <w:r w:rsidR="00610A24" w:rsidRPr="00FC4669">
        <w:t>připojením k</w:t>
      </w:r>
      <w:r w:rsidR="00CC15C7">
        <w:t> </w:t>
      </w:r>
      <w:r w:rsidR="00610A24" w:rsidRPr="00FC4669">
        <w:t>internetu (Fletcher, 2017). Další návyky českých spotřebitelů v souvislosti s onlin</w:t>
      </w:r>
      <w:r w:rsidR="008C2DDF">
        <w:t>e četbou zpráv zachycuje Graf 23</w:t>
      </w:r>
      <w:r w:rsidR="00610A24" w:rsidRPr="00FC4669">
        <w:t>.</w:t>
      </w:r>
      <w:r w:rsidR="00FF5771" w:rsidRPr="00FC4669">
        <w:t xml:space="preserve"> </w:t>
      </w:r>
    </w:p>
    <w:p w:rsidR="00BB64DB" w:rsidRPr="00FC4669" w:rsidRDefault="00BB64DB" w:rsidP="00FF5771">
      <w:pPr>
        <w:pStyle w:val="Titulek"/>
        <w:keepNext/>
        <w:rPr>
          <w:b w:val="0"/>
          <w:color w:val="auto"/>
          <w:sz w:val="22"/>
          <w:szCs w:val="22"/>
        </w:rPr>
      </w:pPr>
      <w:r w:rsidRPr="00FC4669">
        <w:rPr>
          <w:color w:val="auto"/>
          <w:sz w:val="22"/>
          <w:szCs w:val="22"/>
        </w:rPr>
        <w:t xml:space="preserve">Graf </w:t>
      </w:r>
      <w:r w:rsidR="008C2DDF">
        <w:rPr>
          <w:color w:val="auto"/>
          <w:sz w:val="22"/>
          <w:szCs w:val="22"/>
        </w:rPr>
        <w:t>23</w:t>
      </w:r>
      <w:r w:rsidR="002F7B33" w:rsidRPr="00FC4669">
        <w:rPr>
          <w:color w:val="auto"/>
          <w:sz w:val="22"/>
          <w:szCs w:val="22"/>
        </w:rPr>
        <w:t xml:space="preserve"> </w:t>
      </w:r>
      <w:r w:rsidR="00D1192D" w:rsidRPr="00FC4669">
        <w:rPr>
          <w:b w:val="0"/>
          <w:color w:val="auto"/>
          <w:sz w:val="22"/>
          <w:szCs w:val="22"/>
        </w:rPr>
        <w:t>Vybrané návyky české internetové populace</w:t>
      </w:r>
      <w:r w:rsidR="00FF5771" w:rsidRPr="00FC4669">
        <w:rPr>
          <w:b w:val="0"/>
          <w:color w:val="auto"/>
          <w:sz w:val="22"/>
          <w:szCs w:val="22"/>
        </w:rPr>
        <w:t xml:space="preserve"> v souvislosti s online čtením zpráv v roce 2017</w:t>
      </w:r>
    </w:p>
    <w:p w:rsidR="00FF5771" w:rsidRPr="00FC4669" w:rsidRDefault="00FF5771" w:rsidP="00FF5771">
      <w:pPr>
        <w:rPr>
          <w:lang w:eastAsia="en-US"/>
        </w:rPr>
      </w:pPr>
      <w:r w:rsidRPr="00FC4669">
        <w:rPr>
          <w:noProof/>
        </w:rPr>
        <w:drawing>
          <wp:inline distT="0" distB="0" distL="0" distR="0">
            <wp:extent cx="5905500" cy="1847850"/>
            <wp:effectExtent l="0" t="0" r="0" b="0"/>
            <wp:docPr id="141" name="Graf 1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BB64DB" w:rsidRPr="00FC4669" w:rsidRDefault="001B5EAE" w:rsidP="00BB64DB">
      <w:pPr>
        <w:pStyle w:val="Titulek"/>
        <w:rPr>
          <w:b w:val="0"/>
          <w:color w:val="auto"/>
          <w:sz w:val="22"/>
          <w:szCs w:val="22"/>
        </w:rPr>
      </w:pPr>
      <w:r w:rsidRPr="00FC4669">
        <w:rPr>
          <w:b w:val="0"/>
          <w:color w:val="auto"/>
          <w:sz w:val="22"/>
          <w:szCs w:val="22"/>
        </w:rPr>
        <w:t xml:space="preserve">Zdroj: </w:t>
      </w:r>
      <w:r w:rsidR="00610A24" w:rsidRPr="00FC4669">
        <w:rPr>
          <w:b w:val="0"/>
          <w:color w:val="auto"/>
          <w:sz w:val="22"/>
          <w:szCs w:val="22"/>
        </w:rPr>
        <w:t>Digital News Report, Reuters Institute</w:t>
      </w:r>
    </w:p>
    <w:p w:rsidR="00610A24" w:rsidRPr="00FC4669" w:rsidRDefault="00610A24" w:rsidP="00610A24">
      <w:pPr>
        <w:rPr>
          <w:lang w:eastAsia="en-US"/>
        </w:rPr>
      </w:pPr>
      <w:r w:rsidRPr="00FC4669">
        <w:rPr>
          <w:lang w:eastAsia="en-US"/>
        </w:rPr>
        <w:lastRenderedPageBreak/>
        <w:t>S rostoucí oblibou internetového zpravodajství roste také obliba sledování zpravodajství na sociálních sítí. V roli editora zde vystupují uživatelé sítě, kteří sdílí své p</w:t>
      </w:r>
      <w:r w:rsidR="00961DC9" w:rsidRPr="00FC4669">
        <w:rPr>
          <w:lang w:eastAsia="en-US"/>
        </w:rPr>
        <w:t>říspěvky s ostatními uživateli (</w:t>
      </w:r>
      <w:r w:rsidRPr="00FC4669">
        <w:rPr>
          <w:lang w:eastAsia="en-US"/>
        </w:rPr>
        <w:t>většinou s okruhem svých přátel či sledujících uživatelů</w:t>
      </w:r>
      <w:r w:rsidR="00961DC9" w:rsidRPr="00FC4669">
        <w:rPr>
          <w:lang w:eastAsia="en-US"/>
        </w:rPr>
        <w:t>)</w:t>
      </w:r>
      <w:r w:rsidRPr="00FC4669">
        <w:rPr>
          <w:lang w:eastAsia="en-US"/>
        </w:rPr>
        <w:t xml:space="preserve">. Populární osobnosti mají pak velmi široký dosah svých příspěvků (v řádech několika tisíců uživatelů). Podle již zmíněné mezinárodní studie </w:t>
      </w:r>
      <w:r w:rsidRPr="00FC4669">
        <w:rPr>
          <w:i/>
          <w:lang w:eastAsia="en-US"/>
        </w:rPr>
        <w:t>Digital News Report</w:t>
      </w:r>
      <w:r w:rsidRPr="00FC4669">
        <w:rPr>
          <w:lang w:eastAsia="en-US"/>
        </w:rPr>
        <w:t>, která se zaměřovala na internetovou populaci převážně v evropských zemích, se zejména pro mladší ročníky stávají sociální sítě velmi důležitým zdrojem ší</w:t>
      </w:r>
      <w:r w:rsidR="005950FA">
        <w:rPr>
          <w:lang w:eastAsia="en-US"/>
        </w:rPr>
        <w:t>ření zpráv. Věková skupina 18–</w:t>
      </w:r>
      <w:r w:rsidRPr="00FC4669">
        <w:rPr>
          <w:lang w:eastAsia="en-US"/>
        </w:rPr>
        <w:t>24 let dokonce preferovala sociální sítě jako zpravodajský zdroj před televizí i ostatními médii. Jako hlavní zpravodajský kanál v České republice určilo sociální sítě 8 % populace s přístupem k</w:t>
      </w:r>
      <w:r w:rsidR="00B75959" w:rsidRPr="00FC4669">
        <w:rPr>
          <w:lang w:eastAsia="en-US"/>
        </w:rPr>
        <w:t> </w:t>
      </w:r>
      <w:r w:rsidRPr="00FC4669">
        <w:rPr>
          <w:lang w:eastAsia="en-US"/>
        </w:rPr>
        <w:t>internetu</w:t>
      </w:r>
      <w:r w:rsidR="00B75959" w:rsidRPr="00FC4669">
        <w:rPr>
          <w:lang w:eastAsia="en-US"/>
        </w:rPr>
        <w:t xml:space="preserve"> </w:t>
      </w:r>
      <w:r w:rsidR="00B75959" w:rsidRPr="00FC4669">
        <w:t>(Fletcher, 2016)</w:t>
      </w:r>
      <w:r w:rsidRPr="00FC4669">
        <w:rPr>
          <w:lang w:eastAsia="en-US"/>
        </w:rPr>
        <w:t>.</w:t>
      </w:r>
    </w:p>
    <w:p w:rsidR="00BB64DB" w:rsidRPr="00FC4669" w:rsidRDefault="00BB64DB" w:rsidP="00BB64DB">
      <w:pPr>
        <w:pStyle w:val="Titulek"/>
        <w:keepNext/>
        <w:rPr>
          <w:b w:val="0"/>
          <w:color w:val="auto"/>
          <w:sz w:val="22"/>
          <w:szCs w:val="22"/>
        </w:rPr>
      </w:pPr>
      <w:r w:rsidRPr="00FC4669">
        <w:rPr>
          <w:color w:val="auto"/>
          <w:sz w:val="22"/>
          <w:szCs w:val="22"/>
        </w:rPr>
        <w:t xml:space="preserve">Graf </w:t>
      </w:r>
      <w:r w:rsidR="001A4BAA" w:rsidRPr="00FC4669">
        <w:rPr>
          <w:color w:val="auto"/>
          <w:sz w:val="22"/>
          <w:szCs w:val="22"/>
        </w:rPr>
        <w:t>2</w:t>
      </w:r>
      <w:r w:rsidR="008C2DDF">
        <w:rPr>
          <w:color w:val="auto"/>
          <w:sz w:val="22"/>
          <w:szCs w:val="22"/>
        </w:rPr>
        <w:t>4</w:t>
      </w:r>
      <w:r w:rsidR="002F7B33" w:rsidRPr="00FC4669">
        <w:rPr>
          <w:b w:val="0"/>
          <w:color w:val="auto"/>
          <w:sz w:val="22"/>
          <w:szCs w:val="22"/>
        </w:rPr>
        <w:t xml:space="preserve"> </w:t>
      </w:r>
      <w:r w:rsidR="00D237B5">
        <w:rPr>
          <w:b w:val="0"/>
          <w:color w:val="auto"/>
          <w:sz w:val="22"/>
          <w:szCs w:val="22"/>
        </w:rPr>
        <w:t>V</w:t>
      </w:r>
      <w:r w:rsidR="00610A24" w:rsidRPr="00FC4669">
        <w:rPr>
          <w:b w:val="0"/>
          <w:color w:val="auto"/>
          <w:sz w:val="22"/>
          <w:szCs w:val="22"/>
        </w:rPr>
        <w:t>yužití sociálních sítí jako hlavního zdroje zpráv v internetové populaci ve vybraných zemích</w:t>
      </w:r>
    </w:p>
    <w:p w:rsidR="00BB64DB" w:rsidRPr="00FC4669" w:rsidRDefault="00610A24" w:rsidP="00610A24">
      <w:pPr>
        <w:rPr>
          <w:lang w:eastAsia="en-US"/>
        </w:rPr>
      </w:pPr>
      <w:r w:rsidRPr="00FC4669">
        <w:rPr>
          <w:noProof/>
        </w:rPr>
        <w:drawing>
          <wp:inline distT="0" distB="0" distL="0" distR="0">
            <wp:extent cx="6120130" cy="2115952"/>
            <wp:effectExtent l="0" t="0" r="0" b="0"/>
            <wp:docPr id="14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BB64DB" w:rsidRPr="00FC4669" w:rsidRDefault="00857BB4" w:rsidP="00BB64DB">
      <w:pPr>
        <w:pStyle w:val="Titulek"/>
        <w:rPr>
          <w:b w:val="0"/>
          <w:color w:val="auto"/>
          <w:sz w:val="22"/>
          <w:szCs w:val="22"/>
        </w:rPr>
      </w:pPr>
      <w:r w:rsidRPr="00FC4669">
        <w:rPr>
          <w:b w:val="0"/>
          <w:color w:val="auto"/>
          <w:sz w:val="22"/>
          <w:szCs w:val="22"/>
        </w:rPr>
        <w:t xml:space="preserve">Zdroj: </w:t>
      </w:r>
      <w:r w:rsidR="00610A24" w:rsidRPr="00FC4669">
        <w:rPr>
          <w:b w:val="0"/>
          <w:color w:val="auto"/>
          <w:sz w:val="22"/>
          <w:szCs w:val="22"/>
        </w:rPr>
        <w:t>Digital News Report, Reuters Institute</w:t>
      </w:r>
    </w:p>
    <w:p w:rsidR="00AF1D7D" w:rsidRPr="00FC4669" w:rsidRDefault="00AF1D7D" w:rsidP="00921B50">
      <w:r w:rsidRPr="00FC4669">
        <w:t>I přesto, že čtenost tištěných periodik v České republice dlouhodobě mírně klesá</w:t>
      </w:r>
      <w:r w:rsidR="00EF4907" w:rsidRPr="00FC4669">
        <w:t xml:space="preserve"> (mezi lety 2010 a 2017 pouze o cca 2 % celkové čtenosti)</w:t>
      </w:r>
      <w:r w:rsidRPr="00FC4669">
        <w:t xml:space="preserve">, </w:t>
      </w:r>
      <w:r w:rsidR="001132C6" w:rsidRPr="00FC4669">
        <w:t>udržuje</w:t>
      </w:r>
      <w:r w:rsidRPr="00FC4669">
        <w:t xml:space="preserve"> si stále poměrně velký z</w:t>
      </w:r>
      <w:r w:rsidR="00D52621" w:rsidRPr="00FC4669">
        <w:t>ásah populace (okolo 8 mil. osob ve sledované populaci</w:t>
      </w:r>
      <w:r w:rsidRPr="00FC4669">
        <w:t>).  Podle dat pravidelného výzkumu MEDIA projekt</w:t>
      </w:r>
      <w:r w:rsidR="00921B50" w:rsidRPr="00FC4669">
        <w:t xml:space="preserve">u </w:t>
      </w:r>
      <w:r w:rsidR="00D52621" w:rsidRPr="00FC4669">
        <w:t>zkoumajícího</w:t>
      </w:r>
      <w:r w:rsidR="00921B50" w:rsidRPr="00FC4669">
        <w:t xml:space="preserve"> populaci ve věku </w:t>
      </w:r>
      <w:r w:rsidR="005950FA">
        <w:br/>
      </w:r>
      <w:r w:rsidR="00921B50" w:rsidRPr="00FC4669">
        <w:t>12</w:t>
      </w:r>
      <w:r w:rsidR="005950FA">
        <w:t>–</w:t>
      </w:r>
      <w:r w:rsidR="00921B50" w:rsidRPr="00FC4669">
        <w:t>79 let</w:t>
      </w:r>
      <w:r w:rsidRPr="00FC4669">
        <w:t xml:space="preserve"> četlo ve třet</w:t>
      </w:r>
      <w:r w:rsidR="00EF4907" w:rsidRPr="00FC4669">
        <w:t>ím a čtvrtém čtvrtletí roku 2017</w:t>
      </w:r>
      <w:r w:rsidR="009148D6" w:rsidRPr="00FC4669">
        <w:t xml:space="preserve"> tištěná periodika 89</w:t>
      </w:r>
      <w:r w:rsidR="00921B50" w:rsidRPr="00FC4669">
        <w:t xml:space="preserve"> % populace. Nejčtenějšími typy tisku dle periody byly d</w:t>
      </w:r>
      <w:r w:rsidR="009148D6" w:rsidRPr="00FC4669">
        <w:t>eníky a týdeníky, které četlo 62</w:t>
      </w:r>
      <w:r w:rsidR="00921B50" w:rsidRPr="00FC4669">
        <w:t xml:space="preserve"> % populace. Měsíčníky pak četlo 53 % a</w:t>
      </w:r>
      <w:r w:rsidR="009F6C58">
        <w:t> </w:t>
      </w:r>
      <w:r w:rsidR="009148D6" w:rsidRPr="00FC4669">
        <w:t>čtrnáctidenníky 46</w:t>
      </w:r>
      <w:r w:rsidR="00CC15C7">
        <w:t> </w:t>
      </w:r>
      <w:r w:rsidR="00921B50" w:rsidRPr="00FC4669">
        <w:t>% populace. Přehledné porovnání čtenosti tisku pod</w:t>
      </w:r>
      <w:r w:rsidR="008C2DDF">
        <w:t>le periody vydání nabízí Graf 25</w:t>
      </w:r>
      <w:r w:rsidR="00921B50" w:rsidRPr="00FC4669">
        <w:t>.</w:t>
      </w:r>
    </w:p>
    <w:p w:rsidR="00E92B7F" w:rsidRPr="00FC4669" w:rsidRDefault="00E92B7F" w:rsidP="00E92B7F">
      <w:pPr>
        <w:pStyle w:val="Titulek"/>
        <w:keepNext/>
        <w:jc w:val="left"/>
        <w:rPr>
          <w:color w:val="auto"/>
          <w:sz w:val="22"/>
          <w:szCs w:val="22"/>
        </w:rPr>
      </w:pPr>
      <w:r w:rsidRPr="00FC4669">
        <w:rPr>
          <w:color w:val="auto"/>
          <w:sz w:val="22"/>
          <w:szCs w:val="22"/>
        </w:rPr>
        <w:t xml:space="preserve">Graf </w:t>
      </w:r>
      <w:r w:rsidR="008C2DDF">
        <w:rPr>
          <w:color w:val="auto"/>
          <w:sz w:val="22"/>
          <w:szCs w:val="22"/>
        </w:rPr>
        <w:t>25</w:t>
      </w:r>
      <w:r w:rsidR="002F7B33" w:rsidRPr="00FC4669">
        <w:rPr>
          <w:color w:val="auto"/>
          <w:sz w:val="22"/>
          <w:szCs w:val="22"/>
        </w:rPr>
        <w:t xml:space="preserve"> </w:t>
      </w:r>
      <w:r w:rsidR="00D52621" w:rsidRPr="00FC4669">
        <w:rPr>
          <w:b w:val="0"/>
          <w:color w:val="auto"/>
          <w:sz w:val="22"/>
          <w:szCs w:val="22"/>
        </w:rPr>
        <w:t xml:space="preserve">Podíl </w:t>
      </w:r>
      <w:r w:rsidR="001132C6" w:rsidRPr="00FC4669">
        <w:rPr>
          <w:b w:val="0"/>
          <w:color w:val="auto"/>
          <w:sz w:val="22"/>
          <w:szCs w:val="22"/>
        </w:rPr>
        <w:t>osob, které</w:t>
      </w:r>
      <w:r w:rsidR="00D52621" w:rsidRPr="00FC4669">
        <w:rPr>
          <w:b w:val="0"/>
          <w:color w:val="auto"/>
          <w:sz w:val="22"/>
          <w:szCs w:val="22"/>
        </w:rPr>
        <w:t xml:space="preserve"> ve</w:t>
      </w:r>
      <w:r w:rsidR="00AF1D7D" w:rsidRPr="00FC4669">
        <w:rPr>
          <w:b w:val="0"/>
          <w:color w:val="auto"/>
          <w:sz w:val="22"/>
          <w:szCs w:val="22"/>
        </w:rPr>
        <w:t> 3. a 4. čtvrtletí 201</w:t>
      </w:r>
      <w:r w:rsidR="009148D6" w:rsidRPr="00FC4669">
        <w:rPr>
          <w:b w:val="0"/>
          <w:color w:val="auto"/>
          <w:sz w:val="22"/>
          <w:szCs w:val="22"/>
        </w:rPr>
        <w:t>7</w:t>
      </w:r>
      <w:r w:rsidR="00D52621" w:rsidRPr="00FC4669">
        <w:rPr>
          <w:b w:val="0"/>
          <w:color w:val="auto"/>
          <w:sz w:val="22"/>
          <w:szCs w:val="22"/>
        </w:rPr>
        <w:t xml:space="preserve"> četly vybrané typy periodik</w:t>
      </w:r>
    </w:p>
    <w:p w:rsidR="00AF1D7D" w:rsidRPr="00FC4669" w:rsidRDefault="009148D6" w:rsidP="00AF1D7D">
      <w:pPr>
        <w:rPr>
          <w:lang w:eastAsia="en-US"/>
        </w:rPr>
      </w:pPr>
      <w:r w:rsidRPr="00FC4669">
        <w:rPr>
          <w:noProof/>
        </w:rPr>
        <w:drawing>
          <wp:inline distT="0" distB="0" distL="0" distR="0">
            <wp:extent cx="5362575" cy="2133600"/>
            <wp:effectExtent l="0" t="0" r="0" b="0"/>
            <wp:docPr id="11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CB6787" w:rsidRPr="00FC4669" w:rsidRDefault="00E92B7F" w:rsidP="00E92B7F">
      <w:pPr>
        <w:pStyle w:val="Titulek"/>
        <w:jc w:val="left"/>
        <w:rPr>
          <w:b w:val="0"/>
          <w:color w:val="auto"/>
          <w:sz w:val="22"/>
          <w:szCs w:val="22"/>
        </w:rPr>
      </w:pPr>
      <w:r w:rsidRPr="00FC4669">
        <w:rPr>
          <w:b w:val="0"/>
          <w:color w:val="auto"/>
          <w:sz w:val="22"/>
          <w:szCs w:val="22"/>
        </w:rPr>
        <w:t xml:space="preserve">Zdroj: </w:t>
      </w:r>
      <w:r w:rsidR="00AF1D7D" w:rsidRPr="00FC4669">
        <w:rPr>
          <w:b w:val="0"/>
          <w:color w:val="auto"/>
          <w:sz w:val="22"/>
          <w:szCs w:val="22"/>
        </w:rPr>
        <w:t>MEDIA PROJEKT, STEM MARK a MEDIAN</w:t>
      </w:r>
    </w:p>
    <w:p w:rsidR="003204A0" w:rsidRPr="00FC4669" w:rsidRDefault="003204A0">
      <w:pPr>
        <w:spacing w:after="0" w:line="240" w:lineRule="auto"/>
        <w:jc w:val="left"/>
        <w:rPr>
          <w:lang w:eastAsia="en-US"/>
        </w:rPr>
      </w:pPr>
    </w:p>
    <w:p w:rsidR="00BB64DB" w:rsidRPr="00FC4669" w:rsidRDefault="00BB64DB" w:rsidP="00694914">
      <w:pPr>
        <w:pStyle w:val="Nadpis1"/>
        <w:numPr>
          <w:ilvl w:val="0"/>
          <w:numId w:val="17"/>
        </w:numPr>
      </w:pPr>
      <w:bookmarkStart w:id="45" w:name="_Toc430189800"/>
      <w:bookmarkStart w:id="46" w:name="_Toc465253893"/>
      <w:r w:rsidRPr="00FC4669">
        <w:t>FILM A HUDBA</w:t>
      </w:r>
      <w:bookmarkEnd w:id="45"/>
      <w:bookmarkEnd w:id="46"/>
    </w:p>
    <w:p w:rsidR="00ED0206" w:rsidRPr="00FC4669" w:rsidRDefault="00BB64DB" w:rsidP="00BB64DB">
      <w:r w:rsidRPr="00E03492">
        <w:t>Hudební nosič</w:t>
      </w:r>
      <w:r w:rsidRPr="00FC4669">
        <w:t xml:space="preserve"> CD, který započal na konci minulého století digitální revol</w:t>
      </w:r>
      <w:r w:rsidR="00990621" w:rsidRPr="00FC4669">
        <w:t>uci v hudebním průmyslu, oslaví v roce 2019 již 40</w:t>
      </w:r>
      <w:r w:rsidRPr="00FC4669">
        <w:t xml:space="preserve"> let působení na trhu. Distribuce a výroba digitálních nahrávek na CD nosičích znamenala značné úspory nákladů v osmdesátých a devadesátých letech. Úspory plynoucí z digitalizace hudebních nahrávek však na počátku milénia vyvážil nárůst pirátství a nelegálního šíření hudebních souborů spojený s masovým rozšířením internetu. Představitelé fonografického průmyslu viděli v rozvoji internetu zpočátku spíše hrozbu než příležitost a věnovali značné úsilí boji proti poskytovatelům pololegálních služeb umožňujících volné sdílení hudebních souborů. Zatímco počátek digitalizace byl iniciován velkými společnostmi hudebního průmyslu, v další vlně technologických změn spojených s rozvojem internetu zastávaly tyto firmy spíše represivní pozici. </w:t>
      </w:r>
      <w:r w:rsidR="00ED0206" w:rsidRPr="00FC4669">
        <w:t>Patrně</w:t>
      </w:r>
      <w:r w:rsidRPr="00FC4669">
        <w:t xml:space="preserve"> i kv</w:t>
      </w:r>
      <w:r w:rsidR="00D52621" w:rsidRPr="00FC4669">
        <w:t>ůli tomuto postavení a opoždění vývoje</w:t>
      </w:r>
      <w:r w:rsidRPr="00FC4669">
        <w:t xml:space="preserve"> kvalitních služeb umožňujících legální </w:t>
      </w:r>
      <w:r w:rsidR="00ED0206" w:rsidRPr="00FC4669">
        <w:t>stažení</w:t>
      </w:r>
      <w:r w:rsidRPr="00FC4669">
        <w:t xml:space="preserve"> a přehrá</w:t>
      </w:r>
      <w:r w:rsidR="00ED0206" w:rsidRPr="00FC4669">
        <w:t>ní</w:t>
      </w:r>
      <w:r w:rsidRPr="00FC4669">
        <w:t xml:space="preserve"> sou</w:t>
      </w:r>
      <w:r w:rsidR="00ED0206" w:rsidRPr="00FC4669">
        <w:t>borů zaznamenal hudební průmysl</w:t>
      </w:r>
      <w:r w:rsidRPr="00FC4669">
        <w:t xml:space="preserve"> spolu s rozvojem internetu značný propad prodeje hude</w:t>
      </w:r>
      <w:r w:rsidR="00F972A8" w:rsidRPr="00FC4669">
        <w:t>bních nahrávek</w:t>
      </w:r>
      <w:r w:rsidR="00ED0206" w:rsidRPr="00FC4669">
        <w:t xml:space="preserve"> (Tschmuck, 2006)</w:t>
      </w:r>
      <w:r w:rsidR="00F972A8" w:rsidRPr="00FC4669">
        <w:t>.</w:t>
      </w:r>
    </w:p>
    <w:p w:rsidR="00BB64DB" w:rsidRPr="00FC4669" w:rsidRDefault="00ED0206" w:rsidP="00BB64DB">
      <w:r w:rsidRPr="00FC4669">
        <w:tab/>
      </w:r>
      <w:r w:rsidR="00D52621" w:rsidRPr="00FC4669">
        <w:t>Každoroční propad prodejů CD</w:t>
      </w:r>
      <w:r w:rsidR="00BB64DB" w:rsidRPr="00FC4669">
        <w:t xml:space="preserve"> v</w:t>
      </w:r>
      <w:r w:rsidR="00990621" w:rsidRPr="00FC4669">
        <w:t> České republice</w:t>
      </w:r>
      <w:r w:rsidR="00BB64DB" w:rsidRPr="00FC4669">
        <w:t> </w:t>
      </w:r>
      <w:r w:rsidR="00D52621" w:rsidRPr="00FC4669">
        <w:t xml:space="preserve">v </w:t>
      </w:r>
      <w:r w:rsidR="00BB64DB" w:rsidRPr="00FC4669">
        <w:t>současnosti stále ještě dominantního fyzického nosiče, však</w:t>
      </w:r>
      <w:r w:rsidR="008B64EB" w:rsidRPr="00FC4669">
        <w:t> </w:t>
      </w:r>
      <w:r w:rsidR="00BB64DB" w:rsidRPr="00FC4669">
        <w:t>začaly v posledních letech již vyvažovat příjmy z digitálních služeb a jejich legálním poskytovatel</w:t>
      </w:r>
      <w:r w:rsidRPr="00FC4669">
        <w:t xml:space="preserve">ům se nakonec podařilo </w:t>
      </w:r>
      <w:r w:rsidR="00CF3AF7" w:rsidRPr="00FC4669">
        <w:t xml:space="preserve">vyvinout služby, které reagují na současné potřeby hudebních posluchačů. </w:t>
      </w:r>
      <w:r w:rsidR="00BB64DB" w:rsidRPr="00FC4669">
        <w:t>Vedle</w:t>
      </w:r>
      <w:r w:rsidR="008B64EB" w:rsidRPr="00FC4669">
        <w:t> </w:t>
      </w:r>
      <w:r w:rsidR="00BB64DB" w:rsidRPr="00FC4669">
        <w:t>zpoplatněných stažení digitálních souborů se o nárůst tržeb z digitálně šířených nahrávek starají stále častěji využívané služby poslechu online hudebních knihoven.</w:t>
      </w:r>
      <w:r w:rsidRPr="00FC4669">
        <w:t xml:space="preserve"> </w:t>
      </w:r>
      <w:r w:rsidR="00D52621" w:rsidRPr="00FC4669">
        <w:t>C</w:t>
      </w:r>
      <w:r w:rsidR="00E03492">
        <w:t>elosvětově</w:t>
      </w:r>
      <w:r w:rsidR="00D52621" w:rsidRPr="00FC4669">
        <w:t xml:space="preserve"> </w:t>
      </w:r>
      <w:r w:rsidR="00F64B5F" w:rsidRPr="00FC4669">
        <w:t xml:space="preserve">pak </w:t>
      </w:r>
      <w:r w:rsidR="00E03492">
        <w:t>v roce 2017 příjmy hudebního</w:t>
      </w:r>
      <w:r w:rsidR="00F64B5F" w:rsidRPr="00FC4669">
        <w:t xml:space="preserve"> průmyslu z digitálních služeb </w:t>
      </w:r>
      <w:r w:rsidR="00990621" w:rsidRPr="00FC4669">
        <w:t>již poněkolikáté</w:t>
      </w:r>
      <w:r w:rsidR="00F64B5F" w:rsidRPr="00FC4669">
        <w:t xml:space="preserve"> předčily příjmy z prodeje z nahrávek na fyzických nosičích</w:t>
      </w:r>
      <w:r w:rsidR="00990621" w:rsidRPr="00FC4669">
        <w:t xml:space="preserve"> a </w:t>
      </w:r>
      <w:r w:rsidR="001B23C7" w:rsidRPr="00FC4669">
        <w:t xml:space="preserve">to </w:t>
      </w:r>
      <w:r w:rsidR="001132C6" w:rsidRPr="00FC4669">
        <w:t>zejména</w:t>
      </w:r>
      <w:r w:rsidR="001B23C7" w:rsidRPr="00FC4669">
        <w:t xml:space="preserve"> díky příjmům ze streamingových služeb</w:t>
      </w:r>
      <w:r w:rsidR="00F64B5F" w:rsidRPr="00FC4669">
        <w:t>.</w:t>
      </w:r>
      <w:r w:rsidR="001B23C7" w:rsidRPr="00FC4669">
        <w:t xml:space="preserve"> Ty se v současné době stávají jasným lídrem v oblasti digitálních služeb. </w:t>
      </w:r>
      <w:r w:rsidRPr="00FC4669">
        <w:t>(IFPI, 201</w:t>
      </w:r>
      <w:r w:rsidR="00302448" w:rsidRPr="00FC4669">
        <w:t>8</w:t>
      </w:r>
      <w:r w:rsidRPr="00FC4669">
        <w:t>)</w:t>
      </w:r>
    </w:p>
    <w:p w:rsidR="00BB64DB" w:rsidRPr="00FC4669" w:rsidRDefault="00BB64DB" w:rsidP="00BB64DB">
      <w:pPr>
        <w:ind w:firstLine="708"/>
      </w:pPr>
      <w:r w:rsidRPr="00FC4669">
        <w:t>Pro ekonomickou analýzu hudebního průmyslu jako celku by bylo vhodné zohlednit do</w:t>
      </w:r>
      <w:r w:rsidR="000E0D24">
        <w:t> </w:t>
      </w:r>
      <w:r w:rsidRPr="00FC4669">
        <w:t>prezentovaných ukazatelů také tr</w:t>
      </w:r>
      <w:r w:rsidR="001B23C7" w:rsidRPr="00FC4669">
        <w:t>žby z živých vystoupení, které v posledních letech tvoří stále významnější část příjmů interpretů</w:t>
      </w:r>
      <w:r w:rsidR="001C4AB2" w:rsidRPr="00FC4669">
        <w:t>.</w:t>
      </w:r>
      <w:r w:rsidRPr="00FC4669">
        <w:t xml:space="preserve"> Vzhledem k velmi úzkému vymezení hudební oblasti</w:t>
      </w:r>
      <w:r w:rsidR="003C7985" w:rsidRPr="00FC4669">
        <w:t xml:space="preserve"> </w:t>
      </w:r>
      <w:r w:rsidRPr="00FC4669">
        <w:t xml:space="preserve">v rámci </w:t>
      </w:r>
      <w:r w:rsidR="003C7985" w:rsidRPr="00FC4669">
        <w:t>výchozího trojsektorového členění kultury</w:t>
      </w:r>
      <w:r w:rsidRPr="00FC4669">
        <w:t xml:space="preserve"> </w:t>
      </w:r>
      <w:r w:rsidR="00CF3AF7" w:rsidRPr="00FC4669">
        <w:t>jsou však v této publikaci</w:t>
      </w:r>
      <w:r w:rsidRPr="00FC4669">
        <w:t xml:space="preserve"> </w:t>
      </w:r>
      <w:r w:rsidR="00EE504E" w:rsidRPr="00FC4669">
        <w:t>příjmy</w:t>
      </w:r>
      <w:r w:rsidRPr="00FC4669">
        <w:t xml:space="preserve"> z živých hudebních vystoupení ponechány mimo oblast zájmu analýzy.</w:t>
      </w:r>
    </w:p>
    <w:p w:rsidR="00BB64DB" w:rsidRPr="00FC4669" w:rsidRDefault="00BB64DB" w:rsidP="00BB64DB">
      <w:pPr>
        <w:ind w:firstLine="708"/>
      </w:pPr>
      <w:r w:rsidRPr="00FC4669">
        <w:t>Zatímco u hudebního průmyslu byl několikaletým pozorováním jasně prokázaný vliv internetového pirátství na propad prodeje hudebních nahrávek</w:t>
      </w:r>
      <w:r w:rsidR="001C4AB2" w:rsidRPr="00FC4669">
        <w:t xml:space="preserve"> v první dekádě druhého milénia</w:t>
      </w:r>
      <w:r w:rsidRPr="00FC4669">
        <w:t xml:space="preserve"> (Towse, 2010), u filmového průmyslu je komplikovanější určit, který článek v rámci složité struktury této oblasti (produkce, distr</w:t>
      </w:r>
      <w:r w:rsidR="00612473" w:rsidRPr="00FC4669">
        <w:t>ibu</w:t>
      </w:r>
      <w:r w:rsidRPr="00FC4669">
        <w:t>ce do</w:t>
      </w:r>
      <w:r w:rsidR="000E0D24">
        <w:t> </w:t>
      </w:r>
      <w:r w:rsidRPr="00FC4669">
        <w:t>kin, televize či prostřednictvím DVD a Blu-ray, promítání v kinech) mohl být zasažen více a který méně. Ke složitosti zkoumání filmového průmyslu jako celku přispívá také skutečnost, že probíhající změny v jednotlivých částech produkčního řetězce jsou navzájem propojené. Příkladem může být pokles návštěvnosti kin v průběhu devadesátých let způsobený rozvo</w:t>
      </w:r>
      <w:r w:rsidR="00612473" w:rsidRPr="00FC4669">
        <w:t>jem videodistribuce a kabelové t</w:t>
      </w:r>
      <w:r w:rsidRPr="00FC4669">
        <w:t>elevize (Mošna, 2010). Specifika jednotlivých oblastí ekonomiky fi</w:t>
      </w:r>
      <w:r w:rsidR="00750D87" w:rsidRPr="00FC4669">
        <w:t>lmu budou podrobněji analyzovány</w:t>
      </w:r>
      <w:r w:rsidRPr="00FC4669">
        <w:t xml:space="preserve"> v samostatné kapitole.</w:t>
      </w:r>
    </w:p>
    <w:p w:rsidR="00CB6787" w:rsidRPr="00FC4669" w:rsidRDefault="00CB6787" w:rsidP="00BB64DB">
      <w:pPr>
        <w:ind w:firstLine="708"/>
      </w:pPr>
      <w:r w:rsidRPr="00FC4669">
        <w:t>Co se týče spotřebitelských návyků, také v oblasti filmu dochází ke stále častějšímu využívání zpoplatněného stažení filmu a online sledování filmů z předplaceného katalogu. V rámci trhu Spojených států došlo</w:t>
      </w:r>
      <w:r w:rsidR="0095723C" w:rsidRPr="00FC4669">
        <w:t xml:space="preserve"> mezi lety 2015 a 2016 k nárůstu tržeb z digitálních</w:t>
      </w:r>
      <w:r w:rsidR="007A7E86" w:rsidRPr="00FC4669">
        <w:t xml:space="preserve"> služeb (stream a download) o 20</w:t>
      </w:r>
      <w:r w:rsidR="00EC491F" w:rsidRPr="00FC4669">
        <w:t> %</w:t>
      </w:r>
      <w:r w:rsidR="007A7E86" w:rsidRPr="00FC4669">
        <w:t xml:space="preserve"> (DEG, 2018</w:t>
      </w:r>
      <w:r w:rsidRPr="00FC4669">
        <w:t xml:space="preserve">). </w:t>
      </w:r>
      <w:r w:rsidR="00DE2D5D" w:rsidRPr="00FC4669">
        <w:t xml:space="preserve">Digitální služby pro přehrávání filmu jsou oblíbené také v České republice a jsou využívány dokonce </w:t>
      </w:r>
      <w:r w:rsidR="00DE2D5D" w:rsidRPr="00FC4669">
        <w:lastRenderedPageBreak/>
        <w:t>častěji než digitální služby pro po</w:t>
      </w:r>
      <w:r w:rsidR="00E03492">
        <w:t>slech hudby. Jak ukazuje Graf 26</w:t>
      </w:r>
      <w:r w:rsidR="00DE2D5D" w:rsidRPr="00FC4669">
        <w:t>, v roce 2016 využilo internet pro sledování filmů či videa přibližně 48 % populace starš</w:t>
      </w:r>
      <w:r w:rsidR="00AE42D9" w:rsidRPr="00FC4669">
        <w:t>í 16 let (51</w:t>
      </w:r>
      <w:r w:rsidR="00DE2D5D" w:rsidRPr="00FC4669">
        <w:t xml:space="preserve"> % mužů</w:t>
      </w:r>
      <w:r w:rsidR="00AE42D9" w:rsidRPr="00FC4669">
        <w:t xml:space="preserve"> a 46</w:t>
      </w:r>
      <w:r w:rsidR="00DE2D5D" w:rsidRPr="00FC4669">
        <w:t xml:space="preserve"> % žen), zatímco pro poslech</w:t>
      </w:r>
      <w:r w:rsidR="00AE42D9" w:rsidRPr="00FC4669">
        <w:t xml:space="preserve"> hudby pouze 35</w:t>
      </w:r>
      <w:r w:rsidR="0029010F">
        <w:t> </w:t>
      </w:r>
      <w:r w:rsidR="00AE42D9" w:rsidRPr="00FC4669">
        <w:t>% sledované populace (38 % mužů a 33 % žen).</w:t>
      </w:r>
    </w:p>
    <w:p w:rsidR="00BB64DB" w:rsidRPr="00FC4669" w:rsidRDefault="00BB64DB" w:rsidP="00BB64DB">
      <w:pPr>
        <w:pStyle w:val="Titulek"/>
        <w:keepNext/>
        <w:rPr>
          <w:b w:val="0"/>
          <w:color w:val="auto"/>
          <w:sz w:val="22"/>
          <w:szCs w:val="22"/>
        </w:rPr>
      </w:pPr>
      <w:r w:rsidRPr="00FC4669">
        <w:rPr>
          <w:color w:val="auto"/>
          <w:sz w:val="22"/>
          <w:szCs w:val="22"/>
        </w:rPr>
        <w:t xml:space="preserve">Graf </w:t>
      </w:r>
      <w:r w:rsidR="001A4BAA" w:rsidRPr="00FC4669">
        <w:rPr>
          <w:color w:val="auto"/>
          <w:sz w:val="22"/>
          <w:szCs w:val="22"/>
        </w:rPr>
        <w:t>2</w:t>
      </w:r>
      <w:r w:rsidR="00E03492">
        <w:rPr>
          <w:color w:val="auto"/>
          <w:sz w:val="22"/>
          <w:szCs w:val="22"/>
        </w:rPr>
        <w:t>6</w:t>
      </w:r>
      <w:r w:rsidRPr="00FC4669">
        <w:rPr>
          <w:b w:val="0"/>
          <w:color w:val="auto"/>
          <w:sz w:val="22"/>
          <w:szCs w:val="22"/>
        </w:rPr>
        <w:t xml:space="preserve"> </w:t>
      </w:r>
      <w:r w:rsidR="00D52621" w:rsidRPr="00FC4669">
        <w:rPr>
          <w:b w:val="0"/>
          <w:color w:val="auto"/>
          <w:sz w:val="22"/>
          <w:szCs w:val="22"/>
        </w:rPr>
        <w:t>Podíl osob využívajících internet</w:t>
      </w:r>
      <w:r w:rsidRPr="00FC4669">
        <w:rPr>
          <w:b w:val="0"/>
          <w:color w:val="auto"/>
          <w:sz w:val="22"/>
          <w:szCs w:val="22"/>
        </w:rPr>
        <w:t xml:space="preserve"> k</w:t>
      </w:r>
      <w:r w:rsidR="007E1B9D" w:rsidRPr="00FC4669">
        <w:rPr>
          <w:b w:val="0"/>
          <w:color w:val="auto"/>
          <w:sz w:val="22"/>
          <w:szCs w:val="22"/>
        </w:rPr>
        <w:t> poslechu hudby a sledování filmů či videa v roce 2016 podle pohlaví</w:t>
      </w:r>
    </w:p>
    <w:p w:rsidR="00BB64DB" w:rsidRPr="00FC4669" w:rsidRDefault="007E1B9D" w:rsidP="007E1B9D">
      <w:pPr>
        <w:keepNext/>
        <w:jc w:val="center"/>
      </w:pPr>
      <w:r w:rsidRPr="00FC4669">
        <w:rPr>
          <w:noProof/>
        </w:rPr>
        <w:drawing>
          <wp:inline distT="0" distB="0" distL="0" distR="0">
            <wp:extent cx="4562475" cy="2305050"/>
            <wp:effectExtent l="0" t="0" r="0" b="0"/>
            <wp:docPr id="1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BB64DB" w:rsidRPr="00FC4669" w:rsidRDefault="00612473" w:rsidP="00BB64DB">
      <w:pPr>
        <w:pStyle w:val="Titulek"/>
        <w:rPr>
          <w:b w:val="0"/>
          <w:color w:val="auto"/>
          <w:sz w:val="22"/>
          <w:szCs w:val="22"/>
        </w:rPr>
      </w:pPr>
      <w:r w:rsidRPr="00FC4669">
        <w:rPr>
          <w:b w:val="0"/>
          <w:color w:val="auto"/>
          <w:sz w:val="22"/>
          <w:szCs w:val="22"/>
        </w:rPr>
        <w:t xml:space="preserve">Zdroj: </w:t>
      </w:r>
      <w:r w:rsidR="002A0381" w:rsidRPr="00FC4669">
        <w:rPr>
          <w:b w:val="0"/>
          <w:color w:val="auto"/>
          <w:sz w:val="22"/>
          <w:szCs w:val="22"/>
        </w:rPr>
        <w:t xml:space="preserve">VŠIT, </w:t>
      </w:r>
      <w:r w:rsidRPr="00FC4669">
        <w:rPr>
          <w:b w:val="0"/>
          <w:color w:val="auto"/>
          <w:sz w:val="22"/>
          <w:szCs w:val="22"/>
        </w:rPr>
        <w:t>ČSÚ</w:t>
      </w:r>
    </w:p>
    <w:p w:rsidR="00BB64DB" w:rsidRPr="00FC4669" w:rsidRDefault="00BB64DB" w:rsidP="00BB64DB">
      <w:r w:rsidRPr="00FC4669">
        <w:t>Využívání internetu k přehrávání filmů, videa a hudby se také liší podle věkových kategorií, jak</w:t>
      </w:r>
      <w:r w:rsidR="008B64EB" w:rsidRPr="00FC4669">
        <w:t> </w:t>
      </w:r>
      <w:r w:rsidRPr="00FC4669">
        <w:t>ukazuje Graf</w:t>
      </w:r>
      <w:r w:rsidR="009F6C58">
        <w:t> </w:t>
      </w:r>
      <w:r w:rsidR="004F4DFA" w:rsidRPr="00FC4669">
        <w:t>2</w:t>
      </w:r>
      <w:r w:rsidR="00E03492">
        <w:t>7</w:t>
      </w:r>
      <w:r w:rsidRPr="00FC4669">
        <w:t xml:space="preserve">. </w:t>
      </w:r>
      <w:r w:rsidR="001132C6" w:rsidRPr="00FC4669">
        <w:t>Ve věku</w:t>
      </w:r>
      <w:r w:rsidR="0029010F">
        <w:t xml:space="preserve"> 16</w:t>
      </w:r>
      <w:r w:rsidRPr="00FC4669">
        <w:rPr>
          <w:i/>
          <w:iCs/>
        </w:rPr>
        <w:t>–</w:t>
      </w:r>
      <w:r w:rsidRPr="00FC4669">
        <w:t xml:space="preserve">24 let využilo internet </w:t>
      </w:r>
      <w:r w:rsidR="007C0993" w:rsidRPr="00FC4669">
        <w:t xml:space="preserve">ke sledování filmů a videa </w:t>
      </w:r>
      <w:r w:rsidRPr="00FC4669">
        <w:t xml:space="preserve">85 % </w:t>
      </w:r>
      <w:r w:rsidR="007C0993" w:rsidRPr="00FC4669">
        <w:t>a k poslechu hudby více než 79</w:t>
      </w:r>
      <w:r w:rsidR="0029010F">
        <w:t> </w:t>
      </w:r>
      <w:r w:rsidR="007C0993" w:rsidRPr="00FC4669">
        <w:t xml:space="preserve">% </w:t>
      </w:r>
      <w:r w:rsidR="00407728" w:rsidRPr="00FC4669">
        <w:t>osob v této věkové kategorii</w:t>
      </w:r>
      <w:r w:rsidRPr="00FC4669">
        <w:t>. S narůst</w:t>
      </w:r>
      <w:r w:rsidR="007C0993" w:rsidRPr="00FC4669">
        <w:t>ajícím věkem má pak četnost těchto aktivit</w:t>
      </w:r>
      <w:r w:rsidRPr="00FC4669">
        <w:t xml:space="preserve"> sestupnou tendenci.</w:t>
      </w:r>
      <w:r w:rsidR="007C0993" w:rsidRPr="00FC4669">
        <w:t xml:space="preserve"> Ve</w:t>
      </w:r>
      <w:r w:rsidR="0029010F">
        <w:t> </w:t>
      </w:r>
      <w:r w:rsidR="007C0993" w:rsidRPr="00FC4669">
        <w:t xml:space="preserve">věkové kategorii 65 let a více se pak sledování filmů a videa </w:t>
      </w:r>
      <w:r w:rsidR="00E64CA1" w:rsidRPr="00FC4669">
        <w:t>či poslechu hudby přes internet</w:t>
      </w:r>
      <w:r w:rsidR="007C0993" w:rsidRPr="00FC4669">
        <w:t xml:space="preserve"> věnuje </w:t>
      </w:r>
      <w:r w:rsidR="00E64CA1" w:rsidRPr="00FC4669">
        <w:t>12</w:t>
      </w:r>
      <w:r w:rsidR="007C0993" w:rsidRPr="00FC4669">
        <w:t xml:space="preserve">, respektive </w:t>
      </w:r>
      <w:r w:rsidR="00E64CA1" w:rsidRPr="00FC4669">
        <w:t>6</w:t>
      </w:r>
      <w:r w:rsidR="007C0993" w:rsidRPr="00FC4669">
        <w:t xml:space="preserve"> % populace</w:t>
      </w:r>
      <w:r w:rsidR="00E64CA1" w:rsidRPr="00FC4669">
        <w:t xml:space="preserve"> starší 65 let.</w:t>
      </w:r>
    </w:p>
    <w:p w:rsidR="00BB64DB" w:rsidRPr="00FC4669" w:rsidRDefault="00BB64DB" w:rsidP="007E1B9D">
      <w:pPr>
        <w:pStyle w:val="Titulek"/>
        <w:keepNext/>
        <w:rPr>
          <w:noProof/>
        </w:rPr>
      </w:pPr>
      <w:r w:rsidRPr="00FC4669">
        <w:rPr>
          <w:color w:val="auto"/>
          <w:sz w:val="22"/>
          <w:szCs w:val="22"/>
        </w:rPr>
        <w:t xml:space="preserve">Graf </w:t>
      </w:r>
      <w:r w:rsidR="00E03492">
        <w:rPr>
          <w:color w:val="auto"/>
          <w:sz w:val="22"/>
          <w:szCs w:val="22"/>
        </w:rPr>
        <w:t>27</w:t>
      </w:r>
      <w:r w:rsidRPr="00FC4669">
        <w:rPr>
          <w:color w:val="auto"/>
          <w:sz w:val="22"/>
          <w:szCs w:val="22"/>
        </w:rPr>
        <w:t xml:space="preserve"> </w:t>
      </w:r>
      <w:r w:rsidR="00407728" w:rsidRPr="009F6C58">
        <w:rPr>
          <w:b w:val="0"/>
          <w:color w:val="auto"/>
          <w:sz w:val="22"/>
          <w:szCs w:val="22"/>
        </w:rPr>
        <w:t>Podíl osob</w:t>
      </w:r>
      <w:r w:rsidR="00407728" w:rsidRPr="00FC4669">
        <w:rPr>
          <w:color w:val="auto"/>
          <w:sz w:val="22"/>
          <w:szCs w:val="22"/>
        </w:rPr>
        <w:t xml:space="preserve"> </w:t>
      </w:r>
      <w:r w:rsidR="00407728" w:rsidRPr="00FC4669">
        <w:rPr>
          <w:b w:val="0"/>
          <w:color w:val="auto"/>
          <w:sz w:val="22"/>
          <w:szCs w:val="22"/>
        </w:rPr>
        <w:t>poslouchající hudbu</w:t>
      </w:r>
      <w:r w:rsidR="007E1B9D" w:rsidRPr="00FC4669">
        <w:rPr>
          <w:b w:val="0"/>
          <w:color w:val="auto"/>
          <w:sz w:val="22"/>
          <w:szCs w:val="22"/>
        </w:rPr>
        <w:t xml:space="preserve"> a sle</w:t>
      </w:r>
      <w:r w:rsidR="00407728" w:rsidRPr="00FC4669">
        <w:rPr>
          <w:b w:val="0"/>
          <w:color w:val="auto"/>
          <w:sz w:val="22"/>
          <w:szCs w:val="22"/>
        </w:rPr>
        <w:t>dujících filmy</w:t>
      </w:r>
      <w:r w:rsidR="007E1B9D" w:rsidRPr="00FC4669">
        <w:rPr>
          <w:b w:val="0"/>
          <w:color w:val="auto"/>
          <w:sz w:val="22"/>
          <w:szCs w:val="22"/>
        </w:rPr>
        <w:t xml:space="preserve"> či videa</w:t>
      </w:r>
      <w:r w:rsidR="00407728" w:rsidRPr="00FC4669">
        <w:rPr>
          <w:b w:val="0"/>
          <w:color w:val="auto"/>
          <w:sz w:val="22"/>
          <w:szCs w:val="22"/>
        </w:rPr>
        <w:t xml:space="preserve"> on-line</w:t>
      </w:r>
      <w:r w:rsidR="007E1B9D" w:rsidRPr="00FC4669">
        <w:rPr>
          <w:b w:val="0"/>
          <w:color w:val="auto"/>
          <w:sz w:val="22"/>
          <w:szCs w:val="22"/>
        </w:rPr>
        <w:t xml:space="preserve"> v roce 2016 podle věkových kategorií</w:t>
      </w:r>
      <w:r w:rsidR="007E1B9D" w:rsidRPr="00FC4669">
        <w:rPr>
          <w:noProof/>
        </w:rPr>
        <w:t xml:space="preserve"> </w:t>
      </w:r>
    </w:p>
    <w:p w:rsidR="007E1B9D" w:rsidRPr="00FC4669" w:rsidRDefault="007E1B9D" w:rsidP="007E1B9D">
      <w:pPr>
        <w:rPr>
          <w:lang w:eastAsia="en-US"/>
        </w:rPr>
      </w:pPr>
      <w:r w:rsidRPr="00FC4669">
        <w:rPr>
          <w:noProof/>
        </w:rPr>
        <w:drawing>
          <wp:inline distT="0" distB="0" distL="0" distR="0">
            <wp:extent cx="5972175" cy="3038475"/>
            <wp:effectExtent l="0" t="0" r="0" b="0"/>
            <wp:docPr id="22"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BB64DB" w:rsidRPr="00FC4669" w:rsidRDefault="00612473" w:rsidP="00BB64DB">
      <w:pPr>
        <w:pStyle w:val="Titulek"/>
        <w:rPr>
          <w:b w:val="0"/>
          <w:color w:val="auto"/>
          <w:sz w:val="22"/>
          <w:szCs w:val="22"/>
        </w:rPr>
      </w:pPr>
      <w:r w:rsidRPr="00FC4669">
        <w:rPr>
          <w:b w:val="0"/>
          <w:color w:val="auto"/>
          <w:sz w:val="22"/>
          <w:szCs w:val="22"/>
        </w:rPr>
        <w:t xml:space="preserve">Zdroj: </w:t>
      </w:r>
      <w:r w:rsidR="002A0381" w:rsidRPr="00FC4669">
        <w:rPr>
          <w:b w:val="0"/>
          <w:color w:val="auto"/>
          <w:sz w:val="22"/>
          <w:szCs w:val="22"/>
        </w:rPr>
        <w:t xml:space="preserve">VŠIT, </w:t>
      </w:r>
      <w:r w:rsidRPr="00FC4669">
        <w:rPr>
          <w:b w:val="0"/>
          <w:color w:val="auto"/>
          <w:sz w:val="22"/>
          <w:szCs w:val="22"/>
        </w:rPr>
        <w:t>ČSÚ</w:t>
      </w:r>
    </w:p>
    <w:p w:rsidR="00BB64DB" w:rsidRPr="00FC4669" w:rsidRDefault="00BB64DB" w:rsidP="00694914">
      <w:pPr>
        <w:pStyle w:val="Nadpis2"/>
        <w:numPr>
          <w:ilvl w:val="1"/>
          <w:numId w:val="17"/>
        </w:numPr>
      </w:pPr>
      <w:bookmarkStart w:id="47" w:name="_Toc430189801"/>
      <w:bookmarkStart w:id="48" w:name="_Toc463969184"/>
      <w:bookmarkStart w:id="49" w:name="_Toc465253894"/>
      <w:r w:rsidRPr="00FC4669">
        <w:lastRenderedPageBreak/>
        <w:t>FILM A VIDEO</w:t>
      </w:r>
      <w:bookmarkEnd w:id="47"/>
      <w:bookmarkEnd w:id="48"/>
      <w:bookmarkEnd w:id="49"/>
    </w:p>
    <w:tbl>
      <w:tblPr>
        <w:tblW w:w="5000" w:type="pct"/>
        <w:tblCellMar>
          <w:left w:w="70" w:type="dxa"/>
          <w:right w:w="70" w:type="dxa"/>
        </w:tblCellMar>
        <w:tblLook w:val="04A0"/>
      </w:tblPr>
      <w:tblGrid>
        <w:gridCol w:w="9634"/>
        <w:gridCol w:w="144"/>
      </w:tblGrid>
      <w:tr w:rsidR="00BB64DB" w:rsidRPr="00FC4669" w:rsidTr="002A32D6">
        <w:trPr>
          <w:trHeight w:val="1020"/>
        </w:trPr>
        <w:tc>
          <w:tcPr>
            <w:tcW w:w="3278" w:type="pct"/>
            <w:tcBorders>
              <w:top w:val="nil"/>
              <w:left w:val="nil"/>
              <w:bottom w:val="nil"/>
              <w:right w:val="nil"/>
            </w:tcBorders>
            <w:shd w:val="clear" w:color="auto" w:fill="auto"/>
            <w:hideMark/>
          </w:tcPr>
          <w:p w:rsidR="00BB64DB" w:rsidRPr="00FC4669" w:rsidRDefault="00BB64DB" w:rsidP="002A32D6">
            <w:pPr>
              <w:pStyle w:val="Titulek"/>
              <w:keepNext/>
              <w:jc w:val="right"/>
              <w:rPr>
                <w:b w:val="0"/>
                <w:color w:val="auto"/>
                <w:sz w:val="22"/>
                <w:szCs w:val="22"/>
              </w:rPr>
            </w:pPr>
            <w:bookmarkStart w:id="50" w:name="_Toc464832049"/>
            <w:r w:rsidRPr="00FC4669">
              <w:rPr>
                <w:color w:val="auto"/>
                <w:sz w:val="22"/>
                <w:szCs w:val="22"/>
              </w:rPr>
              <w:t xml:space="preserve">Tabulka </w:t>
            </w:r>
            <w:r w:rsidR="00050886">
              <w:rPr>
                <w:color w:val="auto"/>
                <w:sz w:val="22"/>
                <w:szCs w:val="22"/>
              </w:rPr>
              <w:t>5</w:t>
            </w:r>
            <w:r w:rsidRPr="00FC4669">
              <w:rPr>
                <w:b w:val="0"/>
                <w:color w:val="auto"/>
                <w:sz w:val="22"/>
                <w:szCs w:val="22"/>
              </w:rPr>
              <w:t xml:space="preserve"> Vymezení oblasti filmu a videa podle klasifikace NACE</w:t>
            </w:r>
            <w:bookmarkEnd w:id="50"/>
          </w:p>
          <w:tbl>
            <w:tblPr>
              <w:tblW w:w="9993" w:type="dxa"/>
              <w:tblInd w:w="3119" w:type="dxa"/>
              <w:tblCellMar>
                <w:left w:w="70" w:type="dxa"/>
                <w:right w:w="70" w:type="dxa"/>
              </w:tblCellMar>
              <w:tblLook w:val="04A0"/>
            </w:tblPr>
            <w:tblGrid>
              <w:gridCol w:w="1559"/>
              <w:gridCol w:w="8434"/>
            </w:tblGrid>
            <w:tr w:rsidR="00F12145" w:rsidRPr="00FC4669" w:rsidTr="00F12145">
              <w:trPr>
                <w:trHeight w:val="255"/>
              </w:trPr>
              <w:tc>
                <w:tcPr>
                  <w:tcW w:w="780" w:type="pct"/>
                  <w:tcBorders>
                    <w:top w:val="single" w:sz="12" w:space="0" w:color="auto"/>
                    <w:left w:val="nil"/>
                    <w:bottom w:val="single" w:sz="12" w:space="0" w:color="auto"/>
                    <w:right w:val="nil"/>
                  </w:tcBorders>
                  <w:shd w:val="clear" w:color="auto" w:fill="F2DBDB" w:themeFill="accent2" w:themeFillTint="33"/>
                  <w:vAlign w:val="center"/>
                  <w:hideMark/>
                </w:tcPr>
                <w:p w:rsidR="00BB64DB" w:rsidRPr="00FC4669" w:rsidRDefault="00BB64DB" w:rsidP="00F12145">
                  <w:pPr>
                    <w:pStyle w:val="Box"/>
                    <w:ind w:left="497" w:right="-213" w:hanging="497"/>
                    <w:rPr>
                      <w:rFonts w:asciiTheme="minorHAnsi" w:hAnsiTheme="minorHAnsi"/>
                      <w:sz w:val="20"/>
                      <w:szCs w:val="20"/>
                    </w:rPr>
                  </w:pPr>
                  <w:r w:rsidRPr="00FC4669">
                    <w:rPr>
                      <w:rFonts w:asciiTheme="minorHAnsi" w:hAnsiTheme="minorHAnsi"/>
                      <w:sz w:val="20"/>
                      <w:szCs w:val="20"/>
                    </w:rPr>
                    <w:t>NACE</w:t>
                  </w:r>
                </w:p>
              </w:tc>
              <w:tc>
                <w:tcPr>
                  <w:tcW w:w="4220" w:type="pct"/>
                  <w:tcBorders>
                    <w:top w:val="single" w:sz="12" w:space="0" w:color="auto"/>
                    <w:left w:val="nil"/>
                    <w:bottom w:val="single" w:sz="12" w:space="0" w:color="auto"/>
                    <w:right w:val="nil"/>
                  </w:tcBorders>
                  <w:shd w:val="clear" w:color="auto" w:fill="F2DBDB" w:themeFill="accent2" w:themeFillTint="33"/>
                  <w:vAlign w:val="center"/>
                  <w:hideMark/>
                </w:tcPr>
                <w:p w:rsidR="00BB64DB" w:rsidRPr="00FC4669" w:rsidRDefault="00BB64DB" w:rsidP="00F12145">
                  <w:pPr>
                    <w:pStyle w:val="Box"/>
                    <w:ind w:left="0"/>
                    <w:rPr>
                      <w:rFonts w:asciiTheme="minorHAnsi" w:hAnsiTheme="minorHAnsi"/>
                      <w:sz w:val="20"/>
                      <w:szCs w:val="20"/>
                    </w:rPr>
                  </w:pPr>
                  <w:r w:rsidRPr="00FC4669">
                    <w:rPr>
                      <w:rFonts w:asciiTheme="minorHAnsi" w:hAnsiTheme="minorHAnsi"/>
                      <w:sz w:val="20"/>
                      <w:szCs w:val="20"/>
                    </w:rPr>
                    <w:t>EKONOMICKÁ ČINNOST</w:t>
                  </w:r>
                </w:p>
              </w:tc>
            </w:tr>
            <w:tr w:rsidR="00BB64DB" w:rsidRPr="00FC4669" w:rsidTr="00F12145">
              <w:trPr>
                <w:trHeight w:val="255"/>
              </w:trPr>
              <w:tc>
                <w:tcPr>
                  <w:tcW w:w="780" w:type="pct"/>
                  <w:tcBorders>
                    <w:top w:val="single" w:sz="12" w:space="0" w:color="auto"/>
                    <w:left w:val="nil"/>
                    <w:bottom w:val="nil"/>
                    <w:right w:val="nil"/>
                  </w:tcBorders>
                  <w:shd w:val="clear" w:color="auto" w:fill="auto"/>
                  <w:hideMark/>
                </w:tcPr>
                <w:p w:rsidR="00BB64DB" w:rsidRPr="00FC4669" w:rsidRDefault="00BB64DB" w:rsidP="00F12145">
                  <w:pPr>
                    <w:spacing w:after="0"/>
                    <w:rPr>
                      <w:rFonts w:asciiTheme="minorHAnsi" w:hAnsiTheme="minorHAnsi"/>
                      <w:szCs w:val="20"/>
                    </w:rPr>
                  </w:pPr>
                  <w:r w:rsidRPr="00FC4669">
                    <w:rPr>
                      <w:rFonts w:asciiTheme="minorHAnsi" w:hAnsiTheme="minorHAnsi"/>
                      <w:szCs w:val="20"/>
                    </w:rPr>
                    <w:t>47.63</w:t>
                  </w:r>
                </w:p>
              </w:tc>
              <w:tc>
                <w:tcPr>
                  <w:tcW w:w="4220" w:type="pct"/>
                  <w:tcBorders>
                    <w:top w:val="single" w:sz="12" w:space="0" w:color="auto"/>
                    <w:left w:val="nil"/>
                    <w:bottom w:val="nil"/>
                    <w:right w:val="nil"/>
                  </w:tcBorders>
                  <w:shd w:val="clear" w:color="auto" w:fill="auto"/>
                  <w:hideMark/>
                </w:tcPr>
                <w:p w:rsidR="00BB64DB" w:rsidRPr="00FC4669" w:rsidRDefault="00BB64DB" w:rsidP="00F12145">
                  <w:pPr>
                    <w:spacing w:after="0"/>
                    <w:rPr>
                      <w:rFonts w:asciiTheme="minorHAnsi" w:hAnsiTheme="minorHAnsi"/>
                      <w:szCs w:val="20"/>
                    </w:rPr>
                  </w:pPr>
                  <w:r w:rsidRPr="00FC4669">
                    <w:rPr>
                      <w:rFonts w:asciiTheme="minorHAnsi" w:hAnsiTheme="minorHAnsi"/>
                      <w:szCs w:val="20"/>
                    </w:rPr>
                    <w:t>Maloobchod s audio- a videozáznamy (50%)</w:t>
                  </w:r>
                </w:p>
              </w:tc>
            </w:tr>
            <w:tr w:rsidR="00BB64DB" w:rsidRPr="00FC4669" w:rsidTr="00F12145">
              <w:trPr>
                <w:trHeight w:val="255"/>
              </w:trPr>
              <w:tc>
                <w:tcPr>
                  <w:tcW w:w="780" w:type="pct"/>
                  <w:tcBorders>
                    <w:top w:val="nil"/>
                    <w:left w:val="nil"/>
                    <w:bottom w:val="nil"/>
                    <w:right w:val="nil"/>
                  </w:tcBorders>
                  <w:shd w:val="clear" w:color="auto" w:fill="auto"/>
                  <w:hideMark/>
                </w:tcPr>
                <w:p w:rsidR="00BB64DB" w:rsidRPr="00FC4669" w:rsidRDefault="00BB64DB" w:rsidP="00F12145">
                  <w:pPr>
                    <w:spacing w:after="0"/>
                    <w:ind w:right="212"/>
                    <w:rPr>
                      <w:rFonts w:asciiTheme="minorHAnsi" w:hAnsiTheme="minorHAnsi"/>
                      <w:szCs w:val="20"/>
                    </w:rPr>
                  </w:pPr>
                  <w:r w:rsidRPr="00FC4669">
                    <w:rPr>
                      <w:rFonts w:asciiTheme="minorHAnsi" w:hAnsiTheme="minorHAnsi"/>
                      <w:szCs w:val="20"/>
                    </w:rPr>
                    <w:t>59.11</w:t>
                  </w:r>
                </w:p>
              </w:tc>
              <w:tc>
                <w:tcPr>
                  <w:tcW w:w="4220" w:type="pct"/>
                  <w:tcBorders>
                    <w:top w:val="nil"/>
                    <w:left w:val="nil"/>
                    <w:bottom w:val="nil"/>
                    <w:right w:val="nil"/>
                  </w:tcBorders>
                  <w:shd w:val="clear" w:color="auto" w:fill="auto"/>
                  <w:hideMark/>
                </w:tcPr>
                <w:p w:rsidR="00BB64DB" w:rsidRPr="00FC4669" w:rsidRDefault="00BB64DB" w:rsidP="00F12145">
                  <w:pPr>
                    <w:spacing w:after="0"/>
                    <w:ind w:right="-3243"/>
                    <w:rPr>
                      <w:rFonts w:asciiTheme="minorHAnsi" w:hAnsiTheme="minorHAnsi"/>
                      <w:szCs w:val="20"/>
                    </w:rPr>
                  </w:pPr>
                  <w:r w:rsidRPr="00FC4669">
                    <w:rPr>
                      <w:rFonts w:asciiTheme="minorHAnsi" w:hAnsiTheme="minorHAnsi"/>
                      <w:szCs w:val="20"/>
                    </w:rPr>
                    <w:t>Produkce filmů, videozáznamů a televizních programů</w:t>
                  </w:r>
                </w:p>
              </w:tc>
            </w:tr>
            <w:tr w:rsidR="00BB64DB" w:rsidRPr="00FC4669" w:rsidTr="00F12145">
              <w:trPr>
                <w:trHeight w:val="255"/>
              </w:trPr>
              <w:tc>
                <w:tcPr>
                  <w:tcW w:w="780" w:type="pct"/>
                  <w:tcBorders>
                    <w:top w:val="nil"/>
                    <w:left w:val="nil"/>
                    <w:bottom w:val="nil"/>
                    <w:right w:val="nil"/>
                  </w:tcBorders>
                  <w:shd w:val="clear" w:color="auto" w:fill="auto"/>
                  <w:hideMark/>
                </w:tcPr>
                <w:p w:rsidR="00BB64DB" w:rsidRPr="00FC4669" w:rsidRDefault="00BB64DB" w:rsidP="00F12145">
                  <w:pPr>
                    <w:spacing w:after="0"/>
                    <w:rPr>
                      <w:rFonts w:asciiTheme="minorHAnsi" w:hAnsiTheme="minorHAnsi"/>
                      <w:szCs w:val="20"/>
                    </w:rPr>
                  </w:pPr>
                  <w:r w:rsidRPr="00FC4669">
                    <w:rPr>
                      <w:rFonts w:asciiTheme="minorHAnsi" w:hAnsiTheme="minorHAnsi"/>
                      <w:szCs w:val="20"/>
                    </w:rPr>
                    <w:t>59.12</w:t>
                  </w:r>
                </w:p>
              </w:tc>
              <w:tc>
                <w:tcPr>
                  <w:tcW w:w="4220" w:type="pct"/>
                  <w:tcBorders>
                    <w:top w:val="nil"/>
                    <w:left w:val="nil"/>
                    <w:bottom w:val="nil"/>
                    <w:right w:val="nil"/>
                  </w:tcBorders>
                  <w:shd w:val="clear" w:color="auto" w:fill="auto"/>
                  <w:hideMark/>
                </w:tcPr>
                <w:p w:rsidR="00BB64DB" w:rsidRPr="00FC4669" w:rsidRDefault="00BB64DB" w:rsidP="00F12145">
                  <w:pPr>
                    <w:spacing w:after="0"/>
                    <w:rPr>
                      <w:rFonts w:asciiTheme="minorHAnsi" w:hAnsiTheme="minorHAnsi"/>
                      <w:szCs w:val="20"/>
                    </w:rPr>
                  </w:pPr>
                  <w:r w:rsidRPr="00FC4669">
                    <w:rPr>
                      <w:rFonts w:asciiTheme="minorHAnsi" w:hAnsiTheme="minorHAnsi"/>
                      <w:szCs w:val="20"/>
                    </w:rPr>
                    <w:t>Postprodukce filmů, videozáznamů a televizních programů</w:t>
                  </w:r>
                </w:p>
              </w:tc>
            </w:tr>
            <w:tr w:rsidR="00BB64DB" w:rsidRPr="00FC4669" w:rsidTr="00F12145">
              <w:trPr>
                <w:trHeight w:val="255"/>
              </w:trPr>
              <w:tc>
                <w:tcPr>
                  <w:tcW w:w="780" w:type="pct"/>
                  <w:tcBorders>
                    <w:top w:val="nil"/>
                    <w:left w:val="nil"/>
                    <w:bottom w:val="nil"/>
                    <w:right w:val="nil"/>
                  </w:tcBorders>
                  <w:shd w:val="clear" w:color="auto" w:fill="auto"/>
                  <w:hideMark/>
                </w:tcPr>
                <w:p w:rsidR="00BB64DB" w:rsidRPr="00FC4669" w:rsidRDefault="00BB64DB" w:rsidP="00F12145">
                  <w:pPr>
                    <w:spacing w:after="0"/>
                    <w:rPr>
                      <w:rFonts w:asciiTheme="minorHAnsi" w:hAnsiTheme="minorHAnsi"/>
                      <w:szCs w:val="20"/>
                    </w:rPr>
                  </w:pPr>
                  <w:r w:rsidRPr="00FC4669">
                    <w:rPr>
                      <w:rFonts w:asciiTheme="minorHAnsi" w:hAnsiTheme="minorHAnsi"/>
                      <w:szCs w:val="20"/>
                    </w:rPr>
                    <w:t>59.13</w:t>
                  </w:r>
                </w:p>
              </w:tc>
              <w:tc>
                <w:tcPr>
                  <w:tcW w:w="4220" w:type="pct"/>
                  <w:tcBorders>
                    <w:top w:val="nil"/>
                    <w:left w:val="nil"/>
                    <w:bottom w:val="nil"/>
                    <w:right w:val="nil"/>
                  </w:tcBorders>
                  <w:shd w:val="clear" w:color="auto" w:fill="auto"/>
                  <w:hideMark/>
                </w:tcPr>
                <w:p w:rsidR="00BB64DB" w:rsidRPr="00FC4669" w:rsidRDefault="00BB64DB" w:rsidP="00F12145">
                  <w:pPr>
                    <w:spacing w:after="0"/>
                    <w:rPr>
                      <w:rFonts w:asciiTheme="minorHAnsi" w:hAnsiTheme="minorHAnsi"/>
                      <w:szCs w:val="20"/>
                    </w:rPr>
                  </w:pPr>
                  <w:r w:rsidRPr="00FC4669">
                    <w:rPr>
                      <w:rFonts w:asciiTheme="minorHAnsi" w:hAnsiTheme="minorHAnsi"/>
                      <w:szCs w:val="20"/>
                    </w:rPr>
                    <w:t>Distribuce filmů, videozáznamů a televizních programů</w:t>
                  </w:r>
                </w:p>
              </w:tc>
            </w:tr>
            <w:tr w:rsidR="00BB64DB" w:rsidRPr="00FC4669" w:rsidTr="00F12145">
              <w:trPr>
                <w:trHeight w:val="134"/>
              </w:trPr>
              <w:tc>
                <w:tcPr>
                  <w:tcW w:w="780" w:type="pct"/>
                  <w:tcBorders>
                    <w:top w:val="nil"/>
                    <w:left w:val="nil"/>
                    <w:bottom w:val="nil"/>
                    <w:right w:val="nil"/>
                  </w:tcBorders>
                  <w:shd w:val="clear" w:color="auto" w:fill="auto"/>
                  <w:hideMark/>
                </w:tcPr>
                <w:p w:rsidR="00BB64DB" w:rsidRPr="00FC4669" w:rsidRDefault="00BB64DB" w:rsidP="00F12145">
                  <w:pPr>
                    <w:spacing w:after="0"/>
                    <w:rPr>
                      <w:rFonts w:asciiTheme="minorHAnsi" w:hAnsiTheme="minorHAnsi"/>
                      <w:szCs w:val="20"/>
                    </w:rPr>
                  </w:pPr>
                  <w:r w:rsidRPr="00FC4669">
                    <w:rPr>
                      <w:rFonts w:asciiTheme="minorHAnsi" w:hAnsiTheme="minorHAnsi"/>
                      <w:szCs w:val="20"/>
                    </w:rPr>
                    <w:t>59.14</w:t>
                  </w:r>
                </w:p>
              </w:tc>
              <w:tc>
                <w:tcPr>
                  <w:tcW w:w="4220" w:type="pct"/>
                  <w:tcBorders>
                    <w:top w:val="nil"/>
                    <w:left w:val="nil"/>
                    <w:bottom w:val="nil"/>
                    <w:right w:val="nil"/>
                  </w:tcBorders>
                  <w:shd w:val="clear" w:color="auto" w:fill="auto"/>
                  <w:hideMark/>
                </w:tcPr>
                <w:p w:rsidR="00BB64DB" w:rsidRPr="00FC4669" w:rsidRDefault="00BB64DB" w:rsidP="00F12145">
                  <w:pPr>
                    <w:spacing w:after="0"/>
                    <w:rPr>
                      <w:rFonts w:asciiTheme="minorHAnsi" w:hAnsiTheme="minorHAnsi"/>
                      <w:szCs w:val="20"/>
                    </w:rPr>
                  </w:pPr>
                  <w:r w:rsidRPr="00FC4669">
                    <w:rPr>
                      <w:rFonts w:asciiTheme="minorHAnsi" w:hAnsiTheme="minorHAnsi"/>
                      <w:szCs w:val="20"/>
                    </w:rPr>
                    <w:t xml:space="preserve">Promítání filmů </w:t>
                  </w:r>
                </w:p>
              </w:tc>
            </w:tr>
            <w:tr w:rsidR="00BB64DB" w:rsidRPr="00FC4669" w:rsidTr="00583523">
              <w:trPr>
                <w:trHeight w:val="255"/>
              </w:trPr>
              <w:tc>
                <w:tcPr>
                  <w:tcW w:w="780" w:type="pct"/>
                  <w:tcBorders>
                    <w:top w:val="nil"/>
                    <w:left w:val="nil"/>
                    <w:bottom w:val="single" w:sz="12" w:space="0" w:color="auto"/>
                    <w:right w:val="nil"/>
                  </w:tcBorders>
                  <w:shd w:val="clear" w:color="auto" w:fill="auto"/>
                  <w:hideMark/>
                </w:tcPr>
                <w:p w:rsidR="00BB64DB" w:rsidRPr="00FC4669" w:rsidRDefault="00BB64DB" w:rsidP="00F12145">
                  <w:pPr>
                    <w:spacing w:after="0"/>
                    <w:rPr>
                      <w:rFonts w:asciiTheme="minorHAnsi" w:hAnsiTheme="minorHAnsi"/>
                      <w:szCs w:val="20"/>
                    </w:rPr>
                  </w:pPr>
                  <w:r w:rsidRPr="00FC4669">
                    <w:rPr>
                      <w:rFonts w:asciiTheme="minorHAnsi" w:hAnsiTheme="minorHAnsi"/>
                      <w:szCs w:val="20"/>
                    </w:rPr>
                    <w:t>77.22</w:t>
                  </w:r>
                </w:p>
              </w:tc>
              <w:tc>
                <w:tcPr>
                  <w:tcW w:w="4220" w:type="pct"/>
                  <w:tcBorders>
                    <w:top w:val="nil"/>
                    <w:left w:val="nil"/>
                    <w:bottom w:val="single" w:sz="12" w:space="0" w:color="auto"/>
                    <w:right w:val="nil"/>
                  </w:tcBorders>
                  <w:shd w:val="clear" w:color="auto" w:fill="auto"/>
                  <w:hideMark/>
                </w:tcPr>
                <w:p w:rsidR="00BB64DB" w:rsidRPr="00FC4669" w:rsidRDefault="00BB64DB" w:rsidP="00F12145">
                  <w:pPr>
                    <w:spacing w:after="0"/>
                    <w:rPr>
                      <w:rFonts w:asciiTheme="minorHAnsi" w:hAnsiTheme="minorHAnsi"/>
                      <w:szCs w:val="20"/>
                    </w:rPr>
                  </w:pPr>
                  <w:r w:rsidRPr="00FC4669">
                    <w:rPr>
                      <w:rFonts w:asciiTheme="minorHAnsi" w:hAnsiTheme="minorHAnsi"/>
                      <w:szCs w:val="20"/>
                    </w:rPr>
                    <w:t>Pronájem videokazet a disků</w:t>
                  </w:r>
                </w:p>
              </w:tc>
            </w:tr>
          </w:tbl>
          <w:p w:rsidR="00BB64DB" w:rsidRPr="00FC4669" w:rsidRDefault="00BB64DB" w:rsidP="002A32D6">
            <w:pPr>
              <w:spacing w:after="0" w:line="240" w:lineRule="auto"/>
              <w:rPr>
                <w:rFonts w:ascii="Times New Roman" w:hAnsi="Times New Roman"/>
                <w:szCs w:val="20"/>
              </w:rPr>
            </w:pPr>
          </w:p>
        </w:tc>
        <w:tc>
          <w:tcPr>
            <w:tcW w:w="1722" w:type="pct"/>
            <w:tcBorders>
              <w:top w:val="nil"/>
              <w:left w:val="nil"/>
              <w:bottom w:val="nil"/>
              <w:right w:val="nil"/>
            </w:tcBorders>
            <w:shd w:val="clear" w:color="auto" w:fill="auto"/>
            <w:hideMark/>
          </w:tcPr>
          <w:p w:rsidR="00BB64DB" w:rsidRPr="00FC4669" w:rsidRDefault="00BB64DB" w:rsidP="002A32D6">
            <w:pPr>
              <w:spacing w:after="0" w:line="240" w:lineRule="auto"/>
              <w:rPr>
                <w:rFonts w:ascii="Times New Roman" w:hAnsi="Times New Roman"/>
                <w:szCs w:val="20"/>
              </w:rPr>
            </w:pPr>
          </w:p>
        </w:tc>
      </w:tr>
    </w:tbl>
    <w:p w:rsidR="00BB64DB" w:rsidRPr="00FC4669" w:rsidRDefault="00BB64DB" w:rsidP="00BB64DB">
      <w:r w:rsidRPr="00FC4669">
        <w:br/>
        <w:t>Filmová produkce, která stojí na počátku filmového produkčního a distribučního řetězce, se liší ve svých specifikách zejména v závislosti na vel</w:t>
      </w:r>
      <w:r w:rsidR="00537F25" w:rsidRPr="00FC4669">
        <w:t>i</w:t>
      </w:r>
      <w:r w:rsidRPr="00FC4669">
        <w:t>kosti filmového trhu jednotlivých zemí. Zatímco produkce ve velkých zemích s rozvinutou filmovou infrastrukturou je financovaná převážně ze soukromých zdrojů</w:t>
      </w:r>
      <w:r w:rsidR="00282CCA" w:rsidRPr="00FC4669">
        <w:t> </w:t>
      </w:r>
      <w:r w:rsidRPr="00FC4669">
        <w:t>a</w:t>
      </w:r>
      <w:r w:rsidR="00282CCA" w:rsidRPr="00FC4669">
        <w:t> </w:t>
      </w:r>
      <w:r w:rsidRPr="00FC4669">
        <w:t xml:space="preserve">v případě úspěchu na trhu se dá očekávat několikanásobná návratnost z prodaných vstupenek, v menších zemích je financování výroby filmů odkázané pro svou finanční náročnost zejména na podporu z veřejných </w:t>
      </w:r>
      <w:r w:rsidR="00F12145" w:rsidRPr="00FC4669">
        <w:t>zdrojů</w:t>
      </w:r>
      <w:r w:rsidRPr="00FC4669">
        <w:t xml:space="preserve"> (Towse, 2010). To je také případ české filmové produkce, jejíž objem je do jisté míry závislý na velikosti finanční podpory, kterou každoročně uděluje S</w:t>
      </w:r>
      <w:r w:rsidR="00E44FE6" w:rsidRPr="00FC4669">
        <w:t>tátní fond kinematografie (Staníková,</w:t>
      </w:r>
      <w:r w:rsidR="008B64EB" w:rsidRPr="00FC4669">
        <w:t> </w:t>
      </w:r>
      <w:r w:rsidR="00E44FE6" w:rsidRPr="00FC4669">
        <w:t>2015</w:t>
      </w:r>
      <w:r w:rsidRPr="00FC4669">
        <w:t>). Státní podpora ovlivňuje také zahraniční filmovou produkci</w:t>
      </w:r>
      <w:r w:rsidR="00F12145" w:rsidRPr="00FC4669">
        <w:t xml:space="preserve"> v České republice</w:t>
      </w:r>
      <w:r w:rsidRPr="00FC4669">
        <w:t>. Jedná se zejména</w:t>
      </w:r>
      <w:r w:rsidR="00282CCA" w:rsidRPr="00FC4669">
        <w:t> </w:t>
      </w:r>
      <w:r w:rsidRPr="00FC4669">
        <w:t>o</w:t>
      </w:r>
      <w:r w:rsidR="00282CCA" w:rsidRPr="00FC4669">
        <w:t> </w:t>
      </w:r>
      <w:r w:rsidRPr="00FC4669">
        <w:t>znovuzavedení filmových pobídek, které od roku 2010 administruje rovněž Státní fond kinematografie.</w:t>
      </w:r>
      <w:r w:rsidR="00FD4C7D" w:rsidRPr="00FC4669">
        <w:t xml:space="preserve"> Do roku 2015 se díky těmto impulzům dařilo lákat zahraniční producenty a objem zahraniční produkce na našem území stoupal. V letech 2016 a 2017 </w:t>
      </w:r>
      <w:r w:rsidR="009F6C58">
        <w:t xml:space="preserve">se </w:t>
      </w:r>
      <w:r w:rsidR="00FD4C7D" w:rsidRPr="00FC4669">
        <w:t>zájem o natáčení v České republice navzdory zjednodušení systému získávání těchto prostředků</w:t>
      </w:r>
      <w:r w:rsidR="006640AC" w:rsidRPr="00FC4669">
        <w:t xml:space="preserve"> snížil</w:t>
      </w:r>
      <w:r w:rsidR="00FD4C7D" w:rsidRPr="00FC4669">
        <w:t>. Podle Asociace producentů v audiovizi v současné době poskytuje filmové pobídky 24 zemí EU a České republika pomalu ztrácí konkurenceschopnost.</w:t>
      </w:r>
      <w:r w:rsidRPr="00FC4669">
        <w:t xml:space="preserve"> </w:t>
      </w:r>
      <w:r w:rsidR="00FD4C7D" w:rsidRPr="00FC4669">
        <w:t>(APA, 2018</w:t>
      </w:r>
      <w:r w:rsidRPr="00FC4669">
        <w:t>).</w:t>
      </w:r>
    </w:p>
    <w:p w:rsidR="00BB64DB" w:rsidRPr="00FC4669" w:rsidRDefault="004B6F2F" w:rsidP="00694914">
      <w:pPr>
        <w:pStyle w:val="Nadpis3"/>
        <w:numPr>
          <w:ilvl w:val="2"/>
          <w:numId w:val="17"/>
        </w:numPr>
      </w:pPr>
      <w:bookmarkStart w:id="51" w:name="_Toc430189802"/>
      <w:bookmarkStart w:id="52" w:name="_Toc431475030"/>
      <w:bookmarkStart w:id="53" w:name="_Toc463969185"/>
      <w:bookmarkStart w:id="54" w:name="_Toc465253895"/>
      <w:r w:rsidRPr="00FC4669">
        <w:t>PŘÍJMY</w:t>
      </w:r>
      <w:r w:rsidR="00BB64DB" w:rsidRPr="00FC4669">
        <w:t xml:space="preserve"> A ZAMĚSTNANOST</w:t>
      </w:r>
      <w:bookmarkEnd w:id="51"/>
      <w:bookmarkEnd w:id="52"/>
      <w:bookmarkEnd w:id="53"/>
      <w:bookmarkEnd w:id="54"/>
      <w:r w:rsidR="00BB64DB" w:rsidRPr="00FC4669">
        <w:t xml:space="preserve"> </w:t>
      </w:r>
    </w:p>
    <w:p w:rsidR="007078C1" w:rsidRPr="00FC4669" w:rsidRDefault="00BB64DB" w:rsidP="00BB64DB">
      <w:r w:rsidRPr="00FC4669">
        <w:t>Tržby a zaměstnanost společností působících v</w:t>
      </w:r>
      <w:r w:rsidR="00BE7970" w:rsidRPr="00FC4669">
        <w:t> </w:t>
      </w:r>
      <w:r w:rsidRPr="00FC4669">
        <w:t>oblasti</w:t>
      </w:r>
      <w:r w:rsidR="00BE7970" w:rsidRPr="00FC4669">
        <w:t xml:space="preserve"> produkce</w:t>
      </w:r>
      <w:r w:rsidRPr="00FC4669">
        <w:t xml:space="preserve"> filmu</w:t>
      </w:r>
      <w:r w:rsidR="00CB7B8F" w:rsidRPr="00FC4669">
        <w:t xml:space="preserve"> a videa</w:t>
      </w:r>
      <w:r w:rsidRPr="00FC4669">
        <w:t xml:space="preserve"> v České republi</w:t>
      </w:r>
      <w:r w:rsidR="00F12145" w:rsidRPr="00FC4669">
        <w:t xml:space="preserve">ce se odvíjejí zejména od </w:t>
      </w:r>
      <w:r w:rsidR="00A5138E" w:rsidRPr="00FC4669">
        <w:t xml:space="preserve">velikosti zahraniční produkce </w:t>
      </w:r>
      <w:r w:rsidR="00BC2168" w:rsidRPr="00FC4669">
        <w:t xml:space="preserve">a reklamy </w:t>
      </w:r>
      <w:r w:rsidRPr="00FC4669">
        <w:t xml:space="preserve">vzhledem k tomu, že </w:t>
      </w:r>
      <w:r w:rsidR="00CF3750" w:rsidRPr="00FC4669">
        <w:t xml:space="preserve">produkce </w:t>
      </w:r>
      <w:r w:rsidR="007078C1" w:rsidRPr="00FC4669">
        <w:t>tuzemských</w:t>
      </w:r>
      <w:r w:rsidR="00CF3750" w:rsidRPr="00FC4669">
        <w:t xml:space="preserve"> filmů tvoří menšinovou část příjmů českých producentů. Příjmy z produk</w:t>
      </w:r>
      <w:r w:rsidR="007078C1" w:rsidRPr="00FC4669">
        <w:t>ce českých filmů pak v roce 2017</w:t>
      </w:r>
      <w:r w:rsidR="00CF3750" w:rsidRPr="00FC4669">
        <w:t xml:space="preserve"> rostly, zatímco objem tvorby reklamy a zahraniční produkce narazil </w:t>
      </w:r>
      <w:r w:rsidR="007078C1" w:rsidRPr="00FC4669">
        <w:t xml:space="preserve">již v předchozím roce </w:t>
      </w:r>
      <w:r w:rsidR="00CF3750" w:rsidRPr="00FC4669">
        <w:t xml:space="preserve">na své limity a příjmy z těchto činností podle dat Asociace producentů v audiovizi </w:t>
      </w:r>
      <w:r w:rsidR="007078C1" w:rsidRPr="00FC4669">
        <w:t>již podruhé za sebou klesaly</w:t>
      </w:r>
      <w:r w:rsidR="008F7193" w:rsidRPr="00FC4669">
        <w:t xml:space="preserve">. </w:t>
      </w:r>
    </w:p>
    <w:p w:rsidR="00BB64DB" w:rsidRPr="00FC4669" w:rsidRDefault="00A4343C" w:rsidP="00BB64DB">
      <w:r w:rsidRPr="00FC4669">
        <w:t>Z dlouhodobého hlediska zažíval filmový trh až do roku 2009 stagnaci. Jak je možné vidět z </w:t>
      </w:r>
      <w:r w:rsidR="009F6C58">
        <w:t>G</w:t>
      </w:r>
      <w:r w:rsidRPr="00FC4669">
        <w:t>r</w:t>
      </w:r>
      <w:r w:rsidR="00050886">
        <w:t>afu 28</w:t>
      </w:r>
      <w:r w:rsidRPr="00FC4669">
        <w:t>, propad</w:t>
      </w:r>
      <w:r w:rsidR="00BB64DB" w:rsidRPr="00FC4669">
        <w:t> </w:t>
      </w:r>
      <w:r w:rsidRPr="00FC4669">
        <w:t>příjmů se zastavil</w:t>
      </w:r>
      <w:r w:rsidR="00BB64DB" w:rsidRPr="00FC4669">
        <w:t xml:space="preserve"> v roce 2010, jenž byl také prvním rokem zavedení f</w:t>
      </w:r>
      <w:r w:rsidR="008927E1" w:rsidRPr="00FC4669">
        <w:t>ilmových pobídek</w:t>
      </w:r>
      <w:r w:rsidR="007078C1" w:rsidRPr="00FC4669">
        <w:t>. Mezi lety 2009 a 2016</w:t>
      </w:r>
      <w:r w:rsidR="00BB64DB" w:rsidRPr="00FC4669">
        <w:t xml:space="preserve"> pak </w:t>
      </w:r>
      <w:r w:rsidRPr="00FC4669">
        <w:t xml:space="preserve">došlo k nárůstu tržeb o </w:t>
      </w:r>
      <w:r w:rsidR="007078C1" w:rsidRPr="00FC4669">
        <w:t>5,6</w:t>
      </w:r>
      <w:r w:rsidR="008B64EB" w:rsidRPr="00FC4669">
        <w:t> </w:t>
      </w:r>
      <w:r w:rsidR="00BB64DB" w:rsidRPr="00FC4669">
        <w:t>m</w:t>
      </w:r>
      <w:r w:rsidR="004271DC" w:rsidRPr="00FC4669">
        <w:t>ld.</w:t>
      </w:r>
      <w:r w:rsidR="00BB64DB" w:rsidRPr="00FC4669">
        <w:t xml:space="preserve"> Kč.</w:t>
      </w:r>
      <w:r w:rsidRPr="00FC4669">
        <w:t xml:space="preserve"> V posledním sledovaném roce pak</w:t>
      </w:r>
      <w:r w:rsidR="008927E1" w:rsidRPr="00FC4669">
        <w:t xml:space="preserve"> zaznamenal</w:t>
      </w:r>
      <w:r w:rsidRPr="00FC4669">
        <w:t xml:space="preserve"> </w:t>
      </w:r>
      <w:r w:rsidR="008927E1" w:rsidRPr="00FC4669">
        <w:t xml:space="preserve">filmový trh dle Podnikové strukturální statistiky </w:t>
      </w:r>
      <w:r w:rsidRPr="00FC4669">
        <w:t>nárů</w:t>
      </w:r>
      <w:r w:rsidR="007078C1" w:rsidRPr="00FC4669">
        <w:t>st oproti předchozímu roku o 1,9</w:t>
      </w:r>
      <w:r w:rsidRPr="00FC4669">
        <w:t xml:space="preserve"> mld. Kč.</w:t>
      </w:r>
      <w:r w:rsidR="00BE7970" w:rsidRPr="00FC4669">
        <w:t xml:space="preserve"> Data reflektují vedle filmové produkce např. distribuci a promítání filmů, proto se trend posledních let mírně liší od dat Asociace producentů v audiovizi. </w:t>
      </w:r>
    </w:p>
    <w:p w:rsidR="00BB64DB" w:rsidRPr="00FC4669" w:rsidRDefault="00BB64DB" w:rsidP="00BB64DB">
      <w:pPr>
        <w:pStyle w:val="Titulek"/>
        <w:keepNext/>
        <w:rPr>
          <w:color w:val="auto"/>
          <w:sz w:val="22"/>
          <w:szCs w:val="22"/>
        </w:rPr>
      </w:pPr>
      <w:r w:rsidRPr="00FC4669">
        <w:rPr>
          <w:color w:val="auto"/>
          <w:sz w:val="22"/>
          <w:szCs w:val="22"/>
        </w:rPr>
        <w:lastRenderedPageBreak/>
        <w:t xml:space="preserve">Graf </w:t>
      </w:r>
      <w:r w:rsidR="00050886">
        <w:rPr>
          <w:color w:val="auto"/>
          <w:sz w:val="22"/>
          <w:szCs w:val="22"/>
        </w:rPr>
        <w:t>28</w:t>
      </w:r>
      <w:r w:rsidRPr="00FC4669">
        <w:rPr>
          <w:color w:val="auto"/>
          <w:sz w:val="22"/>
          <w:szCs w:val="22"/>
        </w:rPr>
        <w:t xml:space="preserve"> </w:t>
      </w:r>
      <w:r w:rsidR="001D4ECA" w:rsidRPr="00FC4669">
        <w:rPr>
          <w:b w:val="0"/>
          <w:color w:val="auto"/>
          <w:sz w:val="22"/>
          <w:szCs w:val="22"/>
        </w:rPr>
        <w:t>Příjmy</w:t>
      </w:r>
      <w:r w:rsidR="004271DC" w:rsidRPr="00FC4669">
        <w:rPr>
          <w:b w:val="0"/>
          <w:color w:val="auto"/>
          <w:sz w:val="22"/>
          <w:szCs w:val="22"/>
        </w:rPr>
        <w:t xml:space="preserve"> subjektů v oblasti </w:t>
      </w:r>
      <w:r w:rsidR="00170E8B" w:rsidRPr="00FC4669">
        <w:rPr>
          <w:b w:val="0"/>
          <w:color w:val="auto"/>
          <w:sz w:val="22"/>
          <w:szCs w:val="22"/>
        </w:rPr>
        <w:t>filmu</w:t>
      </w:r>
      <w:r w:rsidR="00CB7B8F" w:rsidRPr="00FC4669">
        <w:rPr>
          <w:b w:val="0"/>
          <w:color w:val="auto"/>
          <w:sz w:val="22"/>
          <w:szCs w:val="22"/>
        </w:rPr>
        <w:t xml:space="preserve"> a videa</w:t>
      </w:r>
      <w:r w:rsidR="004271DC" w:rsidRPr="00FC4669">
        <w:rPr>
          <w:b w:val="0"/>
          <w:color w:val="auto"/>
          <w:sz w:val="22"/>
          <w:szCs w:val="22"/>
        </w:rPr>
        <w:t xml:space="preserve"> (v mld. Kč)</w:t>
      </w:r>
    </w:p>
    <w:p w:rsidR="00BB64DB" w:rsidRPr="00FC4669" w:rsidRDefault="007078C1" w:rsidP="00BB64DB">
      <w:pPr>
        <w:keepNext/>
      </w:pPr>
      <w:r w:rsidRPr="00FC4669">
        <w:rPr>
          <w:noProof/>
        </w:rPr>
        <w:drawing>
          <wp:inline distT="0" distB="0" distL="0" distR="0">
            <wp:extent cx="6029325" cy="1704975"/>
            <wp:effectExtent l="0" t="0" r="0" b="0"/>
            <wp:docPr id="110"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BB64DB" w:rsidRPr="00FC4669" w:rsidRDefault="00BB64DB" w:rsidP="00BB64DB">
      <w:pPr>
        <w:pStyle w:val="Titulek"/>
        <w:rPr>
          <w:b w:val="0"/>
          <w:color w:val="auto"/>
          <w:sz w:val="22"/>
          <w:szCs w:val="22"/>
        </w:rPr>
      </w:pPr>
      <w:r w:rsidRPr="00FC4669">
        <w:rPr>
          <w:b w:val="0"/>
          <w:color w:val="auto"/>
          <w:sz w:val="22"/>
          <w:szCs w:val="22"/>
        </w:rPr>
        <w:t xml:space="preserve">Zdroj: </w:t>
      </w:r>
      <w:r w:rsidR="002A0381" w:rsidRPr="00FC4669">
        <w:rPr>
          <w:b w:val="0"/>
          <w:color w:val="auto"/>
          <w:sz w:val="22"/>
          <w:szCs w:val="22"/>
        </w:rPr>
        <w:t xml:space="preserve">Podniková strukturální statistika, </w:t>
      </w:r>
      <w:r w:rsidR="00F12145" w:rsidRPr="00FC4669">
        <w:rPr>
          <w:b w:val="0"/>
          <w:color w:val="auto"/>
          <w:sz w:val="22"/>
          <w:szCs w:val="22"/>
        </w:rPr>
        <w:t>ČSÚ</w:t>
      </w:r>
    </w:p>
    <w:p w:rsidR="00CC035A" w:rsidRPr="00FC4669" w:rsidRDefault="00050886" w:rsidP="00CC035A">
      <w:r>
        <w:t>Graf 29</w:t>
      </w:r>
      <w:r w:rsidR="00BE7970" w:rsidRPr="00FC4669">
        <w:t xml:space="preserve"> pak nabízí přehled o samotné produkci vycházející z dat Asociace producentů v audiovizi.</w:t>
      </w:r>
      <w:r w:rsidR="00CC035A" w:rsidRPr="00FC4669">
        <w:t xml:space="preserve"> </w:t>
      </w:r>
      <w:r w:rsidR="00BE7970" w:rsidRPr="00FC4669">
        <w:t>Mezi lety 2008 a 201</w:t>
      </w:r>
      <w:r w:rsidR="006640AC" w:rsidRPr="00FC4669">
        <w:t>5</w:t>
      </w:r>
      <w:r w:rsidR="00CC035A" w:rsidRPr="00FC4669">
        <w:t xml:space="preserve"> došlo k výraznému nárůstu zahraničních zakázek českých produkčních společností a celkově pak k růstu obratu českých producentů.</w:t>
      </w:r>
      <w:r w:rsidR="006640AC" w:rsidRPr="00FC4669">
        <w:t xml:space="preserve"> V posledních dvou letech pak celkový objem produkce mírně poklesl a to vlivem snížení zahraniční produkce. Naopak</w:t>
      </w:r>
      <w:r w:rsidR="00CC035A" w:rsidRPr="00FC4669">
        <w:t xml:space="preserve"> objem české produkce</w:t>
      </w:r>
      <w:r w:rsidR="006640AC" w:rsidRPr="00FC4669">
        <w:t xml:space="preserve"> v posledních letech dále rostl a</w:t>
      </w:r>
      <w:r w:rsidR="009F6C58">
        <w:t> </w:t>
      </w:r>
      <w:r w:rsidR="006640AC" w:rsidRPr="00FC4669">
        <w:t>mezi lety 2016 a 2017 dosáhl nárůstu přibližně o 120 mil</w:t>
      </w:r>
      <w:r w:rsidR="00CC035A" w:rsidRPr="00FC4669">
        <w:t>. Kč.</w:t>
      </w:r>
      <w:r w:rsidR="00A4343C" w:rsidRPr="00FC4669">
        <w:t xml:space="preserve"> </w:t>
      </w:r>
      <w:r w:rsidR="00AA1726" w:rsidRPr="00FC4669">
        <w:t xml:space="preserve">Objem </w:t>
      </w:r>
      <w:r w:rsidR="00A4343C" w:rsidRPr="00FC4669">
        <w:t xml:space="preserve">zahraniční </w:t>
      </w:r>
      <w:r w:rsidR="00AA1726" w:rsidRPr="00FC4669">
        <w:t xml:space="preserve">produkce </w:t>
      </w:r>
      <w:r w:rsidR="006640AC" w:rsidRPr="00FC4669">
        <w:t>v roce 2017</w:t>
      </w:r>
      <w:r w:rsidR="00A4343C" w:rsidRPr="00FC4669">
        <w:t xml:space="preserve"> oproti předchozímu roku </w:t>
      </w:r>
      <w:r w:rsidR="00AA1726" w:rsidRPr="00FC4669">
        <w:t>klesl přibližně o 420 mil. Kč a zakázky z reklamy se navýšili přibližně o 100 mil. Kč</w:t>
      </w:r>
      <w:r w:rsidR="00A4343C" w:rsidRPr="00FC4669">
        <w:t>.</w:t>
      </w:r>
      <w:r w:rsidR="00CC035A" w:rsidRPr="00FC4669">
        <w:t xml:space="preserve"> Celkově </w:t>
      </w:r>
      <w:r w:rsidR="00CD38A6" w:rsidRPr="00FC4669">
        <w:t>dosáhly</w:t>
      </w:r>
      <w:r w:rsidR="00CC035A" w:rsidRPr="00FC4669">
        <w:t xml:space="preserve"> společnosti sdružené v Asociaci producentů v audiovizi </w:t>
      </w:r>
      <w:r w:rsidR="00A4343C" w:rsidRPr="00FC4669">
        <w:t>v roce 2016 obrat</w:t>
      </w:r>
      <w:r w:rsidR="00CD38A6" w:rsidRPr="00FC4669">
        <w:t>u</w:t>
      </w:r>
      <w:r w:rsidR="00AA1726" w:rsidRPr="00FC4669">
        <w:t xml:space="preserve"> ve výši 6,3</w:t>
      </w:r>
      <w:r w:rsidR="0018356F">
        <w:t> mld. </w:t>
      </w:r>
      <w:r w:rsidR="00A4343C" w:rsidRPr="00FC4669">
        <w:t>Kč.</w:t>
      </w:r>
    </w:p>
    <w:p w:rsidR="00CC035A" w:rsidRPr="00FC4669" w:rsidRDefault="00CC035A" w:rsidP="00CC035A">
      <w:pPr>
        <w:pStyle w:val="Titulek"/>
        <w:keepNext/>
        <w:rPr>
          <w:color w:val="000000" w:themeColor="text1"/>
          <w:sz w:val="22"/>
          <w:szCs w:val="22"/>
        </w:rPr>
      </w:pPr>
      <w:r w:rsidRPr="00FC4669">
        <w:rPr>
          <w:color w:val="000000" w:themeColor="text1"/>
          <w:sz w:val="22"/>
          <w:szCs w:val="22"/>
        </w:rPr>
        <w:t xml:space="preserve">Graf </w:t>
      </w:r>
      <w:r w:rsidR="00050886">
        <w:rPr>
          <w:color w:val="000000" w:themeColor="text1"/>
          <w:sz w:val="22"/>
          <w:szCs w:val="22"/>
        </w:rPr>
        <w:t>29</w:t>
      </w:r>
      <w:r w:rsidRPr="00FC4669">
        <w:rPr>
          <w:color w:val="000000" w:themeColor="text1"/>
          <w:sz w:val="22"/>
          <w:szCs w:val="22"/>
        </w:rPr>
        <w:t xml:space="preserve"> </w:t>
      </w:r>
      <w:r w:rsidRPr="00FC4669">
        <w:rPr>
          <w:b w:val="0"/>
          <w:color w:val="000000" w:themeColor="text1"/>
          <w:sz w:val="22"/>
          <w:szCs w:val="22"/>
        </w:rPr>
        <w:t>Obrat českých filmových producentů (v mld. Kč)</w:t>
      </w:r>
    </w:p>
    <w:p w:rsidR="00CC035A" w:rsidRPr="00FC4669" w:rsidRDefault="00BE7970" w:rsidP="00CC035A">
      <w:pPr>
        <w:rPr>
          <w:lang w:eastAsia="en-US"/>
        </w:rPr>
      </w:pPr>
      <w:r w:rsidRPr="00FC4669">
        <w:rPr>
          <w:noProof/>
        </w:rPr>
        <w:drawing>
          <wp:inline distT="0" distB="0" distL="0" distR="0">
            <wp:extent cx="6010275" cy="2324100"/>
            <wp:effectExtent l="0" t="0" r="0" b="0"/>
            <wp:docPr id="118"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CC035A" w:rsidRPr="00FC4669" w:rsidRDefault="00CC035A" w:rsidP="00CC035A">
      <w:pPr>
        <w:pStyle w:val="Titulek"/>
        <w:rPr>
          <w:b w:val="0"/>
          <w:color w:val="000000" w:themeColor="text1"/>
          <w:sz w:val="22"/>
          <w:szCs w:val="22"/>
        </w:rPr>
      </w:pPr>
      <w:r w:rsidRPr="00FC4669">
        <w:rPr>
          <w:b w:val="0"/>
          <w:color w:val="000000" w:themeColor="text1"/>
          <w:sz w:val="22"/>
          <w:szCs w:val="22"/>
        </w:rPr>
        <w:t>Zdroj: APA</w:t>
      </w:r>
    </w:p>
    <w:p w:rsidR="00BB64DB" w:rsidRPr="00FC4669" w:rsidRDefault="00BB64DB" w:rsidP="00BB64DB">
      <w:r w:rsidRPr="00FC4669">
        <w:t xml:space="preserve">Orientační přehled vývoje zaměstnanosti mezi lety </w:t>
      </w:r>
      <w:r w:rsidR="00AA1726" w:rsidRPr="00FC4669">
        <w:t>2007 a 2016</w:t>
      </w:r>
      <w:r w:rsidRPr="00FC4669">
        <w:t xml:space="preserve"> je patrný z</w:t>
      </w:r>
      <w:r w:rsidR="00050886">
        <w:t xml:space="preserve"> Grafu 30</w:t>
      </w:r>
      <w:r w:rsidRPr="00FC4669">
        <w:t xml:space="preserve">. </w:t>
      </w:r>
      <w:r w:rsidR="00530D45" w:rsidRPr="00FC4669">
        <w:t>Na vývoji zaměstnanosti se zvýšení objemu filmové produkce po roce 2010 nijak neodrazilo</w:t>
      </w:r>
      <w:r w:rsidRPr="00FC4669">
        <w:t>.</w:t>
      </w:r>
      <w:r w:rsidR="00530D45" w:rsidRPr="00FC4669">
        <w:t xml:space="preserve"> </w:t>
      </w:r>
      <w:r w:rsidR="00291420" w:rsidRPr="00FC4669">
        <w:t>Statistika</w:t>
      </w:r>
      <w:r w:rsidR="0044303F" w:rsidRPr="00FC4669">
        <w:t>, tak jako v ostatních oblastech,</w:t>
      </w:r>
      <w:r w:rsidR="00530D45" w:rsidRPr="00FC4669">
        <w:t xml:space="preserve"> nezachyc</w:t>
      </w:r>
      <w:r w:rsidR="00291420" w:rsidRPr="00FC4669">
        <w:t xml:space="preserve">uje pracovníky na dohody a OSVČ, kteří </w:t>
      </w:r>
      <w:r w:rsidR="00CE762C" w:rsidRPr="00FC4669">
        <w:t>mohou tvořit</w:t>
      </w:r>
      <w:r w:rsidR="00291420" w:rsidRPr="00FC4669">
        <w:t xml:space="preserve"> významnou část pracovní síly ve filmovém průmyslu</w:t>
      </w:r>
      <w:r w:rsidR="00851419" w:rsidRPr="00FC4669">
        <w:t xml:space="preserve"> (údaje o počtu zaměstnaných osob v oblasti filmu lze získat z šetření VŠPS viz další odstavec)</w:t>
      </w:r>
      <w:r w:rsidR="00291420" w:rsidRPr="00FC4669">
        <w:t xml:space="preserve">. </w:t>
      </w:r>
      <w:r w:rsidRPr="00FC4669">
        <w:t>Zvýšení zam</w:t>
      </w:r>
      <w:r w:rsidR="00537F25" w:rsidRPr="00FC4669">
        <w:t>ěstnanosti filmových pracovník</w:t>
      </w:r>
      <w:r w:rsidR="0012173C" w:rsidRPr="00FC4669">
        <w:t>ů</w:t>
      </w:r>
      <w:r w:rsidR="00537F25" w:rsidRPr="00FC4669">
        <w:t xml:space="preserve"> (např. štábových profesí)</w:t>
      </w:r>
      <w:r w:rsidRPr="00FC4669">
        <w:t xml:space="preserve"> </w:t>
      </w:r>
      <w:r w:rsidR="00CB7B8F" w:rsidRPr="00FC4669">
        <w:t>by mělo být</w:t>
      </w:r>
      <w:r w:rsidRPr="00FC4669">
        <w:t xml:space="preserve"> logickým následkem nárůstu filmové výroby a v rámci Koncepce české kinematografie a filmového průmyslu</w:t>
      </w:r>
      <w:r w:rsidR="00537F25" w:rsidRPr="00FC4669">
        <w:t xml:space="preserve"> velikost takového nárůstu</w:t>
      </w:r>
      <w:r w:rsidRPr="00FC4669">
        <w:t xml:space="preserve"> vypočítala pro Ministerstvo Kultury společnos</w:t>
      </w:r>
      <w:r w:rsidR="00B02802" w:rsidRPr="00FC4669">
        <w:t xml:space="preserve">t EEIP (Mejstřík, </w:t>
      </w:r>
      <w:r w:rsidR="00B02802" w:rsidRPr="00FC4669">
        <w:lastRenderedPageBreak/>
        <w:t>Chvalkovská a </w:t>
      </w:r>
      <w:r w:rsidRPr="00FC4669">
        <w:t xml:space="preserve">Marková, 2009). </w:t>
      </w:r>
      <w:r w:rsidR="00CB7B8F" w:rsidRPr="00FC4669">
        <w:t>Je tedy pravděpodobné, že v uplynulých letech došlo v souvislosti s nárůstem produkce k navýšení počtu</w:t>
      </w:r>
      <w:r w:rsidR="00A5138E" w:rsidRPr="00FC4669">
        <w:t xml:space="preserve"> zaměstnaných osob, který se však neprojevil v použitém ukazateli.</w:t>
      </w:r>
      <w:r w:rsidR="00CB7B8F" w:rsidRPr="00FC4669">
        <w:t xml:space="preserve"> </w:t>
      </w:r>
      <w:r w:rsidR="00AA1726" w:rsidRPr="00FC4669">
        <w:t>Mezi lety 2007 až 2016</w:t>
      </w:r>
      <w:r w:rsidRPr="00FC4669">
        <w:t xml:space="preserve"> se zaměstnanost v oblasti filmu podle </w:t>
      </w:r>
      <w:r w:rsidR="00291420" w:rsidRPr="00FC4669">
        <w:t>Podnikové strukturální statistiky</w:t>
      </w:r>
      <w:r w:rsidRPr="00FC4669">
        <w:t xml:space="preserve"> pohybovala v rozpětí 1</w:t>
      </w:r>
      <w:r w:rsidR="00BC37EF" w:rsidRPr="00FC4669">
        <w:t>,4 až</w:t>
      </w:r>
      <w:r w:rsidRPr="00FC4669">
        <w:t xml:space="preserve"> </w:t>
      </w:r>
      <w:r w:rsidR="00BC37EF" w:rsidRPr="00FC4669">
        <w:t>2,2 tis.</w:t>
      </w:r>
      <w:r w:rsidRPr="00FC4669">
        <w:t xml:space="preserve"> zaměstnanců na plný pracovní úvazek.</w:t>
      </w:r>
    </w:p>
    <w:p w:rsidR="0044303F" w:rsidRPr="00FC4669" w:rsidRDefault="00BB64DB" w:rsidP="0044303F">
      <w:pPr>
        <w:pStyle w:val="Titulek"/>
        <w:keepNext/>
        <w:rPr>
          <w:color w:val="000000" w:themeColor="text1"/>
          <w:sz w:val="22"/>
          <w:szCs w:val="22"/>
        </w:rPr>
      </w:pPr>
      <w:r w:rsidRPr="00FC4669">
        <w:rPr>
          <w:color w:val="000000" w:themeColor="text1"/>
          <w:sz w:val="22"/>
          <w:szCs w:val="22"/>
        </w:rPr>
        <w:t xml:space="preserve">Graf </w:t>
      </w:r>
      <w:r w:rsidR="00050886">
        <w:rPr>
          <w:color w:val="000000" w:themeColor="text1"/>
          <w:sz w:val="22"/>
          <w:szCs w:val="22"/>
        </w:rPr>
        <w:t>30</w:t>
      </w:r>
      <w:r w:rsidRPr="00FC4669">
        <w:rPr>
          <w:color w:val="000000" w:themeColor="text1"/>
          <w:sz w:val="22"/>
          <w:szCs w:val="22"/>
        </w:rPr>
        <w:t xml:space="preserve"> </w:t>
      </w:r>
      <w:r w:rsidR="001D4ECA" w:rsidRPr="00FC4669">
        <w:rPr>
          <w:b w:val="0"/>
          <w:color w:val="000000" w:themeColor="text1"/>
          <w:sz w:val="22"/>
          <w:szCs w:val="22"/>
        </w:rPr>
        <w:t>Počet</w:t>
      </w:r>
      <w:r w:rsidR="0044303F" w:rsidRPr="00FC4669">
        <w:rPr>
          <w:b w:val="0"/>
          <w:color w:val="000000" w:themeColor="text1"/>
          <w:sz w:val="22"/>
          <w:szCs w:val="22"/>
        </w:rPr>
        <w:t xml:space="preserve"> zaměstnanců v oblasti filmu</w:t>
      </w:r>
      <w:r w:rsidR="00A5138E" w:rsidRPr="00FC4669">
        <w:rPr>
          <w:b w:val="0"/>
          <w:color w:val="000000" w:themeColor="text1"/>
          <w:sz w:val="22"/>
          <w:szCs w:val="22"/>
        </w:rPr>
        <w:t xml:space="preserve"> a videa</w:t>
      </w:r>
      <w:r w:rsidR="0044303F" w:rsidRPr="00FC4669">
        <w:rPr>
          <w:b w:val="0"/>
          <w:color w:val="000000" w:themeColor="text1"/>
          <w:sz w:val="22"/>
          <w:szCs w:val="22"/>
        </w:rPr>
        <w:t xml:space="preserve"> (v tis. osob, přepočteno na plné prac. úvazky)</w:t>
      </w:r>
    </w:p>
    <w:p w:rsidR="00BB64DB" w:rsidRPr="00FC4669" w:rsidRDefault="007078C1" w:rsidP="0044303F">
      <w:pPr>
        <w:pStyle w:val="Titulek"/>
        <w:keepNext/>
      </w:pPr>
      <w:r w:rsidRPr="00FC4669">
        <w:rPr>
          <w:noProof/>
          <w:lang w:eastAsia="cs-CZ"/>
        </w:rPr>
        <w:drawing>
          <wp:inline distT="0" distB="0" distL="0" distR="0">
            <wp:extent cx="5991225" cy="1924050"/>
            <wp:effectExtent l="0" t="0" r="0" b="0"/>
            <wp:docPr id="117"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BB64DB" w:rsidRPr="00FC4669" w:rsidRDefault="00BB64DB" w:rsidP="00BB64DB">
      <w:pPr>
        <w:pStyle w:val="Titulek"/>
        <w:rPr>
          <w:b w:val="0"/>
          <w:color w:val="000000" w:themeColor="text1"/>
          <w:sz w:val="22"/>
          <w:szCs w:val="22"/>
        </w:rPr>
      </w:pPr>
      <w:r w:rsidRPr="00FC4669">
        <w:rPr>
          <w:b w:val="0"/>
          <w:color w:val="000000" w:themeColor="text1"/>
          <w:sz w:val="22"/>
          <w:szCs w:val="22"/>
        </w:rPr>
        <w:t xml:space="preserve">Zdroj: </w:t>
      </w:r>
      <w:r w:rsidR="002A0381" w:rsidRPr="00FC4669">
        <w:rPr>
          <w:b w:val="0"/>
          <w:color w:val="000000" w:themeColor="text1"/>
          <w:sz w:val="22"/>
          <w:szCs w:val="22"/>
        </w:rPr>
        <w:t xml:space="preserve">Podniková strukturální statistika, </w:t>
      </w:r>
      <w:r w:rsidRPr="00FC4669">
        <w:rPr>
          <w:b w:val="0"/>
          <w:color w:val="000000" w:themeColor="text1"/>
          <w:sz w:val="22"/>
          <w:szCs w:val="22"/>
        </w:rPr>
        <w:t>ČSÚ</w:t>
      </w:r>
    </w:p>
    <w:p w:rsidR="00B17A7F" w:rsidRPr="00FC4669" w:rsidRDefault="00851419" w:rsidP="00B17A7F">
      <w:pPr>
        <w:rPr>
          <w:lang w:eastAsia="en-US"/>
        </w:rPr>
      </w:pPr>
      <w:r w:rsidRPr="00FC4669">
        <w:rPr>
          <w:lang w:eastAsia="en-US"/>
        </w:rPr>
        <w:t xml:space="preserve">Jak bylo zmíněno výše, </w:t>
      </w:r>
      <w:r w:rsidR="00B17A7F" w:rsidRPr="00FC4669">
        <w:rPr>
          <w:lang w:eastAsia="en-US"/>
        </w:rPr>
        <w:t>pro oblast filmu a videa lze provést</w:t>
      </w:r>
      <w:r w:rsidRPr="00FC4669">
        <w:rPr>
          <w:lang w:eastAsia="en-US"/>
        </w:rPr>
        <w:t xml:space="preserve"> také</w:t>
      </w:r>
      <w:r w:rsidR="00B17A7F" w:rsidRPr="00FC4669">
        <w:rPr>
          <w:lang w:eastAsia="en-US"/>
        </w:rPr>
        <w:t xml:space="preserve"> odhad celkové zaměstnanosti na základě údajů z Výběrového šet</w:t>
      </w:r>
      <w:r w:rsidR="00C00A63" w:rsidRPr="00FC4669">
        <w:rPr>
          <w:lang w:eastAsia="en-US"/>
        </w:rPr>
        <w:t>ření pracovních sil. Zohledníme-</w:t>
      </w:r>
      <w:r w:rsidR="00B17A7F" w:rsidRPr="00FC4669">
        <w:rPr>
          <w:lang w:eastAsia="en-US"/>
        </w:rPr>
        <w:t>li všechny zaměstnané osoby (zaměstnance, podnikatele či pracovníky na dohody) bude celková zaměstnanost v oblasti fi</w:t>
      </w:r>
      <w:r w:rsidR="00847347" w:rsidRPr="00FC4669">
        <w:rPr>
          <w:lang w:eastAsia="en-US"/>
        </w:rPr>
        <w:t>lmu a videa dosahovat 6</w:t>
      </w:r>
      <w:r w:rsidR="00B17A7F" w:rsidRPr="00FC4669">
        <w:rPr>
          <w:lang w:eastAsia="en-US"/>
        </w:rPr>
        <w:t xml:space="preserve"> tis. zaměst</w:t>
      </w:r>
      <w:r w:rsidR="00407728" w:rsidRPr="00FC4669">
        <w:rPr>
          <w:lang w:eastAsia="en-US"/>
        </w:rPr>
        <w:t>naných osob</w:t>
      </w:r>
      <w:r w:rsidR="00B17A7F" w:rsidRPr="00FC4669">
        <w:rPr>
          <w:lang w:eastAsia="en-US"/>
        </w:rPr>
        <w:t xml:space="preserve">. </w:t>
      </w:r>
      <w:r w:rsidR="00A70574" w:rsidRPr="00FC4669">
        <w:rPr>
          <w:lang w:eastAsia="en-US"/>
        </w:rPr>
        <w:t xml:space="preserve">Pro oblast filmu a videa je charakteristický </w:t>
      </w:r>
      <w:r w:rsidRPr="00FC4669">
        <w:rPr>
          <w:lang w:eastAsia="en-US"/>
        </w:rPr>
        <w:t>vyšší</w:t>
      </w:r>
      <w:r w:rsidR="00A70574" w:rsidRPr="00FC4669">
        <w:rPr>
          <w:lang w:eastAsia="en-US"/>
        </w:rPr>
        <w:t xml:space="preserve"> podíl kulturně zaměřených pracovníků </w:t>
      </w:r>
      <w:r w:rsidR="00847347" w:rsidRPr="00FC4669">
        <w:rPr>
          <w:lang w:eastAsia="en-US"/>
        </w:rPr>
        <w:t>(přibližně 4</w:t>
      </w:r>
      <w:r w:rsidR="00A70574" w:rsidRPr="00FC4669">
        <w:rPr>
          <w:lang w:eastAsia="en-US"/>
        </w:rPr>
        <w:t xml:space="preserve"> tis. </w:t>
      </w:r>
      <w:r w:rsidR="00BC3775" w:rsidRPr="00FC4669">
        <w:rPr>
          <w:lang w:eastAsia="en-US"/>
        </w:rPr>
        <w:t xml:space="preserve">osob vykonávajících kulturní profese a </w:t>
      </w:r>
      <w:r w:rsidR="00847347" w:rsidRPr="00FC4669">
        <w:rPr>
          <w:lang w:eastAsia="en-US"/>
        </w:rPr>
        <w:t>2</w:t>
      </w:r>
      <w:r w:rsidR="00A70574" w:rsidRPr="00FC4669">
        <w:rPr>
          <w:lang w:eastAsia="en-US"/>
        </w:rPr>
        <w:t xml:space="preserve"> tis. </w:t>
      </w:r>
      <w:r w:rsidR="00BC3775" w:rsidRPr="00FC4669">
        <w:rPr>
          <w:lang w:eastAsia="en-US"/>
        </w:rPr>
        <w:t xml:space="preserve">osob s povoláním </w:t>
      </w:r>
      <w:r w:rsidRPr="00FC4669">
        <w:rPr>
          <w:lang w:eastAsia="en-US"/>
        </w:rPr>
        <w:t xml:space="preserve">„ne-kulturního“ charakteru). </w:t>
      </w:r>
      <w:r w:rsidR="00C00A63" w:rsidRPr="00FC4669">
        <w:rPr>
          <w:lang w:eastAsia="en-US"/>
        </w:rPr>
        <w:t>Většinu z </w:t>
      </w:r>
      <w:r w:rsidR="00BC3775" w:rsidRPr="00FC4669">
        <w:rPr>
          <w:lang w:eastAsia="en-US"/>
        </w:rPr>
        <w:t xml:space="preserve">kulturních </w:t>
      </w:r>
      <w:r w:rsidR="00C00A63" w:rsidRPr="00FC4669">
        <w:rPr>
          <w:lang w:eastAsia="en-US"/>
        </w:rPr>
        <w:t>povolání</w:t>
      </w:r>
      <w:r w:rsidR="00BC3775" w:rsidRPr="00FC4669">
        <w:rPr>
          <w:lang w:eastAsia="en-US"/>
        </w:rPr>
        <w:t xml:space="preserve"> v oblasti filmu a videa pak</w:t>
      </w:r>
      <w:r w:rsidR="00C00A63" w:rsidRPr="00FC4669">
        <w:rPr>
          <w:lang w:eastAsia="en-US"/>
        </w:rPr>
        <w:t xml:space="preserve"> tvoří technici</w:t>
      </w:r>
      <w:r w:rsidR="00A70574" w:rsidRPr="00FC4669">
        <w:rPr>
          <w:lang w:eastAsia="en-US"/>
        </w:rPr>
        <w:t xml:space="preserve"> v oblasti vysílání a audiovizuálních záznamů</w:t>
      </w:r>
      <w:r w:rsidR="004409F9" w:rsidRPr="00FC4669">
        <w:rPr>
          <w:lang w:eastAsia="en-US"/>
        </w:rPr>
        <w:t xml:space="preserve"> (tedy osoby spadající svým zaměstnáním do kategorie CZ-ISCO 3521)</w:t>
      </w:r>
      <w:r w:rsidR="00C00A63" w:rsidRPr="00FC4669">
        <w:rPr>
          <w:lang w:eastAsia="en-US"/>
        </w:rPr>
        <w:t>.</w:t>
      </w:r>
      <w:r w:rsidR="00A70574" w:rsidRPr="00FC4669">
        <w:rPr>
          <w:lang w:eastAsia="en-US"/>
        </w:rPr>
        <w:t xml:space="preserve"> </w:t>
      </w:r>
      <w:r w:rsidR="00C00A63" w:rsidRPr="00FC4669">
        <w:rPr>
          <w:lang w:eastAsia="en-US"/>
        </w:rPr>
        <w:t>V</w:t>
      </w:r>
      <w:r w:rsidR="00A70574" w:rsidRPr="00FC4669">
        <w:rPr>
          <w:lang w:eastAsia="en-US"/>
        </w:rPr>
        <w:t> oblasti filmu</w:t>
      </w:r>
      <w:r w:rsidRPr="00FC4669">
        <w:rPr>
          <w:lang w:eastAsia="en-US"/>
        </w:rPr>
        <w:t xml:space="preserve"> a</w:t>
      </w:r>
      <w:r w:rsidR="004409F9" w:rsidRPr="00FC4669">
        <w:rPr>
          <w:lang w:eastAsia="en-US"/>
        </w:rPr>
        <w:t xml:space="preserve"> videa</w:t>
      </w:r>
      <w:r w:rsidR="00BC3775" w:rsidRPr="00FC4669">
        <w:rPr>
          <w:lang w:eastAsia="en-US"/>
        </w:rPr>
        <w:t xml:space="preserve"> a</w:t>
      </w:r>
      <w:r w:rsidR="0018356F">
        <w:rPr>
          <w:lang w:eastAsia="en-US"/>
        </w:rPr>
        <w:t> </w:t>
      </w:r>
      <w:r w:rsidR="00BC3775" w:rsidRPr="00FC4669">
        <w:rPr>
          <w:lang w:eastAsia="en-US"/>
        </w:rPr>
        <w:t xml:space="preserve">v jiných kulturních oblastech pracovalo v roce 2016 odhadem necelých </w:t>
      </w:r>
      <w:r w:rsidR="00847347" w:rsidRPr="00FC4669">
        <w:rPr>
          <w:lang w:eastAsia="en-US"/>
        </w:rPr>
        <w:t xml:space="preserve">6 </w:t>
      </w:r>
      <w:r w:rsidR="00A70574" w:rsidRPr="00FC4669">
        <w:rPr>
          <w:lang w:eastAsia="en-US"/>
        </w:rPr>
        <w:t>tis. osob s tímto povoláním.</w:t>
      </w:r>
      <w:r w:rsidR="00BC3775" w:rsidRPr="00FC4669">
        <w:rPr>
          <w:lang w:eastAsia="en-US"/>
        </w:rPr>
        <w:t xml:space="preserve"> Mimo kulturní </w:t>
      </w:r>
      <w:r w:rsidR="00847347" w:rsidRPr="00FC4669">
        <w:rPr>
          <w:lang w:eastAsia="en-US"/>
        </w:rPr>
        <w:t>oblast pak pracovalo přibližně 2,3</w:t>
      </w:r>
      <w:r w:rsidR="00BC3775" w:rsidRPr="00FC4669">
        <w:rPr>
          <w:lang w:eastAsia="en-US"/>
        </w:rPr>
        <w:t xml:space="preserve"> tis. osob s </w:t>
      </w:r>
      <w:r w:rsidR="001132C6" w:rsidRPr="00FC4669">
        <w:rPr>
          <w:lang w:eastAsia="en-US"/>
        </w:rPr>
        <w:t>povoláním</w:t>
      </w:r>
      <w:r w:rsidR="00BC3775" w:rsidRPr="00FC4669">
        <w:rPr>
          <w:lang w:eastAsia="en-US"/>
        </w:rPr>
        <w:t xml:space="preserve"> svým charakterem spadajícím do kategorie CZ-ISCO 3521.</w:t>
      </w:r>
    </w:p>
    <w:p w:rsidR="0001315B" w:rsidRPr="00FC4669" w:rsidRDefault="00050886" w:rsidP="0001315B">
      <w:pPr>
        <w:pStyle w:val="Titulek"/>
        <w:keepNext/>
        <w:jc w:val="left"/>
        <w:rPr>
          <w:b w:val="0"/>
          <w:color w:val="auto"/>
          <w:sz w:val="22"/>
          <w:szCs w:val="22"/>
        </w:rPr>
      </w:pPr>
      <w:bookmarkStart w:id="55" w:name="_Toc464832050"/>
      <w:r>
        <w:rPr>
          <w:color w:val="auto"/>
          <w:sz w:val="22"/>
          <w:szCs w:val="22"/>
        </w:rPr>
        <w:t>Graf</w:t>
      </w:r>
      <w:r w:rsidR="0001315B" w:rsidRPr="00FC4669">
        <w:rPr>
          <w:color w:val="auto"/>
          <w:sz w:val="22"/>
          <w:szCs w:val="22"/>
        </w:rPr>
        <w:t xml:space="preserve"> </w:t>
      </w:r>
      <w:r>
        <w:rPr>
          <w:color w:val="auto"/>
          <w:sz w:val="22"/>
          <w:szCs w:val="22"/>
        </w:rPr>
        <w:t>31</w:t>
      </w:r>
      <w:r w:rsidR="0001315B" w:rsidRPr="00FC4669">
        <w:t xml:space="preserve"> </w:t>
      </w:r>
      <w:r w:rsidR="0001315B" w:rsidRPr="00FC4669">
        <w:rPr>
          <w:b w:val="0"/>
          <w:color w:val="auto"/>
          <w:sz w:val="22"/>
          <w:szCs w:val="22"/>
        </w:rPr>
        <w:t>Odhad počtu zaměstnaných osob v o</w:t>
      </w:r>
      <w:r w:rsidR="00847347" w:rsidRPr="00FC4669">
        <w:rPr>
          <w:b w:val="0"/>
          <w:color w:val="auto"/>
          <w:sz w:val="22"/>
          <w:szCs w:val="22"/>
        </w:rPr>
        <w:t>blasti filmu a videa v roce 2017</w:t>
      </w:r>
      <w:r w:rsidR="00DC44B4" w:rsidRPr="00FC4669">
        <w:rPr>
          <w:b w:val="0"/>
          <w:color w:val="auto"/>
          <w:sz w:val="22"/>
          <w:szCs w:val="22"/>
        </w:rPr>
        <w:t xml:space="preserve"> v tis. osob</w:t>
      </w:r>
      <w:bookmarkEnd w:id="55"/>
    </w:p>
    <w:p w:rsidR="00EA770B" w:rsidRPr="00FC4669" w:rsidRDefault="00052F4D" w:rsidP="00EA770B">
      <w:pPr>
        <w:rPr>
          <w:lang w:eastAsia="en-US"/>
        </w:rPr>
      </w:pPr>
      <w:r>
        <w:rPr>
          <w:noProof/>
        </w:rPr>
        <w:pict>
          <v:shape id="Text Box 33" o:spid="_x0000_s1035" type="#_x0000_t202" style="position:absolute;left:0;text-align:left;margin-left:361.7pt;margin-top:105.15pt;width:42.85pt;height:20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" strokecolor="white [3212]">
            <v:fill opacity="0"/>
            <v:textbox>
              <w:txbxContent>
                <w:p w:rsidR="00477774" w:rsidRPr="003A7ED6" w:rsidRDefault="00477774">
                  <w:pPr>
                    <w:rPr>
                      <w:rFonts w:ascii="Calibri" w:hAnsi="Calibri"/>
                    </w:rPr>
                  </w:pPr>
                  <w:r w:rsidRPr="003A7ED6">
                    <w:rPr>
                      <w:rFonts w:ascii="Calibri" w:hAnsi="Calibri"/>
                    </w:rPr>
                    <w:t>8,3 tis.</w:t>
                  </w:r>
                </w:p>
              </w:txbxContent>
            </v:textbox>
          </v:shape>
        </w:pict>
      </w:r>
      <w:r>
        <w:rPr>
          <w:noProof/>
        </w:rPr>
        <w:pict>
          <v:shape id="Text Box 32" o:spid="_x0000_s1036" type="#_x0000_t202" style="position:absolute;left:0;text-align:left;margin-left:120.95pt;margin-top:103.65pt;width:36.85pt;height:21.5pt;z-index:2516679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" strokecolor="white [3212]">
            <v:fill opacity="0"/>
            <v:textbox>
              <w:txbxContent>
                <w:p w:rsidR="00477774" w:rsidRPr="003A7ED6" w:rsidRDefault="00477774">
                  <w:pPr>
                    <w:rPr>
                      <w:rFonts w:ascii="Calibri" w:hAnsi="Calibri"/>
                    </w:rPr>
                  </w:pPr>
                  <w:r>
                    <w:rPr>
                      <w:rFonts w:ascii="Calibri" w:hAnsi="Calibri"/>
                    </w:rPr>
                    <w:t>6 tis.</w:t>
                  </w:r>
                </w:p>
              </w:txbxContent>
            </v:textbox>
          </v:shape>
        </w:pict>
      </w:r>
      <w:r w:rsidR="00EA770B" w:rsidRPr="00FC4669">
        <w:rPr>
          <w:noProof/>
        </w:rPr>
        <w:drawing>
          <wp:inline distT="0" distB="0" distL="0" distR="0">
            <wp:extent cx="3438525" cy="2352675"/>
            <wp:effectExtent l="0" t="0" r="0" b="0"/>
            <wp:docPr id="5"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r w:rsidR="00EA770B" w:rsidRPr="00FC4669">
        <w:rPr>
          <w:noProof/>
        </w:rPr>
        <w:drawing>
          <wp:inline distT="0" distB="0" distL="0" distR="0">
            <wp:extent cx="2571750" cy="2371725"/>
            <wp:effectExtent l="0" t="0" r="0" b="0"/>
            <wp:docPr id="24"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CC035A" w:rsidRPr="00FC4669" w:rsidRDefault="0001315B" w:rsidP="00851419">
      <w:pPr>
        <w:spacing w:before="120"/>
        <w:rPr>
          <w:rFonts w:asciiTheme="minorHAnsi" w:eastAsiaTheme="minorHAnsi" w:hAnsiTheme="minorHAnsi" w:cstheme="minorBidi"/>
          <w:bCs/>
          <w:sz w:val="22"/>
          <w:szCs w:val="22"/>
          <w:lang w:eastAsia="en-US"/>
        </w:rPr>
      </w:pPr>
      <w:r w:rsidRPr="00FC4669">
        <w:rPr>
          <w:rFonts w:asciiTheme="minorHAnsi" w:eastAsiaTheme="minorHAnsi" w:hAnsiTheme="minorHAnsi" w:cstheme="minorBidi"/>
          <w:bCs/>
          <w:sz w:val="22"/>
          <w:szCs w:val="22"/>
          <w:lang w:eastAsia="en-US"/>
        </w:rPr>
        <w:t>Zdroj: Výběrové šetření pracovních sil, VŠPS</w:t>
      </w:r>
    </w:p>
    <w:p w:rsidR="004409F9" w:rsidRPr="00FC4669" w:rsidRDefault="004409F9" w:rsidP="00BB64DB">
      <w:r w:rsidRPr="00FC4669">
        <w:lastRenderedPageBreak/>
        <w:t xml:space="preserve">Údaje o počtu </w:t>
      </w:r>
      <w:r w:rsidRPr="00FC4669">
        <w:rPr>
          <w:lang w:eastAsia="en-US"/>
        </w:rPr>
        <w:t>techniků v oblasti vysílání a audiovizuálních záznamů</w:t>
      </w:r>
      <w:r w:rsidR="00AC1AC6" w:rsidRPr="00FC4669">
        <w:rPr>
          <w:lang w:eastAsia="en-US"/>
        </w:rPr>
        <w:t xml:space="preserve"> z VŠPS</w:t>
      </w:r>
      <w:r w:rsidR="000E3B13" w:rsidRPr="00FC4669">
        <w:rPr>
          <w:lang w:eastAsia="en-US"/>
        </w:rPr>
        <w:t xml:space="preserve"> </w:t>
      </w:r>
      <w:r w:rsidR="00AC1AC6" w:rsidRPr="00FC4669">
        <w:rPr>
          <w:lang w:eastAsia="en-US"/>
        </w:rPr>
        <w:t>lze</w:t>
      </w:r>
      <w:r w:rsidR="000E3B13" w:rsidRPr="00FC4669">
        <w:rPr>
          <w:lang w:eastAsia="en-US"/>
        </w:rPr>
        <w:t xml:space="preserve"> doplnit také </w:t>
      </w:r>
      <w:r w:rsidR="00851419" w:rsidRPr="00FC4669">
        <w:rPr>
          <w:lang w:eastAsia="en-US"/>
        </w:rPr>
        <w:t>o data</w:t>
      </w:r>
      <w:r w:rsidR="000E3B13" w:rsidRPr="00FC4669">
        <w:rPr>
          <w:lang w:eastAsia="en-US"/>
        </w:rPr>
        <w:t xml:space="preserve"> z</w:t>
      </w:r>
      <w:r w:rsidR="008B64EB" w:rsidRPr="00FC4669">
        <w:rPr>
          <w:lang w:eastAsia="en-US"/>
        </w:rPr>
        <w:t> </w:t>
      </w:r>
      <w:r w:rsidR="000E3B13" w:rsidRPr="00FC4669">
        <w:t>Informačního systému o průměrném výdělku (ISPV). Tento údaj však zahrnuje pouze zaměstnance ve mzdové a platové sféře, nikoliv podnikatele a pracovníky na dohodu. P</w:t>
      </w:r>
      <w:r w:rsidR="00B02802" w:rsidRPr="00FC4669">
        <w:t>odle ISPV pracovalo ve mzdové a </w:t>
      </w:r>
      <w:r w:rsidR="004243D2" w:rsidRPr="00FC4669">
        <w:t>platové sféře v roce 2017</w:t>
      </w:r>
      <w:r w:rsidR="000E3B13" w:rsidRPr="00FC4669">
        <w:t xml:space="preserve"> přibližně 2 tis</w:t>
      </w:r>
      <w:r w:rsidR="00851419" w:rsidRPr="00FC4669">
        <w:t>.</w:t>
      </w:r>
      <w:r w:rsidR="000E3B13" w:rsidRPr="00FC4669">
        <w:t xml:space="preserve"> zaměstnanců </w:t>
      </w:r>
      <w:r w:rsidR="001132C6" w:rsidRPr="00FC4669">
        <w:t>spadajících</w:t>
      </w:r>
      <w:r w:rsidR="00AC1AC6" w:rsidRPr="00FC4669">
        <w:t xml:space="preserve"> charakterem svého povolání do kategorie </w:t>
      </w:r>
      <w:r w:rsidR="00AC1AC6" w:rsidRPr="00FC4669">
        <w:rPr>
          <w:lang w:eastAsia="en-US"/>
        </w:rPr>
        <w:t xml:space="preserve">CZ-ISCO 3521 </w:t>
      </w:r>
      <w:r w:rsidR="000E3B13" w:rsidRPr="00FC4669">
        <w:t xml:space="preserve">a jejich průměrná </w:t>
      </w:r>
      <w:r w:rsidR="00BC3775" w:rsidRPr="00FC4669">
        <w:t xml:space="preserve">mzda </w:t>
      </w:r>
      <w:r w:rsidR="00AC1AC6" w:rsidRPr="00FC4669">
        <w:t xml:space="preserve">se </w:t>
      </w:r>
      <w:r w:rsidR="001132C6" w:rsidRPr="00FC4669">
        <w:t>pohybovala</w:t>
      </w:r>
      <w:r w:rsidR="00AC1AC6" w:rsidRPr="00FC4669">
        <w:t xml:space="preserve"> okolo</w:t>
      </w:r>
      <w:r w:rsidR="00B11CD3" w:rsidRPr="00FC4669">
        <w:t xml:space="preserve"> 32,5</w:t>
      </w:r>
      <w:r w:rsidR="000E3B13" w:rsidRPr="00FC4669">
        <w:t xml:space="preserve"> tis. Kč.</w:t>
      </w:r>
    </w:p>
    <w:p w:rsidR="00BB64DB" w:rsidRPr="00FC4669" w:rsidRDefault="00700384" w:rsidP="00BB64DB">
      <w:r w:rsidRPr="00FC4669">
        <w:tab/>
      </w:r>
      <w:r w:rsidR="00BB64DB" w:rsidRPr="00FC4669">
        <w:t>Z hlediska distribuce je vhodné rozlišit kinodistribuci a distribuci videozáznamů respektive jejich maloobchodní prodej. O návštěvnosti a tržbách českých kin vede dlouhodobě roční přehledy Unie filmových</w:t>
      </w:r>
      <w:r w:rsidR="00BB64DB" w:rsidRPr="00FC4669">
        <w:rPr>
          <w:i/>
        </w:rPr>
        <w:t xml:space="preserve"> </w:t>
      </w:r>
      <w:r w:rsidR="00BB64DB" w:rsidRPr="00FC4669">
        <w:t xml:space="preserve">distributorů. Z Grafu </w:t>
      </w:r>
      <w:r w:rsidR="00050886">
        <w:t>32</w:t>
      </w:r>
      <w:r w:rsidR="00BB64DB" w:rsidRPr="00FC4669">
        <w:t xml:space="preserve"> je patrný výrazný propad návštěvnosti českých kin mezi lety 1989 a 1995. Ten </w:t>
      </w:r>
      <w:r w:rsidR="00421D77" w:rsidRPr="00FC4669">
        <w:t>byl zřejmě</w:t>
      </w:r>
      <w:r w:rsidR="00BB64DB" w:rsidRPr="00FC4669">
        <w:t xml:space="preserve"> způsoben rozmachem videodistribuce a nástupem kabelové televize (Mošna, 2010). </w:t>
      </w:r>
      <w:r w:rsidR="00AC1AC6" w:rsidRPr="00FC4669">
        <w:t>V následujících letech návštěvnost v českých kinech stagnovala a oživení se česká kina dočkala až v posledních letech</w:t>
      </w:r>
      <w:r w:rsidR="00BB64DB" w:rsidRPr="00FC4669">
        <w:t xml:space="preserve">. </w:t>
      </w:r>
      <w:r w:rsidR="000C53B3" w:rsidRPr="00FC4669">
        <w:t xml:space="preserve">V roce 2016 návštěvnost </w:t>
      </w:r>
      <w:r w:rsidR="0057615C" w:rsidRPr="00FC4669">
        <w:t xml:space="preserve">dosáhla s </w:t>
      </w:r>
      <w:r w:rsidR="000C53B3" w:rsidRPr="00FC4669">
        <w:t>15,6 mil. návštěv za rok nejlepšího výsledku od roku 1993.</w:t>
      </w:r>
      <w:r w:rsidR="0057615C" w:rsidRPr="00FC4669">
        <w:t xml:space="preserve"> V roce 2017 sice návštěvnost mírně klesla, ale </w:t>
      </w:r>
      <w:r w:rsidR="00050886">
        <w:t xml:space="preserve">s </w:t>
      </w:r>
      <w:r w:rsidR="0057615C" w:rsidRPr="00FC4669">
        <w:t>15,2 mil. návštěv</w:t>
      </w:r>
      <w:r w:rsidR="00050886">
        <w:t>níky za rok</w:t>
      </w:r>
      <w:r w:rsidR="0057615C" w:rsidRPr="00FC4669">
        <w:t xml:space="preserve"> je v porovnání s předchozími lety </w:t>
      </w:r>
      <w:r w:rsidR="00050886">
        <w:t>stále vysoká</w:t>
      </w:r>
      <w:r w:rsidR="0057615C" w:rsidRPr="00FC4669">
        <w:t>.</w:t>
      </w:r>
      <w:r w:rsidR="000C53B3" w:rsidRPr="00FC4669">
        <w:t xml:space="preserve"> P</w:t>
      </w:r>
      <w:r w:rsidR="00CB19B7" w:rsidRPr="00FC4669">
        <w:t xml:space="preserve">okladny </w:t>
      </w:r>
      <w:r w:rsidR="000C53B3" w:rsidRPr="00FC4669">
        <w:t xml:space="preserve">českých kinosálů </w:t>
      </w:r>
      <w:r w:rsidR="00CB19B7" w:rsidRPr="00FC4669">
        <w:t xml:space="preserve">zaznamenaly </w:t>
      </w:r>
      <w:r w:rsidR="0057615C" w:rsidRPr="00FC4669">
        <w:t>v roce 2017</w:t>
      </w:r>
      <w:r w:rsidR="000C53B3" w:rsidRPr="00FC4669">
        <w:t xml:space="preserve"> č</w:t>
      </w:r>
      <w:r w:rsidR="00CB19B7" w:rsidRPr="00FC4669">
        <w:t xml:space="preserve">isté tržby ve výši </w:t>
      </w:r>
      <w:r w:rsidR="00963E39" w:rsidRPr="00FC4669">
        <w:t xml:space="preserve">2 mld. </w:t>
      </w:r>
      <w:r w:rsidR="001132C6" w:rsidRPr="00FC4669">
        <w:t>Kč, přičemž</w:t>
      </w:r>
      <w:r w:rsidR="00963E39" w:rsidRPr="00FC4669">
        <w:t xml:space="preserve"> výrazný podíl na této částce měly</w:t>
      </w:r>
      <w:r w:rsidR="001975AC" w:rsidRPr="00FC4669">
        <w:t xml:space="preserve"> filmy z české produkce – hned 3</w:t>
      </w:r>
      <w:r w:rsidR="00963E39" w:rsidRPr="00FC4669">
        <w:t xml:space="preserve"> české filmy se umístili v nejlepší desítce filmů z hlediska návštěvnosti kinosálů v ČR.</w:t>
      </w:r>
      <w:r w:rsidR="00192EBA">
        <w:t xml:space="preserve"> Celkové tržby se v průběhu let vyvíjí zejména v závislosti na průměrné ceně vstupenky.</w:t>
      </w:r>
    </w:p>
    <w:p w:rsidR="00BB64DB" w:rsidRPr="00FC4669" w:rsidRDefault="00BB64DB" w:rsidP="00BB64DB">
      <w:pPr>
        <w:pStyle w:val="Titulek"/>
        <w:keepNext/>
        <w:rPr>
          <w:color w:val="000000" w:themeColor="text1"/>
          <w:sz w:val="22"/>
          <w:szCs w:val="22"/>
        </w:rPr>
      </w:pPr>
      <w:r w:rsidRPr="00FC4669">
        <w:rPr>
          <w:color w:val="000000" w:themeColor="text1"/>
          <w:sz w:val="22"/>
          <w:szCs w:val="22"/>
        </w:rPr>
        <w:t xml:space="preserve">Graf </w:t>
      </w:r>
      <w:r w:rsidR="00050886">
        <w:rPr>
          <w:color w:val="000000" w:themeColor="text1"/>
          <w:sz w:val="22"/>
          <w:szCs w:val="22"/>
        </w:rPr>
        <w:t>32</w:t>
      </w:r>
      <w:r w:rsidRPr="00FC4669">
        <w:rPr>
          <w:color w:val="000000" w:themeColor="text1"/>
          <w:sz w:val="22"/>
          <w:szCs w:val="22"/>
        </w:rPr>
        <w:t xml:space="preserve"> </w:t>
      </w:r>
      <w:r w:rsidRPr="00FC4669">
        <w:rPr>
          <w:b w:val="0"/>
          <w:color w:val="000000" w:themeColor="text1"/>
          <w:sz w:val="22"/>
          <w:szCs w:val="22"/>
        </w:rPr>
        <w:t xml:space="preserve">Návštěvnost </w:t>
      </w:r>
      <w:r w:rsidR="008A07D3" w:rsidRPr="00FC4669">
        <w:rPr>
          <w:b w:val="0"/>
          <w:color w:val="000000" w:themeColor="text1"/>
          <w:sz w:val="22"/>
          <w:szCs w:val="22"/>
        </w:rPr>
        <w:t xml:space="preserve">a tržby </w:t>
      </w:r>
      <w:r w:rsidRPr="00FC4669">
        <w:rPr>
          <w:b w:val="0"/>
          <w:color w:val="000000" w:themeColor="text1"/>
          <w:sz w:val="22"/>
          <w:szCs w:val="22"/>
        </w:rPr>
        <w:t xml:space="preserve">českých kin </w:t>
      </w:r>
      <w:r w:rsidR="009D572F" w:rsidRPr="00FC4669">
        <w:rPr>
          <w:b w:val="0"/>
          <w:color w:val="000000" w:themeColor="text1"/>
          <w:sz w:val="22"/>
          <w:szCs w:val="22"/>
        </w:rPr>
        <w:t>(v mil.)</w:t>
      </w:r>
    </w:p>
    <w:p w:rsidR="00BB64DB" w:rsidRPr="00FC4669" w:rsidRDefault="00DE14E0" w:rsidP="00BB64DB">
      <w:pPr>
        <w:keepNext/>
      </w:pPr>
      <w:r w:rsidRPr="00FC4669">
        <w:rPr>
          <w:noProof/>
        </w:rPr>
        <w:drawing>
          <wp:inline distT="0" distB="0" distL="0" distR="0">
            <wp:extent cx="6381750" cy="2628900"/>
            <wp:effectExtent l="0" t="0" r="0" b="0"/>
            <wp:docPr id="128"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BB64DB" w:rsidRPr="00FC4669" w:rsidRDefault="00BB64DB" w:rsidP="00BB64DB">
      <w:pPr>
        <w:pStyle w:val="Titulek"/>
        <w:rPr>
          <w:b w:val="0"/>
          <w:color w:val="000000" w:themeColor="text1"/>
          <w:sz w:val="22"/>
          <w:szCs w:val="22"/>
        </w:rPr>
      </w:pPr>
      <w:r w:rsidRPr="00FC4669">
        <w:rPr>
          <w:b w:val="0"/>
          <w:color w:val="000000" w:themeColor="text1"/>
          <w:sz w:val="22"/>
          <w:szCs w:val="22"/>
        </w:rPr>
        <w:t>Zdroj: Unie filmových distributorů</w:t>
      </w:r>
    </w:p>
    <w:p w:rsidR="00421D77" w:rsidRPr="00FC4669" w:rsidRDefault="00BB64DB" w:rsidP="00BB64DB">
      <w:r w:rsidRPr="00FC4669">
        <w:t xml:space="preserve">Na rozdíl od hudebního průmyslu na českém trhu v současnosti neexistuje organizace, která by sdružovala distributory filmových nosičů. </w:t>
      </w:r>
      <w:r w:rsidR="00421D77" w:rsidRPr="00FC4669">
        <w:t>Dříve data o českém trhu</w:t>
      </w:r>
      <w:r w:rsidRPr="00FC4669">
        <w:t xml:space="preserve"> sbíralo Sdružení pro podporu formátu DVD (DVDGroup). Poslední </w:t>
      </w:r>
      <w:r w:rsidR="00421D77" w:rsidRPr="00FC4669">
        <w:t>dostupné</w:t>
      </w:r>
      <w:r w:rsidRPr="00FC4669">
        <w:t xml:space="preserve"> statistiky jsou za rok 2011 a reflektují český a slovenský trh dohromady. Ty</w:t>
      </w:r>
      <w:r w:rsidR="008B64EB" w:rsidRPr="00FC4669">
        <w:t> </w:t>
      </w:r>
      <w:r w:rsidRPr="00FC4669">
        <w:t>poukazují na pokles prodeje DVD</w:t>
      </w:r>
      <w:r w:rsidR="00421D77" w:rsidRPr="00FC4669">
        <w:t xml:space="preserve"> (včetně poklesu prodeje levných příbalových DVD)</w:t>
      </w:r>
      <w:r w:rsidRPr="00FC4669">
        <w:t xml:space="preserve"> a nárůst prodejů Blu-ray nosičů. </w:t>
      </w:r>
      <w:r w:rsidR="00421D77" w:rsidRPr="00FC4669">
        <w:t>(Mediář, 2012)</w:t>
      </w:r>
      <w:r w:rsidR="001857FC" w:rsidRPr="00FC4669">
        <w:t xml:space="preserve"> Celková obliba fyzických nosičů však v poslední době spíše opadá, svědčí o</w:t>
      </w:r>
      <w:r w:rsidR="0018356F">
        <w:t> </w:t>
      </w:r>
      <w:r w:rsidR="001857FC" w:rsidRPr="00FC4669">
        <w:t>tom například</w:t>
      </w:r>
      <w:r w:rsidR="007121B5" w:rsidRPr="00FC4669">
        <w:t xml:space="preserve"> i</w:t>
      </w:r>
      <w:r w:rsidR="001857FC" w:rsidRPr="00FC4669">
        <w:t xml:space="preserve"> skutečnost, že</w:t>
      </w:r>
      <w:r w:rsidR="007121B5" w:rsidRPr="00FC4669">
        <w:t xml:space="preserve"> nenahrané</w:t>
      </w:r>
      <w:r w:rsidR="001857FC" w:rsidRPr="00FC4669">
        <w:t xml:space="preserve"> </w:t>
      </w:r>
      <w:r w:rsidR="007121B5" w:rsidRPr="00FC4669">
        <w:t>blu-ray disky, CD a DVD byly vyřazeny ze spotřebitelského koše ČSÚ (Potočková, 2018).</w:t>
      </w:r>
    </w:p>
    <w:p w:rsidR="00BB64DB" w:rsidRPr="00FC4669" w:rsidRDefault="00421D77" w:rsidP="00BB64DB">
      <w:r w:rsidRPr="00FC4669">
        <w:lastRenderedPageBreak/>
        <w:tab/>
      </w:r>
      <w:r w:rsidR="00BB64DB" w:rsidRPr="00FC4669">
        <w:t>O aktivitách a tržbách společností poskytujících digitální stažení filmů či zhlédnutí filmů online nejsou dostupná data.</w:t>
      </w:r>
      <w:r w:rsidR="00A36757" w:rsidRPr="00FC4669">
        <w:t xml:space="preserve"> Některé informace se dají získat z šetření Kult</w:t>
      </w:r>
      <w:r w:rsidR="008A07D3" w:rsidRPr="00FC4669">
        <w:t xml:space="preserve"> 6-01</w:t>
      </w:r>
      <w:r w:rsidR="00A36757" w:rsidRPr="00FC4669">
        <w:t xml:space="preserve"> </w:t>
      </w:r>
      <w:r w:rsidR="001132C6" w:rsidRPr="00FC4669">
        <w:t>prováděném</w:t>
      </w:r>
      <w:r w:rsidR="00A36757" w:rsidRPr="00FC4669">
        <w:t xml:space="preserve"> ČSÚ, které bude podrobněji rozebráno v Kapitole 6.</w:t>
      </w:r>
      <w:r w:rsidR="00BB64DB" w:rsidRPr="00FC4669">
        <w:t xml:space="preserve"> Filmové </w:t>
      </w:r>
      <w:r w:rsidR="002342F1" w:rsidRPr="00FC4669">
        <w:t>katalogy</w:t>
      </w:r>
      <w:r w:rsidR="00BB64DB" w:rsidRPr="00FC4669">
        <w:t xml:space="preserve"> přístupné online u nás v současnosti bezplatně provozuje např.</w:t>
      </w:r>
      <w:r w:rsidR="008B64EB" w:rsidRPr="00FC4669">
        <w:t> </w:t>
      </w:r>
      <w:r w:rsidR="00BB64DB" w:rsidRPr="00FC4669">
        <w:t>Česká</w:t>
      </w:r>
      <w:r w:rsidR="008B64EB" w:rsidRPr="00FC4669">
        <w:t> </w:t>
      </w:r>
      <w:r w:rsidR="00BB64DB" w:rsidRPr="00FC4669">
        <w:t>televize či Prima, za poplatek pak televize Nova prostřednictvím služby Voyo či jiní soukromí poskytovatelé</w:t>
      </w:r>
      <w:r w:rsidRPr="00FC4669">
        <w:t xml:space="preserve"> (</w:t>
      </w:r>
      <w:r w:rsidR="002342F1" w:rsidRPr="00FC4669">
        <w:t>například Alza či O2</w:t>
      </w:r>
      <w:r w:rsidRPr="00FC4669">
        <w:t>)</w:t>
      </w:r>
      <w:r w:rsidR="00BB64DB" w:rsidRPr="00FC4669">
        <w:t xml:space="preserve">. </w:t>
      </w:r>
      <w:r w:rsidR="002342F1" w:rsidRPr="00FC4669">
        <w:t>Artové filmy pak za poplatek nabízí společnost AeroVod a</w:t>
      </w:r>
      <w:r w:rsidR="008B64EB" w:rsidRPr="00FC4669">
        <w:t> </w:t>
      </w:r>
      <w:r w:rsidR="002342F1" w:rsidRPr="00FC4669">
        <w:t>nejrozsáhlejší databázi zahraničních filmů a seriálů poskytuje od roku 2016 společnost Netflix. V době psaní tohoto textu nejsou dostupné údaje o míře využití této</w:t>
      </w:r>
      <w:r w:rsidR="00BF0E2E" w:rsidRPr="00FC4669">
        <w:t xml:space="preserve"> služby mezi českými uživateli, celos</w:t>
      </w:r>
      <w:r w:rsidR="00A36757" w:rsidRPr="00FC4669">
        <w:t>větově však již získala přes 117</w:t>
      </w:r>
      <w:r w:rsidR="003A4800">
        <w:t> </w:t>
      </w:r>
      <w:r w:rsidR="00BF0E2E" w:rsidRPr="00FC4669">
        <w:t>mil. předplatitelů (</w:t>
      </w:r>
      <w:r w:rsidR="00A36757" w:rsidRPr="00FC4669">
        <w:t>Lupa.cz, 2018</w:t>
      </w:r>
      <w:r w:rsidR="00BF0E2E" w:rsidRPr="00FC4669">
        <w:t>)</w:t>
      </w:r>
      <w:r w:rsidR="00A65AE6" w:rsidRPr="00FC4669">
        <w:t>.</w:t>
      </w:r>
      <w:r w:rsidR="00BF0E2E" w:rsidRPr="00FC4669">
        <w:t xml:space="preserve"> </w:t>
      </w:r>
      <w:r w:rsidR="00BB64DB" w:rsidRPr="00FC4669">
        <w:t xml:space="preserve">Vyčerpávající údaje chybí také </w:t>
      </w:r>
      <w:r w:rsidRPr="00FC4669">
        <w:t>o</w:t>
      </w:r>
      <w:r w:rsidR="00BB64DB" w:rsidRPr="00FC4669">
        <w:t xml:space="preserve"> </w:t>
      </w:r>
      <w:r w:rsidRPr="00FC4669">
        <w:t>aktivitách</w:t>
      </w:r>
      <w:r w:rsidR="00BB64DB" w:rsidRPr="00FC4669">
        <w:t xml:space="preserve"> podniků pronajímajících fyzické nosiče kinematografických děl. Podle </w:t>
      </w:r>
      <w:r w:rsidR="00511E36" w:rsidRPr="00FC4669">
        <w:t>údajů Podnikové strukturální statistiky</w:t>
      </w:r>
      <w:r w:rsidR="00BB64DB" w:rsidRPr="00FC4669">
        <w:t xml:space="preserve"> poklesly </w:t>
      </w:r>
      <w:r w:rsidR="00BF0E2E" w:rsidRPr="00FC4669">
        <w:t>příjmy</w:t>
      </w:r>
      <w:r w:rsidR="00BB64DB" w:rsidRPr="00FC4669">
        <w:t xml:space="preserve"> z půjčování médií s audiovizuálním obsahem (Pronájem videokazet a disků N</w:t>
      </w:r>
      <w:r w:rsidR="007121B5" w:rsidRPr="00FC4669">
        <w:t>ACE 77.22) mezi lety 2005–2016</w:t>
      </w:r>
      <w:r w:rsidR="00FB51BC">
        <w:t xml:space="preserve"> trojnásobně</w:t>
      </w:r>
      <w:r w:rsidR="004B6546">
        <w:t>,</w:t>
      </w:r>
      <w:r w:rsidR="008A07D3" w:rsidRPr="00FC4669">
        <w:t xml:space="preserve"> z</w:t>
      </w:r>
      <w:r w:rsidR="007121B5" w:rsidRPr="00FC4669">
        <w:t xml:space="preserve"> </w:t>
      </w:r>
      <w:r w:rsidR="00FB51BC">
        <w:t>507</w:t>
      </w:r>
      <w:r w:rsidR="00FB51BC" w:rsidRPr="00FC4669">
        <w:t xml:space="preserve"> </w:t>
      </w:r>
      <w:r w:rsidR="00170E8B" w:rsidRPr="00FC4669">
        <w:t>mil.</w:t>
      </w:r>
      <w:r w:rsidR="004F2B2D" w:rsidRPr="00FC4669">
        <w:t xml:space="preserve"> Kč</w:t>
      </w:r>
      <w:r w:rsidR="007121B5" w:rsidRPr="00FC4669">
        <w:t xml:space="preserve"> </w:t>
      </w:r>
      <w:r w:rsidR="008A07D3" w:rsidRPr="00FC4669">
        <w:t xml:space="preserve">v roce 2005 </w:t>
      </w:r>
      <w:r w:rsidR="007121B5" w:rsidRPr="00FC4669">
        <w:t>na 166</w:t>
      </w:r>
      <w:r w:rsidR="00BB64DB" w:rsidRPr="00FC4669">
        <w:t xml:space="preserve"> mil. Kč</w:t>
      </w:r>
      <w:r w:rsidR="00A36757" w:rsidRPr="00FC4669">
        <w:t xml:space="preserve"> v roce 2016</w:t>
      </w:r>
      <w:r w:rsidR="00511E36" w:rsidRPr="00FC4669">
        <w:t>.</w:t>
      </w:r>
    </w:p>
    <w:p w:rsidR="00BB64DB" w:rsidRPr="00FC4669" w:rsidRDefault="00BB64DB" w:rsidP="00694914">
      <w:pPr>
        <w:pStyle w:val="Nadpis3"/>
        <w:numPr>
          <w:ilvl w:val="2"/>
          <w:numId w:val="17"/>
        </w:numPr>
      </w:pPr>
      <w:bookmarkStart w:id="56" w:name="_Toc430189803"/>
      <w:bookmarkStart w:id="57" w:name="_Toc431475031"/>
      <w:bookmarkStart w:id="58" w:name="_Toc463969186"/>
      <w:bookmarkStart w:id="59" w:name="_Toc465253896"/>
      <w:r w:rsidRPr="00FC4669">
        <w:t>POHLED SPOTŘEBITELE</w:t>
      </w:r>
      <w:bookmarkEnd w:id="56"/>
      <w:bookmarkEnd w:id="57"/>
      <w:bookmarkEnd w:id="58"/>
      <w:bookmarkEnd w:id="59"/>
    </w:p>
    <w:p w:rsidR="00BB64DB" w:rsidRPr="00FC4669" w:rsidRDefault="00BB64DB" w:rsidP="00BB64DB">
      <w:r w:rsidRPr="00FC4669">
        <w:t>I přes poměrně širokou pop</w:t>
      </w:r>
      <w:r w:rsidR="00192EBA">
        <w:t xml:space="preserve">ularitu sledování a stahování </w:t>
      </w:r>
      <w:r w:rsidRPr="00FC4669">
        <w:t xml:space="preserve">audiovizuálního obsahu, není zatím v České republice příliš rozšířené využití internetu k nákupu těchto děl (ať už se jedná o objednání fyzických </w:t>
      </w:r>
      <w:r w:rsidR="00FF3DCC" w:rsidRPr="00FC4669">
        <w:t>nosičů</w:t>
      </w:r>
      <w:r w:rsidRPr="00FC4669">
        <w:t xml:space="preserve"> či jejich stažení a poslech online). Hudbu či film přes</w:t>
      </w:r>
      <w:r w:rsidR="00983BC9" w:rsidRPr="00FC4669">
        <w:t xml:space="preserve"> internet v</w:t>
      </w:r>
      <w:r w:rsidR="00FF3DCC" w:rsidRPr="00FC4669">
        <w:t> posledním roce</w:t>
      </w:r>
      <w:r w:rsidR="00983BC9" w:rsidRPr="00FC4669">
        <w:t xml:space="preserve"> nakoupilo </w:t>
      </w:r>
      <w:r w:rsidR="002F0CEC" w:rsidRPr="00FC4669">
        <w:t>4,4</w:t>
      </w:r>
      <w:r w:rsidRPr="00FC4669">
        <w:t> % české</w:t>
      </w:r>
      <w:r w:rsidR="00313494" w:rsidRPr="00FC4669">
        <w:t> </w:t>
      </w:r>
      <w:r w:rsidRPr="00FC4669">
        <w:t>populace</w:t>
      </w:r>
      <w:r w:rsidR="00282CCA" w:rsidRPr="00FC4669">
        <w:t> </w:t>
      </w:r>
      <w:r w:rsidRPr="00FC4669">
        <w:t>a</w:t>
      </w:r>
      <w:r w:rsidR="00282CCA" w:rsidRPr="00FC4669">
        <w:t> </w:t>
      </w:r>
      <w:r w:rsidR="002F0CEC" w:rsidRPr="00FC4669">
        <w:t>8,6</w:t>
      </w:r>
      <w:r w:rsidR="00983BC9" w:rsidRPr="00FC4669">
        <w:t xml:space="preserve"> </w:t>
      </w:r>
      <w:r w:rsidRPr="00FC4669">
        <w:t>% celkové populace nakupující přes internet.</w:t>
      </w:r>
      <w:r w:rsidR="00F543ED" w:rsidRPr="00FC4669">
        <w:t xml:space="preserve"> </w:t>
      </w:r>
      <w:r w:rsidR="002F0CEC" w:rsidRPr="00FC4669">
        <w:t xml:space="preserve">Na rozdíl od knižních produktů, které jsou přes internet nejčastěji kupovány ve fyzické podobě, </w:t>
      </w:r>
      <w:r w:rsidR="001132C6" w:rsidRPr="00FC4669">
        <w:t>jsou</w:t>
      </w:r>
      <w:r w:rsidR="002F0CEC" w:rsidRPr="00FC4669">
        <w:t xml:space="preserve"> audiovizuální díla </w:t>
      </w:r>
      <w:r w:rsidR="001132C6" w:rsidRPr="00FC4669">
        <w:t>kupována</w:t>
      </w:r>
      <w:r w:rsidR="002F0CEC" w:rsidRPr="00FC4669">
        <w:t xml:space="preserve"> častěji v digitální formě. Pouze 1,2 % populace starší 16 let nakupovalo</w:t>
      </w:r>
      <w:r w:rsidR="00FF3DCC" w:rsidRPr="00FC4669">
        <w:t xml:space="preserve"> hudbu či filmy na fyzických no</w:t>
      </w:r>
      <w:r w:rsidR="002F0CEC" w:rsidRPr="00FC4669">
        <w:t>sičích</w:t>
      </w:r>
      <w:r w:rsidR="00FF3DCC" w:rsidRPr="00FC4669">
        <w:t>,</w:t>
      </w:r>
      <w:r w:rsidR="002F0CEC" w:rsidRPr="00FC4669">
        <w:t xml:space="preserve"> zatímco za hudbu či film v digitální podobě (stažení či stream) </w:t>
      </w:r>
      <w:r w:rsidR="00FF3DCC" w:rsidRPr="00FC4669">
        <w:t>za</w:t>
      </w:r>
      <w:r w:rsidR="002F0CEC" w:rsidRPr="00FC4669">
        <w:t xml:space="preserve">platilo v roce 2017 3,6 </w:t>
      </w:r>
      <w:r w:rsidR="00FF3DCC" w:rsidRPr="00FC4669">
        <w:t>% jednotlivců. On-line nahrá</w:t>
      </w:r>
      <w:r w:rsidR="002F0CEC" w:rsidRPr="00FC4669">
        <w:t>vky či filmy</w:t>
      </w:r>
      <w:r w:rsidR="00FF3DCC" w:rsidRPr="00FC4669">
        <w:t xml:space="preserve"> více</w:t>
      </w:r>
      <w:r w:rsidR="002F0CEC" w:rsidRPr="00FC4669">
        <w:t xml:space="preserve"> kupovali lidé spadající do mladších věkových kategorií (16–34)</w:t>
      </w:r>
      <w:r w:rsidR="004B6546">
        <w:t>,</w:t>
      </w:r>
      <w:r w:rsidR="002F0CEC" w:rsidRPr="00FC4669">
        <w:t xml:space="preserve"> fyzické nosiče pak nejčastěji</w:t>
      </w:r>
      <w:r w:rsidR="00FF3DCC" w:rsidRPr="00FC4669">
        <w:t xml:space="preserve"> prostřednictvím internetu</w:t>
      </w:r>
      <w:r w:rsidR="002F0CEC" w:rsidRPr="00FC4669">
        <w:t xml:space="preserve"> objednávali lidé starší 65 let.</w:t>
      </w:r>
    </w:p>
    <w:p w:rsidR="00BB64DB" w:rsidRPr="00FC4669" w:rsidRDefault="00BB64DB" w:rsidP="00BB64DB">
      <w:pPr>
        <w:pStyle w:val="Titulek"/>
        <w:keepNext/>
        <w:rPr>
          <w:b w:val="0"/>
          <w:color w:val="000000" w:themeColor="text1"/>
          <w:sz w:val="22"/>
          <w:szCs w:val="22"/>
        </w:rPr>
      </w:pPr>
      <w:r w:rsidRPr="00FC4669">
        <w:rPr>
          <w:color w:val="000000" w:themeColor="text1"/>
          <w:sz w:val="22"/>
          <w:szCs w:val="22"/>
        </w:rPr>
        <w:t xml:space="preserve">Graf </w:t>
      </w:r>
      <w:r w:rsidR="00192EBA">
        <w:rPr>
          <w:color w:val="000000" w:themeColor="text1"/>
          <w:sz w:val="22"/>
          <w:szCs w:val="22"/>
        </w:rPr>
        <w:t>33</w:t>
      </w:r>
      <w:r w:rsidRPr="00FC4669">
        <w:rPr>
          <w:color w:val="000000" w:themeColor="text1"/>
          <w:sz w:val="22"/>
          <w:szCs w:val="22"/>
        </w:rPr>
        <w:t xml:space="preserve"> </w:t>
      </w:r>
      <w:r w:rsidR="00F27845" w:rsidRPr="00FC4669">
        <w:rPr>
          <w:b w:val="0"/>
          <w:color w:val="000000" w:themeColor="text1"/>
          <w:sz w:val="22"/>
          <w:szCs w:val="22"/>
        </w:rPr>
        <w:t xml:space="preserve">Podíl </w:t>
      </w:r>
      <w:r w:rsidR="00FF3DCC" w:rsidRPr="00FC4669">
        <w:rPr>
          <w:b w:val="0"/>
          <w:color w:val="000000" w:themeColor="text1"/>
          <w:sz w:val="22"/>
          <w:szCs w:val="22"/>
        </w:rPr>
        <w:t xml:space="preserve">forem </w:t>
      </w:r>
      <w:r w:rsidR="00F27845" w:rsidRPr="00FC4669">
        <w:rPr>
          <w:b w:val="0"/>
          <w:color w:val="000000" w:themeColor="text1"/>
          <w:sz w:val="22"/>
          <w:szCs w:val="22"/>
        </w:rPr>
        <w:t xml:space="preserve">nákupu filmu a hudby </w:t>
      </w:r>
      <w:r w:rsidR="00FF3DCC" w:rsidRPr="00FC4669">
        <w:rPr>
          <w:b w:val="0"/>
          <w:color w:val="000000" w:themeColor="text1"/>
          <w:sz w:val="22"/>
          <w:szCs w:val="22"/>
        </w:rPr>
        <w:t>mezi osobami nakupujícími</w:t>
      </w:r>
      <w:r w:rsidR="00F27845" w:rsidRPr="00FC4669">
        <w:rPr>
          <w:b w:val="0"/>
          <w:color w:val="000000" w:themeColor="text1"/>
          <w:sz w:val="22"/>
          <w:szCs w:val="22"/>
        </w:rPr>
        <w:t xml:space="preserve"> </w:t>
      </w:r>
      <w:r w:rsidR="00FF3DCC" w:rsidRPr="00FC4669">
        <w:rPr>
          <w:b w:val="0"/>
          <w:color w:val="000000" w:themeColor="text1"/>
          <w:sz w:val="22"/>
          <w:szCs w:val="22"/>
        </w:rPr>
        <w:t>film či hudbu přes internet v roce 2017</w:t>
      </w:r>
    </w:p>
    <w:p w:rsidR="00BB64DB" w:rsidRPr="00FC4669" w:rsidRDefault="00FF3DCC" w:rsidP="00BB64DB">
      <w:pPr>
        <w:keepNext/>
        <w:jc w:val="center"/>
      </w:pPr>
      <w:r w:rsidRPr="00FC4669">
        <w:rPr>
          <w:noProof/>
        </w:rPr>
        <w:drawing>
          <wp:inline distT="0" distB="0" distL="0" distR="0">
            <wp:extent cx="5457825" cy="1943100"/>
            <wp:effectExtent l="0" t="0" r="0" b="0"/>
            <wp:docPr id="130"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BB64DB" w:rsidRPr="00FC4669" w:rsidRDefault="00BB64DB" w:rsidP="00BB64DB">
      <w:pPr>
        <w:pStyle w:val="Titulek"/>
        <w:rPr>
          <w:b w:val="0"/>
          <w:color w:val="auto"/>
          <w:sz w:val="22"/>
          <w:szCs w:val="22"/>
        </w:rPr>
      </w:pPr>
      <w:r w:rsidRPr="00FC4669">
        <w:rPr>
          <w:b w:val="0"/>
          <w:color w:val="auto"/>
          <w:sz w:val="22"/>
          <w:szCs w:val="22"/>
        </w:rPr>
        <w:t xml:space="preserve">Zdroj: </w:t>
      </w:r>
      <w:r w:rsidR="002A0381" w:rsidRPr="00FC4669">
        <w:rPr>
          <w:b w:val="0"/>
          <w:color w:val="auto"/>
          <w:sz w:val="22"/>
          <w:szCs w:val="22"/>
        </w:rPr>
        <w:t xml:space="preserve">VŠIT, </w:t>
      </w:r>
      <w:r w:rsidRPr="00FC4669">
        <w:rPr>
          <w:b w:val="0"/>
          <w:color w:val="auto"/>
          <w:sz w:val="22"/>
          <w:szCs w:val="22"/>
        </w:rPr>
        <w:t>ČSÚ</w:t>
      </w:r>
    </w:p>
    <w:p w:rsidR="003F3BE1" w:rsidRPr="00FC4669" w:rsidRDefault="003F3BE1" w:rsidP="003F3BE1">
      <w:pPr>
        <w:rPr>
          <w:lang w:eastAsia="en-US"/>
        </w:rPr>
      </w:pPr>
      <w:r w:rsidRPr="00FC4669">
        <w:rPr>
          <w:lang w:eastAsia="en-US"/>
        </w:rPr>
        <w:t>Zajímavé údaje o spotřebitelských návycích v oblasti filmu přináší také výsledky šetření Životní podmínky ČR z roku 2015. Z výsledků tohoto šetření vyplývá, že představení v kině navštívila v uplynulých 12 měsících téměř polovina populace. Nejčastějším důvodem, proč lidé nenavštívili kino, byl prostý nedostatek zájmu a</w:t>
      </w:r>
      <w:r w:rsidR="004B6546">
        <w:rPr>
          <w:lang w:eastAsia="en-US"/>
        </w:rPr>
        <w:t> </w:t>
      </w:r>
      <w:r w:rsidRPr="00FC4669">
        <w:rPr>
          <w:lang w:eastAsia="en-US"/>
        </w:rPr>
        <w:t>dále pak nedostatek času. Dalšími důvody byla vysoká cena vstupenky či velká vzdálenost do nejbližšího kinosálu. Kompletní výčet odpovědí na otázku, zda respondent navštívil v posledních 12 mě</w:t>
      </w:r>
      <w:r w:rsidR="00192EBA">
        <w:rPr>
          <w:lang w:eastAsia="en-US"/>
        </w:rPr>
        <w:t>sících kinosál, nabízí Graf 34</w:t>
      </w:r>
      <w:r w:rsidRPr="00FC4669">
        <w:rPr>
          <w:lang w:eastAsia="en-US"/>
        </w:rPr>
        <w:t>.</w:t>
      </w:r>
    </w:p>
    <w:p w:rsidR="00BB64DB" w:rsidRPr="00FC4669" w:rsidRDefault="00BB64DB" w:rsidP="00BB64DB">
      <w:pPr>
        <w:pStyle w:val="Titulek"/>
        <w:keepNext/>
        <w:rPr>
          <w:b w:val="0"/>
          <w:color w:val="auto"/>
          <w:sz w:val="22"/>
          <w:szCs w:val="22"/>
        </w:rPr>
      </w:pPr>
      <w:r w:rsidRPr="00FC4669">
        <w:rPr>
          <w:color w:val="auto"/>
          <w:sz w:val="22"/>
          <w:szCs w:val="22"/>
        </w:rPr>
        <w:lastRenderedPageBreak/>
        <w:t xml:space="preserve">Graf </w:t>
      </w:r>
      <w:r w:rsidR="00192EBA">
        <w:rPr>
          <w:color w:val="auto"/>
          <w:sz w:val="22"/>
          <w:szCs w:val="22"/>
        </w:rPr>
        <w:t>34</w:t>
      </w:r>
      <w:r w:rsidRPr="00FC4669">
        <w:rPr>
          <w:color w:val="auto"/>
          <w:sz w:val="22"/>
          <w:szCs w:val="22"/>
        </w:rPr>
        <w:t xml:space="preserve"> </w:t>
      </w:r>
      <w:r w:rsidR="003F3BE1" w:rsidRPr="00FC4669">
        <w:rPr>
          <w:b w:val="0"/>
          <w:color w:val="auto"/>
          <w:sz w:val="22"/>
          <w:szCs w:val="22"/>
        </w:rPr>
        <w:t>Návštěva kina v roce 2015 podle pohlaví</w:t>
      </w:r>
    </w:p>
    <w:p w:rsidR="00BB64DB" w:rsidRPr="00FC4669" w:rsidRDefault="003F3BE1" w:rsidP="00220644">
      <w:pPr>
        <w:keepNext/>
        <w:jc w:val="center"/>
      </w:pPr>
      <w:r w:rsidRPr="00FC4669">
        <w:rPr>
          <w:noProof/>
        </w:rPr>
        <w:drawing>
          <wp:inline distT="0" distB="0" distL="0" distR="0">
            <wp:extent cx="6057900" cy="2181225"/>
            <wp:effectExtent l="0" t="0" r="0" b="0"/>
            <wp:docPr id="13" name="Graf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BB64DB" w:rsidRPr="00FC4669" w:rsidRDefault="004D3A66" w:rsidP="00BB64DB">
      <w:pPr>
        <w:pStyle w:val="Titulek"/>
        <w:rPr>
          <w:b w:val="0"/>
          <w:color w:val="auto"/>
          <w:sz w:val="22"/>
          <w:szCs w:val="22"/>
        </w:rPr>
      </w:pPr>
      <w:r w:rsidRPr="00FC4669">
        <w:rPr>
          <w:b w:val="0"/>
          <w:color w:val="auto"/>
          <w:sz w:val="22"/>
          <w:szCs w:val="22"/>
        </w:rPr>
        <w:t xml:space="preserve">Zdroj: </w:t>
      </w:r>
      <w:r w:rsidR="00F27845" w:rsidRPr="00FC4669">
        <w:rPr>
          <w:b w:val="0"/>
          <w:color w:val="auto"/>
          <w:sz w:val="22"/>
          <w:szCs w:val="22"/>
        </w:rPr>
        <w:t>Životní podmínky ČR, ČSÚ</w:t>
      </w:r>
    </w:p>
    <w:p w:rsidR="00D20AAC" w:rsidRPr="00FC4669" w:rsidRDefault="00D20AAC" w:rsidP="00D20AAC">
      <w:pPr>
        <w:rPr>
          <w:lang w:eastAsia="en-US"/>
        </w:rPr>
      </w:pPr>
      <w:r w:rsidRPr="00FC4669">
        <w:rPr>
          <w:lang w:eastAsia="en-US"/>
        </w:rPr>
        <w:t xml:space="preserve">Oblíbenost návštěvy kinosálů se dle údajů z šetření Životní podmínky ČR 2015 značně liší u různých věkových kategorií a má </w:t>
      </w:r>
      <w:r w:rsidR="003920A5" w:rsidRPr="00FC4669">
        <w:rPr>
          <w:lang w:eastAsia="en-US"/>
        </w:rPr>
        <w:t xml:space="preserve">s rostoucím věkem </w:t>
      </w:r>
      <w:r w:rsidRPr="00FC4669">
        <w:rPr>
          <w:lang w:eastAsia="en-US"/>
        </w:rPr>
        <w:t xml:space="preserve">sestupnou tendenci. Kino navštěvovali nejčastěji </w:t>
      </w:r>
      <w:r w:rsidR="004B6546">
        <w:rPr>
          <w:lang w:eastAsia="en-US"/>
        </w:rPr>
        <w:t>mladí lidé ve věku 16</w:t>
      </w:r>
      <w:r w:rsidR="00D52692" w:rsidRPr="00FC4669">
        <w:rPr>
          <w:lang w:eastAsia="en-US"/>
        </w:rPr>
        <w:t>–24 let (85</w:t>
      </w:r>
      <w:r w:rsidRPr="00FC4669">
        <w:rPr>
          <w:lang w:eastAsia="en-US"/>
        </w:rPr>
        <w:t xml:space="preserve"> %) a </w:t>
      </w:r>
      <w:r w:rsidR="00D52692" w:rsidRPr="00FC4669">
        <w:rPr>
          <w:lang w:eastAsia="en-US"/>
        </w:rPr>
        <w:t>dále pak lidé ve věku 25–34 let (71</w:t>
      </w:r>
      <w:r w:rsidRPr="00FC4669">
        <w:rPr>
          <w:lang w:eastAsia="en-US"/>
        </w:rPr>
        <w:t xml:space="preserve"> %). S přibývajícím věkem obliba této aktivity klesá. Zmíněné výsledky přinášejí důležité zjištění, že návštěva kina si zatím u mladých lidí drží silnou pozici v konkurenci stále sofistikovanějších možností v oblasti digitální zábavy.</w:t>
      </w:r>
    </w:p>
    <w:p w:rsidR="007B7D35" w:rsidRPr="00FC4669" w:rsidRDefault="007B7D35" w:rsidP="007B7D35">
      <w:pPr>
        <w:pStyle w:val="Titulek"/>
        <w:keepNext/>
        <w:rPr>
          <w:b w:val="0"/>
          <w:color w:val="auto"/>
          <w:sz w:val="22"/>
          <w:szCs w:val="22"/>
        </w:rPr>
      </w:pPr>
      <w:r w:rsidRPr="00FC4669">
        <w:rPr>
          <w:color w:val="auto"/>
          <w:sz w:val="22"/>
          <w:szCs w:val="22"/>
        </w:rPr>
        <w:t xml:space="preserve">Graf </w:t>
      </w:r>
      <w:r w:rsidR="00192EBA">
        <w:rPr>
          <w:color w:val="auto"/>
          <w:sz w:val="22"/>
          <w:szCs w:val="22"/>
        </w:rPr>
        <w:t>35</w:t>
      </w:r>
      <w:r w:rsidRPr="00FC4669">
        <w:rPr>
          <w:color w:val="auto"/>
          <w:sz w:val="22"/>
          <w:szCs w:val="22"/>
        </w:rPr>
        <w:t xml:space="preserve"> </w:t>
      </w:r>
      <w:r w:rsidR="003F3BE1" w:rsidRPr="00FC4669">
        <w:rPr>
          <w:b w:val="0"/>
          <w:color w:val="auto"/>
          <w:sz w:val="22"/>
          <w:szCs w:val="22"/>
        </w:rPr>
        <w:t>Návštěva kina v roce 2015 podle věkových kategorií</w:t>
      </w:r>
    </w:p>
    <w:p w:rsidR="00A65AE6" w:rsidRPr="00FC4669" w:rsidRDefault="00A65AE6" w:rsidP="00D52692">
      <w:pPr>
        <w:jc w:val="center"/>
        <w:rPr>
          <w:lang w:eastAsia="en-US"/>
        </w:rPr>
      </w:pPr>
      <w:r w:rsidRPr="00FC4669">
        <w:rPr>
          <w:noProof/>
        </w:rPr>
        <w:drawing>
          <wp:inline distT="0" distB="0" distL="0" distR="0">
            <wp:extent cx="4476750" cy="1943100"/>
            <wp:effectExtent l="0" t="0" r="0" b="0"/>
            <wp:docPr id="15"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7B7D35" w:rsidRPr="00FC4669" w:rsidRDefault="007B7D35" w:rsidP="00F77FD7">
      <w:pPr>
        <w:rPr>
          <w:rFonts w:asciiTheme="minorHAnsi" w:hAnsiTheme="minorHAnsi"/>
          <w:sz w:val="22"/>
          <w:szCs w:val="22"/>
          <w:lang w:eastAsia="en-US"/>
        </w:rPr>
      </w:pPr>
      <w:r w:rsidRPr="00FC4669">
        <w:rPr>
          <w:rFonts w:asciiTheme="minorHAnsi" w:hAnsiTheme="minorHAnsi"/>
          <w:sz w:val="22"/>
          <w:szCs w:val="22"/>
          <w:lang w:eastAsia="en-US"/>
        </w:rPr>
        <w:t xml:space="preserve">Zdroj: Životní podmínky </w:t>
      </w:r>
      <w:r w:rsidR="000A1A9F" w:rsidRPr="00FC4669">
        <w:rPr>
          <w:rFonts w:asciiTheme="minorHAnsi" w:hAnsiTheme="minorHAnsi"/>
          <w:sz w:val="22"/>
          <w:szCs w:val="22"/>
          <w:lang w:eastAsia="en-US"/>
        </w:rPr>
        <w:t>ČR</w:t>
      </w:r>
      <w:r w:rsidRPr="00FC4669">
        <w:rPr>
          <w:rFonts w:asciiTheme="minorHAnsi" w:hAnsiTheme="minorHAnsi"/>
          <w:sz w:val="22"/>
          <w:szCs w:val="22"/>
          <w:lang w:eastAsia="en-US"/>
        </w:rPr>
        <w:t>, ČSÚ</w:t>
      </w:r>
    </w:p>
    <w:p w:rsidR="002920AC" w:rsidRPr="00FC4669" w:rsidRDefault="002920AC" w:rsidP="00F77FD7">
      <w:pPr>
        <w:rPr>
          <w:rFonts w:asciiTheme="minorHAnsi" w:hAnsiTheme="minorHAnsi"/>
          <w:sz w:val="22"/>
          <w:szCs w:val="22"/>
          <w:lang w:eastAsia="en-US"/>
        </w:rPr>
      </w:pPr>
      <w:r w:rsidRPr="00FC4669">
        <w:rPr>
          <w:rFonts w:asciiTheme="minorHAnsi" w:hAnsiTheme="minorHAnsi"/>
          <w:sz w:val="22"/>
          <w:szCs w:val="22"/>
          <w:lang w:eastAsia="en-US"/>
        </w:rPr>
        <w:t>V rámci mezinárodního srovnání návštěvnosti</w:t>
      </w:r>
      <w:r w:rsidR="00B41036" w:rsidRPr="00FC4669">
        <w:rPr>
          <w:rStyle w:val="Znakapoznpodarou"/>
          <w:rFonts w:asciiTheme="minorHAnsi" w:hAnsiTheme="minorHAnsi"/>
          <w:sz w:val="22"/>
          <w:szCs w:val="22"/>
          <w:lang w:eastAsia="en-US"/>
        </w:rPr>
        <w:footnoteReference w:id="6"/>
      </w:r>
      <w:r w:rsidRPr="00FC4669">
        <w:rPr>
          <w:rFonts w:asciiTheme="minorHAnsi" w:hAnsiTheme="minorHAnsi"/>
          <w:sz w:val="22"/>
          <w:szCs w:val="22"/>
          <w:lang w:eastAsia="en-US"/>
        </w:rPr>
        <w:t xml:space="preserve"> kin v zemích EU se Česká republika řadí do první dvanáctky zemí s největší návštěvností. Nejčastěji pak chodili do kina v severských zemích Dánsku a Švédsku, kde alespoň jednou </w:t>
      </w:r>
      <w:r w:rsidR="003920A5" w:rsidRPr="00FC4669">
        <w:rPr>
          <w:rFonts w:asciiTheme="minorHAnsi" w:hAnsiTheme="minorHAnsi"/>
          <w:sz w:val="22"/>
          <w:szCs w:val="22"/>
          <w:lang w:eastAsia="en-US"/>
        </w:rPr>
        <w:t>v roce 2015 navštívi</w:t>
      </w:r>
      <w:r w:rsidRPr="00FC4669">
        <w:rPr>
          <w:rFonts w:asciiTheme="minorHAnsi" w:hAnsiTheme="minorHAnsi"/>
          <w:sz w:val="22"/>
          <w:szCs w:val="22"/>
          <w:lang w:eastAsia="en-US"/>
        </w:rPr>
        <w:t>lo</w:t>
      </w:r>
      <w:r w:rsidR="003920A5" w:rsidRPr="00FC4669">
        <w:rPr>
          <w:rFonts w:asciiTheme="minorHAnsi" w:hAnsiTheme="minorHAnsi"/>
          <w:sz w:val="22"/>
          <w:szCs w:val="22"/>
          <w:lang w:eastAsia="en-US"/>
        </w:rPr>
        <w:t xml:space="preserve"> kinosál</w:t>
      </w:r>
      <w:r w:rsidRPr="00FC4669">
        <w:rPr>
          <w:rFonts w:asciiTheme="minorHAnsi" w:hAnsiTheme="minorHAnsi"/>
          <w:sz w:val="22"/>
          <w:szCs w:val="22"/>
          <w:lang w:eastAsia="en-US"/>
        </w:rPr>
        <w:t xml:space="preserve"> více než 60 % populace. </w:t>
      </w:r>
      <w:r w:rsidR="00AA1776" w:rsidRPr="00FC4669">
        <w:rPr>
          <w:rFonts w:asciiTheme="minorHAnsi" w:hAnsiTheme="minorHAnsi"/>
          <w:sz w:val="22"/>
          <w:szCs w:val="22"/>
          <w:lang w:eastAsia="en-US"/>
        </w:rPr>
        <w:t>Nej</w:t>
      </w:r>
      <w:r w:rsidR="003920A5" w:rsidRPr="00FC4669">
        <w:rPr>
          <w:rFonts w:asciiTheme="minorHAnsi" w:hAnsiTheme="minorHAnsi"/>
          <w:sz w:val="22"/>
          <w:szCs w:val="22"/>
          <w:lang w:eastAsia="en-US"/>
        </w:rPr>
        <w:t>častěji</w:t>
      </w:r>
      <w:r w:rsidR="00AA1776" w:rsidRPr="00FC4669">
        <w:rPr>
          <w:rFonts w:asciiTheme="minorHAnsi" w:hAnsiTheme="minorHAnsi"/>
          <w:sz w:val="22"/>
          <w:szCs w:val="22"/>
          <w:lang w:eastAsia="en-US"/>
        </w:rPr>
        <w:t xml:space="preserve"> pak navš</w:t>
      </w:r>
      <w:r w:rsidR="003920A5" w:rsidRPr="00FC4669">
        <w:rPr>
          <w:rFonts w:asciiTheme="minorHAnsi" w:hAnsiTheme="minorHAnsi"/>
          <w:sz w:val="22"/>
          <w:szCs w:val="22"/>
          <w:lang w:eastAsia="en-US"/>
        </w:rPr>
        <w:t>těvovali kinosály</w:t>
      </w:r>
      <w:r w:rsidR="00AA1776" w:rsidRPr="00FC4669">
        <w:rPr>
          <w:rFonts w:asciiTheme="minorHAnsi" w:hAnsiTheme="minorHAnsi"/>
          <w:sz w:val="22"/>
          <w:szCs w:val="22"/>
          <w:lang w:eastAsia="en-US"/>
        </w:rPr>
        <w:t xml:space="preserve"> diváci ve Francii, kde </w:t>
      </w:r>
      <w:r w:rsidR="003920A5" w:rsidRPr="00FC4669">
        <w:rPr>
          <w:rFonts w:asciiTheme="minorHAnsi" w:hAnsiTheme="minorHAnsi"/>
          <w:sz w:val="22"/>
          <w:szCs w:val="22"/>
          <w:lang w:eastAsia="en-US"/>
        </w:rPr>
        <w:t>téměř</w:t>
      </w:r>
      <w:r w:rsidR="00AA1776" w:rsidRPr="00FC4669">
        <w:rPr>
          <w:rFonts w:asciiTheme="minorHAnsi" w:hAnsiTheme="minorHAnsi"/>
          <w:sz w:val="22"/>
          <w:szCs w:val="22"/>
          <w:lang w:eastAsia="en-US"/>
        </w:rPr>
        <w:t xml:space="preserve"> 30 % populace </w:t>
      </w:r>
      <w:r w:rsidR="003920A5" w:rsidRPr="00FC4669">
        <w:rPr>
          <w:rFonts w:asciiTheme="minorHAnsi" w:hAnsiTheme="minorHAnsi"/>
          <w:sz w:val="22"/>
          <w:szCs w:val="22"/>
          <w:lang w:eastAsia="en-US"/>
        </w:rPr>
        <w:t>přišlo do kina</w:t>
      </w:r>
      <w:r w:rsidR="00AA1776" w:rsidRPr="00FC4669">
        <w:rPr>
          <w:rFonts w:asciiTheme="minorHAnsi" w:hAnsiTheme="minorHAnsi"/>
          <w:sz w:val="22"/>
          <w:szCs w:val="22"/>
          <w:lang w:eastAsia="en-US"/>
        </w:rPr>
        <w:t xml:space="preserve"> v roce 2015 více než čtyřikrát.</w:t>
      </w:r>
    </w:p>
    <w:p w:rsidR="00560108" w:rsidRPr="00FC4669" w:rsidRDefault="00560108" w:rsidP="00560108">
      <w:pPr>
        <w:pStyle w:val="Titulek"/>
        <w:keepNext/>
        <w:rPr>
          <w:b w:val="0"/>
          <w:color w:val="auto"/>
          <w:sz w:val="22"/>
          <w:szCs w:val="22"/>
        </w:rPr>
      </w:pPr>
      <w:r w:rsidRPr="00FC4669">
        <w:rPr>
          <w:color w:val="auto"/>
          <w:sz w:val="22"/>
          <w:szCs w:val="22"/>
        </w:rPr>
        <w:lastRenderedPageBreak/>
        <w:t>Graf</w:t>
      </w:r>
      <w:r w:rsidR="007B7D35" w:rsidRPr="00FC4669">
        <w:rPr>
          <w:color w:val="auto"/>
          <w:sz w:val="22"/>
          <w:szCs w:val="22"/>
        </w:rPr>
        <w:t xml:space="preserve"> </w:t>
      </w:r>
      <w:r w:rsidR="001A4BAA" w:rsidRPr="00FC4669">
        <w:rPr>
          <w:color w:val="auto"/>
          <w:sz w:val="22"/>
          <w:szCs w:val="22"/>
        </w:rPr>
        <w:t>3</w:t>
      </w:r>
      <w:r w:rsidR="00192EBA">
        <w:rPr>
          <w:color w:val="auto"/>
          <w:sz w:val="22"/>
          <w:szCs w:val="22"/>
        </w:rPr>
        <w:t>6</w:t>
      </w:r>
      <w:r w:rsidR="007B7D35" w:rsidRPr="00FC4669">
        <w:t xml:space="preserve"> </w:t>
      </w:r>
      <w:r w:rsidR="003920A5" w:rsidRPr="00FC4669">
        <w:rPr>
          <w:b w:val="0"/>
          <w:color w:val="auto"/>
          <w:sz w:val="22"/>
          <w:szCs w:val="22"/>
        </w:rPr>
        <w:t>Podíl osob, které v posledním roce navštívily kino</w:t>
      </w:r>
      <w:r w:rsidR="00AA1776" w:rsidRPr="00FC4669">
        <w:rPr>
          <w:b w:val="0"/>
          <w:color w:val="auto"/>
          <w:sz w:val="22"/>
          <w:szCs w:val="22"/>
        </w:rPr>
        <w:t xml:space="preserve"> (vybraných 12 zemí EU dle míry návštěvnosti)</w:t>
      </w:r>
    </w:p>
    <w:p w:rsidR="00EA2F6A" w:rsidRPr="00FC4669" w:rsidRDefault="00D20AAC" w:rsidP="007B7D35">
      <w:pPr>
        <w:jc w:val="center"/>
        <w:rPr>
          <w:lang w:eastAsia="en-US"/>
        </w:rPr>
      </w:pPr>
      <w:r w:rsidRPr="00FC4669">
        <w:rPr>
          <w:noProof/>
        </w:rPr>
        <w:drawing>
          <wp:inline distT="0" distB="0" distL="0" distR="0">
            <wp:extent cx="5581650" cy="3962400"/>
            <wp:effectExtent l="0" t="0" r="0" b="0"/>
            <wp:docPr id="25" name="Graf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4F4DFA" w:rsidRPr="00FC4669" w:rsidRDefault="00560108" w:rsidP="00F77FD7">
      <w:pPr>
        <w:rPr>
          <w:rFonts w:asciiTheme="minorHAnsi" w:hAnsiTheme="minorHAnsi"/>
          <w:sz w:val="22"/>
          <w:szCs w:val="22"/>
          <w:lang w:eastAsia="en-US"/>
        </w:rPr>
      </w:pPr>
      <w:r w:rsidRPr="00FC4669">
        <w:rPr>
          <w:rFonts w:asciiTheme="minorHAnsi" w:hAnsiTheme="minorHAnsi"/>
          <w:sz w:val="22"/>
          <w:szCs w:val="22"/>
          <w:lang w:eastAsia="en-US"/>
        </w:rPr>
        <w:t xml:space="preserve">Zdroj: </w:t>
      </w:r>
      <w:r w:rsidR="00D20AAC" w:rsidRPr="00FC4669">
        <w:rPr>
          <w:rFonts w:asciiTheme="minorHAnsi" w:hAnsiTheme="minorHAnsi"/>
          <w:sz w:val="22"/>
          <w:szCs w:val="22"/>
          <w:lang w:eastAsia="en-US"/>
        </w:rPr>
        <w:t>EU-SILC</w:t>
      </w:r>
      <w:r w:rsidRPr="00FC4669">
        <w:rPr>
          <w:rFonts w:asciiTheme="minorHAnsi" w:hAnsiTheme="minorHAnsi"/>
          <w:sz w:val="22"/>
          <w:szCs w:val="22"/>
          <w:lang w:eastAsia="en-US"/>
        </w:rPr>
        <w:t xml:space="preserve">, </w:t>
      </w:r>
      <w:r w:rsidR="00D20AAC" w:rsidRPr="00FC4669">
        <w:rPr>
          <w:rFonts w:asciiTheme="minorHAnsi" w:hAnsiTheme="minorHAnsi"/>
          <w:sz w:val="22"/>
          <w:szCs w:val="22"/>
          <w:lang w:eastAsia="en-US"/>
        </w:rPr>
        <w:t>Eurostat</w:t>
      </w:r>
    </w:p>
    <w:p w:rsidR="004F4DFA" w:rsidRPr="00FC4669" w:rsidRDefault="004F4DFA">
      <w:pPr>
        <w:spacing w:after="0" w:line="240" w:lineRule="auto"/>
        <w:jc w:val="left"/>
        <w:rPr>
          <w:rFonts w:asciiTheme="minorHAnsi" w:hAnsiTheme="minorHAnsi"/>
          <w:sz w:val="22"/>
          <w:szCs w:val="22"/>
          <w:lang w:eastAsia="en-US"/>
        </w:rPr>
      </w:pPr>
    </w:p>
    <w:p w:rsidR="00BB64DB" w:rsidRPr="00FC4669" w:rsidRDefault="00BB64DB" w:rsidP="00694914">
      <w:pPr>
        <w:pStyle w:val="Nadpis2"/>
        <w:numPr>
          <w:ilvl w:val="1"/>
          <w:numId w:val="17"/>
        </w:numPr>
      </w:pPr>
      <w:bookmarkStart w:id="60" w:name="_Toc430189804"/>
      <w:bookmarkStart w:id="61" w:name="_Toc463969187"/>
      <w:bookmarkStart w:id="62" w:name="_Toc465253897"/>
      <w:r w:rsidRPr="00FC4669">
        <w:t>HUDBA</w:t>
      </w:r>
      <w:bookmarkEnd w:id="60"/>
      <w:bookmarkEnd w:id="61"/>
      <w:bookmarkEnd w:id="62"/>
    </w:p>
    <w:p w:rsidR="00BB64DB" w:rsidRPr="00FC4669" w:rsidRDefault="00BB64DB" w:rsidP="00BB64DB">
      <w:pPr>
        <w:pStyle w:val="Titulek"/>
        <w:keepNext/>
        <w:jc w:val="right"/>
        <w:rPr>
          <w:color w:val="auto"/>
        </w:rPr>
      </w:pPr>
      <w:bookmarkStart w:id="63" w:name="_Toc464832051"/>
      <w:r w:rsidRPr="00FC4669">
        <w:rPr>
          <w:color w:val="auto"/>
          <w:sz w:val="22"/>
          <w:szCs w:val="22"/>
        </w:rPr>
        <w:t xml:space="preserve">Tabulka </w:t>
      </w:r>
      <w:r w:rsidR="00050886">
        <w:rPr>
          <w:color w:val="auto"/>
          <w:sz w:val="22"/>
          <w:szCs w:val="22"/>
        </w:rPr>
        <w:t>6</w:t>
      </w:r>
      <w:r w:rsidRPr="00FC4669">
        <w:rPr>
          <w:color w:val="auto"/>
        </w:rPr>
        <w:t xml:space="preserve"> </w:t>
      </w:r>
      <w:r w:rsidRPr="00FC4669">
        <w:rPr>
          <w:b w:val="0"/>
          <w:color w:val="auto"/>
          <w:sz w:val="22"/>
          <w:szCs w:val="22"/>
        </w:rPr>
        <w:t>Vymezení oblasti hudby podle klasifikace NACE</w:t>
      </w:r>
      <w:bookmarkEnd w:id="63"/>
      <w:r w:rsidRPr="00FC4669">
        <w:rPr>
          <w:color w:val="auto"/>
        </w:rPr>
        <w:t xml:space="preserve"> </w:t>
      </w:r>
    </w:p>
    <w:tbl>
      <w:tblPr>
        <w:tblW w:w="6748" w:type="dxa"/>
        <w:jc w:val="right"/>
        <w:tblCellMar>
          <w:left w:w="70" w:type="dxa"/>
          <w:right w:w="70" w:type="dxa"/>
        </w:tblCellMar>
        <w:tblLook w:val="04A0"/>
      </w:tblPr>
      <w:tblGrid>
        <w:gridCol w:w="1380"/>
        <w:gridCol w:w="5368"/>
      </w:tblGrid>
      <w:tr w:rsidR="00BB64DB" w:rsidRPr="00FC4669" w:rsidTr="00005C1A">
        <w:trPr>
          <w:trHeight w:val="255"/>
          <w:jc w:val="right"/>
        </w:trPr>
        <w:tc>
          <w:tcPr>
            <w:tcW w:w="1380" w:type="dxa"/>
            <w:tcBorders>
              <w:top w:val="single" w:sz="12" w:space="0" w:color="auto"/>
              <w:left w:val="nil"/>
              <w:bottom w:val="single" w:sz="12" w:space="0" w:color="auto"/>
              <w:right w:val="nil"/>
            </w:tcBorders>
            <w:shd w:val="clear" w:color="auto" w:fill="F2DBDB" w:themeFill="accent2" w:themeFillTint="33"/>
            <w:hideMark/>
          </w:tcPr>
          <w:p w:rsidR="00BB64DB" w:rsidRPr="00FC4669" w:rsidRDefault="00BB64DB" w:rsidP="004D3A66">
            <w:pPr>
              <w:pStyle w:val="Box"/>
              <w:ind w:hanging="1133"/>
              <w:rPr>
                <w:rFonts w:asciiTheme="minorHAnsi" w:hAnsiTheme="minorHAnsi"/>
                <w:sz w:val="20"/>
                <w:szCs w:val="20"/>
              </w:rPr>
            </w:pPr>
            <w:r w:rsidRPr="00FC4669">
              <w:rPr>
                <w:rFonts w:asciiTheme="minorHAnsi" w:hAnsiTheme="minorHAnsi"/>
                <w:sz w:val="20"/>
                <w:szCs w:val="20"/>
              </w:rPr>
              <w:t>NACE</w:t>
            </w:r>
          </w:p>
        </w:tc>
        <w:tc>
          <w:tcPr>
            <w:tcW w:w="5368" w:type="dxa"/>
            <w:tcBorders>
              <w:top w:val="single" w:sz="12" w:space="0" w:color="auto"/>
              <w:left w:val="nil"/>
              <w:bottom w:val="single" w:sz="12" w:space="0" w:color="auto"/>
              <w:right w:val="nil"/>
            </w:tcBorders>
            <w:shd w:val="clear" w:color="auto" w:fill="F2DBDB" w:themeFill="accent2" w:themeFillTint="33"/>
            <w:hideMark/>
          </w:tcPr>
          <w:p w:rsidR="00BB64DB" w:rsidRPr="00FC4669" w:rsidRDefault="00BB64DB" w:rsidP="004D3A66">
            <w:pPr>
              <w:pStyle w:val="Box"/>
              <w:ind w:left="0" w:hanging="15"/>
              <w:rPr>
                <w:rFonts w:asciiTheme="minorHAnsi" w:hAnsiTheme="minorHAnsi"/>
                <w:sz w:val="20"/>
                <w:szCs w:val="20"/>
              </w:rPr>
            </w:pPr>
            <w:r w:rsidRPr="00FC4669">
              <w:rPr>
                <w:rFonts w:asciiTheme="minorHAnsi" w:hAnsiTheme="minorHAnsi"/>
                <w:sz w:val="20"/>
                <w:szCs w:val="20"/>
              </w:rPr>
              <w:t>EKONOMICKÁ ČINNOST</w:t>
            </w:r>
          </w:p>
        </w:tc>
      </w:tr>
      <w:tr w:rsidR="00BB64DB" w:rsidRPr="00FC4669" w:rsidTr="00005C1A">
        <w:trPr>
          <w:trHeight w:val="255"/>
          <w:jc w:val="right"/>
        </w:trPr>
        <w:tc>
          <w:tcPr>
            <w:tcW w:w="1380" w:type="dxa"/>
            <w:tcBorders>
              <w:top w:val="single" w:sz="12" w:space="0" w:color="auto"/>
              <w:left w:val="nil"/>
              <w:bottom w:val="nil"/>
              <w:right w:val="nil"/>
            </w:tcBorders>
            <w:shd w:val="clear" w:color="auto" w:fill="auto"/>
            <w:hideMark/>
          </w:tcPr>
          <w:p w:rsidR="00BB64DB" w:rsidRPr="00FC4669" w:rsidRDefault="00BB64DB" w:rsidP="00005C1A">
            <w:pPr>
              <w:spacing w:after="0"/>
              <w:rPr>
                <w:rFonts w:asciiTheme="minorHAnsi" w:hAnsiTheme="minorHAnsi"/>
                <w:szCs w:val="20"/>
              </w:rPr>
            </w:pPr>
            <w:r w:rsidRPr="00FC4669">
              <w:rPr>
                <w:rFonts w:asciiTheme="minorHAnsi" w:hAnsiTheme="minorHAnsi"/>
                <w:szCs w:val="20"/>
              </w:rPr>
              <w:t>59.20</w:t>
            </w:r>
          </w:p>
        </w:tc>
        <w:tc>
          <w:tcPr>
            <w:tcW w:w="5368" w:type="dxa"/>
            <w:tcBorders>
              <w:top w:val="single" w:sz="12" w:space="0" w:color="auto"/>
              <w:left w:val="nil"/>
              <w:bottom w:val="nil"/>
              <w:right w:val="nil"/>
            </w:tcBorders>
            <w:shd w:val="clear" w:color="auto" w:fill="auto"/>
            <w:hideMark/>
          </w:tcPr>
          <w:p w:rsidR="00BB64DB" w:rsidRPr="00FC4669" w:rsidRDefault="00BB64DB" w:rsidP="00005C1A">
            <w:pPr>
              <w:spacing w:after="0"/>
              <w:rPr>
                <w:rFonts w:asciiTheme="minorHAnsi" w:hAnsiTheme="minorHAnsi"/>
                <w:szCs w:val="20"/>
              </w:rPr>
            </w:pPr>
            <w:r w:rsidRPr="00FC4669">
              <w:rPr>
                <w:rFonts w:asciiTheme="minorHAnsi" w:hAnsiTheme="minorHAnsi"/>
                <w:szCs w:val="20"/>
              </w:rPr>
              <w:t>Pořizování zvukových nahrávek</w:t>
            </w:r>
            <w:r w:rsidRPr="00FC4669">
              <w:rPr>
                <w:rFonts w:asciiTheme="minorHAnsi" w:hAnsiTheme="minorHAnsi"/>
                <w:b/>
                <w:bCs/>
                <w:szCs w:val="20"/>
              </w:rPr>
              <w:t xml:space="preserve"> </w:t>
            </w:r>
            <w:r w:rsidRPr="00FC4669">
              <w:rPr>
                <w:rFonts w:asciiTheme="minorHAnsi" w:hAnsiTheme="minorHAnsi"/>
                <w:szCs w:val="20"/>
              </w:rPr>
              <w:t>a hudební vydavatelské činnosti</w:t>
            </w:r>
          </w:p>
        </w:tc>
      </w:tr>
      <w:tr w:rsidR="00BB64DB" w:rsidRPr="00FC4669" w:rsidTr="00583523">
        <w:trPr>
          <w:trHeight w:val="255"/>
          <w:jc w:val="right"/>
        </w:trPr>
        <w:tc>
          <w:tcPr>
            <w:tcW w:w="1380" w:type="dxa"/>
            <w:tcBorders>
              <w:top w:val="nil"/>
              <w:left w:val="nil"/>
              <w:bottom w:val="single" w:sz="12" w:space="0" w:color="auto"/>
              <w:right w:val="nil"/>
            </w:tcBorders>
            <w:shd w:val="clear" w:color="auto" w:fill="auto"/>
            <w:hideMark/>
          </w:tcPr>
          <w:p w:rsidR="00BB64DB" w:rsidRPr="00FC4669" w:rsidRDefault="00BB64DB" w:rsidP="00005C1A">
            <w:pPr>
              <w:spacing w:after="0"/>
              <w:rPr>
                <w:rFonts w:asciiTheme="minorHAnsi" w:hAnsiTheme="minorHAnsi"/>
                <w:szCs w:val="20"/>
              </w:rPr>
            </w:pPr>
            <w:r w:rsidRPr="00FC4669">
              <w:rPr>
                <w:rFonts w:asciiTheme="minorHAnsi" w:hAnsiTheme="minorHAnsi"/>
                <w:szCs w:val="20"/>
              </w:rPr>
              <w:t>47.63</w:t>
            </w:r>
          </w:p>
        </w:tc>
        <w:tc>
          <w:tcPr>
            <w:tcW w:w="5368" w:type="dxa"/>
            <w:tcBorders>
              <w:top w:val="nil"/>
              <w:left w:val="nil"/>
              <w:bottom w:val="single" w:sz="12" w:space="0" w:color="auto"/>
              <w:right w:val="nil"/>
            </w:tcBorders>
            <w:shd w:val="clear" w:color="auto" w:fill="auto"/>
            <w:hideMark/>
          </w:tcPr>
          <w:p w:rsidR="00BB64DB" w:rsidRPr="00FC4669" w:rsidRDefault="00BB64DB" w:rsidP="00005C1A">
            <w:pPr>
              <w:spacing w:after="0"/>
              <w:rPr>
                <w:rFonts w:asciiTheme="minorHAnsi" w:hAnsiTheme="minorHAnsi"/>
                <w:szCs w:val="20"/>
              </w:rPr>
            </w:pPr>
            <w:r w:rsidRPr="00FC4669">
              <w:rPr>
                <w:rFonts w:asciiTheme="minorHAnsi" w:hAnsiTheme="minorHAnsi"/>
                <w:szCs w:val="20"/>
              </w:rPr>
              <w:t>Maloobchod s audio- a videozáznamy (50%)</w:t>
            </w:r>
          </w:p>
        </w:tc>
      </w:tr>
    </w:tbl>
    <w:p w:rsidR="00731CAB" w:rsidRPr="00FC4669" w:rsidRDefault="00BB64DB" w:rsidP="00BB64DB">
      <w:r w:rsidRPr="00FC4669">
        <w:rPr>
          <w:b/>
          <w:color w:val="C00000"/>
        </w:rPr>
        <w:br/>
      </w:r>
      <w:r w:rsidRPr="00FC4669">
        <w:t>Struktura oblasti hudby je vzhledem k jejímu užšímu vymezení ve srovnání s filmovou oblastí výrazně jednodušší. Trh s hudebními nahrávkami, na který je omezena hudební oblast v definici použité pro tuto analýzu, můžeme rozdělit na primá</w:t>
      </w:r>
      <w:r w:rsidR="00430E4E" w:rsidRPr="00FC4669">
        <w:t>rní a sekundární. Primární trh zahrnuje pořizování</w:t>
      </w:r>
      <w:r w:rsidRPr="00FC4669">
        <w:t xml:space="preserve"> nahrávek a jejich distribuci k cílovým konzumentům prostřednictvím fyzických nosičů a v současnosti stále častěji pomocí digitálních online služeb umožňujících stažení hudebních souborů a poslech hudby online. Na sekundárním trhu se pak nahrávky dostávají k cílovým spotřebitelům prostřednictvím dalších služeb jako je vysílání rádia či poslech ve společenských zařízeních (restaurace, sportovní stadion apod.). Prostředky, které platí provozovatelé zařízení kolektivním správcům, pak tito správci přerozdělují vlastníků</w:t>
      </w:r>
      <w:r w:rsidR="006A5E80" w:rsidRPr="00FC4669">
        <w:t>m autorských práv</w:t>
      </w:r>
      <w:r w:rsidR="00731CAB" w:rsidRPr="00FC4669">
        <w:t xml:space="preserve"> (Towse, 2010)</w:t>
      </w:r>
      <w:r w:rsidR="006A5E80" w:rsidRPr="00FC4669">
        <w:t>.</w:t>
      </w:r>
    </w:p>
    <w:p w:rsidR="00BB64DB" w:rsidRPr="00FC4669" w:rsidRDefault="00731CAB" w:rsidP="00BB64DB">
      <w:r w:rsidRPr="00FC4669">
        <w:tab/>
      </w:r>
      <w:r w:rsidR="00BB64DB" w:rsidRPr="00FC4669">
        <w:t xml:space="preserve">Tržby plynoucí z prodeje hudebních nahrávek jsou celosvětově rozděleny mezi několik velkých nahrávacích a vydavatelských společností. Menší nezávislé společnosti se pak zaměřují na okrajový trh, </w:t>
      </w:r>
      <w:r w:rsidR="00BB64DB" w:rsidRPr="00FC4669">
        <w:lastRenderedPageBreak/>
        <w:t xml:space="preserve">který však může být </w:t>
      </w:r>
      <w:r w:rsidRPr="00FC4669">
        <w:t xml:space="preserve">finančně </w:t>
      </w:r>
      <w:r w:rsidR="00BB64DB" w:rsidRPr="00FC4669">
        <w:t xml:space="preserve">zajímavý </w:t>
      </w:r>
      <w:r w:rsidRPr="00FC4669">
        <w:t>kvůli jiným návykům a větší loajalitě</w:t>
      </w:r>
      <w:r w:rsidR="00BB64DB" w:rsidRPr="00FC4669">
        <w:t xml:space="preserve"> hudebních posluchačů pohybujících se na tomto trhu. Stejná situace panuje také na českém trhu, který ovládá několik velkých společností a menší vydavatelství dosahují pou</w:t>
      </w:r>
      <w:r w:rsidR="00FA7D92" w:rsidRPr="00FC4669">
        <w:t>ze na 27</w:t>
      </w:r>
      <w:r w:rsidR="00BB64DB" w:rsidRPr="00FC4669">
        <w:t xml:space="preserve"> % z celkových tržeb (</w:t>
      </w:r>
      <w:r w:rsidR="00C8582D" w:rsidRPr="00FC4669">
        <w:t>ČNS</w:t>
      </w:r>
      <w:r w:rsidR="00FA7D92" w:rsidRPr="00FC4669">
        <w:t xml:space="preserve"> IFPI, 2018</w:t>
      </w:r>
      <w:r w:rsidR="00BB64DB" w:rsidRPr="00FC4669">
        <w:t>).</w:t>
      </w:r>
    </w:p>
    <w:p w:rsidR="00BB64DB" w:rsidRPr="00FC4669" w:rsidRDefault="00B414F8" w:rsidP="00694914">
      <w:pPr>
        <w:pStyle w:val="Nadpis3"/>
        <w:numPr>
          <w:ilvl w:val="2"/>
          <w:numId w:val="17"/>
        </w:numPr>
      </w:pPr>
      <w:bookmarkStart w:id="64" w:name="_Toc430189805"/>
      <w:bookmarkStart w:id="65" w:name="_Toc431475033"/>
      <w:bookmarkStart w:id="66" w:name="_Toc463969188"/>
      <w:bookmarkStart w:id="67" w:name="_Toc465253898"/>
      <w:r w:rsidRPr="00FC4669">
        <w:t>PŘÍJMY</w:t>
      </w:r>
      <w:r w:rsidR="00BB64DB" w:rsidRPr="00FC4669">
        <w:t xml:space="preserve"> A ZAMĚSTNANOST</w:t>
      </w:r>
      <w:bookmarkEnd w:id="64"/>
      <w:bookmarkEnd w:id="65"/>
      <w:bookmarkEnd w:id="66"/>
      <w:bookmarkEnd w:id="67"/>
    </w:p>
    <w:p w:rsidR="00CC1BCB" w:rsidRPr="00FC4669" w:rsidRDefault="00C8582D" w:rsidP="00BB64DB">
      <w:pPr>
        <w:rPr>
          <w:color w:val="000000" w:themeColor="text1"/>
        </w:rPr>
      </w:pPr>
      <w:r w:rsidRPr="00FC4669">
        <w:rPr>
          <w:color w:val="000000" w:themeColor="text1"/>
        </w:rPr>
        <w:t>Pro</w:t>
      </w:r>
      <w:r w:rsidR="00BB64DB" w:rsidRPr="00FC4669">
        <w:rPr>
          <w:color w:val="000000" w:themeColor="text1"/>
        </w:rPr>
        <w:t xml:space="preserve"> </w:t>
      </w:r>
      <w:r w:rsidRPr="00FC4669">
        <w:rPr>
          <w:color w:val="000000" w:themeColor="text1"/>
        </w:rPr>
        <w:t>analýzu</w:t>
      </w:r>
      <w:r w:rsidR="00BB64DB" w:rsidRPr="00FC4669">
        <w:rPr>
          <w:color w:val="000000" w:themeColor="text1"/>
        </w:rPr>
        <w:t xml:space="preserve"> celkových </w:t>
      </w:r>
      <w:r w:rsidRPr="00FC4669">
        <w:rPr>
          <w:color w:val="000000" w:themeColor="text1"/>
        </w:rPr>
        <w:t>příjmů</w:t>
      </w:r>
      <w:r w:rsidR="00BB64DB" w:rsidRPr="00FC4669">
        <w:rPr>
          <w:color w:val="000000" w:themeColor="text1"/>
        </w:rPr>
        <w:t xml:space="preserve"> </w:t>
      </w:r>
      <w:r w:rsidRPr="00FC4669">
        <w:rPr>
          <w:color w:val="000000" w:themeColor="text1"/>
        </w:rPr>
        <w:t>v oblasti vydávání a prodeje zvukových nahrávek byla použita pouze data shromažďovaná Českou národní skupinou Mezinárodní federace hudebního průmyslu (ČNS IFPI) vzhledem k tomu, že poskytují úplnější přehled o prodeji nahrávek, který je navíc možné rozdělit na fyzické a digitální prodeje.</w:t>
      </w:r>
      <w:r w:rsidR="00CC1BCB" w:rsidRPr="00FC4669">
        <w:rPr>
          <w:color w:val="000000" w:themeColor="text1"/>
        </w:rPr>
        <w:t xml:space="preserve"> Na druhou stranu, údaje o prodeji nahrávek nezahrnují veškeré příjmy subjektů v oblasti hud</w:t>
      </w:r>
      <w:r w:rsidR="00701EC5" w:rsidRPr="00FC4669">
        <w:rPr>
          <w:color w:val="000000" w:themeColor="text1"/>
        </w:rPr>
        <w:t>by, které dosahovaly v roce 2016</w:t>
      </w:r>
      <w:r w:rsidR="00CC1BCB" w:rsidRPr="00FC4669">
        <w:rPr>
          <w:color w:val="000000" w:themeColor="text1"/>
        </w:rPr>
        <w:t xml:space="preserve"> podle Strukturální podn</w:t>
      </w:r>
      <w:r w:rsidR="00CC31D3" w:rsidRPr="00FC4669">
        <w:rPr>
          <w:color w:val="000000" w:themeColor="text1"/>
        </w:rPr>
        <w:t>ikové statistiky výše zhruba 2 mld. Kč.</w:t>
      </w:r>
    </w:p>
    <w:p w:rsidR="00BB64DB" w:rsidRPr="00FC4669" w:rsidRDefault="00CC1BCB" w:rsidP="00BB64DB">
      <w:r w:rsidRPr="00FC4669">
        <w:rPr>
          <w:color w:val="000000" w:themeColor="text1"/>
        </w:rPr>
        <w:tab/>
      </w:r>
      <w:r w:rsidRPr="00FC4669">
        <w:t>A</w:t>
      </w:r>
      <w:r w:rsidR="00BB64DB" w:rsidRPr="00FC4669">
        <w:t>sociace</w:t>
      </w:r>
      <w:r w:rsidRPr="00FC4669">
        <w:t xml:space="preserve"> IFPI</w:t>
      </w:r>
      <w:r w:rsidR="00BB64DB" w:rsidRPr="00FC4669">
        <w:t xml:space="preserve"> sdružuje velké společnosti</w:t>
      </w:r>
      <w:r w:rsidR="00731CAB" w:rsidRPr="00FC4669">
        <w:t xml:space="preserve">, jež se </w:t>
      </w:r>
      <w:r w:rsidR="00CC31D3" w:rsidRPr="00FC4669">
        <w:t xml:space="preserve">podílí na stěžejní části tržeb z hudebních nahrávek, spolupracuje však i s menšími vydavatelstvími, která dodávají </w:t>
      </w:r>
      <w:r w:rsidR="00A052DD" w:rsidRPr="00FC4669">
        <w:t>ekonomická data.</w:t>
      </w:r>
      <w:r w:rsidR="00BB64DB" w:rsidRPr="00FC4669">
        <w:t xml:space="preserve"> </w:t>
      </w:r>
      <w:r w:rsidR="000B3E9E" w:rsidRPr="00FC4669">
        <w:t xml:space="preserve">Časová řada v Grafu </w:t>
      </w:r>
      <w:r w:rsidR="00645CFB">
        <w:t>37</w:t>
      </w:r>
      <w:r w:rsidR="00C8582D" w:rsidRPr="00FC4669">
        <w:t xml:space="preserve"> zachycuje</w:t>
      </w:r>
      <w:r w:rsidR="00BB64DB" w:rsidRPr="00FC4669">
        <w:t xml:space="preserve"> </w:t>
      </w:r>
      <w:r w:rsidR="00C8582D" w:rsidRPr="00FC4669">
        <w:t xml:space="preserve">prudký pokles příjmů z prodeje hudebních nahrávek mezi lety 2008 a 2010 a následný </w:t>
      </w:r>
      <w:r w:rsidR="00BB64DB" w:rsidRPr="00FC4669">
        <w:t xml:space="preserve">zpomalující se </w:t>
      </w:r>
      <w:r w:rsidR="00C8582D" w:rsidRPr="00FC4669">
        <w:t>propad od roku 2010. Zpomalení poklesu tržeb bylo zřejmě způsobené</w:t>
      </w:r>
      <w:r w:rsidR="00BB64DB" w:rsidRPr="00FC4669">
        <w:t xml:space="preserve"> rozšířením nabídky online služeb, zejména zavedením služby </w:t>
      </w:r>
      <w:r w:rsidR="003150BE">
        <w:rPr>
          <w:i/>
        </w:rPr>
        <w:t>iT</w:t>
      </w:r>
      <w:r w:rsidR="00BB64DB" w:rsidRPr="00FC4669">
        <w:rPr>
          <w:i/>
        </w:rPr>
        <w:t>unes</w:t>
      </w:r>
      <w:r w:rsidR="00BB64DB" w:rsidRPr="00FC4669">
        <w:t xml:space="preserve"> na český trh. </w:t>
      </w:r>
      <w:r w:rsidR="00C8582D" w:rsidRPr="00FC4669">
        <w:t xml:space="preserve">V </w:t>
      </w:r>
      <w:r w:rsidR="00BB64DB" w:rsidRPr="00FC4669">
        <w:t xml:space="preserve">roce 2014 </w:t>
      </w:r>
      <w:r w:rsidR="00C8582D" w:rsidRPr="00FC4669">
        <w:t xml:space="preserve">pak došlo </w:t>
      </w:r>
      <w:r w:rsidR="00BB64DB" w:rsidRPr="00FC4669">
        <w:t>po dlouhém období stagnac</w:t>
      </w:r>
      <w:r w:rsidR="00C8582D" w:rsidRPr="00FC4669">
        <w:t>e poprvé k růstu tržeb, který byl ovlivněn</w:t>
      </w:r>
      <w:r w:rsidR="00BB64DB" w:rsidRPr="00FC4669">
        <w:t xml:space="preserve"> </w:t>
      </w:r>
      <w:r w:rsidR="00C8582D" w:rsidRPr="00FC4669">
        <w:t>nárůstem příjmů ze</w:t>
      </w:r>
      <w:r w:rsidR="00BB64DB" w:rsidRPr="00FC4669">
        <w:t xml:space="preserve"> zpo</w:t>
      </w:r>
      <w:r w:rsidR="00C8582D" w:rsidRPr="00FC4669">
        <w:t>platněných digitálních služeb</w:t>
      </w:r>
      <w:r w:rsidR="00645CFB">
        <w:t xml:space="preserve">. </w:t>
      </w:r>
      <w:r w:rsidR="00CA5B30" w:rsidRPr="00FC4669">
        <w:t>Tento růst pokračoval i</w:t>
      </w:r>
      <w:r w:rsidR="00645CFB">
        <w:t> </w:t>
      </w:r>
      <w:r w:rsidR="00CA5B30" w:rsidRPr="00FC4669">
        <w:t>v</w:t>
      </w:r>
      <w:r w:rsidR="00A052DD" w:rsidRPr="00FC4669">
        <w:t xml:space="preserve"> následujících letech </w:t>
      </w:r>
      <w:r w:rsidR="00CA5B30" w:rsidRPr="00FC4669">
        <w:t>2015</w:t>
      </w:r>
      <w:r w:rsidR="000B3E9E" w:rsidRPr="00FC4669">
        <w:t xml:space="preserve"> a 2017</w:t>
      </w:r>
      <w:r w:rsidR="00A052DD" w:rsidRPr="00FC4669">
        <w:t xml:space="preserve"> (tyto</w:t>
      </w:r>
      <w:r w:rsidR="00A543D4">
        <w:t xml:space="preserve"> údaje jsou navíc mírně navýšeny</w:t>
      </w:r>
      <w:r w:rsidR="00A052DD" w:rsidRPr="00FC4669">
        <w:t xml:space="preserve"> o data z menších vydavatelství, která dříve nebyla sledována)</w:t>
      </w:r>
      <w:r w:rsidR="00CA5B30" w:rsidRPr="00FC4669">
        <w:t>.</w:t>
      </w:r>
    </w:p>
    <w:p w:rsidR="00BB64DB" w:rsidRPr="00FC4669" w:rsidRDefault="00BB64DB" w:rsidP="00BB64DB">
      <w:pPr>
        <w:pStyle w:val="Titulek"/>
        <w:keepNext/>
        <w:rPr>
          <w:color w:val="auto"/>
        </w:rPr>
      </w:pPr>
      <w:r w:rsidRPr="00FC4669">
        <w:rPr>
          <w:color w:val="auto"/>
          <w:sz w:val="22"/>
          <w:szCs w:val="22"/>
        </w:rPr>
        <w:t xml:space="preserve">Graf </w:t>
      </w:r>
      <w:r w:rsidR="001A4BAA" w:rsidRPr="00FC4669">
        <w:rPr>
          <w:color w:val="auto"/>
          <w:sz w:val="22"/>
          <w:szCs w:val="22"/>
        </w:rPr>
        <w:t>3</w:t>
      </w:r>
      <w:r w:rsidR="00A543D4">
        <w:rPr>
          <w:color w:val="auto"/>
          <w:sz w:val="22"/>
          <w:szCs w:val="22"/>
        </w:rPr>
        <w:t>7</w:t>
      </w:r>
      <w:r w:rsidRPr="00FC4669">
        <w:rPr>
          <w:color w:val="auto"/>
        </w:rPr>
        <w:t xml:space="preserve"> </w:t>
      </w:r>
      <w:r w:rsidR="001D4ECA" w:rsidRPr="00FC4669">
        <w:rPr>
          <w:b w:val="0"/>
          <w:color w:val="auto"/>
          <w:sz w:val="22"/>
          <w:szCs w:val="22"/>
        </w:rPr>
        <w:t>Příjmy</w:t>
      </w:r>
      <w:r w:rsidRPr="00FC4669">
        <w:rPr>
          <w:b w:val="0"/>
          <w:color w:val="auto"/>
          <w:sz w:val="22"/>
          <w:szCs w:val="22"/>
        </w:rPr>
        <w:t xml:space="preserve"> </w:t>
      </w:r>
      <w:r w:rsidR="00697C18" w:rsidRPr="00FC4669">
        <w:rPr>
          <w:b w:val="0"/>
          <w:color w:val="auto"/>
          <w:sz w:val="22"/>
          <w:szCs w:val="22"/>
        </w:rPr>
        <w:t>z prodeje hudebních nahrávek</w:t>
      </w:r>
      <w:r w:rsidR="00126EBA" w:rsidRPr="00FC4669">
        <w:rPr>
          <w:b w:val="0"/>
          <w:color w:val="auto"/>
          <w:sz w:val="22"/>
          <w:szCs w:val="22"/>
        </w:rPr>
        <w:t xml:space="preserve"> </w:t>
      </w:r>
      <w:r w:rsidRPr="00FC4669">
        <w:rPr>
          <w:b w:val="0"/>
          <w:color w:val="auto"/>
          <w:sz w:val="22"/>
          <w:szCs w:val="22"/>
        </w:rPr>
        <w:t>(v mil. Kč)</w:t>
      </w:r>
    </w:p>
    <w:p w:rsidR="00BB64DB" w:rsidRPr="00FC4669" w:rsidRDefault="000B3E9E" w:rsidP="00BB64DB">
      <w:pPr>
        <w:keepNext/>
        <w:jc w:val="center"/>
      </w:pPr>
      <w:r w:rsidRPr="00FC4669">
        <w:rPr>
          <w:noProof/>
        </w:rPr>
        <w:drawing>
          <wp:inline distT="0" distB="0" distL="0" distR="0">
            <wp:extent cx="5543550" cy="2228850"/>
            <wp:effectExtent l="0" t="0" r="0" b="0"/>
            <wp:docPr id="10"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BB64DB" w:rsidRPr="00FC4669" w:rsidRDefault="00BB64DB" w:rsidP="00BB64DB">
      <w:pPr>
        <w:pStyle w:val="Titulek"/>
        <w:rPr>
          <w:b w:val="0"/>
          <w:color w:val="auto"/>
          <w:sz w:val="22"/>
          <w:szCs w:val="22"/>
        </w:rPr>
      </w:pPr>
      <w:r w:rsidRPr="00FC4669">
        <w:rPr>
          <w:b w:val="0"/>
          <w:color w:val="auto"/>
          <w:sz w:val="22"/>
          <w:szCs w:val="22"/>
        </w:rPr>
        <w:t xml:space="preserve">Zdroj: </w:t>
      </w:r>
      <w:r w:rsidR="005C19FC" w:rsidRPr="00FC4669">
        <w:rPr>
          <w:b w:val="0"/>
          <w:color w:val="auto"/>
          <w:sz w:val="22"/>
          <w:szCs w:val="22"/>
        </w:rPr>
        <w:t>ČNS IFPI</w:t>
      </w:r>
    </w:p>
    <w:p w:rsidR="00BB64DB" w:rsidRPr="00FC4669" w:rsidRDefault="00BB64DB" w:rsidP="00BB64DB">
      <w:r w:rsidRPr="00FC4669">
        <w:t>Vývoj příjmů z digitálních a fyzických nosičů</w:t>
      </w:r>
      <w:r w:rsidR="009F1BE9" w:rsidRPr="00FC4669">
        <w:t xml:space="preserve"> mezi zlomovými lety 2010 a 2017</w:t>
      </w:r>
      <w:r w:rsidRPr="00FC4669">
        <w:t xml:space="preserve"> zachycuje Graf </w:t>
      </w:r>
      <w:r w:rsidR="00A543D4">
        <w:t>38</w:t>
      </w:r>
      <w:r w:rsidRPr="00FC4669">
        <w:t>. Jak</w:t>
      </w:r>
      <w:r w:rsidR="00220644" w:rsidRPr="00FC4669">
        <w:t> </w:t>
      </w:r>
      <w:r w:rsidRPr="00FC4669">
        <w:t>je</w:t>
      </w:r>
      <w:r w:rsidR="00220644" w:rsidRPr="00FC4669">
        <w:t> </w:t>
      </w:r>
      <w:r w:rsidRPr="00FC4669">
        <w:t>patrné z grafu,</w:t>
      </w:r>
      <w:r w:rsidR="009F1BE9" w:rsidRPr="00FC4669">
        <w:t xml:space="preserve"> podíl fyzických a digitálních formátů se v roce 2017 již takřka vyrovnal</w:t>
      </w:r>
      <w:r w:rsidRPr="00FC4669">
        <w:t>.</w:t>
      </w:r>
      <w:r w:rsidR="00A052DD" w:rsidRPr="00FC4669">
        <w:t xml:space="preserve"> Český trh tak </w:t>
      </w:r>
      <w:r w:rsidR="009F1BE9" w:rsidRPr="00FC4669">
        <w:t>pomalu dohání trendy</w:t>
      </w:r>
      <w:r w:rsidR="00A052DD" w:rsidRPr="00FC4669">
        <w:t xml:space="preserve"> globálního trhu, kde </w:t>
      </w:r>
      <w:r w:rsidR="009B7A06" w:rsidRPr="00FC4669">
        <w:t xml:space="preserve">digitální služby již několik let jednoznačně dominují. </w:t>
      </w:r>
      <w:r w:rsidRPr="00FC4669">
        <w:t xml:space="preserve">Zajímavým </w:t>
      </w:r>
      <w:r w:rsidR="009F1BE9" w:rsidRPr="00FC4669">
        <w:t>úkazem</w:t>
      </w:r>
      <w:r w:rsidRPr="00FC4669">
        <w:t xml:space="preserve"> posledních několika let je zvýšení zájmu o vinylové nos</w:t>
      </w:r>
      <w:r w:rsidR="00CA5B30" w:rsidRPr="00FC4669">
        <w:t>i</w:t>
      </w:r>
      <w:r w:rsidR="009F1BE9" w:rsidRPr="00FC4669">
        <w:t>če, které v roce 2017 tvořily 22</w:t>
      </w:r>
      <w:r w:rsidRPr="00FC4669">
        <w:t>% prodeje fyzických formátů na českém trhu</w:t>
      </w:r>
      <w:r w:rsidR="009F1BE9" w:rsidRPr="00FC4669">
        <w:t xml:space="preserve"> a jejich prodeje již čtvrtým rokem po sobě stoupají</w:t>
      </w:r>
      <w:r w:rsidRPr="00FC4669">
        <w:t>.</w:t>
      </w:r>
      <w:r w:rsidR="009F1BE9" w:rsidRPr="00FC4669">
        <w:t xml:space="preserve"> Naopak příjmy z prodaných CD klesají již třetím rokem. </w:t>
      </w:r>
      <w:r w:rsidR="00B41036" w:rsidRPr="00FC4669">
        <w:t>Je třeba zmínit</w:t>
      </w:r>
      <w:r w:rsidR="009F1BE9" w:rsidRPr="00FC4669">
        <w:t>, že tyto údaje zahrnují pouze data od členských společností IFPI a několik vybraných organizací, se kterými IFPI spolupracuje. Pokud by se zohlednil cel</w:t>
      </w:r>
      <w:r w:rsidR="00E40913" w:rsidRPr="00FC4669">
        <w:t xml:space="preserve">ý </w:t>
      </w:r>
      <w:r w:rsidR="001132C6" w:rsidRPr="00FC4669">
        <w:t>hudební</w:t>
      </w:r>
      <w:r w:rsidR="00E40913" w:rsidRPr="00FC4669">
        <w:t xml:space="preserve"> trh, příjmy z digitálního prodeje</w:t>
      </w:r>
      <w:r w:rsidR="009F1BE9" w:rsidRPr="00FC4669">
        <w:t xml:space="preserve"> by již v roce 2017 nad těmi fyzickými </w:t>
      </w:r>
      <w:r w:rsidR="00E40913" w:rsidRPr="00FC4669">
        <w:t xml:space="preserve">podle odhadu IFPI </w:t>
      </w:r>
      <w:r w:rsidR="009F1BE9" w:rsidRPr="00FC4669">
        <w:t xml:space="preserve">poprvé </w:t>
      </w:r>
      <w:r w:rsidR="009F1BE9" w:rsidRPr="00FC4669">
        <w:lastRenderedPageBreak/>
        <w:t>převážily</w:t>
      </w:r>
      <w:r w:rsidR="00E40913" w:rsidRPr="00FC4669">
        <w:t>.</w:t>
      </w:r>
      <w:r w:rsidR="00CA7634" w:rsidRPr="00FC4669">
        <w:t xml:space="preserve"> Údaje také nezahrnují příjmy z provozovacích práv ke zvukovým nahrávkám. Celkové příjmy hudebního průmyslu by pak dosáhly podle odhadu v tiskové zprávě IFPI v roce 2017 přibližně 830 mil. Kč.</w:t>
      </w:r>
    </w:p>
    <w:p w:rsidR="00BB64DB" w:rsidRPr="00FC4669" w:rsidRDefault="00BB64DB" w:rsidP="00BB64DB">
      <w:pPr>
        <w:pStyle w:val="Titulek"/>
        <w:keepNext/>
        <w:rPr>
          <w:color w:val="auto"/>
          <w:sz w:val="22"/>
          <w:szCs w:val="22"/>
        </w:rPr>
      </w:pPr>
      <w:r w:rsidRPr="00FC4669">
        <w:rPr>
          <w:color w:val="auto"/>
          <w:sz w:val="22"/>
          <w:szCs w:val="22"/>
        </w:rPr>
        <w:t xml:space="preserve">Graf </w:t>
      </w:r>
      <w:r w:rsidR="00A543D4">
        <w:rPr>
          <w:color w:val="auto"/>
          <w:sz w:val="22"/>
          <w:szCs w:val="22"/>
        </w:rPr>
        <w:t>38</w:t>
      </w:r>
      <w:r w:rsidRPr="00FC4669">
        <w:rPr>
          <w:color w:val="auto"/>
          <w:sz w:val="22"/>
          <w:szCs w:val="22"/>
        </w:rPr>
        <w:t xml:space="preserve"> </w:t>
      </w:r>
      <w:r w:rsidR="00B41036" w:rsidRPr="00FC4669">
        <w:rPr>
          <w:b w:val="0"/>
          <w:color w:val="auto"/>
          <w:sz w:val="22"/>
          <w:szCs w:val="22"/>
        </w:rPr>
        <w:t>Příjmy plynoucí</w:t>
      </w:r>
      <w:r w:rsidRPr="00FC4669">
        <w:rPr>
          <w:b w:val="0"/>
          <w:color w:val="auto"/>
          <w:sz w:val="22"/>
          <w:szCs w:val="22"/>
        </w:rPr>
        <w:t xml:space="preserve"> z prodeje fyzických nosičů a digitálních </w:t>
      </w:r>
      <w:r w:rsidR="005C19FC" w:rsidRPr="00FC4669">
        <w:rPr>
          <w:b w:val="0"/>
          <w:color w:val="auto"/>
          <w:sz w:val="22"/>
          <w:szCs w:val="22"/>
        </w:rPr>
        <w:t>služeb (v mil</w:t>
      </w:r>
      <w:r w:rsidRPr="00FC4669">
        <w:rPr>
          <w:b w:val="0"/>
          <w:color w:val="auto"/>
          <w:sz w:val="22"/>
          <w:szCs w:val="22"/>
        </w:rPr>
        <w:t>. Kč</w:t>
      </w:r>
      <w:r w:rsidR="00CA7634" w:rsidRPr="00FC4669">
        <w:rPr>
          <w:b w:val="0"/>
          <w:color w:val="auto"/>
          <w:sz w:val="22"/>
          <w:szCs w:val="22"/>
        </w:rPr>
        <w:t>, pouze členské společnosti IFPI a vybrané organizace</w:t>
      </w:r>
      <w:r w:rsidRPr="00FC4669">
        <w:rPr>
          <w:b w:val="0"/>
          <w:color w:val="auto"/>
          <w:sz w:val="22"/>
          <w:szCs w:val="22"/>
        </w:rPr>
        <w:t>)</w:t>
      </w:r>
    </w:p>
    <w:p w:rsidR="00BB64DB" w:rsidRPr="00FC4669" w:rsidRDefault="009F1BE9" w:rsidP="00BB64DB">
      <w:pPr>
        <w:keepNext/>
        <w:jc w:val="center"/>
      </w:pPr>
      <w:r w:rsidRPr="00FC4669">
        <w:rPr>
          <w:noProof/>
        </w:rPr>
        <w:drawing>
          <wp:inline distT="0" distB="0" distL="0" distR="0">
            <wp:extent cx="5867400" cy="1600200"/>
            <wp:effectExtent l="0" t="0" r="0" b="0"/>
            <wp:docPr id="8"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BB64DB" w:rsidRPr="00FC4669" w:rsidRDefault="00BB64DB" w:rsidP="00BB64DB">
      <w:pPr>
        <w:pStyle w:val="Titulek"/>
        <w:rPr>
          <w:b w:val="0"/>
          <w:color w:val="auto"/>
          <w:sz w:val="22"/>
          <w:szCs w:val="22"/>
        </w:rPr>
      </w:pPr>
      <w:r w:rsidRPr="00FC4669">
        <w:rPr>
          <w:b w:val="0"/>
          <w:color w:val="auto"/>
          <w:sz w:val="22"/>
          <w:szCs w:val="22"/>
        </w:rPr>
        <w:t xml:space="preserve">Zdroj: </w:t>
      </w:r>
      <w:r w:rsidR="005C19FC" w:rsidRPr="00FC4669">
        <w:rPr>
          <w:b w:val="0"/>
          <w:color w:val="auto"/>
          <w:sz w:val="22"/>
          <w:szCs w:val="22"/>
        </w:rPr>
        <w:t>ČNS</w:t>
      </w:r>
      <w:r w:rsidRPr="00FC4669">
        <w:rPr>
          <w:b w:val="0"/>
          <w:color w:val="auto"/>
          <w:sz w:val="22"/>
          <w:szCs w:val="22"/>
        </w:rPr>
        <w:t xml:space="preserve"> IF</w:t>
      </w:r>
      <w:r w:rsidR="005C19FC" w:rsidRPr="00FC4669">
        <w:rPr>
          <w:b w:val="0"/>
          <w:color w:val="auto"/>
          <w:sz w:val="22"/>
          <w:szCs w:val="22"/>
        </w:rPr>
        <w:t>PI</w:t>
      </w:r>
    </w:p>
    <w:p w:rsidR="00A543D4" w:rsidRDefault="00BB64DB" w:rsidP="00BB64DB">
      <w:r w:rsidRPr="00844C07">
        <w:t>Zachytit údaje o pracovním trhu v oblasti hudby je stejně komplikované jako ve filmové oblasti. Prezentované</w:t>
      </w:r>
      <w:r w:rsidR="00220644" w:rsidRPr="00844C07">
        <w:t> </w:t>
      </w:r>
      <w:r w:rsidRPr="00844C07">
        <w:t xml:space="preserve">údaje se týkají </w:t>
      </w:r>
      <w:r w:rsidR="00844C07">
        <w:t>primárně</w:t>
      </w:r>
      <w:r w:rsidRPr="00844C07">
        <w:t xml:space="preserve"> zaměstnanců vydavatelských a produkčních společností a</w:t>
      </w:r>
      <w:r w:rsidR="00220644" w:rsidRPr="00844C07">
        <w:t> </w:t>
      </w:r>
      <w:r w:rsidRPr="00844C07">
        <w:t>obchodníků s hudbou. Nikoliv však</w:t>
      </w:r>
      <w:r w:rsidRPr="00FC4669">
        <w:t xml:space="preserve"> samotných profesionálních hudebníků, kteří by svou ekonomickou činností spadali spíše do oblasti scénických umění</w:t>
      </w:r>
      <w:r w:rsidR="00542285" w:rsidRPr="00FC4669">
        <w:t xml:space="preserve">. </w:t>
      </w:r>
      <w:r w:rsidRPr="00FC4669">
        <w:t>Pro část hudebníků a skladatelů vytvářejících obsah, který je následně nahrán</w:t>
      </w:r>
      <w:r w:rsidR="00282CCA" w:rsidRPr="00FC4669">
        <w:t> </w:t>
      </w:r>
      <w:r w:rsidRPr="00FC4669">
        <w:t>a</w:t>
      </w:r>
      <w:r w:rsidR="00282CCA" w:rsidRPr="00FC4669">
        <w:t> </w:t>
      </w:r>
      <w:r w:rsidRPr="00FC4669">
        <w:t>distribuován, navíc aktivita</w:t>
      </w:r>
      <w:r w:rsidR="00CA5B30" w:rsidRPr="00FC4669">
        <w:t xml:space="preserve"> v rámci hudebního průmyslu</w:t>
      </w:r>
      <w:r w:rsidRPr="00FC4669">
        <w:t xml:space="preserve"> nepředstavuje hlavní povolání, ale pouze občasný přivýdělek. Jak vyplývá z Gr</w:t>
      </w:r>
      <w:r w:rsidR="004F4DFA" w:rsidRPr="00FC4669">
        <w:t xml:space="preserve">afu </w:t>
      </w:r>
      <w:r w:rsidR="00A543D4">
        <w:t>39</w:t>
      </w:r>
      <w:r w:rsidRPr="00FC4669">
        <w:t>, celková zaměstnan</w:t>
      </w:r>
      <w:r w:rsidR="00CA5B30" w:rsidRPr="00FC4669">
        <w:t>ost v takto vymezené oblasti má od roku 2006 spíše sestupnou tendenci</w:t>
      </w:r>
      <w:r w:rsidR="00701EC5" w:rsidRPr="00FC4669">
        <w:t>,</w:t>
      </w:r>
      <w:r w:rsidRPr="00FC4669">
        <w:t xml:space="preserve"> </w:t>
      </w:r>
      <w:r w:rsidR="00701EC5" w:rsidRPr="00FC4669">
        <w:t xml:space="preserve">v roce 2016 pak poprvé </w:t>
      </w:r>
      <w:r w:rsidR="00810B18" w:rsidRPr="00FC4669">
        <w:t xml:space="preserve">oproti předchozímu roku </w:t>
      </w:r>
      <w:r w:rsidR="00701EC5" w:rsidRPr="00FC4669">
        <w:t>mírně vzrostla a dosahovala výše 253</w:t>
      </w:r>
      <w:r w:rsidR="00CA5B30" w:rsidRPr="00FC4669">
        <w:t xml:space="preserve"> zaměstnanců</w:t>
      </w:r>
      <w:r w:rsidRPr="00FC4669">
        <w:t>.</w:t>
      </w:r>
    </w:p>
    <w:p w:rsidR="00A543D4" w:rsidRPr="00FC4669" w:rsidRDefault="00A543D4" w:rsidP="00A543D4">
      <w:pPr>
        <w:pStyle w:val="Titulek"/>
        <w:keepNext/>
      </w:pPr>
      <w:r w:rsidRPr="00A543D4">
        <w:rPr>
          <w:noProof/>
        </w:rPr>
        <w:t xml:space="preserve"> </w:t>
      </w:r>
      <w:r w:rsidRPr="00FC4669">
        <w:rPr>
          <w:color w:val="auto"/>
          <w:sz w:val="22"/>
          <w:szCs w:val="22"/>
        </w:rPr>
        <w:t>Graf 3</w:t>
      </w:r>
      <w:r>
        <w:rPr>
          <w:color w:val="auto"/>
          <w:sz w:val="22"/>
          <w:szCs w:val="22"/>
        </w:rPr>
        <w:t>9</w:t>
      </w:r>
      <w:r w:rsidRPr="00FC4669">
        <w:rPr>
          <w:color w:val="auto"/>
        </w:rPr>
        <w:t xml:space="preserve"> </w:t>
      </w:r>
      <w:r w:rsidRPr="00FC4669">
        <w:rPr>
          <w:b w:val="0"/>
          <w:color w:val="auto"/>
          <w:sz w:val="22"/>
          <w:szCs w:val="22"/>
        </w:rPr>
        <w:t>P</w:t>
      </w:r>
      <w:r w:rsidRPr="00FC4669">
        <w:rPr>
          <w:b w:val="0"/>
          <w:color w:val="000000" w:themeColor="text1"/>
          <w:sz w:val="22"/>
          <w:szCs w:val="22"/>
        </w:rPr>
        <w:t>očet zaměstnanců v oblasti hudby (v osobách, přepočteno na plné prac. úvazky)</w:t>
      </w:r>
    </w:p>
    <w:p w:rsidR="00BB64DB" w:rsidRDefault="00A543D4" w:rsidP="00A543D4">
      <w:r w:rsidRPr="00FC4669">
        <w:rPr>
          <w:noProof/>
        </w:rPr>
        <w:drawing>
          <wp:inline distT="0" distB="0" distL="0" distR="0">
            <wp:extent cx="5686425" cy="1371600"/>
            <wp:effectExtent l="0" t="0" r="0" b="0"/>
            <wp:docPr id="3"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A543D4" w:rsidRDefault="00A543D4" w:rsidP="00A543D4">
      <w:pPr>
        <w:keepNext/>
        <w:jc w:val="left"/>
      </w:pPr>
      <w:r w:rsidRPr="00FC4669">
        <w:t>Zdroj: Podniková strukturální statistika, ČSÚ</w:t>
      </w:r>
    </w:p>
    <w:p w:rsidR="00A543D4" w:rsidRPr="00FC4669" w:rsidRDefault="00A543D4" w:rsidP="00A543D4">
      <w:pPr>
        <w:keepNext/>
      </w:pPr>
      <w:r w:rsidRPr="00FC4669">
        <w:t>Úplnější odhad zaměstnanosti v oblasti hudby je možné získat z Výběrového šetření pracovních sil, které zohledňuje všechny zaměstnané osoby (zaměstnance, podnikatele či pracovníky na dohody). Podle údajů z tohoto šetření pracovalo v oblasti hudby přibližně 3,2 tis. zaměstnaných osob, přičemž přibližně 2,1 tis. vykonávalo povolání „kulturního“ charakteru a 1,1 tis. povolání spíše „ne-kulturního“ charakteru. Do výpočtů o povoláních kulturního charakteru vstupují zejména povolání technického rázu (technici v oblasti vysílání a audiovizuálních záznamů)</w:t>
      </w:r>
      <w:r w:rsidR="00844C07">
        <w:t xml:space="preserve"> a samotní hudebníci, zpěvá</w:t>
      </w:r>
      <w:r w:rsidR="003D02CE">
        <w:t>ci a skladatelé působí v oblasti</w:t>
      </w:r>
      <w:r w:rsidR="00844C07">
        <w:t xml:space="preserve"> hudebního vydavatelství a maloobchodu spíše okrajově</w:t>
      </w:r>
      <w:r w:rsidRPr="00FC4669">
        <w:t>.</w:t>
      </w:r>
      <w:r w:rsidR="00844C07">
        <w:t xml:space="preserve"> Celkově pak evidovala statistika VŠPS 6,4 tis. hudebníků, zpěváků a skladatelů, přičemž většina z nich (5,8 tis) pracovala v některé z kulturních oblastí.</w:t>
      </w:r>
    </w:p>
    <w:p w:rsidR="00A543D4" w:rsidRPr="00FC4669" w:rsidRDefault="00A543D4" w:rsidP="00A543D4"/>
    <w:p w:rsidR="00F33E22" w:rsidRPr="00FC4669" w:rsidRDefault="003D02CE" w:rsidP="00F33E22">
      <w:pPr>
        <w:pStyle w:val="Titulek"/>
        <w:keepNext/>
        <w:jc w:val="left"/>
        <w:rPr>
          <w:b w:val="0"/>
          <w:color w:val="auto"/>
          <w:sz w:val="22"/>
          <w:szCs w:val="22"/>
        </w:rPr>
      </w:pPr>
      <w:bookmarkStart w:id="68" w:name="_Toc464832052"/>
      <w:r>
        <w:rPr>
          <w:color w:val="auto"/>
          <w:sz w:val="22"/>
          <w:szCs w:val="22"/>
        </w:rPr>
        <w:lastRenderedPageBreak/>
        <w:t>Graf 40</w:t>
      </w:r>
      <w:r w:rsidR="00F33E22" w:rsidRPr="00FC4669">
        <w:t xml:space="preserve"> </w:t>
      </w:r>
      <w:r w:rsidR="00F33E22" w:rsidRPr="00FC4669">
        <w:rPr>
          <w:b w:val="0"/>
          <w:color w:val="auto"/>
          <w:sz w:val="22"/>
          <w:szCs w:val="22"/>
        </w:rPr>
        <w:t xml:space="preserve">Odhad počtu zaměstnaných osob v oblasti </w:t>
      </w:r>
      <w:r w:rsidR="00DC44B4" w:rsidRPr="00FC4669">
        <w:rPr>
          <w:b w:val="0"/>
          <w:color w:val="auto"/>
          <w:sz w:val="22"/>
          <w:szCs w:val="22"/>
        </w:rPr>
        <w:t>hudby v roce</w:t>
      </w:r>
      <w:r w:rsidR="00526D24" w:rsidRPr="00FC4669">
        <w:rPr>
          <w:b w:val="0"/>
          <w:color w:val="auto"/>
          <w:sz w:val="22"/>
          <w:szCs w:val="22"/>
        </w:rPr>
        <w:t xml:space="preserve"> 2017</w:t>
      </w:r>
      <w:r w:rsidR="00DC44B4" w:rsidRPr="00FC4669">
        <w:rPr>
          <w:b w:val="0"/>
          <w:color w:val="auto"/>
          <w:sz w:val="22"/>
          <w:szCs w:val="22"/>
        </w:rPr>
        <w:t xml:space="preserve"> v tis. osob</w:t>
      </w:r>
      <w:bookmarkEnd w:id="68"/>
    </w:p>
    <w:p w:rsidR="00F6775F" w:rsidRPr="00FC4669" w:rsidRDefault="00052F4D" w:rsidP="00F6775F">
      <w:pPr>
        <w:rPr>
          <w:lang w:eastAsia="en-US"/>
        </w:rPr>
      </w:pPr>
      <w:r>
        <w:rPr>
          <w:noProof/>
        </w:rPr>
        <w:pict>
          <v:shape id="Text Box 36" o:spid="_x0000_s1037" type="#_x0000_t202" style="position:absolute;left:0;text-align:left;margin-left:360.55pt;margin-top:109.7pt;width:44pt;height:25.5pt;z-index:2516730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" strokecolor="white [3212]">
            <v:fill opacity="0"/>
            <v:textbox>
              <w:txbxContent>
                <w:p w:rsidR="00477774" w:rsidRPr="00FD1391" w:rsidRDefault="00477774" w:rsidP="00FD1391">
                  <w:pPr>
                    <w:rPr>
                      <w:rFonts w:ascii="Calibri" w:hAnsi="Calibri"/>
                    </w:rPr>
                  </w:pPr>
                  <w:r>
                    <w:rPr>
                      <w:rFonts w:ascii="Calibri" w:hAnsi="Calibri"/>
                    </w:rPr>
                    <w:t>6,4</w:t>
                  </w:r>
                  <w:r w:rsidRPr="00FD1391">
                    <w:rPr>
                      <w:rFonts w:ascii="Calibri" w:hAnsi="Calibri"/>
                    </w:rPr>
                    <w:t xml:space="preserve"> tis.</w:t>
                  </w:r>
                </w:p>
              </w:txbxContent>
            </v:textbox>
          </v:shape>
        </w:pict>
      </w:r>
      <w:r w:rsidRPr="00052F4D">
        <w:rPr>
          <w:b/>
          <w:noProof/>
          <w:sz w:val="22"/>
          <w:szCs w:val="22"/>
        </w:rPr>
        <w:pict>
          <v:shape id="Text Box 35" o:spid="_x0000_s1038" type="#_x0000_t202" style="position:absolute;left:0;text-align:left;margin-left:121.3pt;margin-top:109.7pt;width:44pt;height:25.5pt;z-index:2516720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" strokecolor="white [3212]">
            <v:fill opacity="0"/>
            <v:textbox>
              <w:txbxContent>
                <w:p w:rsidR="00477774" w:rsidRPr="00FD1391" w:rsidRDefault="00477774">
                  <w:pPr>
                    <w:rPr>
                      <w:rFonts w:ascii="Calibri" w:hAnsi="Calibri"/>
                    </w:rPr>
                  </w:pPr>
                  <w:r>
                    <w:rPr>
                      <w:rFonts w:ascii="Calibri" w:hAnsi="Calibri"/>
                    </w:rPr>
                    <w:t>3,</w:t>
                  </w:r>
                  <w:r w:rsidRPr="00FD1391">
                    <w:rPr>
                      <w:rFonts w:ascii="Calibri" w:hAnsi="Calibri"/>
                    </w:rPr>
                    <w:t>2 tis.</w:t>
                  </w:r>
                </w:p>
              </w:txbxContent>
            </v:textbox>
          </v:shape>
        </w:pict>
      </w:r>
      <w:r w:rsidR="00F6775F" w:rsidRPr="00FC4669">
        <w:rPr>
          <w:noProof/>
        </w:rPr>
        <w:drawing>
          <wp:inline distT="0" distB="0" distL="0" distR="0">
            <wp:extent cx="3371850" cy="2600325"/>
            <wp:effectExtent l="0" t="0" r="0" b="0"/>
            <wp:docPr id="131"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r w:rsidR="00F6775F" w:rsidRPr="00FC4669">
        <w:rPr>
          <w:noProof/>
        </w:rPr>
        <w:t xml:space="preserve"> </w:t>
      </w:r>
      <w:r w:rsidR="00F6775F" w:rsidRPr="00FC4669">
        <w:rPr>
          <w:noProof/>
        </w:rPr>
        <w:drawing>
          <wp:inline distT="0" distB="0" distL="0" distR="0">
            <wp:extent cx="2676525" cy="2600325"/>
            <wp:effectExtent l="0" t="0" r="0" b="0"/>
            <wp:docPr id="132"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rsidR="00B90C58" w:rsidRPr="00FC4669" w:rsidRDefault="00BB64DB" w:rsidP="00130F4A">
      <w:pPr>
        <w:pStyle w:val="Titulek"/>
        <w:spacing w:before="120"/>
        <w:rPr>
          <w:b w:val="0"/>
          <w:color w:val="auto"/>
          <w:sz w:val="22"/>
          <w:szCs w:val="22"/>
        </w:rPr>
      </w:pPr>
      <w:r w:rsidRPr="00FC4669">
        <w:rPr>
          <w:b w:val="0"/>
          <w:color w:val="auto"/>
          <w:sz w:val="22"/>
          <w:szCs w:val="22"/>
        </w:rPr>
        <w:t xml:space="preserve">Zdroj: </w:t>
      </w:r>
      <w:r w:rsidR="00DC44B4" w:rsidRPr="00FC4669">
        <w:rPr>
          <w:b w:val="0"/>
          <w:color w:val="auto"/>
          <w:sz w:val="22"/>
          <w:szCs w:val="22"/>
        </w:rPr>
        <w:t>Výběrové šetření pracovních sil</w:t>
      </w:r>
      <w:r w:rsidR="00B90C58" w:rsidRPr="00FC4669">
        <w:rPr>
          <w:b w:val="0"/>
          <w:color w:val="auto"/>
          <w:sz w:val="22"/>
          <w:szCs w:val="22"/>
        </w:rPr>
        <w:t xml:space="preserve">, </w:t>
      </w:r>
      <w:r w:rsidRPr="00FC4669">
        <w:rPr>
          <w:b w:val="0"/>
          <w:color w:val="auto"/>
          <w:sz w:val="22"/>
          <w:szCs w:val="22"/>
        </w:rPr>
        <w:t>ČSÚ</w:t>
      </w:r>
    </w:p>
    <w:p w:rsidR="00BB64DB" w:rsidRPr="00FC4669" w:rsidRDefault="00BB64DB" w:rsidP="00694914">
      <w:pPr>
        <w:pStyle w:val="Nadpis3"/>
        <w:numPr>
          <w:ilvl w:val="2"/>
          <w:numId w:val="17"/>
        </w:numPr>
      </w:pPr>
      <w:bookmarkStart w:id="69" w:name="_Toc430189806"/>
      <w:bookmarkStart w:id="70" w:name="_Toc431475034"/>
      <w:bookmarkStart w:id="71" w:name="_Toc463969189"/>
      <w:bookmarkStart w:id="72" w:name="_Toc465253899"/>
      <w:r w:rsidRPr="00FC4669">
        <w:t>POHLED SPOTŘEBITELE</w:t>
      </w:r>
      <w:bookmarkEnd w:id="69"/>
      <w:bookmarkEnd w:id="70"/>
      <w:bookmarkEnd w:id="71"/>
      <w:bookmarkEnd w:id="72"/>
    </w:p>
    <w:p w:rsidR="00BB64DB" w:rsidRPr="00FC4669" w:rsidRDefault="00BB64DB" w:rsidP="00BB64DB">
      <w:r w:rsidRPr="00FC4669">
        <w:t>Podrobná studie, která by se zaměřovala pouze na posluchače hudby a jejich návyky</w:t>
      </w:r>
      <w:r w:rsidR="0025640A" w:rsidRPr="00FC4669">
        <w:t>,</w:t>
      </w:r>
      <w:r w:rsidRPr="00FC4669">
        <w:t xml:space="preserve"> </w:t>
      </w:r>
      <w:r w:rsidR="00772DA1" w:rsidRPr="00FC4669">
        <w:t>nebyla v době psaní tohoto textu</w:t>
      </w:r>
      <w:r w:rsidR="00282CCA" w:rsidRPr="00FC4669">
        <w:t> </w:t>
      </w:r>
      <w:r w:rsidR="00772DA1" w:rsidRPr="00FC4669">
        <w:t>k</w:t>
      </w:r>
      <w:r w:rsidR="00282CCA" w:rsidRPr="00FC4669">
        <w:t> </w:t>
      </w:r>
      <w:r w:rsidR="00772DA1" w:rsidRPr="00FC4669">
        <w:t>dispozici</w:t>
      </w:r>
      <w:r w:rsidRPr="00FC4669">
        <w:t xml:space="preserve">. </w:t>
      </w:r>
      <w:r w:rsidR="00772DA1" w:rsidRPr="00FC4669">
        <w:t>Nárůst</w:t>
      </w:r>
      <w:r w:rsidRPr="00FC4669">
        <w:t xml:space="preserve"> tržeb z digitálních prodejů nicméně naznačuje, že ochota internetových uživatelů </w:t>
      </w:r>
      <w:r w:rsidR="00EF194E" w:rsidRPr="00FC4669">
        <w:t>využívat</w:t>
      </w:r>
      <w:r w:rsidRPr="00FC4669">
        <w:t xml:space="preserve"> online </w:t>
      </w:r>
      <w:r w:rsidR="00EF194E" w:rsidRPr="00FC4669">
        <w:t xml:space="preserve">a digitální služby se </w:t>
      </w:r>
      <w:r w:rsidR="00CD5C5C">
        <w:t>zvyšuje</w:t>
      </w:r>
      <w:r w:rsidRPr="00FC4669">
        <w:t>. Z hlediska oblíbenosti digitálních služeb roste popularita poslechu online knihoven (stream), který</w:t>
      </w:r>
      <w:r w:rsidR="004702DC" w:rsidRPr="00FC4669">
        <w:t xml:space="preserve"> se v roce 2017</w:t>
      </w:r>
      <w:r w:rsidRPr="00FC4669">
        <w:t xml:space="preserve"> postaral o </w:t>
      </w:r>
      <w:r w:rsidR="004702DC" w:rsidRPr="00FC4669">
        <w:t>23</w:t>
      </w:r>
      <w:r w:rsidRPr="00FC4669">
        <w:t xml:space="preserve"> %</w:t>
      </w:r>
      <w:r w:rsidR="004702DC" w:rsidRPr="00FC4669">
        <w:t xml:space="preserve"> celkových příjmů z hudebních nahrávek</w:t>
      </w:r>
      <w:r w:rsidRPr="00FC4669">
        <w:t>. Naopak oblíbenost staho</w:t>
      </w:r>
      <w:r w:rsidR="00B976FB" w:rsidRPr="00FC4669">
        <w:t>vání nahrávek</w:t>
      </w:r>
      <w:r w:rsidR="00130F4A" w:rsidRPr="00FC4669">
        <w:t xml:space="preserve"> (např. prostřednictvím služby iTunes)</w:t>
      </w:r>
      <w:r w:rsidR="00AB7963" w:rsidRPr="00FC4669">
        <w:t xml:space="preserve"> v roce 2017</w:t>
      </w:r>
      <w:r w:rsidR="00B976FB" w:rsidRPr="00FC4669">
        <w:t xml:space="preserve"> </w:t>
      </w:r>
      <w:r w:rsidR="00AB7963" w:rsidRPr="00FC4669">
        <w:t>tvořila pouhá</w:t>
      </w:r>
      <w:r w:rsidR="009D1443" w:rsidRPr="00FC4669">
        <w:t xml:space="preserve"> </w:t>
      </w:r>
      <w:r w:rsidR="00AB7963" w:rsidRPr="00FC4669">
        <w:t xml:space="preserve">4 </w:t>
      </w:r>
      <w:r w:rsidR="009D1443" w:rsidRPr="00FC4669">
        <w:t xml:space="preserve">% </w:t>
      </w:r>
      <w:r w:rsidR="00AB7963" w:rsidRPr="00FC4669">
        <w:t>celkových prodejů</w:t>
      </w:r>
      <w:r w:rsidRPr="00FC4669">
        <w:t>.</w:t>
      </w:r>
      <w:r w:rsidR="00AB7963" w:rsidRPr="00FC4669">
        <w:t xml:space="preserve"> Z fyzických formá</w:t>
      </w:r>
      <w:r w:rsidR="008979C4" w:rsidRPr="00FC4669">
        <w:t>tů stále dominuje CD, nicméně 6</w:t>
      </w:r>
      <w:r w:rsidR="00AB7963" w:rsidRPr="00FC4669">
        <w:t>%</w:t>
      </w:r>
      <w:r w:rsidR="008979C4" w:rsidRPr="00FC4669">
        <w:t xml:space="preserve"> podíl</w:t>
      </w:r>
      <w:r w:rsidR="00AB7963" w:rsidRPr="00FC4669">
        <w:t xml:space="preserve"> </w:t>
      </w:r>
      <w:r w:rsidR="008979C4" w:rsidRPr="00FC4669">
        <w:t xml:space="preserve">vinylových desek </w:t>
      </w:r>
      <w:r w:rsidR="00AB7963" w:rsidRPr="00FC4669">
        <w:t>na c</w:t>
      </w:r>
      <w:r w:rsidR="008979C4" w:rsidRPr="00FC4669">
        <w:t>elkových příjmech hudebního trhu byl</w:t>
      </w:r>
      <w:r w:rsidR="00AB7963" w:rsidRPr="00FC4669">
        <w:t xml:space="preserve"> ještě před několika lety nepředstavitelný</w:t>
      </w:r>
      <w:r w:rsidR="008979C4" w:rsidRPr="00FC4669">
        <w:t xml:space="preserve"> a do budoucna lze očekávat další posílení pozice tohoto formátu</w:t>
      </w:r>
      <w:r w:rsidRPr="00FC4669">
        <w:t>.</w:t>
      </w:r>
    </w:p>
    <w:p w:rsidR="00BB64DB" w:rsidRPr="00FC4669" w:rsidRDefault="00BB64DB" w:rsidP="003A4800">
      <w:pPr>
        <w:pStyle w:val="Titulek"/>
        <w:keepNext/>
        <w:jc w:val="left"/>
        <w:rPr>
          <w:color w:val="auto"/>
          <w:sz w:val="22"/>
          <w:szCs w:val="22"/>
        </w:rPr>
      </w:pPr>
      <w:r w:rsidRPr="00FC4669">
        <w:rPr>
          <w:color w:val="auto"/>
          <w:sz w:val="22"/>
          <w:szCs w:val="22"/>
        </w:rPr>
        <w:t xml:space="preserve">Graf </w:t>
      </w:r>
      <w:r w:rsidR="00CD5C5C">
        <w:rPr>
          <w:color w:val="auto"/>
          <w:sz w:val="22"/>
          <w:szCs w:val="22"/>
        </w:rPr>
        <w:t>41</w:t>
      </w:r>
      <w:r w:rsidRPr="00FC4669">
        <w:rPr>
          <w:color w:val="auto"/>
          <w:sz w:val="22"/>
          <w:szCs w:val="22"/>
        </w:rPr>
        <w:t xml:space="preserve"> </w:t>
      </w:r>
      <w:r w:rsidR="00FD1391" w:rsidRPr="00FC4669">
        <w:rPr>
          <w:b w:val="0"/>
          <w:color w:val="auto"/>
          <w:sz w:val="22"/>
          <w:szCs w:val="22"/>
        </w:rPr>
        <w:t xml:space="preserve">Podíl </w:t>
      </w:r>
      <w:r w:rsidR="008979C4" w:rsidRPr="00FC4669">
        <w:rPr>
          <w:b w:val="0"/>
          <w:color w:val="auto"/>
          <w:sz w:val="22"/>
          <w:szCs w:val="22"/>
        </w:rPr>
        <w:t xml:space="preserve">prodeje </w:t>
      </w:r>
      <w:r w:rsidR="00FD1391" w:rsidRPr="00FC4669">
        <w:rPr>
          <w:b w:val="0"/>
          <w:color w:val="auto"/>
          <w:sz w:val="22"/>
          <w:szCs w:val="22"/>
        </w:rPr>
        <w:t>jednotlivých formátů a práv k nahrávkám</w:t>
      </w:r>
      <w:r w:rsidRPr="00FC4669">
        <w:rPr>
          <w:b w:val="0"/>
          <w:color w:val="auto"/>
          <w:sz w:val="22"/>
          <w:szCs w:val="22"/>
        </w:rPr>
        <w:t xml:space="preserve"> na </w:t>
      </w:r>
      <w:r w:rsidR="004702DC" w:rsidRPr="00FC4669">
        <w:rPr>
          <w:b w:val="0"/>
          <w:color w:val="auto"/>
          <w:sz w:val="22"/>
          <w:szCs w:val="22"/>
        </w:rPr>
        <w:t>celkových příjmech</w:t>
      </w:r>
      <w:r w:rsidR="008979C4" w:rsidRPr="00FC4669">
        <w:rPr>
          <w:b w:val="0"/>
          <w:color w:val="auto"/>
          <w:sz w:val="22"/>
          <w:szCs w:val="22"/>
        </w:rPr>
        <w:t xml:space="preserve"> hudebních vydavatelství </w:t>
      </w:r>
      <w:r w:rsidR="004702DC" w:rsidRPr="00FC4669">
        <w:rPr>
          <w:b w:val="0"/>
          <w:color w:val="auto"/>
          <w:sz w:val="22"/>
          <w:szCs w:val="22"/>
        </w:rPr>
        <w:t>v roce 2017</w:t>
      </w:r>
    </w:p>
    <w:p w:rsidR="00BB64DB" w:rsidRPr="00FC4669" w:rsidRDefault="004702DC" w:rsidP="00BB64DB">
      <w:pPr>
        <w:keepNext/>
        <w:jc w:val="center"/>
      </w:pPr>
      <w:r w:rsidRPr="00FC4669">
        <w:rPr>
          <w:noProof/>
        </w:rPr>
        <w:drawing>
          <wp:inline distT="0" distB="0" distL="0" distR="0">
            <wp:extent cx="4991100" cy="2276475"/>
            <wp:effectExtent l="0" t="0" r="0" b="0"/>
            <wp:docPr id="28"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rsidR="00BB64DB" w:rsidRPr="00FC4669" w:rsidRDefault="00564762" w:rsidP="00BB64DB">
      <w:pPr>
        <w:pStyle w:val="Titulek"/>
        <w:rPr>
          <w:b w:val="0"/>
          <w:color w:val="auto"/>
          <w:sz w:val="22"/>
          <w:szCs w:val="22"/>
        </w:rPr>
      </w:pPr>
      <w:r w:rsidRPr="00FC4669">
        <w:rPr>
          <w:b w:val="0"/>
          <w:color w:val="auto"/>
          <w:sz w:val="22"/>
          <w:szCs w:val="22"/>
        </w:rPr>
        <w:t>Zdroj: ČNS</w:t>
      </w:r>
      <w:r w:rsidR="00BB64DB" w:rsidRPr="00FC4669">
        <w:rPr>
          <w:b w:val="0"/>
          <w:color w:val="auto"/>
          <w:sz w:val="22"/>
          <w:szCs w:val="22"/>
        </w:rPr>
        <w:t xml:space="preserve"> IFPI</w:t>
      </w:r>
    </w:p>
    <w:p w:rsidR="00C20932" w:rsidRPr="00FC4669" w:rsidRDefault="00C20932" w:rsidP="00C20932">
      <w:pPr>
        <w:rPr>
          <w:lang w:eastAsia="en-US"/>
        </w:rPr>
      </w:pPr>
      <w:r w:rsidRPr="00FC4669">
        <w:rPr>
          <w:lang w:eastAsia="en-US"/>
        </w:rPr>
        <w:lastRenderedPageBreak/>
        <w:t>To, že čeští posluchači dávají přednost digitálním formátům před těmi fyzickými</w:t>
      </w:r>
      <w:r w:rsidR="0065040F" w:rsidRPr="00FC4669">
        <w:rPr>
          <w:lang w:eastAsia="en-US"/>
        </w:rPr>
        <w:t>,</w:t>
      </w:r>
      <w:r w:rsidRPr="00FC4669">
        <w:rPr>
          <w:lang w:eastAsia="en-US"/>
        </w:rPr>
        <w:t xml:space="preserve"> dokládá časová řada v</w:t>
      </w:r>
      <w:r w:rsidR="003A4800">
        <w:rPr>
          <w:lang w:eastAsia="en-US"/>
        </w:rPr>
        <w:t> </w:t>
      </w:r>
      <w:r w:rsidRPr="00FC4669">
        <w:rPr>
          <w:lang w:eastAsia="en-US"/>
        </w:rPr>
        <w:t>G</w:t>
      </w:r>
      <w:r w:rsidR="0065040F" w:rsidRPr="00FC4669">
        <w:rPr>
          <w:lang w:eastAsia="en-US"/>
        </w:rPr>
        <w:t>r</w:t>
      </w:r>
      <w:r w:rsidR="00CD5C5C">
        <w:rPr>
          <w:lang w:eastAsia="en-US"/>
        </w:rPr>
        <w:t>afu</w:t>
      </w:r>
      <w:r w:rsidR="003A4800">
        <w:rPr>
          <w:lang w:eastAsia="en-US"/>
        </w:rPr>
        <w:t> </w:t>
      </w:r>
      <w:r w:rsidR="00CD5C5C">
        <w:rPr>
          <w:lang w:eastAsia="en-US"/>
        </w:rPr>
        <w:t>42</w:t>
      </w:r>
      <w:r w:rsidRPr="00FC4669">
        <w:rPr>
          <w:lang w:eastAsia="en-US"/>
        </w:rPr>
        <w:t xml:space="preserve">. Podle odhadů ČNS IFPI v roce 2017 příjmy z digitálních nahrávek poprvé předčily příjmy z fyzických formátů a od roku 2013 jejich podíl vzrostl takřka dvojnásobně. Naopak podíl příjmů z prodeje fyzických formátů klesl přibližně o čtvrtinu. Jak již bylo zmíněno výše, jedná se o odhad příjmů v celém hudebním trhu </w:t>
      </w:r>
      <w:r w:rsidR="001132C6" w:rsidRPr="00FC4669">
        <w:rPr>
          <w:lang w:eastAsia="en-US"/>
        </w:rPr>
        <w:t>zahrnující</w:t>
      </w:r>
      <w:r w:rsidRPr="00FC4669">
        <w:rPr>
          <w:lang w:eastAsia="en-US"/>
        </w:rPr>
        <w:t xml:space="preserve"> data od členských společností IFPI, spřízněných organizací a dopo</w:t>
      </w:r>
      <w:r w:rsidR="001132C6">
        <w:rPr>
          <w:lang w:eastAsia="en-US"/>
        </w:rPr>
        <w:t>čtěná data chybějící</w:t>
      </w:r>
      <w:r w:rsidR="00CD5C5C">
        <w:rPr>
          <w:lang w:eastAsia="en-US"/>
        </w:rPr>
        <w:t>ch subjektů.</w:t>
      </w:r>
    </w:p>
    <w:p w:rsidR="00BB64DB" w:rsidRPr="00FC4669" w:rsidRDefault="00BB64DB" w:rsidP="00BB64DB">
      <w:pPr>
        <w:pStyle w:val="Titulek"/>
        <w:keepNext/>
        <w:rPr>
          <w:b w:val="0"/>
          <w:color w:val="auto"/>
          <w:sz w:val="22"/>
          <w:szCs w:val="22"/>
        </w:rPr>
      </w:pPr>
      <w:r w:rsidRPr="00FC4669">
        <w:rPr>
          <w:color w:val="auto"/>
          <w:sz w:val="22"/>
          <w:szCs w:val="22"/>
        </w:rPr>
        <w:t xml:space="preserve">Graf </w:t>
      </w:r>
      <w:r w:rsidR="00CD5C5C">
        <w:rPr>
          <w:color w:val="auto"/>
          <w:sz w:val="22"/>
          <w:szCs w:val="22"/>
        </w:rPr>
        <w:t>42</w:t>
      </w:r>
      <w:r w:rsidRPr="00FC4669">
        <w:rPr>
          <w:color w:val="auto"/>
          <w:sz w:val="22"/>
          <w:szCs w:val="22"/>
        </w:rPr>
        <w:t xml:space="preserve"> </w:t>
      </w:r>
      <w:r w:rsidR="0065040F" w:rsidRPr="00FC4669">
        <w:rPr>
          <w:b w:val="0"/>
          <w:color w:val="auto"/>
          <w:sz w:val="22"/>
          <w:szCs w:val="22"/>
        </w:rPr>
        <w:t xml:space="preserve">Podíl </w:t>
      </w:r>
      <w:r w:rsidR="00C20932" w:rsidRPr="00FC4669">
        <w:rPr>
          <w:b w:val="0"/>
          <w:color w:val="auto"/>
          <w:sz w:val="22"/>
          <w:szCs w:val="22"/>
        </w:rPr>
        <w:t>digitálních a fyzických nosičů</w:t>
      </w:r>
      <w:r w:rsidR="0065040F" w:rsidRPr="00FC4669">
        <w:rPr>
          <w:b w:val="0"/>
          <w:color w:val="auto"/>
          <w:sz w:val="22"/>
          <w:szCs w:val="22"/>
        </w:rPr>
        <w:t xml:space="preserve"> na příjmech z prodeje hudebních nahrávek</w:t>
      </w:r>
      <w:r w:rsidR="00CD5C5C">
        <w:rPr>
          <w:b w:val="0"/>
          <w:color w:val="auto"/>
          <w:sz w:val="22"/>
          <w:szCs w:val="22"/>
        </w:rPr>
        <w:t xml:space="preserve"> (odhad)</w:t>
      </w:r>
    </w:p>
    <w:p w:rsidR="00BB64DB" w:rsidRPr="00FC4669" w:rsidRDefault="00AB7963" w:rsidP="00CD5C5C">
      <w:pPr>
        <w:jc w:val="center"/>
        <w:rPr>
          <w:lang w:eastAsia="en-US"/>
        </w:rPr>
      </w:pPr>
      <w:r w:rsidRPr="00FC4669">
        <w:rPr>
          <w:noProof/>
        </w:rPr>
        <w:drawing>
          <wp:inline distT="0" distB="0" distL="0" distR="0">
            <wp:extent cx="5076825" cy="2514600"/>
            <wp:effectExtent l="0" t="0" r="0" b="0"/>
            <wp:docPr id="120"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rsidR="00BB64DB" w:rsidRDefault="00BB64DB" w:rsidP="00BB64DB">
      <w:pPr>
        <w:pStyle w:val="Titulek"/>
        <w:rPr>
          <w:b w:val="0"/>
          <w:color w:val="auto"/>
          <w:sz w:val="22"/>
          <w:szCs w:val="22"/>
        </w:rPr>
      </w:pPr>
      <w:r w:rsidRPr="00FC4669">
        <w:rPr>
          <w:b w:val="0"/>
          <w:color w:val="auto"/>
          <w:sz w:val="22"/>
          <w:szCs w:val="22"/>
        </w:rPr>
        <w:t xml:space="preserve">Zdroj: </w:t>
      </w:r>
      <w:r w:rsidR="00564762" w:rsidRPr="00FC4669">
        <w:rPr>
          <w:b w:val="0"/>
          <w:color w:val="auto"/>
          <w:sz w:val="22"/>
          <w:szCs w:val="22"/>
        </w:rPr>
        <w:t>ČNS IFPI</w:t>
      </w:r>
    </w:p>
    <w:p w:rsidR="00CD5C5C" w:rsidRDefault="00CD5C5C">
      <w:pPr>
        <w:spacing w:after="0" w:line="240" w:lineRule="auto"/>
        <w:jc w:val="left"/>
        <w:rPr>
          <w:lang w:eastAsia="en-US"/>
        </w:rPr>
      </w:pPr>
      <w:r>
        <w:rPr>
          <w:lang w:eastAsia="en-US"/>
        </w:rPr>
        <w:br w:type="page"/>
      </w:r>
    </w:p>
    <w:p w:rsidR="00BB64DB" w:rsidRPr="00FC4669" w:rsidRDefault="00BB64DB" w:rsidP="00694914">
      <w:pPr>
        <w:pStyle w:val="Nadpis1"/>
        <w:numPr>
          <w:ilvl w:val="0"/>
          <w:numId w:val="17"/>
        </w:numPr>
      </w:pPr>
      <w:bookmarkStart w:id="73" w:name="_Toc430189807"/>
      <w:bookmarkStart w:id="74" w:name="_Toc465253900"/>
      <w:r w:rsidRPr="00FC4669">
        <w:lastRenderedPageBreak/>
        <w:t>ROZHLAS A TELEVIZE</w:t>
      </w:r>
      <w:bookmarkEnd w:id="73"/>
      <w:bookmarkEnd w:id="74"/>
    </w:p>
    <w:p w:rsidR="00BB64DB" w:rsidRPr="00FC4669" w:rsidRDefault="00BB64DB" w:rsidP="00BB64DB">
      <w:r w:rsidRPr="00FC4669">
        <w:t>Rozhlasové a televizní vysílání v druhé dekádě nového milénia již není limitované vlastnictvím klasického přijímače (televize či rádia) a stále významnější roli hrají jiná technologická zařízení (počítač, ta</w:t>
      </w:r>
      <w:r w:rsidR="00354201" w:rsidRPr="00FC4669">
        <w:t>blet, chytrý telefon), přes která</w:t>
      </w:r>
      <w:r w:rsidRPr="00FC4669">
        <w:t xml:space="preserve"> mohou diváci prostřednictvím internetu sledovat či poslouchat živé vysílání. Díky</w:t>
      </w:r>
      <w:r w:rsidR="00220644" w:rsidRPr="00FC4669">
        <w:t> </w:t>
      </w:r>
      <w:r w:rsidRPr="00FC4669">
        <w:t xml:space="preserve">existenci hudebních a audiovizuálních katalogů není divák odkázán pouze na poslech či sledování obsahu v reálném čase, </w:t>
      </w:r>
      <w:r w:rsidR="003D58AA" w:rsidRPr="00FC4669">
        <w:t>ale může si vybrat z televizní či hudební</w:t>
      </w:r>
      <w:r w:rsidRPr="00FC4669">
        <w:t xml:space="preserve"> </w:t>
      </w:r>
      <w:r w:rsidR="003D58AA" w:rsidRPr="00FC4669">
        <w:t>nabídky</w:t>
      </w:r>
      <w:r w:rsidRPr="00FC4669">
        <w:t xml:space="preserve"> obsah, který chce ve zvolenou dobu přehrát. Tyto služby poskytují buďto </w:t>
      </w:r>
      <w:r w:rsidR="003D58AA" w:rsidRPr="00FC4669">
        <w:t>přímo</w:t>
      </w:r>
      <w:r w:rsidRPr="00FC4669">
        <w:t xml:space="preserve"> provozovatelé televizního a rozhlasového vysílání</w:t>
      </w:r>
      <w:r w:rsidR="00354201" w:rsidRPr="00FC4669">
        <w:t>,</w:t>
      </w:r>
      <w:r w:rsidRPr="00FC4669">
        <w:t xml:space="preserve"> nebo samostatní tvůrci hudebních či audiovizuálních katalogů</w:t>
      </w:r>
      <w:r w:rsidR="00354201" w:rsidRPr="00FC4669">
        <w:t xml:space="preserve"> (jako třeba již zmíněný Stream.cz)</w:t>
      </w:r>
      <w:r w:rsidRPr="00FC4669">
        <w:t>. Samozřejmostí se v průběhu minulých let stal také digitální přenos televizního vysílání.</w:t>
      </w:r>
    </w:p>
    <w:p w:rsidR="00BB64DB" w:rsidRPr="00FC4669" w:rsidRDefault="00BB64DB" w:rsidP="00BB64DB">
      <w:pPr>
        <w:ind w:firstLine="708"/>
      </w:pPr>
      <w:r w:rsidRPr="00FC4669">
        <w:t>I přes nárůst obliby sledování rádia a televize online a vznik nových hudebních a audiov</w:t>
      </w:r>
      <w:r w:rsidR="003A419C" w:rsidRPr="00FC4669">
        <w:t xml:space="preserve">izuálních katalogů </w:t>
      </w:r>
      <w:r w:rsidRPr="00FC4669">
        <w:t>klesá zájem o provozování klasického vysílání prostřednictvím vysílačů</w:t>
      </w:r>
      <w:r w:rsidR="003A419C" w:rsidRPr="00FC4669">
        <w:t xml:space="preserve"> jen pozvolna</w:t>
      </w:r>
      <w:r w:rsidRPr="00FC4669">
        <w:t xml:space="preserve">. Počet </w:t>
      </w:r>
      <w:r w:rsidR="00DF2BE0" w:rsidRPr="00FC4669">
        <w:t>provozovatelů</w:t>
      </w:r>
      <w:r w:rsidRPr="00FC4669">
        <w:t xml:space="preserve"> rozhlasového i televizního vysílání dle počtu udělených licencí </w:t>
      </w:r>
      <w:r w:rsidR="00B07800" w:rsidRPr="00FC4669">
        <w:t>mezi lety 2012</w:t>
      </w:r>
      <w:r w:rsidR="000E44A0" w:rsidRPr="00FC4669">
        <w:t xml:space="preserve"> a</w:t>
      </w:r>
      <w:r w:rsidR="00B07800" w:rsidRPr="00FC4669">
        <w:t xml:space="preserve"> 2017</w:t>
      </w:r>
      <w:r w:rsidRPr="00FC4669">
        <w:t xml:space="preserve"> </w:t>
      </w:r>
      <w:r w:rsidR="00B07800" w:rsidRPr="00FC4669">
        <w:t>poklesl jen o jednotky a v roce 2017 dosahoval výše 133 provozovatelů televizního vysílání a 52 provozovatelů rozhlasového vysílání</w:t>
      </w:r>
      <w:r w:rsidRPr="00FC4669">
        <w:t xml:space="preserve">. Nutno podotknout, že počet </w:t>
      </w:r>
      <w:r w:rsidR="00DF2BE0" w:rsidRPr="00FC4669">
        <w:t>provozovatelů</w:t>
      </w:r>
      <w:r w:rsidRPr="00FC4669">
        <w:t xml:space="preserve"> televizního vysílání zahrnuje ve velké míře regionální </w:t>
      </w:r>
      <w:r w:rsidR="00DF2BE0" w:rsidRPr="00FC4669">
        <w:t>„</w:t>
      </w:r>
      <w:r w:rsidRPr="00FC4669">
        <w:t>infokanály</w:t>
      </w:r>
      <w:r w:rsidR="00DF2BE0" w:rsidRPr="00FC4669">
        <w:t>“</w:t>
      </w:r>
      <w:r w:rsidRPr="00FC4669">
        <w:t>, které často omezují své vysílání na opakující se audiovizuální smyčku</w:t>
      </w:r>
      <w:r w:rsidR="003D58AA" w:rsidRPr="00FC4669">
        <w:t>,</w:t>
      </w:r>
      <w:r w:rsidRPr="00FC4669">
        <w:t xml:space="preserve"> a že licence jsou udělované také poskytovatelům zahraničního vysílání sídlícím na území ČR. Struktura vysílání bude podrobněji popsaná v kapitolách věnujících se rozhlasu</w:t>
      </w:r>
      <w:r w:rsidR="00282CCA" w:rsidRPr="00FC4669">
        <w:t> </w:t>
      </w:r>
      <w:r w:rsidRPr="00FC4669">
        <w:t>a</w:t>
      </w:r>
      <w:r w:rsidR="00282CCA" w:rsidRPr="00FC4669">
        <w:t> </w:t>
      </w:r>
      <w:r w:rsidRPr="00FC4669">
        <w:t xml:space="preserve">televizi jednotlivě. </w:t>
      </w:r>
    </w:p>
    <w:p w:rsidR="00BB64DB" w:rsidRPr="00FC4669" w:rsidRDefault="00BB64DB" w:rsidP="00BB64DB">
      <w:pPr>
        <w:pStyle w:val="Titulek"/>
        <w:keepNext/>
        <w:rPr>
          <w:color w:val="auto"/>
          <w:sz w:val="22"/>
          <w:szCs w:val="22"/>
        </w:rPr>
      </w:pPr>
      <w:r w:rsidRPr="00FC4669">
        <w:rPr>
          <w:color w:val="auto"/>
          <w:sz w:val="22"/>
          <w:szCs w:val="22"/>
        </w:rPr>
        <w:t xml:space="preserve">Graf </w:t>
      </w:r>
      <w:r w:rsidR="00FE5705">
        <w:rPr>
          <w:color w:val="auto"/>
          <w:sz w:val="22"/>
          <w:szCs w:val="22"/>
        </w:rPr>
        <w:t>43</w:t>
      </w:r>
      <w:r w:rsidRPr="00FC4669">
        <w:rPr>
          <w:color w:val="auto"/>
          <w:sz w:val="22"/>
          <w:szCs w:val="22"/>
        </w:rPr>
        <w:t xml:space="preserve"> </w:t>
      </w:r>
      <w:r w:rsidRPr="00FC4669">
        <w:rPr>
          <w:b w:val="0"/>
          <w:color w:val="auto"/>
          <w:sz w:val="22"/>
          <w:szCs w:val="22"/>
        </w:rPr>
        <w:t>Počet provozovatelů rozhlasového a televizního vysílání</w:t>
      </w:r>
    </w:p>
    <w:p w:rsidR="00BB64DB" w:rsidRPr="00FC4669" w:rsidRDefault="00B07800" w:rsidP="00BB64DB">
      <w:pPr>
        <w:keepNext/>
      </w:pPr>
      <w:r w:rsidRPr="00FC4669">
        <w:rPr>
          <w:noProof/>
        </w:rPr>
        <w:drawing>
          <wp:inline distT="0" distB="0" distL="0" distR="0">
            <wp:extent cx="6105525" cy="2486025"/>
            <wp:effectExtent l="0" t="0" r="0" b="0"/>
            <wp:docPr id="121"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rsidR="00BB64DB" w:rsidRPr="00FC4669" w:rsidRDefault="00BB64DB" w:rsidP="00BB64DB">
      <w:pPr>
        <w:pStyle w:val="Titulek"/>
        <w:rPr>
          <w:b w:val="0"/>
          <w:color w:val="auto"/>
          <w:sz w:val="22"/>
          <w:szCs w:val="22"/>
        </w:rPr>
      </w:pPr>
      <w:r w:rsidRPr="00FC4669">
        <w:rPr>
          <w:b w:val="0"/>
          <w:color w:val="auto"/>
          <w:sz w:val="22"/>
          <w:szCs w:val="22"/>
        </w:rPr>
        <w:t>Zdroj: RRTV</w:t>
      </w:r>
    </w:p>
    <w:p w:rsidR="003A419C" w:rsidRPr="00FC4669" w:rsidRDefault="003D58AA" w:rsidP="00BB64DB">
      <w:r w:rsidRPr="00FC4669">
        <w:t>Zohledníme-</w:t>
      </w:r>
      <w:r w:rsidR="002978CD" w:rsidRPr="00FC4669">
        <w:t>li pouze sledování televize a poslech rádia přes internet, sledování televize přes internet bylo v</w:t>
      </w:r>
      <w:r w:rsidR="00FE5705">
        <w:t xml:space="preserve"> roce 2016 v </w:t>
      </w:r>
      <w:r w:rsidR="002978CD" w:rsidRPr="00FC4669">
        <w:t xml:space="preserve">české populaci oblíbenější (necelých 24 </w:t>
      </w:r>
      <w:r w:rsidR="00D93FAE" w:rsidRPr="00FC4669">
        <w:t>% populace sledovalo televiz</w:t>
      </w:r>
      <w:r w:rsidR="002978CD" w:rsidRPr="00FC4669">
        <w:t xml:space="preserve">i online) než poslech rádia (online rádio poslouchalo 19 % populace). Jak ukazuje Graf </w:t>
      </w:r>
      <w:r w:rsidR="00FE5705">
        <w:t>44</w:t>
      </w:r>
      <w:r w:rsidR="002978CD" w:rsidRPr="00FC4669">
        <w:t>, mladí lidé</w:t>
      </w:r>
      <w:r w:rsidRPr="00FC4669">
        <w:t xml:space="preserve"> do 24 let</w:t>
      </w:r>
      <w:r w:rsidR="002978CD" w:rsidRPr="00FC4669">
        <w:t xml:space="preserve"> poslouchali </w:t>
      </w:r>
      <w:r w:rsidR="001132C6" w:rsidRPr="00FC4669">
        <w:t>rádio</w:t>
      </w:r>
      <w:r w:rsidR="002978CD" w:rsidRPr="00FC4669">
        <w:t xml:space="preserve"> a</w:t>
      </w:r>
      <w:r w:rsidR="004D200D">
        <w:t> </w:t>
      </w:r>
      <w:r w:rsidR="002978CD" w:rsidRPr="00FC4669">
        <w:t xml:space="preserve">sledovali televizi přes internet ve stejné míře (38 % poslouchalo </w:t>
      </w:r>
      <w:r w:rsidR="001132C6" w:rsidRPr="00FC4669">
        <w:t>rádio</w:t>
      </w:r>
      <w:r w:rsidR="002978CD" w:rsidRPr="00FC4669">
        <w:t>, 37 % sledovalo televizi přes internet)</w:t>
      </w:r>
      <w:r w:rsidRPr="00FC4669">
        <w:t>. S</w:t>
      </w:r>
      <w:r w:rsidR="002978CD" w:rsidRPr="00FC4669">
        <w:t xml:space="preserve"> přibývajícím věkem pak strmě ubývá </w:t>
      </w:r>
      <w:r w:rsidR="001132C6" w:rsidRPr="00FC4669">
        <w:t>posluchačů</w:t>
      </w:r>
      <w:r w:rsidR="002978CD" w:rsidRPr="00FC4669">
        <w:t xml:space="preserve"> online rádia, za</w:t>
      </w:r>
      <w:r w:rsidRPr="00FC4669">
        <w:t>tímco diváků internetové televiz</w:t>
      </w:r>
      <w:r w:rsidR="002978CD" w:rsidRPr="00FC4669">
        <w:t>e ubývá s</w:t>
      </w:r>
      <w:r w:rsidR="004D200D">
        <w:t> </w:t>
      </w:r>
      <w:r w:rsidR="002978CD" w:rsidRPr="00FC4669">
        <w:t>přibývají</w:t>
      </w:r>
      <w:r w:rsidR="001132C6">
        <w:t>cí</w:t>
      </w:r>
      <w:r w:rsidR="002978CD" w:rsidRPr="00FC4669">
        <w:t>m věkem spíše pozvolna.</w:t>
      </w:r>
      <w:r w:rsidR="0025430C" w:rsidRPr="00FC4669">
        <w:t xml:space="preserve"> </w:t>
      </w:r>
      <w:r w:rsidR="00AB2949" w:rsidRPr="00FC4669">
        <w:t>Osoby starší 55 let pak</w:t>
      </w:r>
      <w:r w:rsidR="00D93FAE" w:rsidRPr="00FC4669">
        <w:t xml:space="preserve"> využívali</w:t>
      </w:r>
      <w:r w:rsidR="0025430C" w:rsidRPr="00FC4669">
        <w:t xml:space="preserve"> internet k přehrání rádia </w:t>
      </w:r>
      <w:r w:rsidR="00B07800" w:rsidRPr="00FC4669">
        <w:t>či sledování televiz</w:t>
      </w:r>
      <w:r w:rsidR="0025430C" w:rsidRPr="00FC4669">
        <w:t>e v menší míře.</w:t>
      </w:r>
    </w:p>
    <w:p w:rsidR="00BB64DB" w:rsidRPr="00FC4669" w:rsidRDefault="00BB64DB" w:rsidP="00BB64DB">
      <w:pPr>
        <w:pStyle w:val="Titulek"/>
        <w:keepNext/>
        <w:rPr>
          <w:color w:val="auto"/>
          <w:sz w:val="22"/>
          <w:szCs w:val="22"/>
        </w:rPr>
      </w:pPr>
      <w:r w:rsidRPr="00FC4669">
        <w:rPr>
          <w:color w:val="auto"/>
          <w:sz w:val="22"/>
          <w:szCs w:val="22"/>
        </w:rPr>
        <w:lastRenderedPageBreak/>
        <w:t xml:space="preserve">Graf </w:t>
      </w:r>
      <w:r w:rsidR="00FE5705">
        <w:rPr>
          <w:color w:val="auto"/>
          <w:sz w:val="22"/>
          <w:szCs w:val="22"/>
        </w:rPr>
        <w:t>44</w:t>
      </w:r>
      <w:r w:rsidRPr="00FC4669">
        <w:rPr>
          <w:color w:val="auto"/>
          <w:sz w:val="22"/>
          <w:szCs w:val="22"/>
        </w:rPr>
        <w:t xml:space="preserve"> </w:t>
      </w:r>
      <w:r w:rsidR="006571EA" w:rsidRPr="00FC4669">
        <w:rPr>
          <w:b w:val="0"/>
          <w:color w:val="auto"/>
          <w:sz w:val="22"/>
          <w:szCs w:val="22"/>
        </w:rPr>
        <w:t xml:space="preserve">Využití internetu </w:t>
      </w:r>
      <w:r w:rsidRPr="00FC4669">
        <w:rPr>
          <w:b w:val="0"/>
          <w:color w:val="auto"/>
          <w:sz w:val="22"/>
          <w:szCs w:val="22"/>
        </w:rPr>
        <w:t>k poslechu rádia či sledování televize</w:t>
      </w:r>
      <w:r w:rsidR="002978CD" w:rsidRPr="00FC4669">
        <w:rPr>
          <w:b w:val="0"/>
          <w:color w:val="auto"/>
          <w:sz w:val="22"/>
          <w:szCs w:val="22"/>
        </w:rPr>
        <w:t xml:space="preserve"> v roce 2016</w:t>
      </w:r>
    </w:p>
    <w:p w:rsidR="00BB64DB" w:rsidRPr="00FC4669" w:rsidRDefault="003A419C" w:rsidP="00BB64DB">
      <w:pPr>
        <w:keepNext/>
      </w:pPr>
      <w:r w:rsidRPr="00FC4669">
        <w:rPr>
          <w:noProof/>
        </w:rPr>
        <w:drawing>
          <wp:inline distT="0" distB="0" distL="0" distR="0">
            <wp:extent cx="5743575" cy="2019300"/>
            <wp:effectExtent l="0" t="0" r="0" b="0"/>
            <wp:docPr id="17"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p w:rsidR="00BB64DB" w:rsidRPr="00FC4669" w:rsidRDefault="00BB64DB" w:rsidP="00BB64DB">
      <w:pPr>
        <w:pStyle w:val="Titulek"/>
        <w:rPr>
          <w:b w:val="0"/>
          <w:color w:val="auto"/>
          <w:sz w:val="22"/>
          <w:szCs w:val="22"/>
        </w:rPr>
      </w:pPr>
      <w:r w:rsidRPr="00FC4669">
        <w:rPr>
          <w:b w:val="0"/>
          <w:color w:val="auto"/>
          <w:sz w:val="22"/>
          <w:szCs w:val="22"/>
        </w:rPr>
        <w:t xml:space="preserve">Zdroj: </w:t>
      </w:r>
      <w:r w:rsidR="002A0381" w:rsidRPr="00FC4669">
        <w:rPr>
          <w:b w:val="0"/>
          <w:color w:val="auto"/>
          <w:sz w:val="22"/>
          <w:szCs w:val="22"/>
        </w:rPr>
        <w:t>VŠIT, ČSÚ</w:t>
      </w:r>
    </w:p>
    <w:p w:rsidR="001275BC" w:rsidRPr="00FC4669" w:rsidRDefault="00BB64DB" w:rsidP="00BB64DB">
      <w:r w:rsidRPr="00FC4669">
        <w:t>Z hlediska struktury trhu lze dle platných zákonů</w:t>
      </w:r>
      <w:r w:rsidRPr="00FC4669">
        <w:rPr>
          <w:rStyle w:val="Znakapoznpodarou"/>
        </w:rPr>
        <w:footnoteReference w:id="7"/>
      </w:r>
      <w:r w:rsidRPr="00FC4669">
        <w:t xml:space="preserve"> členit provozovatele rozhlasového a televizního vysílání na provozovatele veřejnoprávního vysílání a na soukromé provozovatele, kteří tuto činnost vykonávají na základě licence </w:t>
      </w:r>
      <w:r w:rsidR="009D29C0" w:rsidRPr="00FC4669">
        <w:t>(</w:t>
      </w:r>
      <w:r w:rsidRPr="00FC4669">
        <w:t>či registrace</w:t>
      </w:r>
      <w:r w:rsidR="009D29C0" w:rsidRPr="00FC4669">
        <w:t xml:space="preserve"> v případě převzatého vysílání)</w:t>
      </w:r>
      <w:r w:rsidRPr="00FC4669">
        <w:t xml:space="preserve">. Dále je možné rozlišovat jednotlivé provozovatele podle rozsahu jejich pokrytí či dle programového zařazení. Při zkoumání ekonomických ukazatelů se budou lišit veřejnoprávní a soukromí </w:t>
      </w:r>
      <w:r w:rsidR="009D29C0" w:rsidRPr="00FC4669">
        <w:t>provozovatelé</w:t>
      </w:r>
      <w:r w:rsidRPr="00FC4669">
        <w:t xml:space="preserve"> zejména ve struktuře financování. Zatímco</w:t>
      </w:r>
      <w:r w:rsidR="00220644" w:rsidRPr="00FC4669">
        <w:t> </w:t>
      </w:r>
      <w:r w:rsidRPr="00FC4669">
        <w:t>důležitý zdroj příjmu provozovatelů veřejnoprávního vysílání tvoří koncesionářské poplatky, soukromí provozovatelé jsou odkázání na příjmy z vlastní podnikatelské činnosti a to zejména na pro</w:t>
      </w:r>
      <w:r w:rsidR="00430E4E" w:rsidRPr="00FC4669">
        <w:t>dej reklamního času (</w:t>
      </w:r>
      <w:r w:rsidR="00841A5E" w:rsidRPr="00FC4669">
        <w:t>Křeček, 2015</w:t>
      </w:r>
      <w:r w:rsidRPr="00FC4669">
        <w:t>).</w:t>
      </w:r>
    </w:p>
    <w:p w:rsidR="00354201" w:rsidRPr="00FC4669" w:rsidRDefault="00BB64DB" w:rsidP="00471102">
      <w:pPr>
        <w:ind w:firstLine="708"/>
      </w:pPr>
      <w:r w:rsidRPr="00FC4669">
        <w:t xml:space="preserve">Údaje o příjmech a výdajích stejně jako o počtu zaměstnanců použité v rámci této analýzy pochází z šetření ČSÚ </w:t>
      </w:r>
      <w:r w:rsidR="00D45C2E">
        <w:t>Kult 6-01</w:t>
      </w:r>
      <w:r w:rsidRPr="00FC4669">
        <w:t>, které je pro</w:t>
      </w:r>
      <w:r w:rsidR="00354201" w:rsidRPr="00FC4669">
        <w:t>váděné vyčerpávajícím zjišťováním. Lze tedy předpokládat, že takto získané údaje poskytují pro potřeby této publikace podrobnější vhled než v ostatních kapitolách použitá data Podnikové strukturální statistiky.</w:t>
      </w:r>
      <w:r w:rsidR="001275BC" w:rsidRPr="00FC4669">
        <w:t xml:space="preserve"> Šetření navíc prošlo v posledních letech úpravami v</w:t>
      </w:r>
      <w:r w:rsidR="00AB2949" w:rsidRPr="00FC4669">
        <w:t> souladu s potřebami uživatelů d</w:t>
      </w:r>
      <w:r w:rsidR="001275BC" w:rsidRPr="00FC4669">
        <w:t>at a současnými trendy v audiovizuálním a mediálním sektoru. Více prostoru získaly hudební pořady v rozhlasovém vysílání, které jsou nově členěny podle období vzniku nahrávky a státní příslušnosti interpreta. Dále byly ve zpracovatelském roce 2018 do šetření poprvé zahrnuty údaje o poskytovatelí</w:t>
      </w:r>
      <w:r w:rsidR="00AB2949" w:rsidRPr="00FC4669">
        <w:t>ch</w:t>
      </w:r>
      <w:r w:rsidR="001275BC" w:rsidRPr="00FC4669">
        <w:t xml:space="preserve"> online katalogů pořadů. </w:t>
      </w:r>
    </w:p>
    <w:p w:rsidR="009E51E5" w:rsidRPr="00FC4669" w:rsidRDefault="00BB64DB" w:rsidP="00BB64DB">
      <w:pPr>
        <w:ind w:firstLine="708"/>
      </w:pPr>
      <w:r w:rsidRPr="00FC4669">
        <w:t xml:space="preserve">Výše výdajů domácností na služby a produkty rozhlasového a televizního vysílání je </w:t>
      </w:r>
      <w:r w:rsidR="00AB2949" w:rsidRPr="00FC4669">
        <w:t>v</w:t>
      </w:r>
      <w:r w:rsidRPr="00FC4669">
        <w:t xml:space="preserve">e velké míře ovlivněna výší koncesionářských poplatků. Ty ve struktuře výdajů domácností </w:t>
      </w:r>
      <w:r w:rsidR="00AB2949" w:rsidRPr="00FC4669">
        <w:t xml:space="preserve">na rozhlas a televizi </w:t>
      </w:r>
      <w:r w:rsidRPr="00FC4669">
        <w:t>v posledních letech však již netvoří většinový</w:t>
      </w:r>
      <w:r w:rsidR="00AB2949" w:rsidRPr="00FC4669">
        <w:t xml:space="preserve"> podíl. V roce 2017</w:t>
      </w:r>
      <w:r w:rsidRPr="00FC4669">
        <w:t xml:space="preserve"> dosahovaly výdaje domácností </w:t>
      </w:r>
      <w:r w:rsidR="009D29C0" w:rsidRPr="00FC4669">
        <w:t>na rozhlas a</w:t>
      </w:r>
      <w:r w:rsidR="00471102">
        <w:t> </w:t>
      </w:r>
      <w:r w:rsidR="009D29C0" w:rsidRPr="00FC4669">
        <w:t xml:space="preserve">televizi výše </w:t>
      </w:r>
      <w:r w:rsidR="00841A5E" w:rsidRPr="00FC4669">
        <w:t>17</w:t>
      </w:r>
      <w:r w:rsidR="00EA7E97" w:rsidRPr="00FC4669">
        <w:t>,8</w:t>
      </w:r>
      <w:r w:rsidR="009D29C0" w:rsidRPr="00FC4669">
        <w:t xml:space="preserve"> mld. Kč, přičemž </w:t>
      </w:r>
      <w:r w:rsidRPr="00FC4669">
        <w:t>poplatky za rozhlasové a televizní vysílání tvořily dle dostupných ú</w:t>
      </w:r>
      <w:r w:rsidR="00B02802" w:rsidRPr="00FC4669">
        <w:t>dajů</w:t>
      </w:r>
      <w:r w:rsidR="00735F55" w:rsidRPr="00FC4669">
        <w:t xml:space="preserve"> z této částky</w:t>
      </w:r>
      <w:r w:rsidR="00B02802" w:rsidRPr="00FC4669">
        <w:t xml:space="preserve"> </w:t>
      </w:r>
      <w:r w:rsidR="00EA7E97" w:rsidRPr="00FC4669">
        <w:t>7,1</w:t>
      </w:r>
      <w:r w:rsidRPr="00FC4669">
        <w:t xml:space="preserve"> mld. Kč. Přesná struktura výdajů domácností není k dispozici, lze však předpokládat, že zbylé výdaje tvoří z velké části výdaje za služby zprostředkovatelům televizního a rozhlasového vysílání.</w:t>
      </w:r>
    </w:p>
    <w:p w:rsidR="00BB64DB" w:rsidRPr="00FC4669" w:rsidRDefault="00BB64DB" w:rsidP="00BB64DB">
      <w:pPr>
        <w:pStyle w:val="Titulek"/>
        <w:keepNext/>
        <w:rPr>
          <w:color w:val="auto"/>
          <w:sz w:val="22"/>
          <w:szCs w:val="22"/>
        </w:rPr>
      </w:pPr>
      <w:r w:rsidRPr="00FC4669">
        <w:rPr>
          <w:color w:val="auto"/>
          <w:sz w:val="22"/>
          <w:szCs w:val="22"/>
        </w:rPr>
        <w:lastRenderedPageBreak/>
        <w:t xml:space="preserve">Graf </w:t>
      </w:r>
      <w:r w:rsidR="00D45C2E">
        <w:rPr>
          <w:color w:val="auto"/>
          <w:sz w:val="22"/>
          <w:szCs w:val="22"/>
        </w:rPr>
        <w:t>45</w:t>
      </w:r>
      <w:r w:rsidRPr="00FC4669">
        <w:rPr>
          <w:color w:val="auto"/>
          <w:sz w:val="22"/>
          <w:szCs w:val="22"/>
        </w:rPr>
        <w:t xml:space="preserve"> </w:t>
      </w:r>
      <w:r w:rsidRPr="00FC4669">
        <w:rPr>
          <w:b w:val="0"/>
          <w:color w:val="auto"/>
          <w:sz w:val="22"/>
          <w:szCs w:val="22"/>
        </w:rPr>
        <w:t xml:space="preserve">Výdaje domácností na služby spojené s rozhlasovým a televizním vysíláním </w:t>
      </w:r>
      <w:r w:rsidR="001B6DBF" w:rsidRPr="00FC4669">
        <w:rPr>
          <w:b w:val="0"/>
          <w:color w:val="auto"/>
          <w:sz w:val="22"/>
          <w:szCs w:val="22"/>
        </w:rPr>
        <w:t>(</w:t>
      </w:r>
      <w:r w:rsidR="0016269D" w:rsidRPr="00FC4669">
        <w:rPr>
          <w:b w:val="0"/>
          <w:color w:val="auto"/>
          <w:sz w:val="22"/>
          <w:szCs w:val="22"/>
        </w:rPr>
        <w:t>včetně</w:t>
      </w:r>
      <w:r w:rsidR="00313494" w:rsidRPr="00FC4669">
        <w:rPr>
          <w:b w:val="0"/>
          <w:color w:val="auto"/>
          <w:sz w:val="22"/>
          <w:szCs w:val="22"/>
        </w:rPr>
        <w:t> </w:t>
      </w:r>
      <w:r w:rsidR="00B02B9F" w:rsidRPr="00FC4669">
        <w:rPr>
          <w:b w:val="0"/>
          <w:color w:val="auto"/>
          <w:sz w:val="22"/>
          <w:szCs w:val="22"/>
        </w:rPr>
        <w:t xml:space="preserve">koncesionářských poplatků, </w:t>
      </w:r>
      <w:r w:rsidR="001B6DBF" w:rsidRPr="00FC4669">
        <w:rPr>
          <w:b w:val="0"/>
          <w:color w:val="auto"/>
          <w:sz w:val="22"/>
          <w:szCs w:val="22"/>
        </w:rPr>
        <w:t>v mld</w:t>
      </w:r>
      <w:r w:rsidRPr="00FC4669">
        <w:rPr>
          <w:b w:val="0"/>
          <w:color w:val="auto"/>
          <w:sz w:val="22"/>
          <w:szCs w:val="22"/>
        </w:rPr>
        <w:t>. Kč</w:t>
      </w:r>
      <w:r w:rsidR="001B6DBF" w:rsidRPr="00FC4669">
        <w:rPr>
          <w:b w:val="0"/>
          <w:color w:val="auto"/>
          <w:sz w:val="22"/>
          <w:szCs w:val="22"/>
        </w:rPr>
        <w:t>)</w:t>
      </w:r>
    </w:p>
    <w:p w:rsidR="00EF1538" w:rsidRPr="00FC4669" w:rsidRDefault="001275BC" w:rsidP="00EF1538">
      <w:pPr>
        <w:keepNext/>
      </w:pPr>
      <w:r w:rsidRPr="00FC4669">
        <w:rPr>
          <w:noProof/>
        </w:rPr>
        <w:drawing>
          <wp:inline distT="0" distB="0" distL="0" distR="0">
            <wp:extent cx="6210300" cy="1514475"/>
            <wp:effectExtent l="0" t="0" r="0" b="0"/>
            <wp:docPr id="122"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p w:rsidR="001275BC" w:rsidRPr="00FC4669" w:rsidRDefault="00C515BF" w:rsidP="00EF1538">
      <w:pPr>
        <w:keepNext/>
        <w:rPr>
          <w:rFonts w:asciiTheme="minorHAnsi" w:eastAsiaTheme="minorHAnsi" w:hAnsiTheme="minorHAnsi" w:cstheme="minorBidi"/>
          <w:bCs/>
          <w:sz w:val="22"/>
          <w:szCs w:val="22"/>
          <w:lang w:eastAsia="en-US"/>
        </w:rPr>
      </w:pPr>
      <w:r w:rsidRPr="00FC4669">
        <w:rPr>
          <w:rFonts w:asciiTheme="minorHAnsi" w:eastAsiaTheme="minorHAnsi" w:hAnsiTheme="minorHAnsi" w:cstheme="minorBidi"/>
          <w:bCs/>
          <w:sz w:val="22"/>
          <w:szCs w:val="22"/>
          <w:lang w:eastAsia="en-US"/>
        </w:rPr>
        <w:t>Národní účty, ČSÚ</w:t>
      </w:r>
    </w:p>
    <w:p w:rsidR="00BB64DB" w:rsidRPr="00FC4669" w:rsidRDefault="00BB64DB" w:rsidP="00694914">
      <w:pPr>
        <w:pStyle w:val="Nadpis2"/>
        <w:numPr>
          <w:ilvl w:val="1"/>
          <w:numId w:val="17"/>
        </w:numPr>
      </w:pPr>
      <w:bookmarkStart w:id="75" w:name="_Toc430189808"/>
      <w:bookmarkStart w:id="76" w:name="_Toc463969191"/>
      <w:bookmarkStart w:id="77" w:name="_Toc465253901"/>
      <w:r w:rsidRPr="00FC4669">
        <w:t>ROZHLAS</w:t>
      </w:r>
      <w:bookmarkEnd w:id="75"/>
      <w:bookmarkEnd w:id="76"/>
      <w:bookmarkEnd w:id="77"/>
    </w:p>
    <w:p w:rsidR="00BB64DB" w:rsidRPr="00FC4669" w:rsidRDefault="00BB64DB" w:rsidP="00BB64DB">
      <w:pPr>
        <w:pStyle w:val="Titulek"/>
        <w:keepNext/>
        <w:jc w:val="right"/>
        <w:rPr>
          <w:b w:val="0"/>
          <w:color w:val="auto"/>
          <w:sz w:val="22"/>
          <w:szCs w:val="22"/>
        </w:rPr>
      </w:pPr>
      <w:bookmarkStart w:id="78" w:name="_Toc464832053"/>
      <w:r w:rsidRPr="00FC4669">
        <w:rPr>
          <w:color w:val="auto"/>
          <w:sz w:val="22"/>
          <w:szCs w:val="22"/>
        </w:rPr>
        <w:t xml:space="preserve">Tabulka </w:t>
      </w:r>
      <w:r w:rsidR="00D45C2E">
        <w:rPr>
          <w:color w:val="auto"/>
          <w:sz w:val="22"/>
          <w:szCs w:val="22"/>
        </w:rPr>
        <w:t>7</w:t>
      </w:r>
      <w:r w:rsidRPr="00FC4669">
        <w:rPr>
          <w:b w:val="0"/>
          <w:color w:val="auto"/>
          <w:sz w:val="22"/>
          <w:szCs w:val="22"/>
        </w:rPr>
        <w:t xml:space="preserve"> Vymezení oblasti rozhlasu podle klasifikace NACE</w:t>
      </w:r>
      <w:bookmarkEnd w:id="78"/>
    </w:p>
    <w:tbl>
      <w:tblPr>
        <w:tblW w:w="6377" w:type="dxa"/>
        <w:jc w:val="right"/>
        <w:tblCellMar>
          <w:left w:w="70" w:type="dxa"/>
          <w:right w:w="70" w:type="dxa"/>
        </w:tblCellMar>
        <w:tblLook w:val="04A0"/>
      </w:tblPr>
      <w:tblGrid>
        <w:gridCol w:w="1009"/>
        <w:gridCol w:w="5368"/>
      </w:tblGrid>
      <w:tr w:rsidR="00BB64DB" w:rsidRPr="00FC4669" w:rsidTr="00BE7BBE">
        <w:trPr>
          <w:trHeight w:val="255"/>
          <w:jc w:val="right"/>
        </w:trPr>
        <w:tc>
          <w:tcPr>
            <w:tcW w:w="1009" w:type="dxa"/>
            <w:tcBorders>
              <w:top w:val="single" w:sz="12" w:space="0" w:color="auto"/>
              <w:left w:val="nil"/>
              <w:bottom w:val="single" w:sz="12" w:space="0" w:color="auto"/>
              <w:right w:val="nil"/>
            </w:tcBorders>
            <w:shd w:val="clear" w:color="auto" w:fill="F2DBDB" w:themeFill="accent2" w:themeFillTint="33"/>
            <w:hideMark/>
          </w:tcPr>
          <w:p w:rsidR="00BB64DB" w:rsidRPr="00FC4669" w:rsidRDefault="00BB64DB" w:rsidP="00BE7BBE">
            <w:pPr>
              <w:pStyle w:val="Box"/>
              <w:ind w:hanging="1133"/>
              <w:rPr>
                <w:rFonts w:asciiTheme="minorHAnsi" w:hAnsiTheme="minorHAnsi"/>
                <w:sz w:val="20"/>
                <w:szCs w:val="20"/>
              </w:rPr>
            </w:pPr>
            <w:r w:rsidRPr="00FC4669">
              <w:rPr>
                <w:rFonts w:asciiTheme="minorHAnsi" w:hAnsiTheme="minorHAnsi"/>
                <w:sz w:val="20"/>
                <w:szCs w:val="20"/>
              </w:rPr>
              <w:t>NACE</w:t>
            </w:r>
          </w:p>
        </w:tc>
        <w:tc>
          <w:tcPr>
            <w:tcW w:w="5368" w:type="dxa"/>
            <w:tcBorders>
              <w:top w:val="single" w:sz="12" w:space="0" w:color="auto"/>
              <w:left w:val="nil"/>
              <w:bottom w:val="single" w:sz="12" w:space="0" w:color="auto"/>
              <w:right w:val="nil"/>
            </w:tcBorders>
            <w:shd w:val="clear" w:color="auto" w:fill="F2DBDB" w:themeFill="accent2" w:themeFillTint="33"/>
            <w:hideMark/>
          </w:tcPr>
          <w:p w:rsidR="00BB64DB" w:rsidRPr="00FC4669" w:rsidRDefault="00BB64DB" w:rsidP="00BE7BBE">
            <w:pPr>
              <w:pStyle w:val="Box"/>
              <w:ind w:hanging="1134"/>
              <w:rPr>
                <w:rFonts w:asciiTheme="minorHAnsi" w:hAnsiTheme="minorHAnsi"/>
                <w:sz w:val="20"/>
                <w:szCs w:val="20"/>
              </w:rPr>
            </w:pPr>
            <w:r w:rsidRPr="00FC4669">
              <w:rPr>
                <w:rFonts w:asciiTheme="minorHAnsi" w:hAnsiTheme="minorHAnsi"/>
                <w:sz w:val="20"/>
                <w:szCs w:val="20"/>
              </w:rPr>
              <w:t>EKONOMICKÁ ČINNOST</w:t>
            </w:r>
          </w:p>
        </w:tc>
      </w:tr>
      <w:tr w:rsidR="00BB64DB" w:rsidRPr="00FC4669" w:rsidTr="00583523">
        <w:trPr>
          <w:trHeight w:val="255"/>
          <w:jc w:val="right"/>
        </w:trPr>
        <w:tc>
          <w:tcPr>
            <w:tcW w:w="1009" w:type="dxa"/>
            <w:tcBorders>
              <w:top w:val="single" w:sz="12" w:space="0" w:color="auto"/>
              <w:left w:val="nil"/>
              <w:bottom w:val="single" w:sz="12" w:space="0" w:color="auto"/>
              <w:right w:val="nil"/>
            </w:tcBorders>
            <w:shd w:val="clear" w:color="auto" w:fill="auto"/>
            <w:hideMark/>
          </w:tcPr>
          <w:p w:rsidR="00BB64DB" w:rsidRPr="00FC4669" w:rsidRDefault="00BB64DB" w:rsidP="00BE7BBE">
            <w:pPr>
              <w:spacing w:after="0" w:line="276" w:lineRule="auto"/>
              <w:rPr>
                <w:rFonts w:asciiTheme="minorHAnsi" w:hAnsiTheme="minorHAnsi"/>
                <w:szCs w:val="20"/>
              </w:rPr>
            </w:pPr>
            <w:r w:rsidRPr="00FC4669">
              <w:rPr>
                <w:rFonts w:asciiTheme="minorHAnsi" w:hAnsiTheme="minorHAnsi"/>
                <w:szCs w:val="20"/>
              </w:rPr>
              <w:t>60.10</w:t>
            </w:r>
          </w:p>
        </w:tc>
        <w:tc>
          <w:tcPr>
            <w:tcW w:w="5368" w:type="dxa"/>
            <w:tcBorders>
              <w:top w:val="single" w:sz="12" w:space="0" w:color="auto"/>
              <w:left w:val="nil"/>
              <w:bottom w:val="single" w:sz="12" w:space="0" w:color="auto"/>
              <w:right w:val="nil"/>
            </w:tcBorders>
            <w:shd w:val="clear" w:color="auto" w:fill="auto"/>
            <w:hideMark/>
          </w:tcPr>
          <w:p w:rsidR="00BB64DB" w:rsidRPr="00FC4669" w:rsidRDefault="00BB64DB" w:rsidP="00BE7BBE">
            <w:pPr>
              <w:spacing w:after="0" w:line="276" w:lineRule="auto"/>
              <w:rPr>
                <w:rFonts w:asciiTheme="minorHAnsi" w:hAnsiTheme="minorHAnsi"/>
                <w:szCs w:val="20"/>
              </w:rPr>
            </w:pPr>
            <w:r w:rsidRPr="00FC4669">
              <w:rPr>
                <w:rFonts w:asciiTheme="minorHAnsi" w:hAnsiTheme="minorHAnsi"/>
                <w:szCs w:val="20"/>
              </w:rPr>
              <w:t>Rozhlasové vysílání</w:t>
            </w:r>
          </w:p>
        </w:tc>
      </w:tr>
    </w:tbl>
    <w:p w:rsidR="00BB64DB" w:rsidRPr="00FC4669" w:rsidRDefault="00BB64DB" w:rsidP="00BB64DB"/>
    <w:p w:rsidR="00BB64DB" w:rsidRPr="00FC4669" w:rsidRDefault="00BB64DB" w:rsidP="00BB64DB">
      <w:r w:rsidRPr="00FC4669">
        <w:t xml:space="preserve">I přes rozvoj hudebních katalogů typu </w:t>
      </w:r>
      <w:r w:rsidRPr="00FC4669">
        <w:rPr>
          <w:i/>
        </w:rPr>
        <w:t>Spotify</w:t>
      </w:r>
      <w:r w:rsidRPr="00FC4669">
        <w:t xml:space="preserve"> a snadný přístup k žánrovým online rádiím, jež mohou nabídnout nepřetržitý hudební tok dle požadavků posluchačů, nedochází dlouhodobě k velkému úbytku posluchačů zavedených </w:t>
      </w:r>
      <w:r w:rsidR="00D93FAE" w:rsidRPr="00FC4669">
        <w:t>rozhlasových</w:t>
      </w:r>
      <w:r w:rsidRPr="00FC4669">
        <w:t xml:space="preserve"> </w:t>
      </w:r>
      <w:r w:rsidR="00D93FAE" w:rsidRPr="00FC4669">
        <w:t>programů</w:t>
      </w:r>
      <w:r w:rsidRPr="00FC4669">
        <w:t xml:space="preserve">. To může poukazovat na hodnotu vysílaných programů kombinujících mluvené slovo s hudebním obsahem v reálném čase, jež nemá zatím v rámci dostupných digitálních </w:t>
      </w:r>
      <w:r w:rsidR="00EA2491" w:rsidRPr="00FC4669">
        <w:t xml:space="preserve">služeb substitut. </w:t>
      </w:r>
      <w:r w:rsidR="006807FF" w:rsidRPr="00FC4669">
        <w:t>Poslechovost</w:t>
      </w:r>
      <w:r w:rsidR="006807FF" w:rsidRPr="00FC4669">
        <w:rPr>
          <w:rStyle w:val="Znakapoznpodarou"/>
        </w:rPr>
        <w:footnoteReference w:id="8"/>
      </w:r>
      <w:r w:rsidR="006807FF" w:rsidRPr="00FC4669">
        <w:t xml:space="preserve"> rozhla</w:t>
      </w:r>
      <w:r w:rsidR="00471102">
        <w:t xml:space="preserve">sových programů </w:t>
      </w:r>
      <w:r w:rsidR="00471102" w:rsidRPr="00FC4669">
        <w:t xml:space="preserve">v rámci jednoho týdne </w:t>
      </w:r>
      <w:r w:rsidR="00471102">
        <w:t>v populaci 12–</w:t>
      </w:r>
      <w:r w:rsidR="006807FF" w:rsidRPr="00FC4669">
        <w:t>79</w:t>
      </w:r>
      <w:r w:rsidR="003A7ABE" w:rsidRPr="00FC4669">
        <w:t xml:space="preserve"> let</w:t>
      </w:r>
      <w:r w:rsidR="006807FF" w:rsidRPr="00FC4669">
        <w:t xml:space="preserve"> dosah</w:t>
      </w:r>
      <w:r w:rsidR="00471102">
        <w:t>ovala v první polovině roku 2017</w:t>
      </w:r>
      <w:r w:rsidR="006807FF" w:rsidRPr="00FC4669">
        <w:t xml:space="preserve"> podle výzkumu Radioprojekt více než 85 % a v druh</w:t>
      </w:r>
      <w:r w:rsidR="006568DB" w:rsidRPr="00FC4669">
        <w:t>é polovině roku 2017</w:t>
      </w:r>
      <w:r w:rsidR="006807FF" w:rsidRPr="00FC4669">
        <w:t xml:space="preserve"> zaznamenala oproti první polovině dokonce mírný nárůst</w:t>
      </w:r>
      <w:r w:rsidR="0016269D" w:rsidRPr="00FC4669">
        <w:t>. Jak ukazuje Graf 4</w:t>
      </w:r>
      <w:r w:rsidR="00D45C2E">
        <w:t>6</w:t>
      </w:r>
      <w:r w:rsidRPr="00FC4669">
        <w:t xml:space="preserve">, v rámci rozdělení trhu </w:t>
      </w:r>
      <w:r w:rsidR="00BE7BBE" w:rsidRPr="00FC4669">
        <w:t xml:space="preserve">ovládá většinu </w:t>
      </w:r>
      <w:r w:rsidRPr="00FC4669">
        <w:t>rádií pouze několik velkých mediálních zastupitelství (</w:t>
      </w:r>
      <w:r w:rsidR="006568DB" w:rsidRPr="00FC4669">
        <w:t xml:space="preserve">mediální zastupitelství </w:t>
      </w:r>
      <w:r w:rsidRPr="00FC4669">
        <w:t xml:space="preserve">Radiohouse a </w:t>
      </w:r>
      <w:r w:rsidR="006568DB" w:rsidRPr="00FC4669">
        <w:t xml:space="preserve">Media Club </w:t>
      </w:r>
      <w:r w:rsidR="00A35B08" w:rsidRPr="00FC4669">
        <w:t xml:space="preserve">ovládají </w:t>
      </w:r>
      <w:r w:rsidR="006568DB" w:rsidRPr="00FC4669">
        <w:t>přibližně</w:t>
      </w:r>
      <w:r w:rsidR="00EA2491" w:rsidRPr="00FC4669">
        <w:t xml:space="preserve"> 76</w:t>
      </w:r>
      <w:r w:rsidR="00471102">
        <w:t xml:space="preserve"> </w:t>
      </w:r>
      <w:r w:rsidR="00BE7BBE" w:rsidRPr="00FC4669">
        <w:t>% trhu</w:t>
      </w:r>
      <w:r w:rsidRPr="00FC4669">
        <w:t>). Če</w:t>
      </w:r>
      <w:r w:rsidR="00EA2491" w:rsidRPr="00FC4669">
        <w:t>ský rozhlas pak dosahuje na 22</w:t>
      </w:r>
      <w:r w:rsidRPr="00FC4669">
        <w:t xml:space="preserve"> % z celkové </w:t>
      </w:r>
      <w:proofErr w:type="spellStart"/>
      <w:r w:rsidRPr="00FC4669">
        <w:t>poslechovosti</w:t>
      </w:r>
      <w:proofErr w:type="spellEnd"/>
      <w:r w:rsidRPr="00FC4669">
        <w:t xml:space="preserve"> a</w:t>
      </w:r>
      <w:r w:rsidR="000E0D24">
        <w:t> </w:t>
      </w:r>
      <w:r w:rsidRPr="00FC4669">
        <w:t xml:space="preserve">na ostatní stanice zbývají </w:t>
      </w:r>
      <w:r w:rsidR="00EA2491" w:rsidRPr="00FC4669">
        <w:t>zhruba</w:t>
      </w:r>
      <w:r w:rsidRPr="00FC4669">
        <w:t xml:space="preserve"> 2</w:t>
      </w:r>
      <w:r w:rsidR="00471102">
        <w:t xml:space="preserve"> </w:t>
      </w:r>
      <w:r w:rsidR="00C515BF" w:rsidRPr="00FC4669">
        <w:t>% trhu</w:t>
      </w:r>
      <w:r w:rsidRPr="00FC4669">
        <w:t xml:space="preserve"> </w:t>
      </w:r>
      <w:r w:rsidR="006568DB" w:rsidRPr="00FC4669">
        <w:t>(Radioprojekt, 2017</w:t>
      </w:r>
      <w:r w:rsidR="00A35B08" w:rsidRPr="00FC4669">
        <w:t>)</w:t>
      </w:r>
      <w:r w:rsidR="00C515BF" w:rsidRPr="00FC4669">
        <w:t>.</w:t>
      </w:r>
    </w:p>
    <w:p w:rsidR="00BB64DB" w:rsidRPr="00FC4669" w:rsidRDefault="00BB64DB" w:rsidP="00BB64DB">
      <w:pPr>
        <w:pStyle w:val="Titulek"/>
        <w:keepNext/>
        <w:rPr>
          <w:b w:val="0"/>
          <w:color w:val="auto"/>
          <w:sz w:val="22"/>
          <w:szCs w:val="22"/>
        </w:rPr>
      </w:pPr>
      <w:r w:rsidRPr="00FC4669">
        <w:rPr>
          <w:color w:val="auto"/>
          <w:sz w:val="22"/>
          <w:szCs w:val="22"/>
        </w:rPr>
        <w:t xml:space="preserve">Graf </w:t>
      </w:r>
      <w:r w:rsidR="001A4BAA" w:rsidRPr="00FC4669">
        <w:rPr>
          <w:color w:val="auto"/>
          <w:sz w:val="22"/>
          <w:szCs w:val="22"/>
        </w:rPr>
        <w:t>4</w:t>
      </w:r>
      <w:r w:rsidR="00D45C2E">
        <w:rPr>
          <w:color w:val="auto"/>
          <w:sz w:val="22"/>
          <w:szCs w:val="22"/>
        </w:rPr>
        <w:t>6</w:t>
      </w:r>
      <w:r w:rsidRPr="00FC4669">
        <w:rPr>
          <w:b w:val="0"/>
          <w:color w:val="auto"/>
          <w:sz w:val="22"/>
          <w:szCs w:val="22"/>
        </w:rPr>
        <w:t xml:space="preserve"> Podíl poskytovatelů rozhlasového vysílání na </w:t>
      </w:r>
      <w:r w:rsidR="00ED437A" w:rsidRPr="00FC4669">
        <w:rPr>
          <w:b w:val="0"/>
          <w:color w:val="auto"/>
          <w:sz w:val="22"/>
          <w:szCs w:val="22"/>
        </w:rPr>
        <w:t>celkové poslechovosti</w:t>
      </w:r>
      <w:r w:rsidR="00DC4F06" w:rsidRPr="00FC4669">
        <w:rPr>
          <w:b w:val="0"/>
          <w:color w:val="auto"/>
          <w:sz w:val="22"/>
          <w:szCs w:val="22"/>
        </w:rPr>
        <w:t xml:space="preserve"> v roce 2017</w:t>
      </w:r>
    </w:p>
    <w:p w:rsidR="00BB64DB" w:rsidRPr="00FC4669" w:rsidRDefault="006568DB" w:rsidP="00BB64DB">
      <w:pPr>
        <w:keepNext/>
        <w:jc w:val="center"/>
      </w:pPr>
      <w:r w:rsidRPr="00FC4669">
        <w:rPr>
          <w:noProof/>
        </w:rPr>
        <w:drawing>
          <wp:inline distT="0" distB="0" distL="0" distR="0">
            <wp:extent cx="4800600" cy="1419225"/>
            <wp:effectExtent l="0" t="0" r="0" b="0"/>
            <wp:docPr id="125"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p>
    <w:p w:rsidR="00BB64DB" w:rsidRPr="00FC4669" w:rsidRDefault="00A35B08" w:rsidP="00BB64DB">
      <w:pPr>
        <w:pStyle w:val="Titulek"/>
        <w:rPr>
          <w:b w:val="0"/>
          <w:color w:val="auto"/>
          <w:sz w:val="22"/>
          <w:szCs w:val="22"/>
        </w:rPr>
      </w:pPr>
      <w:r w:rsidRPr="00FC4669">
        <w:rPr>
          <w:b w:val="0"/>
          <w:color w:val="auto"/>
          <w:sz w:val="22"/>
          <w:szCs w:val="22"/>
        </w:rPr>
        <w:t>Zdroj: RADIOPROJEKT</w:t>
      </w:r>
    </w:p>
    <w:p w:rsidR="00BB64DB" w:rsidRPr="00FC4669" w:rsidRDefault="00BB64DB" w:rsidP="00BB64DB">
      <w:r w:rsidRPr="00FC4669">
        <w:lastRenderedPageBreak/>
        <w:t xml:space="preserve">Přehled absolutních ukazatelů poslechovosti podle výzkumného projektu Radioprojekt </w:t>
      </w:r>
      <w:r w:rsidR="001342F6" w:rsidRPr="00FC4669">
        <w:t xml:space="preserve">prezentuje Graf </w:t>
      </w:r>
      <w:r w:rsidR="0016269D" w:rsidRPr="00FC4669">
        <w:t>4</w:t>
      </w:r>
      <w:r w:rsidR="007B4F04">
        <w:t>7</w:t>
      </w:r>
      <w:r w:rsidRPr="00FC4669">
        <w:t>. Poslechovost celoplošných stanic v rámci rozdělení Radioprojektu dosahovala na konci</w:t>
      </w:r>
      <w:r w:rsidR="007D7921" w:rsidRPr="00FC4669">
        <w:t xml:space="preserve"> roku 201</w:t>
      </w:r>
      <w:r w:rsidR="005E47BF" w:rsidRPr="00FC4669">
        <w:t>7</w:t>
      </w:r>
      <w:r w:rsidR="00ED437A" w:rsidRPr="00FC4669">
        <w:t xml:space="preserve"> </w:t>
      </w:r>
      <w:r w:rsidR="006807FF" w:rsidRPr="00FC4669">
        <w:t xml:space="preserve">přibližně </w:t>
      </w:r>
      <w:r w:rsidR="00ED437A" w:rsidRPr="00FC4669">
        <w:t>čtyř milionů</w:t>
      </w:r>
      <w:r w:rsidRPr="00FC4669">
        <w:t xml:space="preserve"> </w:t>
      </w:r>
      <w:r w:rsidR="00BE7BBE" w:rsidRPr="00FC4669">
        <w:t>posluchačů</w:t>
      </w:r>
      <w:r w:rsidRPr="00FC4669">
        <w:t xml:space="preserve"> za den. Na reg</w:t>
      </w:r>
      <w:r w:rsidR="00C515BF" w:rsidRPr="00FC4669">
        <w:t>ionální stanice pak připadly</w:t>
      </w:r>
      <w:r w:rsidRPr="00FC4669">
        <w:t xml:space="preserve"> </w:t>
      </w:r>
      <w:r w:rsidR="00C515BF" w:rsidRPr="00FC4669">
        <w:t>zhruba</w:t>
      </w:r>
      <w:r w:rsidRPr="00FC4669">
        <w:t xml:space="preserve"> </w:t>
      </w:r>
      <w:r w:rsidR="005E47BF" w:rsidRPr="00FC4669">
        <w:t>tři</w:t>
      </w:r>
      <w:r w:rsidRPr="00FC4669">
        <w:t xml:space="preserve"> miliony posluchačů. Rádio tak </w:t>
      </w:r>
      <w:r w:rsidR="00BE7BBE" w:rsidRPr="00FC4669">
        <w:t>v</w:t>
      </w:r>
      <w:r w:rsidR="000E0D24">
        <w:t> </w:t>
      </w:r>
      <w:r w:rsidR="00BE7BBE" w:rsidRPr="00FC4669">
        <w:t>roce</w:t>
      </w:r>
      <w:r w:rsidR="005E47BF" w:rsidRPr="00FC4669">
        <w:t xml:space="preserve"> 2017</w:t>
      </w:r>
      <w:r w:rsidRPr="00FC4669">
        <w:t xml:space="preserve"> poslouchalo </w:t>
      </w:r>
      <w:r w:rsidR="00BE7BBE" w:rsidRPr="00FC4669">
        <w:t xml:space="preserve">na denní bázi </w:t>
      </w:r>
      <w:r w:rsidR="005E47BF" w:rsidRPr="00FC4669">
        <w:t>více než 60</w:t>
      </w:r>
      <w:r w:rsidRPr="00FC4669">
        <w:t xml:space="preserve"> %</w:t>
      </w:r>
      <w:r w:rsidR="00471102">
        <w:t xml:space="preserve"> sledované populace ve věku 12–</w:t>
      </w:r>
      <w:r w:rsidRPr="00FC4669">
        <w:t>79</w:t>
      </w:r>
      <w:r w:rsidR="00ED437A" w:rsidRPr="00FC4669">
        <w:t xml:space="preserve"> let</w:t>
      </w:r>
      <w:r w:rsidRPr="00FC4669">
        <w:t xml:space="preserve">. Tyto údaje tak potvrzují poznatek, že </w:t>
      </w:r>
      <w:r w:rsidR="00430E4E" w:rsidRPr="00FC4669">
        <w:t>rozhlasové</w:t>
      </w:r>
      <w:r w:rsidRPr="00FC4669">
        <w:t xml:space="preserve"> vysílání šířené prostřednictvím vysílačů v reálném čase stále drží významnou pozici na českém mediálním trhu a tato pozice není v současnosti ve velké míře ohrožena.</w:t>
      </w:r>
    </w:p>
    <w:p w:rsidR="00BB64DB" w:rsidRPr="00FC4669" w:rsidRDefault="00BB64DB" w:rsidP="00BB64DB">
      <w:pPr>
        <w:pStyle w:val="Titulek"/>
        <w:keepNext/>
        <w:rPr>
          <w:b w:val="0"/>
          <w:color w:val="auto"/>
          <w:sz w:val="22"/>
          <w:szCs w:val="22"/>
        </w:rPr>
      </w:pPr>
      <w:r w:rsidRPr="00FC4669">
        <w:rPr>
          <w:color w:val="auto"/>
          <w:sz w:val="22"/>
          <w:szCs w:val="22"/>
        </w:rPr>
        <w:t xml:space="preserve">Graf </w:t>
      </w:r>
      <w:r w:rsidR="001A4BAA" w:rsidRPr="00FC4669">
        <w:rPr>
          <w:color w:val="auto"/>
          <w:sz w:val="22"/>
          <w:szCs w:val="22"/>
        </w:rPr>
        <w:t>4</w:t>
      </w:r>
      <w:r w:rsidR="007B4F04">
        <w:rPr>
          <w:color w:val="auto"/>
          <w:sz w:val="22"/>
          <w:szCs w:val="22"/>
        </w:rPr>
        <w:t>7</w:t>
      </w:r>
      <w:r w:rsidRPr="00FC4669">
        <w:rPr>
          <w:b w:val="0"/>
          <w:color w:val="auto"/>
          <w:sz w:val="22"/>
          <w:szCs w:val="22"/>
        </w:rPr>
        <w:t xml:space="preserve"> Poslechovost největších celoplošných a</w:t>
      </w:r>
      <w:r w:rsidR="005E47BF" w:rsidRPr="00FC4669">
        <w:rPr>
          <w:b w:val="0"/>
          <w:color w:val="auto"/>
          <w:sz w:val="22"/>
          <w:szCs w:val="22"/>
        </w:rPr>
        <w:t xml:space="preserve"> regionálních stanic v druhé polovině roku 2017</w:t>
      </w:r>
      <w:r w:rsidRPr="00FC4669">
        <w:rPr>
          <w:b w:val="0"/>
          <w:color w:val="auto"/>
          <w:sz w:val="22"/>
          <w:szCs w:val="22"/>
        </w:rPr>
        <w:t xml:space="preserve"> v populaci 12 – 79 let</w:t>
      </w:r>
      <w:r w:rsidR="00C522C1" w:rsidRPr="00FC4669">
        <w:rPr>
          <w:b w:val="0"/>
          <w:color w:val="auto"/>
          <w:sz w:val="22"/>
          <w:szCs w:val="22"/>
        </w:rPr>
        <w:t xml:space="preserve"> (za</w:t>
      </w:r>
      <w:r w:rsidR="00220644" w:rsidRPr="00FC4669">
        <w:rPr>
          <w:b w:val="0"/>
          <w:color w:val="auto"/>
          <w:sz w:val="22"/>
          <w:szCs w:val="22"/>
        </w:rPr>
        <w:t> </w:t>
      </w:r>
      <w:r w:rsidR="00C522C1" w:rsidRPr="00FC4669">
        <w:rPr>
          <w:b w:val="0"/>
          <w:color w:val="auto"/>
          <w:sz w:val="22"/>
          <w:szCs w:val="22"/>
        </w:rPr>
        <w:t>jeden den</w:t>
      </w:r>
      <w:r w:rsidR="005B1EDC" w:rsidRPr="00FC4669">
        <w:rPr>
          <w:b w:val="0"/>
          <w:color w:val="auto"/>
          <w:sz w:val="22"/>
          <w:szCs w:val="22"/>
        </w:rPr>
        <w:t>,</w:t>
      </w:r>
      <w:r w:rsidR="00C522C1" w:rsidRPr="00FC4669">
        <w:rPr>
          <w:b w:val="0"/>
          <w:color w:val="auto"/>
          <w:sz w:val="22"/>
          <w:szCs w:val="22"/>
        </w:rPr>
        <w:t xml:space="preserve"> v mil. posluchačů)</w:t>
      </w:r>
    </w:p>
    <w:p w:rsidR="00BB64DB" w:rsidRPr="00FC4669" w:rsidRDefault="006568DB" w:rsidP="00BB64DB">
      <w:pPr>
        <w:keepNext/>
        <w:jc w:val="center"/>
      </w:pPr>
      <w:r w:rsidRPr="00FC4669">
        <w:rPr>
          <w:noProof/>
        </w:rPr>
        <w:drawing>
          <wp:inline distT="0" distB="0" distL="0" distR="0">
            <wp:extent cx="5133975" cy="1800225"/>
            <wp:effectExtent l="0" t="0" r="0" b="0"/>
            <wp:docPr id="126"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p>
    <w:p w:rsidR="00BB64DB" w:rsidRPr="00FC4669" w:rsidRDefault="004D5A93" w:rsidP="00BB64DB">
      <w:pPr>
        <w:pStyle w:val="Titulek"/>
        <w:rPr>
          <w:b w:val="0"/>
          <w:color w:val="auto"/>
          <w:sz w:val="22"/>
          <w:szCs w:val="22"/>
        </w:rPr>
      </w:pPr>
      <w:r w:rsidRPr="00FC4669">
        <w:rPr>
          <w:b w:val="0"/>
          <w:color w:val="auto"/>
          <w:sz w:val="22"/>
          <w:szCs w:val="22"/>
        </w:rPr>
        <w:t>Zdroj: RADIOPROJEKT</w:t>
      </w:r>
    </w:p>
    <w:p w:rsidR="00BB64DB" w:rsidRPr="00FC4669" w:rsidRDefault="00BB64DB" w:rsidP="00C47F27">
      <w:pPr>
        <w:pStyle w:val="Titulek"/>
        <w:spacing w:line="360" w:lineRule="auto"/>
        <w:rPr>
          <w:rFonts w:ascii="Arial" w:hAnsi="Arial" w:cs="Arial"/>
          <w:b w:val="0"/>
          <w:color w:val="auto"/>
          <w:sz w:val="20"/>
          <w:szCs w:val="20"/>
        </w:rPr>
      </w:pPr>
      <w:r w:rsidRPr="00FC4669">
        <w:rPr>
          <w:rFonts w:ascii="Arial" w:hAnsi="Arial" w:cs="Arial"/>
          <w:b w:val="0"/>
          <w:color w:val="auto"/>
          <w:sz w:val="20"/>
          <w:szCs w:val="20"/>
        </w:rPr>
        <w:t xml:space="preserve">Z hlediska programové struktury rozhlasového vysílání převažují </w:t>
      </w:r>
      <w:r w:rsidR="00536FAD" w:rsidRPr="00FC4669">
        <w:rPr>
          <w:rFonts w:ascii="Arial" w:hAnsi="Arial" w:cs="Arial"/>
          <w:b w:val="0"/>
          <w:color w:val="auto"/>
          <w:sz w:val="20"/>
          <w:szCs w:val="20"/>
        </w:rPr>
        <w:t>hudební pořady</w:t>
      </w:r>
      <w:r w:rsidR="00ED437A" w:rsidRPr="00FC4669">
        <w:rPr>
          <w:rFonts w:ascii="Arial" w:hAnsi="Arial" w:cs="Arial"/>
          <w:b w:val="0"/>
          <w:color w:val="auto"/>
          <w:sz w:val="20"/>
          <w:szCs w:val="20"/>
        </w:rPr>
        <w:t>,</w:t>
      </w:r>
      <w:r w:rsidRPr="00FC4669">
        <w:rPr>
          <w:rFonts w:ascii="Arial" w:hAnsi="Arial" w:cs="Arial"/>
          <w:b w:val="0"/>
          <w:color w:val="auto"/>
          <w:sz w:val="20"/>
          <w:szCs w:val="20"/>
        </w:rPr>
        <w:t xml:space="preserve"> a to jak u soukromých</w:t>
      </w:r>
      <w:r w:rsidR="00ED437A" w:rsidRPr="00FC4669">
        <w:rPr>
          <w:rFonts w:ascii="Arial" w:hAnsi="Arial" w:cs="Arial"/>
          <w:b w:val="0"/>
          <w:color w:val="auto"/>
          <w:sz w:val="20"/>
          <w:szCs w:val="20"/>
        </w:rPr>
        <w:t>,</w:t>
      </w:r>
      <w:r w:rsidRPr="00FC4669">
        <w:rPr>
          <w:rFonts w:ascii="Arial" w:hAnsi="Arial" w:cs="Arial"/>
          <w:b w:val="0"/>
          <w:color w:val="auto"/>
          <w:sz w:val="20"/>
          <w:szCs w:val="20"/>
        </w:rPr>
        <w:t xml:space="preserve"> tak veřejnoprávních programů. </w:t>
      </w:r>
      <w:r w:rsidR="00200D8C" w:rsidRPr="00FC4669">
        <w:rPr>
          <w:rFonts w:ascii="Arial" w:hAnsi="Arial" w:cs="Arial"/>
          <w:b w:val="0"/>
          <w:color w:val="auto"/>
          <w:sz w:val="20"/>
          <w:szCs w:val="20"/>
        </w:rPr>
        <w:t>U</w:t>
      </w:r>
      <w:r w:rsidR="00B02802" w:rsidRPr="00FC4669">
        <w:rPr>
          <w:rFonts w:ascii="Arial" w:hAnsi="Arial" w:cs="Arial"/>
          <w:b w:val="0"/>
          <w:color w:val="auto"/>
          <w:sz w:val="20"/>
          <w:szCs w:val="20"/>
        </w:rPr>
        <w:t> </w:t>
      </w:r>
      <w:r w:rsidRPr="00FC4669">
        <w:rPr>
          <w:rFonts w:ascii="Arial" w:hAnsi="Arial" w:cs="Arial"/>
          <w:b w:val="0"/>
          <w:color w:val="auto"/>
          <w:sz w:val="20"/>
          <w:szCs w:val="20"/>
        </w:rPr>
        <w:t>veřejnoprávních programů jsou</w:t>
      </w:r>
      <w:r w:rsidR="00200D8C" w:rsidRPr="00FC4669">
        <w:rPr>
          <w:rFonts w:ascii="Arial" w:hAnsi="Arial" w:cs="Arial"/>
          <w:b w:val="0"/>
          <w:color w:val="auto"/>
          <w:sz w:val="20"/>
          <w:szCs w:val="20"/>
        </w:rPr>
        <w:t xml:space="preserve"> pak na druhém místě</w:t>
      </w:r>
      <w:r w:rsidRPr="00FC4669">
        <w:rPr>
          <w:rFonts w:ascii="Arial" w:hAnsi="Arial" w:cs="Arial"/>
          <w:b w:val="0"/>
          <w:color w:val="auto"/>
          <w:sz w:val="20"/>
          <w:szCs w:val="20"/>
        </w:rPr>
        <w:t xml:space="preserve"> zpravodajské, public</w:t>
      </w:r>
      <w:r w:rsidR="009A66C6" w:rsidRPr="00FC4669">
        <w:rPr>
          <w:rFonts w:ascii="Arial" w:hAnsi="Arial" w:cs="Arial"/>
          <w:b w:val="0"/>
          <w:color w:val="auto"/>
          <w:sz w:val="20"/>
          <w:szCs w:val="20"/>
        </w:rPr>
        <w:t>istické</w:t>
      </w:r>
      <w:r w:rsidR="00536FAD" w:rsidRPr="00FC4669">
        <w:rPr>
          <w:rFonts w:ascii="Arial" w:hAnsi="Arial" w:cs="Arial"/>
          <w:b w:val="0"/>
          <w:color w:val="auto"/>
          <w:sz w:val="20"/>
          <w:szCs w:val="20"/>
        </w:rPr>
        <w:t>, dramatické a zábavné</w:t>
      </w:r>
      <w:r w:rsidR="009A66C6" w:rsidRPr="00FC4669">
        <w:rPr>
          <w:rFonts w:ascii="Arial" w:hAnsi="Arial" w:cs="Arial"/>
          <w:b w:val="0"/>
          <w:color w:val="auto"/>
          <w:sz w:val="20"/>
          <w:szCs w:val="20"/>
        </w:rPr>
        <w:t xml:space="preserve"> </w:t>
      </w:r>
      <w:r w:rsidR="00536FAD" w:rsidRPr="00FC4669">
        <w:rPr>
          <w:rFonts w:ascii="Arial" w:hAnsi="Arial" w:cs="Arial"/>
          <w:b w:val="0"/>
          <w:color w:val="auto"/>
          <w:sz w:val="20"/>
          <w:szCs w:val="20"/>
        </w:rPr>
        <w:t>pořady (34</w:t>
      </w:r>
      <w:r w:rsidRPr="00FC4669">
        <w:rPr>
          <w:rFonts w:ascii="Arial" w:hAnsi="Arial" w:cs="Arial"/>
          <w:b w:val="0"/>
          <w:color w:val="auto"/>
          <w:sz w:val="20"/>
          <w:szCs w:val="20"/>
        </w:rPr>
        <w:t xml:space="preserve"> %). Komerční progra</w:t>
      </w:r>
      <w:r w:rsidR="00536FAD" w:rsidRPr="00FC4669">
        <w:rPr>
          <w:rFonts w:ascii="Arial" w:hAnsi="Arial" w:cs="Arial"/>
          <w:b w:val="0"/>
          <w:color w:val="auto"/>
          <w:sz w:val="20"/>
          <w:szCs w:val="20"/>
        </w:rPr>
        <w:t>my naopak vysílají jen 9</w:t>
      </w:r>
      <w:r w:rsidRPr="00FC4669">
        <w:rPr>
          <w:rFonts w:ascii="Arial" w:hAnsi="Arial" w:cs="Arial"/>
          <w:b w:val="0"/>
          <w:color w:val="auto"/>
          <w:sz w:val="20"/>
          <w:szCs w:val="20"/>
        </w:rPr>
        <w:t xml:space="preserve"> % takto orientovaných pořadů a </w:t>
      </w:r>
      <w:r w:rsidR="00F2751B" w:rsidRPr="00FC4669">
        <w:rPr>
          <w:rFonts w:ascii="Arial" w:hAnsi="Arial" w:cs="Arial"/>
          <w:b w:val="0"/>
          <w:color w:val="auto"/>
          <w:sz w:val="20"/>
          <w:szCs w:val="20"/>
        </w:rPr>
        <w:t>více vysílacího času připadne na obchodní sdělení</w:t>
      </w:r>
      <w:r w:rsidR="00536FAD" w:rsidRPr="00FC4669">
        <w:rPr>
          <w:rFonts w:ascii="Arial" w:hAnsi="Arial" w:cs="Arial"/>
          <w:b w:val="0"/>
          <w:color w:val="auto"/>
          <w:sz w:val="20"/>
          <w:szCs w:val="20"/>
        </w:rPr>
        <w:t xml:space="preserve"> (10 </w:t>
      </w:r>
      <w:r w:rsidRPr="00FC4669">
        <w:rPr>
          <w:rFonts w:ascii="Arial" w:hAnsi="Arial" w:cs="Arial"/>
          <w:b w:val="0"/>
          <w:color w:val="auto"/>
          <w:sz w:val="20"/>
          <w:szCs w:val="20"/>
        </w:rPr>
        <w:t xml:space="preserve">%). U veřejnoprávních programů je </w:t>
      </w:r>
      <w:r w:rsidR="00B02802" w:rsidRPr="00FC4669">
        <w:rPr>
          <w:rFonts w:ascii="Arial" w:hAnsi="Arial" w:cs="Arial"/>
          <w:b w:val="0"/>
          <w:color w:val="auto"/>
          <w:sz w:val="20"/>
          <w:szCs w:val="20"/>
        </w:rPr>
        <w:t>reklama regulovaná zákonem o </w:t>
      </w:r>
      <w:r w:rsidRPr="00FC4669">
        <w:rPr>
          <w:rFonts w:ascii="Arial" w:hAnsi="Arial" w:cs="Arial"/>
          <w:b w:val="0"/>
          <w:color w:val="auto"/>
          <w:sz w:val="20"/>
          <w:szCs w:val="20"/>
        </w:rPr>
        <w:t xml:space="preserve">rozhlasovém a televizním vysílání a nepřesahuje </w:t>
      </w:r>
      <w:r w:rsidR="00154174" w:rsidRPr="00FC4669">
        <w:rPr>
          <w:rFonts w:ascii="Arial" w:hAnsi="Arial" w:cs="Arial"/>
          <w:b w:val="0"/>
          <w:color w:val="auto"/>
          <w:sz w:val="20"/>
          <w:szCs w:val="20"/>
        </w:rPr>
        <w:t>dvě</w:t>
      </w:r>
      <w:r w:rsidR="003A7ABE" w:rsidRPr="00FC4669">
        <w:rPr>
          <w:rFonts w:ascii="Arial" w:hAnsi="Arial" w:cs="Arial"/>
          <w:b w:val="0"/>
          <w:color w:val="auto"/>
          <w:sz w:val="20"/>
          <w:szCs w:val="20"/>
        </w:rPr>
        <w:t xml:space="preserve"> procenta</w:t>
      </w:r>
      <w:r w:rsidRPr="00FC4669">
        <w:rPr>
          <w:rFonts w:ascii="Arial" w:hAnsi="Arial" w:cs="Arial"/>
          <w:b w:val="0"/>
          <w:color w:val="auto"/>
          <w:sz w:val="20"/>
          <w:szCs w:val="20"/>
        </w:rPr>
        <w:t xml:space="preserve"> z celkového vysílacího času</w:t>
      </w:r>
      <w:r w:rsidR="00154174" w:rsidRPr="00FC4669">
        <w:rPr>
          <w:rFonts w:ascii="Arial" w:hAnsi="Arial" w:cs="Arial"/>
          <w:b w:val="0"/>
          <w:color w:val="auto"/>
          <w:sz w:val="20"/>
          <w:szCs w:val="20"/>
        </w:rPr>
        <w:t xml:space="preserve"> </w:t>
      </w:r>
      <w:r w:rsidR="003A7ABE" w:rsidRPr="00FC4669">
        <w:rPr>
          <w:rFonts w:ascii="Arial" w:hAnsi="Arial" w:cs="Arial"/>
          <w:b w:val="0"/>
          <w:color w:val="auto"/>
          <w:sz w:val="20"/>
          <w:szCs w:val="20"/>
        </w:rPr>
        <w:t>(včetně upoutávek na vlastní poř</w:t>
      </w:r>
      <w:r w:rsidR="00154174" w:rsidRPr="00FC4669">
        <w:rPr>
          <w:rFonts w:ascii="Arial" w:hAnsi="Arial" w:cs="Arial"/>
          <w:b w:val="0"/>
          <w:color w:val="auto"/>
          <w:sz w:val="20"/>
          <w:szCs w:val="20"/>
        </w:rPr>
        <w:t>ady)</w:t>
      </w:r>
      <w:r w:rsidRPr="00FC4669">
        <w:rPr>
          <w:rFonts w:ascii="Arial" w:hAnsi="Arial" w:cs="Arial"/>
          <w:b w:val="0"/>
          <w:color w:val="auto"/>
          <w:sz w:val="20"/>
          <w:szCs w:val="20"/>
        </w:rPr>
        <w:t>. Podrobnější</w:t>
      </w:r>
      <w:r w:rsidR="00220644" w:rsidRPr="00FC4669">
        <w:rPr>
          <w:rFonts w:ascii="Arial" w:hAnsi="Arial" w:cs="Arial"/>
          <w:b w:val="0"/>
          <w:color w:val="auto"/>
          <w:sz w:val="20"/>
          <w:szCs w:val="20"/>
        </w:rPr>
        <w:t> </w:t>
      </w:r>
      <w:r w:rsidRPr="00FC4669">
        <w:rPr>
          <w:rFonts w:ascii="Arial" w:hAnsi="Arial" w:cs="Arial"/>
          <w:b w:val="0"/>
          <w:color w:val="auto"/>
          <w:sz w:val="20"/>
          <w:szCs w:val="20"/>
        </w:rPr>
        <w:t>procentuální rozdělení vysílacího času pre</w:t>
      </w:r>
      <w:r w:rsidR="0016269D" w:rsidRPr="00FC4669">
        <w:rPr>
          <w:rFonts w:ascii="Arial" w:hAnsi="Arial" w:cs="Arial"/>
          <w:b w:val="0"/>
          <w:color w:val="auto"/>
          <w:sz w:val="20"/>
          <w:szCs w:val="20"/>
        </w:rPr>
        <w:t xml:space="preserve">zentuje Graf </w:t>
      </w:r>
      <w:r w:rsidR="00035134">
        <w:rPr>
          <w:rFonts w:ascii="Arial" w:hAnsi="Arial" w:cs="Arial"/>
          <w:b w:val="0"/>
          <w:color w:val="auto"/>
          <w:sz w:val="20"/>
          <w:szCs w:val="20"/>
        </w:rPr>
        <w:t>48</w:t>
      </w:r>
      <w:r w:rsidR="00C7180D">
        <w:rPr>
          <w:rFonts w:ascii="Arial" w:hAnsi="Arial" w:cs="Arial"/>
          <w:b w:val="0"/>
          <w:color w:val="auto"/>
          <w:sz w:val="20"/>
          <w:szCs w:val="20"/>
        </w:rPr>
        <w:t>.</w:t>
      </w:r>
    </w:p>
    <w:p w:rsidR="00BB64DB" w:rsidRPr="00FC4669" w:rsidRDefault="00BB64DB" w:rsidP="00BB64DB">
      <w:pPr>
        <w:pStyle w:val="Titulek"/>
        <w:keepNext/>
        <w:rPr>
          <w:b w:val="0"/>
          <w:color w:val="auto"/>
          <w:sz w:val="22"/>
          <w:szCs w:val="22"/>
        </w:rPr>
      </w:pPr>
      <w:r w:rsidRPr="00FC4669">
        <w:rPr>
          <w:color w:val="auto"/>
          <w:sz w:val="22"/>
          <w:szCs w:val="22"/>
        </w:rPr>
        <w:t xml:space="preserve">Graf </w:t>
      </w:r>
      <w:r w:rsidR="001A4BAA" w:rsidRPr="00FC4669">
        <w:rPr>
          <w:color w:val="auto"/>
          <w:sz w:val="22"/>
          <w:szCs w:val="22"/>
        </w:rPr>
        <w:t>4</w:t>
      </w:r>
      <w:r w:rsidR="00035134">
        <w:rPr>
          <w:color w:val="auto"/>
          <w:sz w:val="22"/>
          <w:szCs w:val="22"/>
        </w:rPr>
        <w:t>8</w:t>
      </w:r>
      <w:r w:rsidRPr="00FC4669">
        <w:rPr>
          <w:b w:val="0"/>
          <w:color w:val="auto"/>
          <w:sz w:val="22"/>
          <w:szCs w:val="22"/>
        </w:rPr>
        <w:t xml:space="preserve"> </w:t>
      </w:r>
      <w:r w:rsidR="00536FAD" w:rsidRPr="00FC4669">
        <w:rPr>
          <w:b w:val="0"/>
          <w:color w:val="auto"/>
          <w:sz w:val="22"/>
          <w:szCs w:val="22"/>
        </w:rPr>
        <w:t>Týdenní p</w:t>
      </w:r>
      <w:r w:rsidRPr="00FC4669">
        <w:rPr>
          <w:b w:val="0"/>
          <w:color w:val="auto"/>
          <w:sz w:val="22"/>
          <w:szCs w:val="22"/>
        </w:rPr>
        <w:t>rogramová struktura rozhlasového</w:t>
      </w:r>
      <w:r w:rsidR="00154174" w:rsidRPr="00FC4669">
        <w:rPr>
          <w:b w:val="0"/>
          <w:color w:val="auto"/>
          <w:sz w:val="22"/>
          <w:szCs w:val="22"/>
        </w:rPr>
        <w:t xml:space="preserve"> vysílání v roce 2017</w:t>
      </w:r>
      <w:r w:rsidRPr="00FC4669">
        <w:rPr>
          <w:b w:val="0"/>
          <w:color w:val="auto"/>
          <w:sz w:val="22"/>
          <w:szCs w:val="22"/>
        </w:rPr>
        <w:t xml:space="preserve"> podle vysílaných pořadů</w:t>
      </w:r>
    </w:p>
    <w:p w:rsidR="00BB64DB" w:rsidRPr="00FC4669" w:rsidRDefault="00536FAD" w:rsidP="00BB64DB">
      <w:pPr>
        <w:keepNext/>
        <w:jc w:val="center"/>
      </w:pPr>
      <w:r w:rsidRPr="00FC4669">
        <w:rPr>
          <w:noProof/>
        </w:rPr>
        <w:drawing>
          <wp:inline distT="0" distB="0" distL="0" distR="0">
            <wp:extent cx="5753100" cy="1619250"/>
            <wp:effectExtent l="0" t="0" r="0" b="0"/>
            <wp:docPr id="7"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p w:rsidR="00BB64DB" w:rsidRPr="00FC4669" w:rsidRDefault="00BB64DB" w:rsidP="00BB64DB">
      <w:pPr>
        <w:pStyle w:val="Titulek"/>
        <w:rPr>
          <w:b w:val="0"/>
          <w:color w:val="auto"/>
          <w:sz w:val="22"/>
          <w:szCs w:val="22"/>
        </w:rPr>
      </w:pPr>
      <w:r w:rsidRPr="00FC4669">
        <w:rPr>
          <w:b w:val="0"/>
          <w:color w:val="auto"/>
          <w:sz w:val="22"/>
          <w:szCs w:val="22"/>
        </w:rPr>
        <w:t xml:space="preserve">Zdroj: </w:t>
      </w:r>
      <w:r w:rsidR="009253A5" w:rsidRPr="00FC4669">
        <w:rPr>
          <w:b w:val="0"/>
          <w:color w:val="auto"/>
          <w:sz w:val="22"/>
          <w:szCs w:val="22"/>
        </w:rPr>
        <w:t xml:space="preserve">Kult, </w:t>
      </w:r>
      <w:r w:rsidRPr="00FC4669">
        <w:rPr>
          <w:b w:val="0"/>
          <w:color w:val="auto"/>
          <w:sz w:val="22"/>
          <w:szCs w:val="22"/>
        </w:rPr>
        <w:t>ČSÚ</w:t>
      </w:r>
    </w:p>
    <w:p w:rsidR="00154174" w:rsidRPr="00FC4669" w:rsidRDefault="008F61DD" w:rsidP="00154174">
      <w:pPr>
        <w:rPr>
          <w:lang w:eastAsia="en-US"/>
        </w:rPr>
      </w:pPr>
      <w:r w:rsidRPr="00FC4669">
        <w:rPr>
          <w:lang w:eastAsia="en-US"/>
        </w:rPr>
        <w:t>Pro refe</w:t>
      </w:r>
      <w:r w:rsidR="003A7ABE" w:rsidRPr="00FC4669">
        <w:rPr>
          <w:lang w:eastAsia="en-US"/>
        </w:rPr>
        <w:t>renční rok 2017 byly ve výkaze K</w:t>
      </w:r>
      <w:r w:rsidRPr="00FC4669">
        <w:rPr>
          <w:lang w:eastAsia="en-US"/>
        </w:rPr>
        <w:t>ult</w:t>
      </w:r>
      <w:r w:rsidR="003A7ABE" w:rsidRPr="00FC4669">
        <w:rPr>
          <w:lang w:eastAsia="en-US"/>
        </w:rPr>
        <w:t xml:space="preserve"> 6-01 značně rozšířeny</w:t>
      </w:r>
      <w:r w:rsidRPr="00FC4669">
        <w:rPr>
          <w:lang w:eastAsia="en-US"/>
        </w:rPr>
        <w:t xml:space="preserve"> otázky týkající se hudebního vysílání – nově se od tohoto roku sleduje datum vydání vysílaných skladeb a státní příslušnost interpretů. Upravila se ta</w:t>
      </w:r>
      <w:r w:rsidR="001132C6">
        <w:rPr>
          <w:lang w:eastAsia="en-US"/>
        </w:rPr>
        <w:t>ké sledovaná perioda vysílacího</w:t>
      </w:r>
      <w:r w:rsidRPr="00FC4669">
        <w:rPr>
          <w:lang w:eastAsia="en-US"/>
        </w:rPr>
        <w:t xml:space="preserve"> času z ročního na týdenní schéma. Respondenti udávali údaje o běžném týdenním vysílacím schéma</w:t>
      </w:r>
      <w:r w:rsidR="003A7ABE" w:rsidRPr="00FC4669">
        <w:rPr>
          <w:lang w:eastAsia="en-US"/>
        </w:rPr>
        <w:t xml:space="preserve">tu, které není ovlivněno </w:t>
      </w:r>
      <w:r w:rsidR="001132C6" w:rsidRPr="00FC4669">
        <w:rPr>
          <w:lang w:eastAsia="en-US"/>
        </w:rPr>
        <w:t>sezónními</w:t>
      </w:r>
      <w:r w:rsidRPr="00FC4669">
        <w:rPr>
          <w:lang w:eastAsia="en-US"/>
        </w:rPr>
        <w:t xml:space="preserve"> </w:t>
      </w:r>
      <w:r w:rsidR="00AA2926">
        <w:rPr>
          <w:lang w:eastAsia="en-US"/>
        </w:rPr>
        <w:t>výkyvy. Jak je patrné z Grafu 49</w:t>
      </w:r>
      <w:r w:rsidRPr="00FC4669">
        <w:rPr>
          <w:lang w:eastAsia="en-US"/>
        </w:rPr>
        <w:t xml:space="preserve">, </w:t>
      </w:r>
      <w:r w:rsidR="006B4F63" w:rsidRPr="00FC4669">
        <w:rPr>
          <w:lang w:eastAsia="en-US"/>
        </w:rPr>
        <w:lastRenderedPageBreak/>
        <w:t xml:space="preserve">rozhlasovému vysílání dominují skladby vydané po roce 2000, které tvoří v průměru 60 </w:t>
      </w:r>
      <w:r w:rsidR="006B4F63" w:rsidRPr="00FC4669">
        <w:rPr>
          <w:rFonts w:cs="Arial"/>
          <w:b/>
          <w:szCs w:val="20"/>
        </w:rPr>
        <w:t xml:space="preserve">% </w:t>
      </w:r>
      <w:r w:rsidR="006B4F63" w:rsidRPr="00FC4669">
        <w:rPr>
          <w:lang w:eastAsia="en-US"/>
        </w:rPr>
        <w:t>vysílacího času věnovaného hudebnímu vysílání. Nejvíce prostoru v rámci hudebního vysílání je pak dáno současné hudbě (vydané ve sledovaném či předchozím roce) a to 24 % vysílacího času.</w:t>
      </w:r>
      <w:r w:rsidR="006360F1" w:rsidRPr="00FC4669">
        <w:rPr>
          <w:lang w:eastAsia="en-US"/>
        </w:rPr>
        <w:t xml:space="preserve"> Tzv. oldies</w:t>
      </w:r>
      <w:r w:rsidR="006360F1" w:rsidRPr="00FC4669">
        <w:rPr>
          <w:rStyle w:val="Znakapoznpodarou"/>
          <w:lang w:eastAsia="en-US"/>
        </w:rPr>
        <w:footnoteReference w:id="9"/>
      </w:r>
      <w:r w:rsidR="00C7180D">
        <w:rPr>
          <w:lang w:eastAsia="en-US"/>
        </w:rPr>
        <w:t>, tedy hudbě 60.</w:t>
      </w:r>
      <w:r w:rsidR="006360F1" w:rsidRPr="00FC4669">
        <w:rPr>
          <w:lang w:eastAsia="en-US"/>
        </w:rPr>
        <w:t>–</w:t>
      </w:r>
      <w:r w:rsidR="00E916F2" w:rsidRPr="00FC4669">
        <w:rPr>
          <w:lang w:eastAsia="en-US"/>
        </w:rPr>
        <w:t>80</w:t>
      </w:r>
      <w:r w:rsidR="006360F1" w:rsidRPr="00FC4669">
        <w:rPr>
          <w:lang w:eastAsia="en-US"/>
        </w:rPr>
        <w:t>.</w:t>
      </w:r>
      <w:r w:rsidR="00E916F2" w:rsidRPr="00FC4669">
        <w:rPr>
          <w:lang w:eastAsia="en-US"/>
        </w:rPr>
        <w:t xml:space="preserve"> let je věnováno 23 % hudebního vysílání. Hudba devadesátých let zní obvykle</w:t>
      </w:r>
      <w:r w:rsidR="003A7ABE" w:rsidRPr="00FC4669">
        <w:rPr>
          <w:lang w:eastAsia="en-US"/>
        </w:rPr>
        <w:t xml:space="preserve"> ve</w:t>
      </w:r>
      <w:r w:rsidR="00E916F2" w:rsidRPr="00FC4669">
        <w:rPr>
          <w:lang w:eastAsia="en-US"/>
        </w:rPr>
        <w:t xml:space="preserve"> 14 % hudebního vysílání a</w:t>
      </w:r>
      <w:r w:rsidR="000E0D24">
        <w:rPr>
          <w:lang w:eastAsia="en-US"/>
        </w:rPr>
        <w:t> </w:t>
      </w:r>
      <w:r w:rsidR="00E916F2" w:rsidRPr="00FC4669">
        <w:rPr>
          <w:lang w:eastAsia="en-US"/>
        </w:rPr>
        <w:t>jen velmi okrajově zní nahrávky vydané před rokem 1959 (2 % hudebního vysílání).</w:t>
      </w:r>
    </w:p>
    <w:p w:rsidR="00BB64DB" w:rsidRPr="00FC4669" w:rsidRDefault="00BB64DB" w:rsidP="00BB64DB">
      <w:pPr>
        <w:pStyle w:val="Titulek"/>
        <w:keepNext/>
        <w:rPr>
          <w:b w:val="0"/>
          <w:color w:val="auto"/>
          <w:sz w:val="22"/>
          <w:szCs w:val="22"/>
        </w:rPr>
      </w:pPr>
      <w:r w:rsidRPr="00FC4669">
        <w:rPr>
          <w:color w:val="auto"/>
          <w:sz w:val="22"/>
          <w:szCs w:val="22"/>
        </w:rPr>
        <w:t xml:space="preserve">Graf </w:t>
      </w:r>
      <w:r w:rsidR="001A4BAA" w:rsidRPr="00FC4669">
        <w:rPr>
          <w:color w:val="auto"/>
          <w:sz w:val="22"/>
          <w:szCs w:val="22"/>
        </w:rPr>
        <w:t>4</w:t>
      </w:r>
      <w:r w:rsidR="00AA2926">
        <w:rPr>
          <w:color w:val="auto"/>
          <w:sz w:val="22"/>
          <w:szCs w:val="22"/>
        </w:rPr>
        <w:t>9</w:t>
      </w:r>
      <w:r w:rsidRPr="00FC4669">
        <w:rPr>
          <w:color w:val="auto"/>
        </w:rPr>
        <w:t xml:space="preserve"> </w:t>
      </w:r>
      <w:r w:rsidR="003A7ABE" w:rsidRPr="00FC4669">
        <w:rPr>
          <w:b w:val="0"/>
          <w:color w:val="auto"/>
          <w:sz w:val="22"/>
          <w:szCs w:val="22"/>
        </w:rPr>
        <w:t>Hudební vysílání</w:t>
      </w:r>
      <w:r w:rsidR="008F61DD" w:rsidRPr="00FC4669">
        <w:rPr>
          <w:b w:val="0"/>
          <w:color w:val="auto"/>
          <w:sz w:val="22"/>
          <w:szCs w:val="22"/>
        </w:rPr>
        <w:t xml:space="preserve"> podle data vydání vysílaných skladeb</w:t>
      </w:r>
      <w:r w:rsidR="001132C6">
        <w:rPr>
          <w:b w:val="0"/>
          <w:color w:val="auto"/>
          <w:sz w:val="22"/>
          <w:szCs w:val="22"/>
        </w:rPr>
        <w:t xml:space="preserve"> v</w:t>
      </w:r>
      <w:r w:rsidR="008F61DD" w:rsidRPr="00FC4669">
        <w:rPr>
          <w:b w:val="0"/>
          <w:color w:val="auto"/>
          <w:sz w:val="22"/>
          <w:szCs w:val="22"/>
        </w:rPr>
        <w:t xml:space="preserve"> roce 2017 (</w:t>
      </w:r>
      <w:r w:rsidR="00E047D9" w:rsidRPr="00FC4669">
        <w:rPr>
          <w:b w:val="0"/>
          <w:color w:val="auto"/>
          <w:sz w:val="22"/>
          <w:szCs w:val="22"/>
        </w:rPr>
        <w:t>běžný vysílací týden</w:t>
      </w:r>
      <w:r w:rsidR="008F61DD" w:rsidRPr="00FC4669">
        <w:rPr>
          <w:b w:val="0"/>
          <w:color w:val="auto"/>
          <w:sz w:val="22"/>
          <w:szCs w:val="22"/>
        </w:rPr>
        <w:t>)</w:t>
      </w:r>
    </w:p>
    <w:p w:rsidR="00BB64DB" w:rsidRPr="00FC4669" w:rsidRDefault="00154174" w:rsidP="00BB64DB">
      <w:pPr>
        <w:keepNext/>
        <w:jc w:val="center"/>
      </w:pPr>
      <w:r w:rsidRPr="00FC4669">
        <w:rPr>
          <w:noProof/>
        </w:rPr>
        <w:drawing>
          <wp:inline distT="0" distB="0" distL="0" distR="0">
            <wp:extent cx="6248400" cy="1409700"/>
            <wp:effectExtent l="0" t="0" r="0" b="0"/>
            <wp:docPr id="23"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p w:rsidR="00BB64DB" w:rsidRPr="00FC4669" w:rsidRDefault="00BB64DB" w:rsidP="00BB64DB">
      <w:pPr>
        <w:pStyle w:val="Titulek"/>
        <w:shd w:val="clear" w:color="auto" w:fill="FFFFFF" w:themeFill="background1"/>
        <w:rPr>
          <w:b w:val="0"/>
          <w:color w:val="auto"/>
          <w:sz w:val="22"/>
          <w:szCs w:val="22"/>
        </w:rPr>
      </w:pPr>
      <w:r w:rsidRPr="00FC4669">
        <w:rPr>
          <w:b w:val="0"/>
          <w:color w:val="auto"/>
          <w:sz w:val="22"/>
          <w:szCs w:val="22"/>
        </w:rPr>
        <w:t xml:space="preserve">Zdroj: </w:t>
      </w:r>
      <w:r w:rsidR="00E916F2" w:rsidRPr="00FC4669">
        <w:rPr>
          <w:b w:val="0"/>
          <w:color w:val="auto"/>
          <w:sz w:val="22"/>
          <w:szCs w:val="22"/>
        </w:rPr>
        <w:t>Kult, ČSÚ</w:t>
      </w:r>
    </w:p>
    <w:p w:rsidR="00E916F2" w:rsidRPr="00FC4669" w:rsidRDefault="00E916F2" w:rsidP="00E916F2">
      <w:pPr>
        <w:rPr>
          <w:lang w:eastAsia="en-US"/>
        </w:rPr>
      </w:pPr>
      <w:r w:rsidRPr="00FC4669">
        <w:rPr>
          <w:lang w:eastAsia="en-US"/>
        </w:rPr>
        <w:t>Když rozdělíme vysílanou</w:t>
      </w:r>
      <w:r w:rsidR="009150C0" w:rsidRPr="00FC4669">
        <w:rPr>
          <w:lang w:eastAsia="en-US"/>
        </w:rPr>
        <w:t xml:space="preserve"> hudbu</w:t>
      </w:r>
      <w:r w:rsidRPr="00FC4669">
        <w:rPr>
          <w:lang w:eastAsia="en-US"/>
        </w:rPr>
        <w:t xml:space="preserve"> </w:t>
      </w:r>
      <w:r w:rsidR="009150C0" w:rsidRPr="00FC4669">
        <w:rPr>
          <w:lang w:eastAsia="en-US"/>
        </w:rPr>
        <w:t>podle období</w:t>
      </w:r>
      <w:r w:rsidRPr="00FC4669">
        <w:rPr>
          <w:lang w:eastAsia="en-US"/>
        </w:rPr>
        <w:t xml:space="preserve"> </w:t>
      </w:r>
      <w:r w:rsidR="009150C0" w:rsidRPr="00FC4669">
        <w:rPr>
          <w:lang w:eastAsia="en-US"/>
        </w:rPr>
        <w:t xml:space="preserve">vydání i </w:t>
      </w:r>
      <w:r w:rsidRPr="00FC4669">
        <w:rPr>
          <w:lang w:eastAsia="en-US"/>
        </w:rPr>
        <w:t>podle státní př</w:t>
      </w:r>
      <w:r w:rsidR="00E047D9" w:rsidRPr="00FC4669">
        <w:rPr>
          <w:lang w:eastAsia="en-US"/>
        </w:rPr>
        <w:t>íslušnosti interpretů, zjistíme, že u</w:t>
      </w:r>
      <w:r w:rsidR="00C7180D">
        <w:rPr>
          <w:lang w:eastAsia="en-US"/>
        </w:rPr>
        <w:t> </w:t>
      </w:r>
      <w:r w:rsidR="00E047D9" w:rsidRPr="00FC4669">
        <w:rPr>
          <w:lang w:eastAsia="en-US"/>
        </w:rPr>
        <w:t>novějších skladeb dominují zahraniční interpreti,</w:t>
      </w:r>
      <w:r w:rsidR="009150C0" w:rsidRPr="00FC4669">
        <w:rPr>
          <w:lang w:eastAsia="en-US"/>
        </w:rPr>
        <w:t xml:space="preserve"> ale</w:t>
      </w:r>
      <w:r w:rsidR="00E047D9" w:rsidRPr="00FC4669">
        <w:rPr>
          <w:lang w:eastAsia="en-US"/>
        </w:rPr>
        <w:t xml:space="preserve"> u starších skladeb se podíl zahraniční a české tvorby vyr</w:t>
      </w:r>
      <w:r w:rsidR="00AA2926">
        <w:rPr>
          <w:lang w:eastAsia="en-US"/>
        </w:rPr>
        <w:t>ovnává. Jak je patrné z Grafu 50</w:t>
      </w:r>
      <w:r w:rsidR="00E047D9" w:rsidRPr="00FC4669">
        <w:rPr>
          <w:lang w:eastAsia="en-US"/>
        </w:rPr>
        <w:t>, u současné hudby (vydané ve sledovaném či předchozím roce) pochází necelých 80 % skladeb od zahraničních interpretů. Naopak u hudby šedesátých a sedmdesátých let je poměr zahraničních a českých interpretů takřka vyrovnaný</w:t>
      </w:r>
      <w:r w:rsidR="0039428D" w:rsidRPr="00FC4669">
        <w:rPr>
          <w:lang w:eastAsia="en-US"/>
        </w:rPr>
        <w:t xml:space="preserve">. Od osmdesátých let se začíná podíl skladeb zahraničních interpretů zvyšovat. </w:t>
      </w:r>
      <w:r w:rsidR="00CF0318" w:rsidRPr="00FC4669">
        <w:rPr>
          <w:lang w:eastAsia="en-US"/>
        </w:rPr>
        <w:t>Nejpravděpodobnějším vysvětlením tohoto jevu bude cílení rozhlasových dram</w:t>
      </w:r>
      <w:r w:rsidR="00C7180D">
        <w:rPr>
          <w:lang w:eastAsia="en-US"/>
        </w:rPr>
        <w:t xml:space="preserve">aturgů na různé cílové </w:t>
      </w:r>
      <w:r w:rsidR="003150BE">
        <w:rPr>
          <w:lang w:eastAsia="en-US"/>
        </w:rPr>
        <w:t>skupiny –</w:t>
      </w:r>
      <w:r w:rsidR="003150BE" w:rsidRPr="00FC4669">
        <w:rPr>
          <w:lang w:eastAsia="en-US"/>
        </w:rPr>
        <w:t xml:space="preserve"> posluchači</w:t>
      </w:r>
      <w:r w:rsidR="00CF0318" w:rsidRPr="00FC4669">
        <w:rPr>
          <w:lang w:eastAsia="en-US"/>
        </w:rPr>
        <w:t xml:space="preserve"> po</w:t>
      </w:r>
      <w:r w:rsidR="009150C0" w:rsidRPr="00FC4669">
        <w:rPr>
          <w:lang w:eastAsia="en-US"/>
        </w:rPr>
        <w:t>řadů s hudbou staršího vydání (</w:t>
      </w:r>
      <w:r w:rsidR="00CF0318" w:rsidRPr="00FC4669">
        <w:rPr>
          <w:lang w:eastAsia="en-US"/>
        </w:rPr>
        <w:t>obvykle zřejmě starší generace) preferují spíše domácí tvorbu</w:t>
      </w:r>
      <w:r w:rsidR="009150C0" w:rsidRPr="00FC4669">
        <w:rPr>
          <w:lang w:eastAsia="en-US"/>
        </w:rPr>
        <w:t>, kterou z doby jejího vzniku znají,</w:t>
      </w:r>
      <w:r w:rsidR="00CF0318" w:rsidRPr="00FC4669">
        <w:rPr>
          <w:lang w:eastAsia="en-US"/>
        </w:rPr>
        <w:t xml:space="preserve"> na rozdíl od posluchačů pořadů s hudbou novějšího data vydání (obvykle zřejmě mladší generace), kteří preferují spíše zahraniční tvorbu. </w:t>
      </w:r>
    </w:p>
    <w:p w:rsidR="00E047D9" w:rsidRPr="00FC4669" w:rsidRDefault="00E047D9" w:rsidP="00E047D9">
      <w:pPr>
        <w:pStyle w:val="Titulek"/>
        <w:keepNext/>
        <w:rPr>
          <w:b w:val="0"/>
          <w:color w:val="auto"/>
          <w:sz w:val="22"/>
          <w:szCs w:val="22"/>
        </w:rPr>
      </w:pPr>
      <w:r w:rsidRPr="00FC4669">
        <w:rPr>
          <w:color w:val="auto"/>
          <w:sz w:val="22"/>
          <w:szCs w:val="22"/>
        </w:rPr>
        <w:t xml:space="preserve">Graf </w:t>
      </w:r>
      <w:r w:rsidR="00AA2926">
        <w:rPr>
          <w:color w:val="auto"/>
          <w:sz w:val="22"/>
          <w:szCs w:val="22"/>
        </w:rPr>
        <w:t>50</w:t>
      </w:r>
      <w:r w:rsidRPr="00FC4669">
        <w:rPr>
          <w:color w:val="auto"/>
        </w:rPr>
        <w:t xml:space="preserve"> </w:t>
      </w:r>
      <w:r w:rsidRPr="00FC4669">
        <w:rPr>
          <w:b w:val="0"/>
          <w:color w:val="auto"/>
          <w:sz w:val="22"/>
          <w:szCs w:val="22"/>
        </w:rPr>
        <w:t>Podíl skladeb zahraničních a českých interpretů v rámci sledovaných období</w:t>
      </w:r>
      <w:r w:rsidR="009150C0" w:rsidRPr="00FC4669">
        <w:rPr>
          <w:b w:val="0"/>
          <w:color w:val="auto"/>
          <w:sz w:val="22"/>
          <w:szCs w:val="22"/>
        </w:rPr>
        <w:t xml:space="preserve"> vydání skladby</w:t>
      </w:r>
      <w:r w:rsidRPr="00FC4669">
        <w:rPr>
          <w:b w:val="0"/>
          <w:color w:val="auto"/>
          <w:sz w:val="22"/>
          <w:szCs w:val="22"/>
        </w:rPr>
        <w:t xml:space="preserve"> (běžný vysílací týden)</w:t>
      </w:r>
    </w:p>
    <w:p w:rsidR="00E916F2" w:rsidRPr="00FC4669" w:rsidRDefault="00E916F2" w:rsidP="00E916F2">
      <w:pPr>
        <w:rPr>
          <w:lang w:eastAsia="en-US"/>
        </w:rPr>
      </w:pPr>
      <w:r w:rsidRPr="00FC4669">
        <w:rPr>
          <w:noProof/>
        </w:rPr>
        <w:drawing>
          <wp:inline distT="0" distB="0" distL="0" distR="0">
            <wp:extent cx="5800725" cy="2047875"/>
            <wp:effectExtent l="0" t="0" r="0" b="0"/>
            <wp:docPr id="101"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p>
    <w:p w:rsidR="00E047D9" w:rsidRPr="00FC4669" w:rsidRDefault="00E047D9" w:rsidP="00E047D9">
      <w:pPr>
        <w:pStyle w:val="Titulek"/>
        <w:shd w:val="clear" w:color="auto" w:fill="FFFFFF" w:themeFill="background1"/>
        <w:rPr>
          <w:b w:val="0"/>
          <w:color w:val="auto"/>
          <w:sz w:val="22"/>
          <w:szCs w:val="22"/>
        </w:rPr>
      </w:pPr>
      <w:r w:rsidRPr="00FC4669">
        <w:rPr>
          <w:b w:val="0"/>
          <w:color w:val="auto"/>
          <w:sz w:val="22"/>
          <w:szCs w:val="22"/>
        </w:rPr>
        <w:t>Zdroj: Kult, ČSÚ</w:t>
      </w:r>
    </w:p>
    <w:p w:rsidR="00BB64DB" w:rsidRPr="00FC4669" w:rsidRDefault="00B414F8" w:rsidP="00694914">
      <w:pPr>
        <w:pStyle w:val="Nadpis3"/>
        <w:numPr>
          <w:ilvl w:val="2"/>
          <w:numId w:val="17"/>
        </w:numPr>
      </w:pPr>
      <w:bookmarkStart w:id="79" w:name="_Toc430189809"/>
      <w:bookmarkStart w:id="80" w:name="_Toc431475037"/>
      <w:bookmarkStart w:id="81" w:name="_Toc463969192"/>
      <w:bookmarkStart w:id="82" w:name="_Toc465253902"/>
      <w:r w:rsidRPr="00FC4669">
        <w:lastRenderedPageBreak/>
        <w:t>PŘÍJMY</w:t>
      </w:r>
      <w:r w:rsidR="00BB64DB" w:rsidRPr="00FC4669">
        <w:t xml:space="preserve"> A ZAMĚSTNANOST</w:t>
      </w:r>
      <w:bookmarkEnd w:id="79"/>
      <w:bookmarkEnd w:id="80"/>
      <w:bookmarkEnd w:id="81"/>
      <w:bookmarkEnd w:id="82"/>
    </w:p>
    <w:p w:rsidR="00BB64DB" w:rsidRPr="00FC4669" w:rsidRDefault="00EE218B" w:rsidP="00BB64DB">
      <w:r w:rsidRPr="00FC4669">
        <w:t>Mezi lety 2012</w:t>
      </w:r>
      <w:r w:rsidR="00245697" w:rsidRPr="00FC4669">
        <w:t xml:space="preserve"> a 2017</w:t>
      </w:r>
      <w:r w:rsidRPr="00FC4669">
        <w:t xml:space="preserve"> </w:t>
      </w:r>
      <w:r w:rsidR="00BB64DB" w:rsidRPr="00FC4669">
        <w:t>došlo k</w:t>
      </w:r>
      <w:r w:rsidRPr="00FC4669">
        <w:t xml:space="preserve"> mírnému </w:t>
      </w:r>
      <w:r w:rsidR="00BB64DB" w:rsidRPr="00FC4669">
        <w:t>úbytku počtu prov</w:t>
      </w:r>
      <w:r w:rsidRPr="00FC4669">
        <w:t>ozovatelů rozhlasového vysílání a tomu odpovídá také výše celkových</w:t>
      </w:r>
      <w:r w:rsidR="00220644" w:rsidRPr="00FC4669">
        <w:t> </w:t>
      </w:r>
      <w:r w:rsidR="0073527D">
        <w:t>příjmů</w:t>
      </w:r>
      <w:r w:rsidR="00BB64DB" w:rsidRPr="00FC4669">
        <w:t xml:space="preserve"> v oblasti rozhlasu</w:t>
      </w:r>
      <w:r w:rsidRPr="00FC4669">
        <w:t>, která</w:t>
      </w:r>
      <w:r w:rsidR="00BB64DB" w:rsidRPr="00FC4669">
        <w:t xml:space="preserve"> </w:t>
      </w:r>
      <w:r w:rsidRPr="00FC4669">
        <w:t>v tomto období poklesla</w:t>
      </w:r>
      <w:r w:rsidR="00BB64DB" w:rsidRPr="00FC4669">
        <w:t xml:space="preserve"> z</w:t>
      </w:r>
      <w:r w:rsidR="000E4FAD" w:rsidRPr="00FC4669">
        <w:t> </w:t>
      </w:r>
      <w:r w:rsidR="00BB64DB" w:rsidRPr="00FC4669">
        <w:t>5</w:t>
      </w:r>
      <w:r w:rsidR="000E4FAD" w:rsidRPr="00FC4669">
        <w:t xml:space="preserve"> </w:t>
      </w:r>
      <w:r w:rsidR="00BB64DB" w:rsidRPr="00FC4669">
        <w:t>na 4</w:t>
      </w:r>
      <w:r w:rsidR="000E4FAD" w:rsidRPr="00FC4669">
        <w:t>,</w:t>
      </w:r>
      <w:r w:rsidR="00245697" w:rsidRPr="00FC4669">
        <w:t>5</w:t>
      </w:r>
      <w:r w:rsidR="00BB64DB" w:rsidRPr="00FC4669">
        <w:t xml:space="preserve"> mld. Kč. Co se struktury příjmů týče, u veřejnoprávního vysílání (Českého rozhlasu) tvořil podle poslední dos</w:t>
      </w:r>
      <w:r w:rsidR="00245697" w:rsidRPr="00FC4669">
        <w:t>tupné výroční zprávy z roku 2016</w:t>
      </w:r>
      <w:r w:rsidR="00BB64DB" w:rsidRPr="00FC4669">
        <w:t xml:space="preserve"> příjem z r</w:t>
      </w:r>
      <w:r w:rsidR="00E60C65" w:rsidRPr="00FC4669">
        <w:t>ozhlasových poplatků více než 93</w:t>
      </w:r>
      <w:r w:rsidR="00BB64DB" w:rsidRPr="00FC4669">
        <w:t xml:space="preserve"> % celkových příjmů </w:t>
      </w:r>
      <w:r w:rsidR="00ED437A" w:rsidRPr="00FC4669">
        <w:t>zatímco</w:t>
      </w:r>
      <w:r w:rsidR="000E4FAD" w:rsidRPr="00FC4669">
        <w:t xml:space="preserve"> z</w:t>
      </w:r>
      <w:r w:rsidR="00282CCA" w:rsidRPr="00FC4669">
        <w:t> </w:t>
      </w:r>
      <w:r w:rsidR="000E4FAD" w:rsidRPr="00FC4669">
        <w:t>reklamy</w:t>
      </w:r>
      <w:r w:rsidR="00282CCA" w:rsidRPr="00FC4669">
        <w:t> </w:t>
      </w:r>
      <w:r w:rsidR="000E4FAD" w:rsidRPr="00FC4669">
        <w:t>a</w:t>
      </w:r>
      <w:r w:rsidR="00282CCA" w:rsidRPr="00FC4669">
        <w:t> </w:t>
      </w:r>
      <w:r w:rsidR="000E4FAD" w:rsidRPr="00FC4669">
        <w:t>sponzoringu plynula</w:t>
      </w:r>
      <w:r w:rsidR="00BB64DB" w:rsidRPr="00FC4669">
        <w:t xml:space="preserve"> pouze 4 % příjmů. Naopak komerčním poskytovatelům (bez provozovatele vysílání progr</w:t>
      </w:r>
      <w:r w:rsidR="00224F9D" w:rsidRPr="00FC4669">
        <w:t>amu Svob</w:t>
      </w:r>
      <w:r w:rsidR="00245697" w:rsidRPr="00FC4669">
        <w:t>odná Evropa) v roce 2016</w:t>
      </w:r>
      <w:r w:rsidR="000E4FAD" w:rsidRPr="00FC4669">
        <w:t xml:space="preserve"> plynulo</w:t>
      </w:r>
      <w:r w:rsidR="00E60C65" w:rsidRPr="00FC4669">
        <w:t xml:space="preserve"> podle dat ČSÚ 96</w:t>
      </w:r>
      <w:r w:rsidR="00BB64DB" w:rsidRPr="00FC4669">
        <w:t xml:space="preserve"> % příjmů z tržeb za vlastní výkony, tedy lze předpokládat, že </w:t>
      </w:r>
      <w:r w:rsidR="00ED437A" w:rsidRPr="00FC4669">
        <w:t>z velké čá</w:t>
      </w:r>
      <w:r w:rsidR="00BB64DB" w:rsidRPr="00FC4669">
        <w:t>sti z prodeje reklamního prostoru. P</w:t>
      </w:r>
      <w:r w:rsidR="0073527D">
        <w:t>očet zaměstnanců pak v roce 2017</w:t>
      </w:r>
      <w:r w:rsidR="00BB64DB" w:rsidRPr="00FC4669">
        <w:t xml:space="preserve"> dosahoval u </w:t>
      </w:r>
      <w:r w:rsidR="00430E4E" w:rsidRPr="00FC4669">
        <w:t>provozovatelů</w:t>
      </w:r>
      <w:r w:rsidR="00BB64DB" w:rsidRPr="00FC4669">
        <w:t xml:space="preserve"> rozhlasového vysílání 1</w:t>
      </w:r>
      <w:r w:rsidR="000E4FAD" w:rsidRPr="00FC4669">
        <w:t>,9</w:t>
      </w:r>
      <w:r w:rsidR="00E60C65" w:rsidRPr="00FC4669">
        <w:t>8</w:t>
      </w:r>
      <w:r w:rsidR="000E4FAD" w:rsidRPr="00FC4669">
        <w:t xml:space="preserve"> tis.</w:t>
      </w:r>
      <w:r w:rsidR="00BB64DB" w:rsidRPr="00FC4669">
        <w:t xml:space="preserve"> zaměstnanců a mezi lety 2012</w:t>
      </w:r>
      <w:r w:rsidR="00282CCA" w:rsidRPr="00FC4669">
        <w:t> </w:t>
      </w:r>
      <w:r w:rsidR="00BB64DB" w:rsidRPr="00FC4669">
        <w:t>a</w:t>
      </w:r>
      <w:r w:rsidR="00282CCA" w:rsidRPr="00FC4669">
        <w:t> </w:t>
      </w:r>
      <w:r w:rsidR="0073527D">
        <w:t>2017</w:t>
      </w:r>
      <w:r w:rsidR="00BB64DB" w:rsidRPr="00FC4669">
        <w:t xml:space="preserve"> </w:t>
      </w:r>
      <w:r w:rsidR="000E4FAD" w:rsidRPr="00FC4669">
        <w:t>se zásadně nezměnil</w:t>
      </w:r>
      <w:r w:rsidR="00BB64DB" w:rsidRPr="00FC4669">
        <w:t>. Zmíněné údaje o zaměstnan</w:t>
      </w:r>
      <w:r w:rsidR="00224F9D" w:rsidRPr="00FC4669">
        <w:t>o</w:t>
      </w:r>
      <w:r w:rsidR="0073527D">
        <w:t>sti a příjmech zachycuje Graf 51</w:t>
      </w:r>
      <w:r w:rsidR="00BB64DB" w:rsidRPr="00FC4669">
        <w:t>.</w:t>
      </w:r>
    </w:p>
    <w:p w:rsidR="00BB64DB" w:rsidRPr="00FC4669" w:rsidRDefault="00BB64DB" w:rsidP="00BB64DB">
      <w:pPr>
        <w:pStyle w:val="Titulek"/>
        <w:keepNext/>
        <w:rPr>
          <w:b w:val="0"/>
          <w:color w:val="auto"/>
          <w:sz w:val="22"/>
          <w:szCs w:val="22"/>
        </w:rPr>
      </w:pPr>
      <w:r w:rsidRPr="00FC4669">
        <w:rPr>
          <w:color w:val="auto"/>
          <w:sz w:val="22"/>
          <w:szCs w:val="22"/>
        </w:rPr>
        <w:t xml:space="preserve">Graf </w:t>
      </w:r>
      <w:r w:rsidR="0073527D">
        <w:rPr>
          <w:color w:val="auto"/>
          <w:sz w:val="22"/>
          <w:szCs w:val="22"/>
        </w:rPr>
        <w:t>51</w:t>
      </w:r>
      <w:r w:rsidRPr="00FC4669">
        <w:rPr>
          <w:color w:val="auto"/>
          <w:sz w:val="22"/>
          <w:szCs w:val="22"/>
        </w:rPr>
        <w:t xml:space="preserve"> </w:t>
      </w:r>
      <w:r w:rsidR="002B7E46" w:rsidRPr="00FC4669">
        <w:rPr>
          <w:b w:val="0"/>
          <w:color w:val="auto"/>
          <w:sz w:val="22"/>
          <w:szCs w:val="22"/>
        </w:rPr>
        <w:t>Příjmy</w:t>
      </w:r>
      <w:r w:rsidRPr="00FC4669">
        <w:rPr>
          <w:b w:val="0"/>
          <w:color w:val="auto"/>
          <w:sz w:val="22"/>
          <w:szCs w:val="22"/>
        </w:rPr>
        <w:t xml:space="preserve"> a </w:t>
      </w:r>
      <w:r w:rsidR="002B7E46" w:rsidRPr="00FC4669">
        <w:rPr>
          <w:b w:val="0"/>
          <w:color w:val="auto"/>
          <w:sz w:val="22"/>
          <w:szCs w:val="22"/>
        </w:rPr>
        <w:t>počet</w:t>
      </w:r>
      <w:r w:rsidR="00DD3310" w:rsidRPr="00FC4669">
        <w:rPr>
          <w:b w:val="0"/>
          <w:color w:val="auto"/>
          <w:sz w:val="22"/>
          <w:szCs w:val="22"/>
        </w:rPr>
        <w:t xml:space="preserve"> zaměstnanců</w:t>
      </w:r>
      <w:r w:rsidRPr="00FC4669">
        <w:rPr>
          <w:b w:val="0"/>
          <w:color w:val="auto"/>
          <w:sz w:val="22"/>
          <w:szCs w:val="22"/>
        </w:rPr>
        <w:t xml:space="preserve"> </w:t>
      </w:r>
      <w:r w:rsidR="00DD3310" w:rsidRPr="00FC4669">
        <w:rPr>
          <w:b w:val="0"/>
          <w:color w:val="auto"/>
          <w:sz w:val="22"/>
          <w:szCs w:val="22"/>
        </w:rPr>
        <w:t>pro</w:t>
      </w:r>
      <w:r w:rsidR="00E60C65" w:rsidRPr="00FC4669">
        <w:rPr>
          <w:b w:val="0"/>
          <w:color w:val="auto"/>
          <w:sz w:val="22"/>
          <w:szCs w:val="22"/>
        </w:rPr>
        <w:t>vozovatelů rozhlasového vysílání</w:t>
      </w:r>
    </w:p>
    <w:p w:rsidR="00BB64DB" w:rsidRPr="00FC4669" w:rsidRDefault="00575C2E" w:rsidP="00DC44B4">
      <w:pPr>
        <w:tabs>
          <w:tab w:val="left" w:pos="1560"/>
        </w:tabs>
        <w:jc w:val="center"/>
        <w:rPr>
          <w:b/>
          <w:color w:val="C00000"/>
          <w:sz w:val="28"/>
          <w:szCs w:val="28"/>
        </w:rPr>
      </w:pPr>
      <w:r w:rsidRPr="00FC4669">
        <w:rPr>
          <w:b/>
          <w:noProof/>
          <w:color w:val="C00000"/>
          <w:sz w:val="28"/>
          <w:szCs w:val="28"/>
        </w:rPr>
        <w:drawing>
          <wp:inline distT="0" distB="0" distL="0" distR="0">
            <wp:extent cx="5743575" cy="1543050"/>
            <wp:effectExtent l="0" t="0" r="0" b="0"/>
            <wp:docPr id="102"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6"/>
              </a:graphicData>
            </a:graphic>
          </wp:inline>
        </w:drawing>
      </w:r>
    </w:p>
    <w:p w:rsidR="00AA2926" w:rsidRDefault="00BB64DB" w:rsidP="00AA2926">
      <w:pPr>
        <w:rPr>
          <w:rFonts w:asciiTheme="minorHAnsi" w:eastAsiaTheme="minorHAnsi" w:hAnsiTheme="minorHAnsi" w:cstheme="minorBidi"/>
          <w:bCs/>
          <w:sz w:val="22"/>
          <w:szCs w:val="22"/>
          <w:lang w:eastAsia="en-US"/>
        </w:rPr>
      </w:pPr>
      <w:r w:rsidRPr="00FC4669">
        <w:rPr>
          <w:rFonts w:asciiTheme="minorHAnsi" w:eastAsiaTheme="minorHAnsi" w:hAnsiTheme="minorHAnsi" w:cstheme="minorBidi"/>
          <w:bCs/>
          <w:sz w:val="22"/>
          <w:szCs w:val="22"/>
          <w:lang w:eastAsia="en-US"/>
        </w:rPr>
        <w:t xml:space="preserve">Zdroj: </w:t>
      </w:r>
      <w:r w:rsidR="009253A5" w:rsidRPr="00FC4669">
        <w:rPr>
          <w:rFonts w:asciiTheme="minorHAnsi" w:eastAsiaTheme="minorHAnsi" w:hAnsiTheme="minorHAnsi" w:cstheme="minorBidi"/>
          <w:bCs/>
          <w:sz w:val="22"/>
          <w:szCs w:val="22"/>
          <w:lang w:eastAsia="en-US"/>
        </w:rPr>
        <w:t xml:space="preserve">Kult, </w:t>
      </w:r>
      <w:r w:rsidRPr="00FC4669">
        <w:rPr>
          <w:rFonts w:asciiTheme="minorHAnsi" w:eastAsiaTheme="minorHAnsi" w:hAnsiTheme="minorHAnsi" w:cstheme="minorBidi"/>
          <w:bCs/>
          <w:sz w:val="22"/>
          <w:szCs w:val="22"/>
          <w:lang w:eastAsia="en-US"/>
        </w:rPr>
        <w:t>ČSÚ</w:t>
      </w:r>
    </w:p>
    <w:p w:rsidR="00C92E76" w:rsidRPr="00AA2926" w:rsidRDefault="00C92E76" w:rsidP="00AA2926">
      <w:pPr>
        <w:rPr>
          <w:rFonts w:asciiTheme="minorHAnsi" w:eastAsiaTheme="minorHAnsi" w:hAnsiTheme="minorHAnsi" w:cstheme="minorBidi"/>
          <w:bCs/>
          <w:sz w:val="22"/>
          <w:szCs w:val="22"/>
          <w:lang w:eastAsia="en-US"/>
        </w:rPr>
      </w:pPr>
      <w:r w:rsidRPr="00FC4669">
        <w:t>Údaje z</w:t>
      </w:r>
      <w:r w:rsidR="0042216F" w:rsidRPr="00FC4669">
        <w:t> šetření Kult</w:t>
      </w:r>
      <w:r w:rsidRPr="00FC4669">
        <w:t xml:space="preserve"> je možné doplnit o údaje z Výběrového šetření pracovních sil, které zohledňuje všechny zaměstnané osoby (zaměstnance, podnikatele či pracovníky na dohody). Podle těchto údajů pracovalo v oblasti rozhlasu</w:t>
      </w:r>
      <w:r w:rsidR="00E60C65" w:rsidRPr="00FC4669">
        <w:t xml:space="preserve"> v roce 2017 přibližně 3,4 </w:t>
      </w:r>
      <w:r w:rsidRPr="00FC4669">
        <w:t xml:space="preserve">tis. zaměstnaných osob, přičemž </w:t>
      </w:r>
      <w:r w:rsidR="00E60C65" w:rsidRPr="00FC4669">
        <w:t>větší</w:t>
      </w:r>
      <w:r w:rsidRPr="00FC4669">
        <w:t xml:space="preserve"> část povolání</w:t>
      </w:r>
      <w:r w:rsidR="00BE07B2" w:rsidRPr="00FC4669">
        <w:t xml:space="preserve"> by</w:t>
      </w:r>
      <w:r w:rsidR="00E60C65" w:rsidRPr="00FC4669">
        <w:t>la kulturního charakteru (1,9</w:t>
      </w:r>
      <w:r w:rsidRPr="00FC4669">
        <w:t xml:space="preserve"> tis.). </w:t>
      </w:r>
      <w:r w:rsidR="001C11CA" w:rsidRPr="00FC4669">
        <w:t xml:space="preserve">Z kulturních povolání </w:t>
      </w:r>
      <w:r w:rsidR="00E43274" w:rsidRPr="00FC4669">
        <w:t>byla</w:t>
      </w:r>
      <w:r w:rsidR="001C11CA" w:rsidRPr="00FC4669">
        <w:t xml:space="preserve"> nejvíce zastoupena novinářská povolání, povolání</w:t>
      </w:r>
      <w:r w:rsidR="00220644" w:rsidRPr="00FC4669">
        <w:t> </w:t>
      </w:r>
      <w:r w:rsidR="001C11CA" w:rsidRPr="00FC4669">
        <w:t>t</w:t>
      </w:r>
      <w:r w:rsidR="003A73CF">
        <w:t>echnického charakteru a dále</w:t>
      </w:r>
      <w:r w:rsidR="001C11CA" w:rsidRPr="00FC4669">
        <w:t xml:space="preserve"> také povolání moderátorů.</w:t>
      </w:r>
    </w:p>
    <w:p w:rsidR="00C92E76" w:rsidRPr="00FC4669" w:rsidRDefault="0073527D" w:rsidP="00C92E76">
      <w:pPr>
        <w:pStyle w:val="Titulek"/>
        <w:keepNext/>
      </w:pPr>
      <w:bookmarkStart w:id="83" w:name="_Toc464832054"/>
      <w:r>
        <w:rPr>
          <w:color w:val="auto"/>
          <w:sz w:val="22"/>
          <w:szCs w:val="22"/>
        </w:rPr>
        <w:t>Graf</w:t>
      </w:r>
      <w:r w:rsidR="00C92E76" w:rsidRPr="00FC4669">
        <w:rPr>
          <w:color w:val="auto"/>
          <w:sz w:val="22"/>
          <w:szCs w:val="22"/>
        </w:rPr>
        <w:t xml:space="preserve"> </w:t>
      </w:r>
      <w:r>
        <w:rPr>
          <w:color w:val="auto"/>
          <w:sz w:val="22"/>
          <w:szCs w:val="22"/>
        </w:rPr>
        <w:t>52</w:t>
      </w:r>
      <w:r w:rsidR="00C92E76" w:rsidRPr="00FC4669">
        <w:t xml:space="preserve"> </w:t>
      </w:r>
      <w:r w:rsidR="00C92E76" w:rsidRPr="00FC4669">
        <w:rPr>
          <w:b w:val="0"/>
          <w:color w:val="auto"/>
          <w:sz w:val="22"/>
          <w:szCs w:val="22"/>
        </w:rPr>
        <w:t>Odhad počtu zaměstnaných oso</w:t>
      </w:r>
      <w:r w:rsidR="00BE07B2" w:rsidRPr="00FC4669">
        <w:rPr>
          <w:b w:val="0"/>
          <w:color w:val="auto"/>
          <w:sz w:val="22"/>
          <w:szCs w:val="22"/>
        </w:rPr>
        <w:t>b</w:t>
      </w:r>
      <w:r w:rsidR="003A73CF">
        <w:rPr>
          <w:b w:val="0"/>
          <w:color w:val="auto"/>
          <w:sz w:val="22"/>
          <w:szCs w:val="22"/>
        </w:rPr>
        <w:t xml:space="preserve"> (v tis.)</w:t>
      </w:r>
      <w:r w:rsidR="00BE07B2" w:rsidRPr="00FC4669">
        <w:rPr>
          <w:b w:val="0"/>
          <w:color w:val="auto"/>
          <w:sz w:val="22"/>
          <w:szCs w:val="22"/>
        </w:rPr>
        <w:t xml:space="preserve"> v oblasti rozhla</w:t>
      </w:r>
      <w:r w:rsidR="00E60C65" w:rsidRPr="00FC4669">
        <w:rPr>
          <w:b w:val="0"/>
          <w:color w:val="auto"/>
          <w:sz w:val="22"/>
          <w:szCs w:val="22"/>
        </w:rPr>
        <w:t>su v roce 2017</w:t>
      </w:r>
      <w:r w:rsidR="00C92E76" w:rsidRPr="00FC4669">
        <w:rPr>
          <w:b w:val="0"/>
          <w:color w:val="auto"/>
          <w:sz w:val="22"/>
          <w:szCs w:val="22"/>
        </w:rPr>
        <w:t xml:space="preserve"> </w:t>
      </w:r>
      <w:bookmarkEnd w:id="83"/>
    </w:p>
    <w:p w:rsidR="002931E4" w:rsidRPr="00FC4669" w:rsidRDefault="00052F4D" w:rsidP="002931E4">
      <w:pPr>
        <w:spacing w:before="120"/>
        <w:jc w:val="center"/>
        <w:rPr>
          <w:rFonts w:asciiTheme="minorHAnsi" w:hAnsiTheme="minorHAnsi"/>
          <w:sz w:val="22"/>
          <w:szCs w:val="22"/>
        </w:rPr>
      </w:pPr>
      <w:r>
        <w:rPr>
          <w:rFonts w:asciiTheme="minorHAnsi" w:hAnsiTheme="minorHAnsi"/>
          <w:noProof/>
          <w:sz w:val="22"/>
          <w:szCs w:val="22"/>
        </w:rPr>
        <w:pict>
          <v:shape id="Text Box 37" o:spid="_x0000_s1039" type="#_x0000_t202" style="position:absolute;left:0;text-align:left;margin-left:229.9pt;margin-top:71.15pt;width:43.4pt;height:21.3pt;z-index:2516751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" stroked="f" strokecolor="white [3212]">
            <v:fill opacity="0"/>
            <v:textbox>
              <w:txbxContent>
                <w:p w:rsidR="00477774" w:rsidRPr="002931E4" w:rsidRDefault="00477774">
                  <w:pPr>
                    <w:rPr>
                      <w:rFonts w:ascii="Calibri" w:hAnsi="Calibri"/>
                    </w:rPr>
                  </w:pPr>
                  <w:r w:rsidRPr="002931E4">
                    <w:rPr>
                      <w:rFonts w:ascii="Calibri" w:hAnsi="Calibri"/>
                    </w:rPr>
                    <w:t>3,4 tis.</w:t>
                  </w:r>
                </w:p>
              </w:txbxContent>
            </v:textbox>
          </v:shape>
        </w:pict>
      </w:r>
      <w:r w:rsidR="002931E4" w:rsidRPr="00FC4669">
        <w:rPr>
          <w:rFonts w:asciiTheme="minorHAnsi" w:hAnsiTheme="minorHAnsi"/>
          <w:noProof/>
          <w:sz w:val="22"/>
          <w:szCs w:val="22"/>
        </w:rPr>
        <w:drawing>
          <wp:inline distT="0" distB="0" distL="0" distR="0">
            <wp:extent cx="3800475" cy="2009775"/>
            <wp:effectExtent l="0" t="0" r="0" b="0"/>
            <wp:docPr id="133"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7"/>
              </a:graphicData>
            </a:graphic>
          </wp:inline>
        </w:drawing>
      </w:r>
    </w:p>
    <w:p w:rsidR="0078588D" w:rsidRPr="00FC4669" w:rsidRDefault="00C92E76" w:rsidP="00C92E76">
      <w:pPr>
        <w:spacing w:before="120"/>
        <w:rPr>
          <w:rFonts w:asciiTheme="minorHAnsi" w:hAnsiTheme="minorHAnsi"/>
          <w:sz w:val="22"/>
          <w:szCs w:val="22"/>
        </w:rPr>
      </w:pPr>
      <w:r w:rsidRPr="00FC4669">
        <w:rPr>
          <w:rFonts w:asciiTheme="minorHAnsi" w:hAnsiTheme="minorHAnsi"/>
          <w:sz w:val="22"/>
          <w:szCs w:val="22"/>
        </w:rPr>
        <w:t>Zdroj: Výběrové šetření pracovních sil</w:t>
      </w:r>
    </w:p>
    <w:p w:rsidR="00BB64DB" w:rsidRPr="00FC4669" w:rsidRDefault="00BB64DB" w:rsidP="00694914">
      <w:pPr>
        <w:pStyle w:val="Nadpis3"/>
        <w:numPr>
          <w:ilvl w:val="2"/>
          <w:numId w:val="17"/>
        </w:numPr>
      </w:pPr>
      <w:bookmarkStart w:id="84" w:name="_Toc430189810"/>
      <w:bookmarkStart w:id="85" w:name="_Toc431475038"/>
      <w:bookmarkStart w:id="86" w:name="_Toc463969193"/>
      <w:bookmarkStart w:id="87" w:name="_Toc465253903"/>
      <w:r w:rsidRPr="00FC4669">
        <w:lastRenderedPageBreak/>
        <w:t>POHLED SPOTŘEBITELE</w:t>
      </w:r>
      <w:bookmarkEnd w:id="84"/>
      <w:bookmarkEnd w:id="85"/>
      <w:bookmarkEnd w:id="86"/>
      <w:bookmarkEnd w:id="87"/>
    </w:p>
    <w:p w:rsidR="00BB64DB" w:rsidRPr="00FC4669" w:rsidRDefault="00BB64DB" w:rsidP="00BB64DB">
      <w:r w:rsidRPr="00FC4669">
        <w:t>I přes možnosti, které přinášejí nové technolo</w:t>
      </w:r>
      <w:r w:rsidR="00DD3310" w:rsidRPr="00FC4669">
        <w:t xml:space="preserve">gie, volili </w:t>
      </w:r>
      <w:r w:rsidR="005C441C" w:rsidRPr="00FC4669">
        <w:t xml:space="preserve">v roce 2015 </w:t>
      </w:r>
      <w:r w:rsidRPr="00FC4669">
        <w:t>posluchači k poslechu rozhlasového vysílání nejčastěji přenosné rozhlasové FM přijímače (rádia) či auto</w:t>
      </w:r>
      <w:r w:rsidR="00F543ED" w:rsidRPr="00FC4669">
        <w:t>rádia</w:t>
      </w:r>
      <w:r w:rsidR="002931E4" w:rsidRPr="00FC4669">
        <w:t xml:space="preserve"> (novější data</w:t>
      </w:r>
      <w:r w:rsidR="008A31C1" w:rsidRPr="00FC4669">
        <w:t xml:space="preserve"> nejsou </w:t>
      </w:r>
      <w:r w:rsidR="001132C6" w:rsidRPr="00FC4669">
        <w:t>bohužel</w:t>
      </w:r>
      <w:r w:rsidR="008A31C1" w:rsidRPr="00FC4669">
        <w:t xml:space="preserve"> k dispozici)</w:t>
      </w:r>
      <w:r w:rsidR="0073527D">
        <w:t>. Jak ukazuje Graf 53</w:t>
      </w:r>
      <w:r w:rsidRPr="00FC4669">
        <w:t xml:space="preserve">, tento způsob </w:t>
      </w:r>
      <w:r w:rsidR="001B368B" w:rsidRPr="00FC4669">
        <w:t>poslechu zvolilo 94</w:t>
      </w:r>
      <w:r w:rsidRPr="00FC4669">
        <w:t xml:space="preserve"> % posluchačů, zatímco přes internet a</w:t>
      </w:r>
      <w:r w:rsidR="003A4800">
        <w:t> </w:t>
      </w:r>
      <w:r w:rsidRPr="00FC4669">
        <w:t>mobilní telefon poslouchalo rádio</w:t>
      </w:r>
      <w:r w:rsidR="00430E4E" w:rsidRPr="00FC4669">
        <w:t xml:space="preserve"> pouze</w:t>
      </w:r>
      <w:r w:rsidR="001B368B" w:rsidRPr="00FC4669">
        <w:t xml:space="preserve"> 23</w:t>
      </w:r>
      <w:r w:rsidRPr="00FC4669">
        <w:t xml:space="preserve"> %, respekti</w:t>
      </w:r>
      <w:r w:rsidR="001B368B" w:rsidRPr="00FC4669">
        <w:t>ve 19</w:t>
      </w:r>
      <w:r w:rsidR="00DD3310" w:rsidRPr="00FC4669">
        <w:t xml:space="preserve"> % </w:t>
      </w:r>
      <w:r w:rsidR="00136A04" w:rsidRPr="00FC4669">
        <w:t>posluchačů</w:t>
      </w:r>
      <w:r w:rsidR="00DD3310" w:rsidRPr="00FC4669">
        <w:t xml:space="preserve">. Přes set-top </w:t>
      </w:r>
      <w:r w:rsidR="00583523" w:rsidRPr="00FC4669">
        <w:t>box či kabelo</w:t>
      </w:r>
      <w:r w:rsidRPr="00FC4669">
        <w:t>vou</w:t>
      </w:r>
      <w:r w:rsidR="001B368B" w:rsidRPr="00FC4669">
        <w:t xml:space="preserve"> televizi si rozhlas naladilo 11</w:t>
      </w:r>
      <w:r w:rsidR="00ED437A" w:rsidRPr="00FC4669">
        <w:t xml:space="preserve"> %</w:t>
      </w:r>
      <w:r w:rsidR="00282CCA" w:rsidRPr="00FC4669">
        <w:t> </w:t>
      </w:r>
      <w:r w:rsidR="00ED437A" w:rsidRPr="00FC4669">
        <w:t>a</w:t>
      </w:r>
      <w:r w:rsidR="00282CCA" w:rsidRPr="00FC4669">
        <w:t> </w:t>
      </w:r>
      <w:r w:rsidR="00ED437A" w:rsidRPr="00FC4669">
        <w:t>přes tablet pouhá</w:t>
      </w:r>
      <w:r w:rsidR="00731D02" w:rsidRPr="00FC4669">
        <w:t xml:space="preserve"> 2 % posluchačů.</w:t>
      </w:r>
    </w:p>
    <w:p w:rsidR="00BB64DB" w:rsidRPr="00FC4669" w:rsidRDefault="00BB64DB" w:rsidP="00BB64DB">
      <w:pPr>
        <w:pStyle w:val="Titulek"/>
        <w:keepNext/>
        <w:rPr>
          <w:b w:val="0"/>
          <w:color w:val="auto"/>
          <w:sz w:val="22"/>
          <w:szCs w:val="22"/>
        </w:rPr>
      </w:pPr>
      <w:r w:rsidRPr="00FC4669">
        <w:rPr>
          <w:color w:val="auto"/>
          <w:sz w:val="22"/>
          <w:szCs w:val="22"/>
        </w:rPr>
        <w:t xml:space="preserve">Graf </w:t>
      </w:r>
      <w:r w:rsidR="0073527D">
        <w:rPr>
          <w:color w:val="auto"/>
          <w:sz w:val="22"/>
          <w:szCs w:val="22"/>
        </w:rPr>
        <w:t>53</w:t>
      </w:r>
      <w:r w:rsidRPr="00FC4669">
        <w:rPr>
          <w:b w:val="0"/>
          <w:color w:val="auto"/>
          <w:sz w:val="22"/>
          <w:szCs w:val="22"/>
        </w:rPr>
        <w:t xml:space="preserve"> Způsob poslechu</w:t>
      </w:r>
      <w:r w:rsidR="001B368B" w:rsidRPr="00FC4669">
        <w:rPr>
          <w:b w:val="0"/>
          <w:color w:val="auto"/>
          <w:sz w:val="22"/>
          <w:szCs w:val="22"/>
        </w:rPr>
        <w:t xml:space="preserve"> rádia v roce 2015</w:t>
      </w:r>
      <w:r w:rsidR="00136A04" w:rsidRPr="00FC4669">
        <w:rPr>
          <w:b w:val="0"/>
          <w:color w:val="auto"/>
          <w:sz w:val="22"/>
          <w:szCs w:val="22"/>
        </w:rPr>
        <w:t xml:space="preserve"> mez</w:t>
      </w:r>
      <w:r w:rsidR="003A73CF">
        <w:rPr>
          <w:b w:val="0"/>
          <w:color w:val="auto"/>
          <w:sz w:val="22"/>
          <w:szCs w:val="22"/>
        </w:rPr>
        <w:t>i posluchači rádia ve věku 12–7</w:t>
      </w:r>
      <w:r w:rsidR="00136A04" w:rsidRPr="00FC4669">
        <w:rPr>
          <w:b w:val="0"/>
          <w:color w:val="auto"/>
          <w:sz w:val="22"/>
          <w:szCs w:val="22"/>
        </w:rPr>
        <w:t>9 let</w:t>
      </w:r>
    </w:p>
    <w:p w:rsidR="00BB64DB" w:rsidRPr="00FC4669" w:rsidRDefault="00934E40" w:rsidP="00BB64DB">
      <w:pPr>
        <w:keepNext/>
        <w:jc w:val="center"/>
      </w:pPr>
      <w:r w:rsidRPr="00FC4669">
        <w:rPr>
          <w:noProof/>
        </w:rPr>
        <w:drawing>
          <wp:inline distT="0" distB="0" distL="0" distR="0">
            <wp:extent cx="5305425" cy="1390650"/>
            <wp:effectExtent l="0" t="0" r="0" b="0"/>
            <wp:docPr id="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8"/>
              </a:graphicData>
            </a:graphic>
          </wp:inline>
        </w:drawing>
      </w:r>
    </w:p>
    <w:p w:rsidR="00BB64DB" w:rsidRPr="00FC4669" w:rsidRDefault="00BB64DB" w:rsidP="00BB64DB">
      <w:pPr>
        <w:pStyle w:val="Titulek"/>
        <w:rPr>
          <w:color w:val="auto"/>
          <w:sz w:val="22"/>
          <w:szCs w:val="22"/>
        </w:rPr>
      </w:pPr>
      <w:r w:rsidRPr="00FC4669">
        <w:rPr>
          <w:color w:val="auto"/>
          <w:sz w:val="22"/>
          <w:szCs w:val="22"/>
        </w:rPr>
        <w:t xml:space="preserve">Zdroj: </w:t>
      </w:r>
      <w:r w:rsidRPr="00FC4669">
        <w:rPr>
          <w:b w:val="0"/>
          <w:color w:val="auto"/>
          <w:sz w:val="22"/>
          <w:szCs w:val="22"/>
        </w:rPr>
        <w:t>RADIOPROJEKT</w:t>
      </w:r>
    </w:p>
    <w:p w:rsidR="00BB64DB" w:rsidRPr="00FC4669" w:rsidRDefault="00D15C62" w:rsidP="00DD3310">
      <w:r w:rsidRPr="00FC4669">
        <w:t xml:space="preserve">Mezinárodně srovnatelná data o poslechu webového rádia </w:t>
      </w:r>
      <w:r w:rsidR="001B368B" w:rsidRPr="00FC4669">
        <w:t>za rok 201</w:t>
      </w:r>
      <w:r w:rsidR="00917A68" w:rsidRPr="00FC4669">
        <w:t>4</w:t>
      </w:r>
      <w:r w:rsidR="006B565D" w:rsidRPr="00FC4669">
        <w:t xml:space="preserve"> </w:t>
      </w:r>
      <w:r w:rsidRPr="00FC4669">
        <w:t>je možné získat z databáz</w:t>
      </w:r>
      <w:r w:rsidR="00731D02" w:rsidRPr="00FC4669">
        <w:t xml:space="preserve">e Eurostatu. Jak ukazuje Graf </w:t>
      </w:r>
      <w:r w:rsidR="0073527D">
        <w:t>54</w:t>
      </w:r>
      <w:r w:rsidRPr="00FC4669">
        <w:t xml:space="preserve">, využití internetu k poslechu rádia se v české populaci pohybovalo lehce pod evropským průměrem – webové rádio poslouchalo 22 % </w:t>
      </w:r>
      <w:r w:rsidR="003A73CF">
        <w:t>populace ve věku 16–</w:t>
      </w:r>
      <w:r w:rsidR="00296083" w:rsidRPr="00FC4669">
        <w:t>74 let</w:t>
      </w:r>
      <w:r w:rsidRPr="00FC4669">
        <w:t>. V rámci mezinárodního srovnání byl pak internet k poslechu rádia nejčastěji využíván ve Švédsku (46</w:t>
      </w:r>
      <w:r w:rsidR="003A73CF">
        <w:t xml:space="preserve"> </w:t>
      </w:r>
      <w:r w:rsidRPr="00FC4669">
        <w:t>% populace) a</w:t>
      </w:r>
      <w:r w:rsidR="000E0D24">
        <w:t> </w:t>
      </w:r>
      <w:r w:rsidRPr="00FC4669">
        <w:t>nejméně často v Rumunsku (14</w:t>
      </w:r>
      <w:r w:rsidR="003A73CF">
        <w:t xml:space="preserve"> </w:t>
      </w:r>
      <w:r w:rsidRPr="00FC4669">
        <w:t xml:space="preserve">% populace). </w:t>
      </w:r>
    </w:p>
    <w:p w:rsidR="00BB64DB" w:rsidRPr="00FC4669" w:rsidRDefault="00BB64DB" w:rsidP="003A73CF">
      <w:pPr>
        <w:pStyle w:val="Titulek"/>
        <w:keepNext/>
        <w:jc w:val="left"/>
        <w:rPr>
          <w:color w:val="auto"/>
          <w:sz w:val="22"/>
          <w:szCs w:val="22"/>
        </w:rPr>
      </w:pPr>
      <w:r w:rsidRPr="00FC4669">
        <w:rPr>
          <w:color w:val="auto"/>
          <w:sz w:val="22"/>
          <w:szCs w:val="22"/>
        </w:rPr>
        <w:t xml:space="preserve">Graf </w:t>
      </w:r>
      <w:r w:rsidR="0073527D">
        <w:rPr>
          <w:color w:val="auto"/>
          <w:sz w:val="22"/>
          <w:szCs w:val="22"/>
        </w:rPr>
        <w:t>54</w:t>
      </w:r>
      <w:r w:rsidRPr="00FC4669">
        <w:rPr>
          <w:color w:val="auto"/>
          <w:sz w:val="22"/>
          <w:szCs w:val="22"/>
        </w:rPr>
        <w:t xml:space="preserve"> </w:t>
      </w:r>
      <w:r w:rsidR="006B565D" w:rsidRPr="00FC4669">
        <w:rPr>
          <w:b w:val="0"/>
          <w:color w:val="auto"/>
          <w:sz w:val="22"/>
          <w:szCs w:val="22"/>
        </w:rPr>
        <w:t>Mezinárodní srovnání poslec</w:t>
      </w:r>
      <w:r w:rsidR="00296083" w:rsidRPr="00FC4669">
        <w:rPr>
          <w:b w:val="0"/>
          <w:color w:val="auto"/>
          <w:sz w:val="22"/>
          <w:szCs w:val="22"/>
        </w:rPr>
        <w:t>hu webového rádia v roce 2014 ve vybraných zemích</w:t>
      </w:r>
      <w:r w:rsidR="003A73CF">
        <w:rPr>
          <w:b w:val="0"/>
          <w:color w:val="auto"/>
          <w:sz w:val="22"/>
          <w:szCs w:val="22"/>
        </w:rPr>
        <w:br/>
      </w:r>
      <w:r w:rsidR="00296083" w:rsidRPr="00FC4669">
        <w:rPr>
          <w:b w:val="0"/>
          <w:color w:val="auto"/>
          <w:sz w:val="22"/>
          <w:szCs w:val="22"/>
        </w:rPr>
        <w:t xml:space="preserve"> v </w:t>
      </w:r>
      <w:r w:rsidR="006B565D" w:rsidRPr="00FC4669">
        <w:rPr>
          <w:b w:val="0"/>
          <w:color w:val="auto"/>
          <w:sz w:val="22"/>
          <w:szCs w:val="22"/>
        </w:rPr>
        <w:t>populaci 16</w:t>
      </w:r>
      <w:r w:rsidR="003A73CF">
        <w:rPr>
          <w:b w:val="0"/>
          <w:color w:val="auto"/>
          <w:sz w:val="22"/>
          <w:szCs w:val="22"/>
        </w:rPr>
        <w:t>–</w:t>
      </w:r>
      <w:r w:rsidR="006B565D" w:rsidRPr="00FC4669">
        <w:rPr>
          <w:b w:val="0"/>
          <w:color w:val="auto"/>
          <w:sz w:val="22"/>
          <w:szCs w:val="22"/>
        </w:rPr>
        <w:t>74 let</w:t>
      </w:r>
    </w:p>
    <w:p w:rsidR="00BB64DB" w:rsidRPr="00FC4669" w:rsidRDefault="005639DB" w:rsidP="00BB64DB">
      <w:pPr>
        <w:keepNext/>
      </w:pPr>
      <w:r w:rsidRPr="00FC4669">
        <w:rPr>
          <w:noProof/>
        </w:rPr>
        <w:drawing>
          <wp:inline distT="0" distB="0" distL="0" distR="0">
            <wp:extent cx="6334125" cy="2695575"/>
            <wp:effectExtent l="0" t="0" r="0" b="0"/>
            <wp:docPr id="10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69"/>
              </a:graphicData>
            </a:graphic>
          </wp:inline>
        </w:drawing>
      </w:r>
    </w:p>
    <w:p w:rsidR="00BB64DB" w:rsidRPr="00FC4669" w:rsidRDefault="009421B4" w:rsidP="00BB64DB">
      <w:pPr>
        <w:pStyle w:val="Titulek"/>
        <w:rPr>
          <w:b w:val="0"/>
          <w:color w:val="auto"/>
          <w:sz w:val="22"/>
          <w:szCs w:val="22"/>
        </w:rPr>
      </w:pPr>
      <w:r w:rsidRPr="00FC4669">
        <w:rPr>
          <w:b w:val="0"/>
          <w:color w:val="auto"/>
          <w:sz w:val="22"/>
          <w:szCs w:val="22"/>
        </w:rPr>
        <w:t xml:space="preserve">Zdroj: </w:t>
      </w:r>
      <w:r w:rsidR="00934E40" w:rsidRPr="00FC4669">
        <w:rPr>
          <w:b w:val="0"/>
          <w:color w:val="auto"/>
          <w:sz w:val="22"/>
          <w:szCs w:val="22"/>
        </w:rPr>
        <w:t>ICT usage in households and by individuals,</w:t>
      </w:r>
      <w:r w:rsidR="00934E40" w:rsidRPr="00FC4669">
        <w:rPr>
          <w:color w:val="auto"/>
          <w:sz w:val="22"/>
          <w:szCs w:val="22"/>
        </w:rPr>
        <w:t xml:space="preserve"> </w:t>
      </w:r>
      <w:r w:rsidR="006B565D" w:rsidRPr="00FC4669">
        <w:rPr>
          <w:b w:val="0"/>
          <w:color w:val="auto"/>
          <w:sz w:val="22"/>
          <w:szCs w:val="22"/>
        </w:rPr>
        <w:t>Eurostat</w:t>
      </w:r>
    </w:p>
    <w:p w:rsidR="00BB64DB" w:rsidRPr="00FC4669" w:rsidRDefault="00BB64DB" w:rsidP="00BB64DB">
      <w:r w:rsidRPr="00FC4669">
        <w:t xml:space="preserve">Věkovou strukturu posluchačů rozhlasového vysílání </w:t>
      </w:r>
      <w:r w:rsidR="009421B4" w:rsidRPr="00FC4669">
        <w:t>je možné</w:t>
      </w:r>
      <w:r w:rsidRPr="00FC4669">
        <w:t xml:space="preserve"> odhadnout podle programového vymezení v licenci k provozování rozhlasového vysílání. Nejvíce programů</w:t>
      </w:r>
      <w:r w:rsidR="00EE01FF" w:rsidRPr="00FC4669">
        <w:t xml:space="preserve"> – 73 %</w:t>
      </w:r>
      <w:r w:rsidRPr="00FC4669">
        <w:t xml:space="preserve"> rozhlasového vysílání</w:t>
      </w:r>
      <w:r w:rsidR="00EE01FF" w:rsidRPr="00FC4669">
        <w:t xml:space="preserve"> –</w:t>
      </w:r>
      <w:r w:rsidRPr="00FC4669">
        <w:t xml:space="preserve"> cílilo v roce </w:t>
      </w:r>
      <w:r w:rsidR="009D1D0C">
        <w:t>2014 na posluchače ve věku 25–</w:t>
      </w:r>
      <w:r w:rsidRPr="00FC4669">
        <w:t>34 let</w:t>
      </w:r>
      <w:r w:rsidR="00DE61D7" w:rsidRPr="00FC4669">
        <w:t>,</w:t>
      </w:r>
      <w:r w:rsidRPr="00FC4669">
        <w:t xml:space="preserve"> zatímco nejméně provozovatelů se snaž</w:t>
      </w:r>
      <w:r w:rsidR="009421B4" w:rsidRPr="00FC4669">
        <w:t>ilo</w:t>
      </w:r>
      <w:r w:rsidRPr="00FC4669">
        <w:t xml:space="preserve"> primárně oslovit děti </w:t>
      </w:r>
      <w:r w:rsidRPr="00FC4669">
        <w:lastRenderedPageBreak/>
        <w:t>a</w:t>
      </w:r>
      <w:r w:rsidR="009D1D0C">
        <w:t> </w:t>
      </w:r>
      <w:r w:rsidRPr="00FC4669">
        <w:t>mladistvé ve věku do 15 let. Více než polovina provozovatelů r</w:t>
      </w:r>
      <w:r w:rsidR="009421B4" w:rsidRPr="00FC4669">
        <w:t>ozhlasového vysílání se zaměřovala</w:t>
      </w:r>
      <w:r w:rsidR="009D1D0C">
        <w:t xml:space="preserve"> na věkovou kategorii 15–</w:t>
      </w:r>
      <w:r w:rsidRPr="00FC4669">
        <w:t>24 let</w:t>
      </w:r>
      <w:r w:rsidR="009D1D0C">
        <w:t>, stejně jako na kategorii 35–</w:t>
      </w:r>
      <w:r w:rsidRPr="00FC4669">
        <w:t>44 let. Toto rozdělení je však pouze orientační a</w:t>
      </w:r>
      <w:r w:rsidR="000E0D24">
        <w:t> </w:t>
      </w:r>
      <w:r w:rsidRPr="00FC4669">
        <w:t>nelze zjistit, do jaké míry odpovídá skutečnému rozložení po</w:t>
      </w:r>
      <w:r w:rsidR="009421B4" w:rsidRPr="00FC4669">
        <w:t>sluchačů rozhlasového vysílání.</w:t>
      </w:r>
    </w:p>
    <w:p w:rsidR="00BB64DB" w:rsidRPr="00FC4669" w:rsidRDefault="00BB64DB" w:rsidP="00BB64DB">
      <w:pPr>
        <w:pStyle w:val="Titulek"/>
        <w:keepNext/>
        <w:rPr>
          <w:b w:val="0"/>
          <w:color w:val="auto"/>
          <w:sz w:val="22"/>
          <w:szCs w:val="22"/>
        </w:rPr>
      </w:pPr>
      <w:r w:rsidRPr="00FC4669">
        <w:rPr>
          <w:color w:val="auto"/>
          <w:sz w:val="22"/>
          <w:szCs w:val="22"/>
        </w:rPr>
        <w:t xml:space="preserve">Graf </w:t>
      </w:r>
      <w:r w:rsidR="001661C5" w:rsidRPr="00FC4669">
        <w:rPr>
          <w:color w:val="auto"/>
          <w:sz w:val="22"/>
          <w:szCs w:val="22"/>
        </w:rPr>
        <w:t>5</w:t>
      </w:r>
      <w:r w:rsidR="0066141D">
        <w:rPr>
          <w:color w:val="auto"/>
          <w:sz w:val="22"/>
          <w:szCs w:val="22"/>
        </w:rPr>
        <w:t>5</w:t>
      </w:r>
      <w:r w:rsidRPr="00FC4669">
        <w:rPr>
          <w:b w:val="0"/>
          <w:color w:val="auto"/>
          <w:sz w:val="22"/>
          <w:szCs w:val="22"/>
        </w:rPr>
        <w:t xml:space="preserve"> Vymezení cílové skupiny uvedené v licenci provozovatele v roce 2014</w:t>
      </w:r>
    </w:p>
    <w:p w:rsidR="00BB64DB" w:rsidRPr="00FC4669" w:rsidRDefault="00BB64DB" w:rsidP="00BB64DB">
      <w:pPr>
        <w:keepNext/>
        <w:jc w:val="center"/>
      </w:pPr>
      <w:r w:rsidRPr="00FC4669">
        <w:rPr>
          <w:noProof/>
        </w:rPr>
        <w:drawing>
          <wp:inline distT="0" distB="0" distL="0" distR="0">
            <wp:extent cx="6134100" cy="1685925"/>
            <wp:effectExtent l="0" t="0" r="0" b="0"/>
            <wp:docPr id="164"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0"/>
              </a:graphicData>
            </a:graphic>
          </wp:inline>
        </w:drawing>
      </w:r>
    </w:p>
    <w:p w:rsidR="00BB64DB" w:rsidRPr="00FC4669" w:rsidRDefault="00BB64DB" w:rsidP="00E14DCA">
      <w:pPr>
        <w:pStyle w:val="Titulek"/>
        <w:rPr>
          <w:b w:val="0"/>
          <w:color w:val="auto"/>
          <w:sz w:val="22"/>
          <w:szCs w:val="22"/>
        </w:rPr>
      </w:pPr>
      <w:r w:rsidRPr="00FC4669">
        <w:rPr>
          <w:b w:val="0"/>
          <w:color w:val="auto"/>
          <w:sz w:val="22"/>
          <w:szCs w:val="22"/>
        </w:rPr>
        <w:t>Zdroj: RRTV, vlastní propočet</w:t>
      </w:r>
    </w:p>
    <w:p w:rsidR="00BB64DB" w:rsidRPr="00FC4669" w:rsidRDefault="00BB64DB" w:rsidP="00694914">
      <w:pPr>
        <w:pStyle w:val="Nadpis2"/>
        <w:numPr>
          <w:ilvl w:val="1"/>
          <w:numId w:val="17"/>
        </w:numPr>
      </w:pPr>
      <w:bookmarkStart w:id="88" w:name="_Toc430189811"/>
      <w:bookmarkStart w:id="89" w:name="_Toc463969194"/>
      <w:bookmarkStart w:id="90" w:name="_Toc465253904"/>
      <w:r w:rsidRPr="00FC4669">
        <w:t>TELEVIZE</w:t>
      </w:r>
      <w:bookmarkEnd w:id="88"/>
      <w:bookmarkEnd w:id="89"/>
      <w:bookmarkEnd w:id="90"/>
    </w:p>
    <w:p w:rsidR="00BB64DB" w:rsidRPr="00FC4669" w:rsidRDefault="00BB64DB" w:rsidP="00BB64DB">
      <w:pPr>
        <w:pStyle w:val="Titulek"/>
        <w:keepNext/>
        <w:jc w:val="right"/>
        <w:rPr>
          <w:color w:val="auto"/>
        </w:rPr>
      </w:pPr>
      <w:bookmarkStart w:id="91" w:name="_Toc464832055"/>
      <w:r w:rsidRPr="00FC4669">
        <w:rPr>
          <w:color w:val="auto"/>
          <w:sz w:val="22"/>
          <w:szCs w:val="22"/>
        </w:rPr>
        <w:t xml:space="preserve">Tabulka </w:t>
      </w:r>
      <w:r w:rsidR="001918B2">
        <w:rPr>
          <w:color w:val="auto"/>
          <w:sz w:val="22"/>
          <w:szCs w:val="22"/>
        </w:rPr>
        <w:t>8</w:t>
      </w:r>
      <w:r w:rsidRPr="00FC4669">
        <w:rPr>
          <w:color w:val="auto"/>
        </w:rPr>
        <w:t xml:space="preserve"> </w:t>
      </w:r>
      <w:r w:rsidRPr="00FC4669">
        <w:rPr>
          <w:b w:val="0"/>
          <w:color w:val="auto"/>
          <w:sz w:val="22"/>
          <w:szCs w:val="22"/>
        </w:rPr>
        <w:t>Vymezení oblasti televize podle klasifikace NACE</w:t>
      </w:r>
      <w:bookmarkEnd w:id="91"/>
    </w:p>
    <w:tbl>
      <w:tblPr>
        <w:tblW w:w="6377" w:type="dxa"/>
        <w:jc w:val="right"/>
        <w:tblCellMar>
          <w:left w:w="70" w:type="dxa"/>
          <w:right w:w="70" w:type="dxa"/>
        </w:tblCellMar>
        <w:tblLook w:val="04A0"/>
      </w:tblPr>
      <w:tblGrid>
        <w:gridCol w:w="1009"/>
        <w:gridCol w:w="5368"/>
      </w:tblGrid>
      <w:tr w:rsidR="00BB64DB" w:rsidRPr="00FC4669" w:rsidTr="000728C1">
        <w:trPr>
          <w:trHeight w:val="255"/>
          <w:jc w:val="right"/>
        </w:trPr>
        <w:tc>
          <w:tcPr>
            <w:tcW w:w="1009" w:type="dxa"/>
            <w:tcBorders>
              <w:top w:val="single" w:sz="12" w:space="0" w:color="auto"/>
              <w:left w:val="nil"/>
              <w:bottom w:val="single" w:sz="12" w:space="0" w:color="auto"/>
              <w:right w:val="nil"/>
            </w:tcBorders>
            <w:shd w:val="clear" w:color="auto" w:fill="F2DBDB" w:themeFill="accent2" w:themeFillTint="33"/>
            <w:hideMark/>
          </w:tcPr>
          <w:p w:rsidR="00BB64DB" w:rsidRPr="00FC4669" w:rsidRDefault="00BB64DB" w:rsidP="000728C1">
            <w:pPr>
              <w:pStyle w:val="Box"/>
              <w:ind w:hanging="1133"/>
              <w:rPr>
                <w:rFonts w:asciiTheme="minorHAnsi" w:hAnsiTheme="minorHAnsi"/>
                <w:sz w:val="20"/>
                <w:szCs w:val="20"/>
              </w:rPr>
            </w:pPr>
            <w:r w:rsidRPr="00FC4669">
              <w:rPr>
                <w:rFonts w:asciiTheme="minorHAnsi" w:hAnsiTheme="minorHAnsi"/>
                <w:sz w:val="20"/>
                <w:szCs w:val="20"/>
              </w:rPr>
              <w:t>NACE</w:t>
            </w:r>
          </w:p>
        </w:tc>
        <w:tc>
          <w:tcPr>
            <w:tcW w:w="5368" w:type="dxa"/>
            <w:tcBorders>
              <w:top w:val="single" w:sz="12" w:space="0" w:color="auto"/>
              <w:left w:val="nil"/>
              <w:bottom w:val="single" w:sz="12" w:space="0" w:color="auto"/>
              <w:right w:val="nil"/>
            </w:tcBorders>
            <w:shd w:val="clear" w:color="auto" w:fill="F2DBDB" w:themeFill="accent2" w:themeFillTint="33"/>
            <w:hideMark/>
          </w:tcPr>
          <w:p w:rsidR="00BB64DB" w:rsidRPr="00FC4669" w:rsidRDefault="00BB64DB" w:rsidP="000728C1">
            <w:pPr>
              <w:pStyle w:val="Box"/>
              <w:ind w:hanging="1134"/>
              <w:rPr>
                <w:rFonts w:asciiTheme="minorHAnsi" w:hAnsiTheme="minorHAnsi"/>
                <w:sz w:val="20"/>
                <w:szCs w:val="20"/>
              </w:rPr>
            </w:pPr>
            <w:r w:rsidRPr="00FC4669">
              <w:rPr>
                <w:rFonts w:asciiTheme="minorHAnsi" w:hAnsiTheme="minorHAnsi"/>
                <w:color w:val="auto"/>
                <w:sz w:val="20"/>
                <w:szCs w:val="20"/>
              </w:rPr>
              <w:t>EKONOMICKÁ</w:t>
            </w:r>
            <w:r w:rsidRPr="00FC4669">
              <w:rPr>
                <w:rFonts w:asciiTheme="minorHAnsi" w:hAnsiTheme="minorHAnsi"/>
                <w:sz w:val="20"/>
                <w:szCs w:val="20"/>
              </w:rPr>
              <w:t xml:space="preserve"> ČINNOST</w:t>
            </w:r>
          </w:p>
        </w:tc>
      </w:tr>
      <w:tr w:rsidR="00BB64DB" w:rsidRPr="00FC4669" w:rsidTr="000728C1">
        <w:trPr>
          <w:trHeight w:val="255"/>
          <w:jc w:val="right"/>
        </w:trPr>
        <w:tc>
          <w:tcPr>
            <w:tcW w:w="1009" w:type="dxa"/>
            <w:tcBorders>
              <w:top w:val="single" w:sz="12" w:space="0" w:color="auto"/>
              <w:left w:val="nil"/>
              <w:bottom w:val="single" w:sz="12" w:space="0" w:color="auto"/>
              <w:right w:val="nil"/>
            </w:tcBorders>
            <w:shd w:val="clear" w:color="auto" w:fill="auto"/>
            <w:hideMark/>
          </w:tcPr>
          <w:p w:rsidR="00BB64DB" w:rsidRPr="00FC4669" w:rsidRDefault="00BB64DB" w:rsidP="000728C1">
            <w:pPr>
              <w:spacing w:after="0"/>
              <w:rPr>
                <w:rFonts w:asciiTheme="minorHAnsi" w:hAnsiTheme="minorHAnsi"/>
                <w:szCs w:val="20"/>
              </w:rPr>
            </w:pPr>
            <w:r w:rsidRPr="00FC4669">
              <w:rPr>
                <w:rFonts w:asciiTheme="minorHAnsi" w:hAnsiTheme="minorHAnsi"/>
                <w:szCs w:val="20"/>
              </w:rPr>
              <w:t>60.20</w:t>
            </w:r>
          </w:p>
        </w:tc>
        <w:tc>
          <w:tcPr>
            <w:tcW w:w="5368" w:type="dxa"/>
            <w:tcBorders>
              <w:top w:val="single" w:sz="12" w:space="0" w:color="auto"/>
              <w:left w:val="nil"/>
              <w:bottom w:val="single" w:sz="12" w:space="0" w:color="auto"/>
              <w:right w:val="nil"/>
            </w:tcBorders>
            <w:shd w:val="clear" w:color="auto" w:fill="auto"/>
            <w:hideMark/>
          </w:tcPr>
          <w:p w:rsidR="00BB64DB" w:rsidRPr="00FC4669" w:rsidRDefault="00BB64DB" w:rsidP="000728C1">
            <w:pPr>
              <w:spacing w:after="0"/>
              <w:rPr>
                <w:rFonts w:asciiTheme="minorHAnsi" w:hAnsiTheme="minorHAnsi"/>
                <w:szCs w:val="20"/>
              </w:rPr>
            </w:pPr>
            <w:r w:rsidRPr="00FC4669">
              <w:rPr>
                <w:rFonts w:asciiTheme="minorHAnsi" w:hAnsiTheme="minorHAnsi"/>
                <w:szCs w:val="20"/>
              </w:rPr>
              <w:t>Tvorba televizních programů a televizní vysílání</w:t>
            </w:r>
          </w:p>
        </w:tc>
      </w:tr>
    </w:tbl>
    <w:p w:rsidR="00BB64DB" w:rsidRPr="00FC4669" w:rsidRDefault="00BB64DB" w:rsidP="00BB64DB">
      <w:pPr>
        <w:jc w:val="right"/>
        <w:rPr>
          <w:b/>
          <w:color w:val="C00000"/>
          <w:szCs w:val="20"/>
        </w:rPr>
      </w:pPr>
    </w:p>
    <w:p w:rsidR="00BB64DB" w:rsidRPr="00FC4669" w:rsidRDefault="00BB64DB" w:rsidP="00BB64DB">
      <w:r w:rsidRPr="00FC4669">
        <w:t xml:space="preserve">Sledování televize je </w:t>
      </w:r>
      <w:r w:rsidR="006B565D" w:rsidRPr="00FC4669">
        <w:t>mezi uživateli audiovizuálních služeb</w:t>
      </w:r>
      <w:r w:rsidRPr="00FC4669">
        <w:t xml:space="preserve"> jednou z nejrozšířenějších volnočasových aktivit. Podle výsledků šetření Audiovizuální trh v ČR sledovalo v roce 2014 televizi denně 64 % </w:t>
      </w:r>
      <w:r w:rsidR="006B565D" w:rsidRPr="00FC4669">
        <w:t>uživatelů</w:t>
      </w:r>
      <w:r w:rsidRPr="00FC4669">
        <w:t xml:space="preserve"> ve věku 15</w:t>
      </w:r>
      <w:r w:rsidR="00AA4814">
        <w:t>–</w:t>
      </w:r>
      <w:r w:rsidRPr="00FC4669">
        <w:t xml:space="preserve">70 let. Provozovatelům televizního vysílání se i přes </w:t>
      </w:r>
      <w:r w:rsidR="00CF765A" w:rsidRPr="00FC4669">
        <w:t>růst</w:t>
      </w:r>
      <w:r w:rsidRPr="00FC4669">
        <w:t xml:space="preserve"> konkurenčních poskytovatelů audiovizuál</w:t>
      </w:r>
      <w:r w:rsidR="00CF765A" w:rsidRPr="00FC4669">
        <w:t>ních katalogů dařilo v roce 2017</w:t>
      </w:r>
      <w:r w:rsidRPr="00FC4669">
        <w:t xml:space="preserve"> udržet svou pozici na trhu a velké soukromé subjekty realizovaly kladn</w:t>
      </w:r>
      <w:r w:rsidR="00143AB2" w:rsidRPr="00FC4669">
        <w:t xml:space="preserve">ý </w:t>
      </w:r>
      <w:r w:rsidR="00CF765A" w:rsidRPr="00FC4669">
        <w:t>ekonomický zisk (Mediaguru, 2018a, 2018</w:t>
      </w:r>
      <w:r w:rsidR="00CC08A8" w:rsidRPr="00FC4669">
        <w:t>b</w:t>
      </w:r>
      <w:r w:rsidRPr="00FC4669">
        <w:t>). Samotní provozovatelé navíc zpřístupňují své pořady v bezplatných či placených archivech na internetu a online materiál je tak v mnoha případech komplementární s běžným televizním vysíláním. Lze tedy usuzovat, že televizní vysílání v reálném čase má stále na českém trhu silnou pozici a není ve velké míře ohroženo online katalogy audiovizuálního materiálu.</w:t>
      </w:r>
    </w:p>
    <w:p w:rsidR="00BB64DB" w:rsidRPr="00FC4669" w:rsidRDefault="00E14DCA" w:rsidP="00BB64DB">
      <w:r w:rsidRPr="00FC4669">
        <w:tab/>
      </w:r>
      <w:r w:rsidR="00BB64DB" w:rsidRPr="00FC4669">
        <w:t>Také televizní vysílání dle zákona 231/2001 Sb.</w:t>
      </w:r>
      <w:r w:rsidR="006B565D" w:rsidRPr="00FC4669">
        <w:t xml:space="preserve"> v platném znění</w:t>
      </w:r>
      <w:r w:rsidR="00BB64DB" w:rsidRPr="00FC4669">
        <w:t xml:space="preserve"> zahrnuje provozovatele ze zákona (veřejnoprávní vysílání) a provozovatele vysílání na základě licence (soukromé vysílání) či registrace (převzaté vysílání). Dále lze vysílání členit dle rozsahu na celoplošné, regionální a místní. Stejně jako tomu bylo u</w:t>
      </w:r>
      <w:r w:rsidR="0022192F">
        <w:t> </w:t>
      </w:r>
      <w:r w:rsidR="00BB64DB" w:rsidRPr="00FC4669">
        <w:t xml:space="preserve">rozhlasového vysílání, také u televizního vysílání je trh rozdělen mezi provozovatele veřejnoprávního vysílání (Česká televize) a několik velkých soukromých </w:t>
      </w:r>
      <w:r w:rsidR="00CC08A8" w:rsidRPr="00FC4669">
        <w:t>provozovatelů</w:t>
      </w:r>
      <w:r w:rsidR="00600CDB" w:rsidRPr="00FC4669">
        <w:t xml:space="preserve"> (</w:t>
      </w:r>
      <w:r w:rsidR="00CF765A" w:rsidRPr="00FC4669">
        <w:t>TV Nova</w:t>
      </w:r>
      <w:r w:rsidR="00600CDB" w:rsidRPr="00FC4669">
        <w:t>, FTV Prima</w:t>
      </w:r>
      <w:r w:rsidR="00BB64DB" w:rsidRPr="00FC4669">
        <w:t>, Ba</w:t>
      </w:r>
      <w:r w:rsidR="00600CDB" w:rsidRPr="00FC4669">
        <w:t>r</w:t>
      </w:r>
      <w:r w:rsidR="00BB64DB" w:rsidRPr="00FC4669">
        <w:t>randov Televi</w:t>
      </w:r>
      <w:r w:rsidR="00F543ED" w:rsidRPr="00FC4669">
        <w:t>zní studio</w:t>
      </w:r>
      <w:r w:rsidR="00600CDB" w:rsidRPr="00FC4669">
        <w:t>, At Media</w:t>
      </w:r>
      <w:r w:rsidR="0066141D">
        <w:t>). Jak ukazuje Graf 56</w:t>
      </w:r>
      <w:r w:rsidR="00BB64DB" w:rsidRPr="00FC4669">
        <w:t xml:space="preserve">, programy </w:t>
      </w:r>
      <w:r w:rsidR="000728C1" w:rsidRPr="00FC4669">
        <w:t>provozovatele</w:t>
      </w:r>
      <w:r w:rsidR="00BB64DB" w:rsidRPr="00FC4669">
        <w:t xml:space="preserve"> veřejnoprávního vysílání se</w:t>
      </w:r>
      <w:r w:rsidR="001661C5" w:rsidRPr="00FC4669">
        <w:t xml:space="preserve"> v dubnu 2018</w:t>
      </w:r>
      <w:r w:rsidR="00220644" w:rsidRPr="00FC4669">
        <w:t> </w:t>
      </w:r>
      <w:r w:rsidR="001661C5" w:rsidRPr="00FC4669">
        <w:t>podílely 28</w:t>
      </w:r>
      <w:r w:rsidR="00BB64DB" w:rsidRPr="00FC4669">
        <w:t xml:space="preserve"> % na celkové sledovanosti</w:t>
      </w:r>
      <w:r w:rsidR="00D95F9C" w:rsidRPr="00FC4669">
        <w:rPr>
          <w:rStyle w:val="Znakapoznpodarou"/>
        </w:rPr>
        <w:footnoteReference w:id="10"/>
      </w:r>
      <w:r w:rsidR="00BB64DB" w:rsidRPr="00FC4669">
        <w:t>, zatímco programy zmíněných soukromých společností se</w:t>
      </w:r>
      <w:r w:rsidR="00220644" w:rsidRPr="00FC4669">
        <w:t> </w:t>
      </w:r>
      <w:r w:rsidR="001661C5" w:rsidRPr="00FC4669">
        <w:t>dohromady postaraly o 66</w:t>
      </w:r>
      <w:r w:rsidR="00BB64DB" w:rsidRPr="00FC4669">
        <w:t xml:space="preserve"> % sledovanosti. Ostatní provozovatelé</w:t>
      </w:r>
      <w:r w:rsidR="001661C5" w:rsidRPr="00FC4669">
        <w:t xml:space="preserve"> pak svým vysíláním zasáhli 5</w:t>
      </w:r>
      <w:r w:rsidR="00BB64DB" w:rsidRPr="00FC4669">
        <w:t xml:space="preserve"> % televizních diváků</w:t>
      </w:r>
      <w:r w:rsidR="001661C5" w:rsidRPr="00FC4669">
        <w:t xml:space="preserve"> (ATO, 2018</w:t>
      </w:r>
      <w:r w:rsidR="003F44B8" w:rsidRPr="00FC4669">
        <w:t>)</w:t>
      </w:r>
      <w:r w:rsidR="00BB64DB" w:rsidRPr="00FC4669">
        <w:t>.</w:t>
      </w:r>
    </w:p>
    <w:p w:rsidR="00BB64DB" w:rsidRPr="00FC4669" w:rsidRDefault="00BB64DB" w:rsidP="00BB64DB">
      <w:pPr>
        <w:pStyle w:val="Titulek"/>
        <w:keepNext/>
        <w:rPr>
          <w:b w:val="0"/>
          <w:color w:val="auto"/>
          <w:sz w:val="22"/>
          <w:szCs w:val="22"/>
        </w:rPr>
      </w:pPr>
      <w:r w:rsidRPr="00FC4669">
        <w:rPr>
          <w:color w:val="auto"/>
          <w:sz w:val="22"/>
          <w:szCs w:val="22"/>
        </w:rPr>
        <w:lastRenderedPageBreak/>
        <w:t xml:space="preserve">Graf </w:t>
      </w:r>
      <w:r w:rsidR="0066141D">
        <w:rPr>
          <w:color w:val="auto"/>
          <w:sz w:val="22"/>
          <w:szCs w:val="22"/>
        </w:rPr>
        <w:t>56</w:t>
      </w:r>
      <w:r w:rsidRPr="00FC4669">
        <w:rPr>
          <w:color w:val="auto"/>
          <w:sz w:val="22"/>
          <w:szCs w:val="22"/>
        </w:rPr>
        <w:t xml:space="preserve"> </w:t>
      </w:r>
      <w:r w:rsidRPr="00FC4669">
        <w:rPr>
          <w:b w:val="0"/>
          <w:color w:val="auto"/>
          <w:sz w:val="22"/>
          <w:szCs w:val="22"/>
        </w:rPr>
        <w:t xml:space="preserve">Podíl poskytovatelů televizního vysílání na </w:t>
      </w:r>
      <w:r w:rsidR="006B565D" w:rsidRPr="00FC4669">
        <w:rPr>
          <w:b w:val="0"/>
          <w:color w:val="auto"/>
          <w:sz w:val="22"/>
          <w:szCs w:val="22"/>
        </w:rPr>
        <w:t xml:space="preserve">celkové </w:t>
      </w:r>
      <w:r w:rsidR="00600CDB" w:rsidRPr="00FC4669">
        <w:rPr>
          <w:b w:val="0"/>
          <w:color w:val="auto"/>
          <w:sz w:val="22"/>
          <w:szCs w:val="22"/>
        </w:rPr>
        <w:t>sledovanosti v </w:t>
      </w:r>
      <w:r w:rsidR="001661C5" w:rsidRPr="00FC4669">
        <w:rPr>
          <w:b w:val="0"/>
          <w:color w:val="auto"/>
          <w:sz w:val="22"/>
          <w:szCs w:val="22"/>
        </w:rPr>
        <w:t>dubnu 2018</w:t>
      </w:r>
    </w:p>
    <w:p w:rsidR="00BB64DB" w:rsidRPr="00FC4669" w:rsidRDefault="001661C5" w:rsidP="00BB64DB">
      <w:pPr>
        <w:jc w:val="center"/>
      </w:pPr>
      <w:r w:rsidRPr="00FC4669">
        <w:rPr>
          <w:noProof/>
        </w:rPr>
        <w:drawing>
          <wp:inline distT="0" distB="0" distL="0" distR="0">
            <wp:extent cx="5191125" cy="1809750"/>
            <wp:effectExtent l="0" t="0" r="0" b="0"/>
            <wp:docPr id="103"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1"/>
              </a:graphicData>
            </a:graphic>
          </wp:inline>
        </w:drawing>
      </w:r>
    </w:p>
    <w:p w:rsidR="00BB64DB" w:rsidRPr="00FC4669" w:rsidRDefault="00BB64DB" w:rsidP="00BB64DB">
      <w:pPr>
        <w:pStyle w:val="Titulek"/>
        <w:rPr>
          <w:b w:val="0"/>
          <w:color w:val="auto"/>
          <w:sz w:val="22"/>
          <w:szCs w:val="22"/>
        </w:rPr>
      </w:pPr>
      <w:r w:rsidRPr="00FC4669">
        <w:rPr>
          <w:b w:val="0"/>
          <w:color w:val="auto"/>
          <w:sz w:val="22"/>
          <w:szCs w:val="22"/>
        </w:rPr>
        <w:t>Zdro</w:t>
      </w:r>
      <w:r w:rsidR="004D5A93" w:rsidRPr="00FC4669">
        <w:rPr>
          <w:b w:val="0"/>
          <w:color w:val="auto"/>
          <w:sz w:val="22"/>
          <w:szCs w:val="22"/>
        </w:rPr>
        <w:t xml:space="preserve">j: </w:t>
      </w:r>
      <w:r w:rsidR="00EE01FF" w:rsidRPr="00FC4669">
        <w:rPr>
          <w:b w:val="0"/>
          <w:color w:val="auto"/>
          <w:sz w:val="22"/>
          <w:szCs w:val="22"/>
        </w:rPr>
        <w:t>Asociace televizních organizací</w:t>
      </w:r>
    </w:p>
    <w:p w:rsidR="00BB64DB" w:rsidRPr="00FC4669" w:rsidRDefault="00BB64DB" w:rsidP="00461B09">
      <w:r w:rsidRPr="00FC4669">
        <w:t>Rozdíl mezi programy veřejnoprávního a soukromého vysílání je patrný také při sledování programové struktury. Stejně jako u rozhlasového vysílání je u veřejnoprávní televize zákonem regulovaný podíl reklamy na celkovém vysílání</w:t>
      </w:r>
      <w:r w:rsidRPr="00FC4669">
        <w:rPr>
          <w:rStyle w:val="Znakapoznpodarou"/>
        </w:rPr>
        <w:footnoteReference w:id="11"/>
      </w:r>
      <w:r w:rsidR="0016269D" w:rsidRPr="00FC4669">
        <w:t>. Jak ukazuje Graf 5</w:t>
      </w:r>
      <w:r w:rsidR="0066141D">
        <w:t>7</w:t>
      </w:r>
      <w:r w:rsidRPr="00FC4669">
        <w:t xml:space="preserve">, celkový podíl reklamy u programů veřejnoprávní televize dosahoval </w:t>
      </w:r>
      <w:r w:rsidR="00C64BB8" w:rsidRPr="00FC4669">
        <w:t>1</w:t>
      </w:r>
      <w:r w:rsidRPr="00FC4669">
        <w:t xml:space="preserve"> % z</w:t>
      </w:r>
      <w:r w:rsidR="000728C1" w:rsidRPr="00FC4669">
        <w:t> celkového vysílání, zatímco u komerčních programů</w:t>
      </w:r>
      <w:r w:rsidRPr="00FC4669">
        <w:t xml:space="preserve"> tvořila </w:t>
      </w:r>
      <w:r w:rsidR="000728C1" w:rsidRPr="00FC4669">
        <w:t xml:space="preserve">reklama </w:t>
      </w:r>
      <w:r w:rsidR="00461B09" w:rsidRPr="00FC4669">
        <w:t>celkem 9</w:t>
      </w:r>
      <w:r w:rsidR="00114A3F" w:rsidRPr="00FC4669">
        <w:t xml:space="preserve"> % veškerého vysílacího času</w:t>
      </w:r>
      <w:r w:rsidRPr="00FC4669">
        <w:t xml:space="preserve">. Programy veřejnoprávní televize mají naopak ve srovnání s programy soukromých poskytovatelů větší podíl </w:t>
      </w:r>
      <w:r w:rsidR="00416EF5" w:rsidRPr="00FC4669">
        <w:t>publicistických či</w:t>
      </w:r>
      <w:r w:rsidR="00461B09" w:rsidRPr="00FC4669">
        <w:t xml:space="preserve"> dokumentárních</w:t>
      </w:r>
      <w:r w:rsidR="004F5E3A" w:rsidRPr="00FC4669">
        <w:t xml:space="preserve"> </w:t>
      </w:r>
      <w:r w:rsidR="00461B09" w:rsidRPr="00FC4669">
        <w:t>(18</w:t>
      </w:r>
      <w:r w:rsidRPr="00FC4669">
        <w:t xml:space="preserve"> %)</w:t>
      </w:r>
      <w:r w:rsidR="004F5E3A" w:rsidRPr="00FC4669">
        <w:t xml:space="preserve"> a také sportovních pořadů (19</w:t>
      </w:r>
      <w:r w:rsidRPr="00FC4669">
        <w:t xml:space="preserve"> %). </w:t>
      </w:r>
      <w:r w:rsidR="00461B09" w:rsidRPr="00FC4669">
        <w:t>U</w:t>
      </w:r>
      <w:r w:rsidR="0022192F">
        <w:t> </w:t>
      </w:r>
      <w:r w:rsidR="00461B09" w:rsidRPr="00FC4669">
        <w:t xml:space="preserve">posledně jmenovaného </w:t>
      </w:r>
      <w:r w:rsidRPr="00FC4669">
        <w:t>je</w:t>
      </w:r>
      <w:r w:rsidR="00461B09" w:rsidRPr="00FC4669">
        <w:t xml:space="preserve"> to</w:t>
      </w:r>
      <w:r w:rsidRPr="00FC4669">
        <w:t xml:space="preserve"> dané</w:t>
      </w:r>
      <w:r w:rsidR="00461B09" w:rsidRPr="00FC4669">
        <w:t xml:space="preserve"> zejména existencí samostatného sportovního</w:t>
      </w:r>
      <w:r w:rsidR="00282CCA" w:rsidRPr="00FC4669">
        <w:t> </w:t>
      </w:r>
      <w:r w:rsidR="00461B09" w:rsidRPr="00FC4669">
        <w:t xml:space="preserve"> programu</w:t>
      </w:r>
      <w:r w:rsidRPr="00FC4669">
        <w:t xml:space="preserve">. </w:t>
      </w:r>
      <w:r w:rsidR="00416EF5" w:rsidRPr="00FC4669">
        <w:t>Jak u</w:t>
      </w:r>
      <w:r w:rsidR="0022192F">
        <w:t> </w:t>
      </w:r>
      <w:r w:rsidR="00416EF5" w:rsidRPr="00FC4669">
        <w:t xml:space="preserve">soukromých, tak u veřejnoprávních provozovatelů tvořily největší podíl vysílacího času kulturně orientované pořady (28 % u soukromého a 32 % u veřejnoprávního </w:t>
      </w:r>
      <w:r w:rsidR="001132C6" w:rsidRPr="00FC4669">
        <w:t>vysílání) a zpravodajské</w:t>
      </w:r>
      <w:r w:rsidR="00416EF5" w:rsidRPr="00FC4669">
        <w:t xml:space="preserve"> pořady (23 % u</w:t>
      </w:r>
      <w:r w:rsidR="0022192F">
        <w:t> </w:t>
      </w:r>
      <w:r w:rsidR="00416EF5" w:rsidRPr="00FC4669">
        <w:t xml:space="preserve">veřejnoprávního a 38 % u soukromého vysílání). </w:t>
      </w:r>
      <w:r w:rsidRPr="00FC4669">
        <w:t xml:space="preserve">Vysoký podíl zpravodajských pořadů na celkovém vysílání </w:t>
      </w:r>
      <w:r w:rsidR="00416EF5" w:rsidRPr="00FC4669">
        <w:t xml:space="preserve">soukromých provozovatelů </w:t>
      </w:r>
      <w:r w:rsidRPr="00FC4669">
        <w:t xml:space="preserve">je </w:t>
      </w:r>
      <w:r w:rsidR="00C64BB8" w:rsidRPr="00FC4669">
        <w:t xml:space="preserve">však </w:t>
      </w:r>
      <w:r w:rsidRPr="00FC4669">
        <w:t xml:space="preserve">ovlivněn velkým počtem </w:t>
      </w:r>
      <w:r w:rsidR="000728C1" w:rsidRPr="00FC4669">
        <w:t>„</w:t>
      </w:r>
      <w:r w:rsidRPr="00FC4669">
        <w:t>infokanálů</w:t>
      </w:r>
      <w:r w:rsidR="000728C1" w:rsidRPr="00FC4669">
        <w:t>“</w:t>
      </w:r>
      <w:r w:rsidRPr="00FC4669">
        <w:t>, jejichž vysílání se často omezuje pouze n</w:t>
      </w:r>
      <w:r w:rsidR="00042E63" w:rsidRPr="00FC4669">
        <w:t>a vysílání zpravodajské smyčky</w:t>
      </w:r>
      <w:r w:rsidR="00461B09" w:rsidRPr="00FC4669">
        <w:t xml:space="preserve"> (20 %</w:t>
      </w:r>
      <w:r w:rsidR="00416EF5" w:rsidRPr="00FC4669">
        <w:t xml:space="preserve"> z celkového vysílání soukromých provozovatelů</w:t>
      </w:r>
      <w:r w:rsidR="00461B09" w:rsidRPr="00FC4669">
        <w:t>)</w:t>
      </w:r>
      <w:r w:rsidR="00042E63" w:rsidRPr="00FC4669">
        <w:t>.</w:t>
      </w:r>
    </w:p>
    <w:p w:rsidR="00BB64DB" w:rsidRPr="00FC4669" w:rsidRDefault="00BB64DB" w:rsidP="00461B09">
      <w:pPr>
        <w:pStyle w:val="Titulek"/>
        <w:keepNext/>
        <w:rPr>
          <w:b w:val="0"/>
          <w:color w:val="auto"/>
          <w:sz w:val="22"/>
          <w:szCs w:val="22"/>
        </w:rPr>
      </w:pPr>
      <w:r w:rsidRPr="00FC4669">
        <w:rPr>
          <w:color w:val="auto"/>
          <w:sz w:val="22"/>
          <w:szCs w:val="22"/>
        </w:rPr>
        <w:t xml:space="preserve">Graf </w:t>
      </w:r>
      <w:r w:rsidR="000C27A2" w:rsidRPr="00FC4669">
        <w:rPr>
          <w:color w:val="auto"/>
          <w:sz w:val="22"/>
          <w:szCs w:val="22"/>
        </w:rPr>
        <w:t>5</w:t>
      </w:r>
      <w:r w:rsidR="0066141D">
        <w:rPr>
          <w:color w:val="auto"/>
          <w:sz w:val="22"/>
          <w:szCs w:val="22"/>
        </w:rPr>
        <w:t>7</w:t>
      </w:r>
      <w:r w:rsidRPr="00FC4669">
        <w:rPr>
          <w:color w:val="auto"/>
          <w:sz w:val="22"/>
          <w:szCs w:val="22"/>
        </w:rPr>
        <w:t xml:space="preserve"> </w:t>
      </w:r>
      <w:r w:rsidRPr="00FC4669">
        <w:rPr>
          <w:b w:val="0"/>
          <w:color w:val="auto"/>
          <w:sz w:val="22"/>
          <w:szCs w:val="22"/>
        </w:rPr>
        <w:t xml:space="preserve">Programová struktura </w:t>
      </w:r>
      <w:r w:rsidR="008905EC" w:rsidRPr="00FC4669">
        <w:rPr>
          <w:b w:val="0"/>
          <w:color w:val="auto"/>
          <w:sz w:val="22"/>
          <w:szCs w:val="22"/>
        </w:rPr>
        <w:t>televizního</w:t>
      </w:r>
      <w:r w:rsidRPr="00FC4669">
        <w:rPr>
          <w:b w:val="0"/>
          <w:color w:val="auto"/>
          <w:sz w:val="22"/>
          <w:szCs w:val="22"/>
        </w:rPr>
        <w:t xml:space="preserve"> vysílání v roc</w:t>
      </w:r>
      <w:r w:rsidR="00A04643" w:rsidRPr="00FC4669">
        <w:rPr>
          <w:b w:val="0"/>
          <w:color w:val="auto"/>
          <w:sz w:val="22"/>
          <w:szCs w:val="22"/>
        </w:rPr>
        <w:t>e 2017</w:t>
      </w:r>
      <w:r w:rsidRPr="00FC4669">
        <w:rPr>
          <w:b w:val="0"/>
          <w:color w:val="auto"/>
          <w:sz w:val="22"/>
          <w:szCs w:val="22"/>
        </w:rPr>
        <w:t xml:space="preserve"> podle vysílaných pořadů</w:t>
      </w:r>
    </w:p>
    <w:p w:rsidR="00BB64DB" w:rsidRPr="00FC4669" w:rsidRDefault="00FB51BC" w:rsidP="00C62D2F">
      <w:pPr>
        <w:keepNext/>
        <w:jc w:val="center"/>
      </w:pPr>
      <w:r w:rsidRPr="00FB51BC">
        <w:rPr>
          <w:noProof/>
        </w:rPr>
        <w:drawing>
          <wp:inline distT="0" distB="0" distL="0" distR="0">
            <wp:extent cx="5899868" cy="2242268"/>
            <wp:effectExtent l="0" t="0" r="0" b="0"/>
            <wp:docPr id="119"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72"/>
              </a:graphicData>
            </a:graphic>
          </wp:inline>
        </w:drawing>
      </w:r>
    </w:p>
    <w:p w:rsidR="00BB64DB" w:rsidRPr="00FC4669" w:rsidRDefault="00BB64DB" w:rsidP="00BB64DB">
      <w:r w:rsidRPr="00FC4669">
        <w:t xml:space="preserve">Zdroj: </w:t>
      </w:r>
      <w:r w:rsidR="004D5A93" w:rsidRPr="00FC4669">
        <w:t xml:space="preserve">Kult, </w:t>
      </w:r>
      <w:r w:rsidR="005F0301" w:rsidRPr="00FC4669">
        <w:t>Č</w:t>
      </w:r>
      <w:r w:rsidRPr="00FC4669">
        <w:t>SÚ</w:t>
      </w:r>
    </w:p>
    <w:p w:rsidR="0066141D" w:rsidRDefault="000E5F9D" w:rsidP="00BB64DB">
      <w:r w:rsidRPr="00FC4669">
        <w:lastRenderedPageBreak/>
        <w:t xml:space="preserve">V referenčním roce 2017 </w:t>
      </w:r>
      <w:r w:rsidR="001132C6">
        <w:t xml:space="preserve">byly do šetření Kult 6-01 </w:t>
      </w:r>
      <w:r w:rsidR="005C78E0" w:rsidRPr="00FC4669">
        <w:t xml:space="preserve">zařazeny otázky týkající se poskytování tzv. audiovizuálních </w:t>
      </w:r>
      <w:r w:rsidR="001132C6" w:rsidRPr="00FC4669">
        <w:t>mediálních</w:t>
      </w:r>
      <w:r w:rsidR="005C78E0" w:rsidRPr="00FC4669">
        <w:t xml:space="preserve"> služeb na vyžádání (online katalogů pořadů). Na tyto otázky odpovídali jak provozovatelé televizního vysílán</w:t>
      </w:r>
      <w:r w:rsidR="00D8721D" w:rsidRPr="00FC4669">
        <w:t>í, kteří</w:t>
      </w:r>
      <w:r w:rsidR="005C78E0" w:rsidRPr="00FC4669">
        <w:t xml:space="preserve"> tyto služby poskytují vedle vysílací činnosti (v současnosti disponují svými online archivy všechny velké </w:t>
      </w:r>
      <w:r w:rsidR="00D8721D" w:rsidRPr="00FC4669">
        <w:t>televizní společnosti</w:t>
      </w:r>
      <w:r w:rsidR="005C78E0" w:rsidRPr="00FC4669">
        <w:t>), tak samostatní poskytovatelé online katalogů (jako např. Seznam.cz nebo Economia).</w:t>
      </w:r>
      <w:r w:rsidR="00D8721D" w:rsidRPr="00FC4669">
        <w:t xml:space="preserve"> Programovou strukturu t</w:t>
      </w:r>
      <w:r w:rsidR="0066141D">
        <w:t>ěchto katalogů zobrazuje Graf 58</w:t>
      </w:r>
      <w:r w:rsidR="00D8721D" w:rsidRPr="00FC4669">
        <w:t>, přičemž základní sledovanou jednotkou v tomto případě nebyl počet odvysílaných hodin (tak jako u televizního vysílání) ale počet zahájených přehrání jednotlivých videí.</w:t>
      </w:r>
    </w:p>
    <w:p w:rsidR="000E5F9D" w:rsidRPr="00FC4669" w:rsidRDefault="0066141D" w:rsidP="00BB64DB">
      <w:r>
        <w:tab/>
      </w:r>
      <w:r w:rsidR="00D8721D" w:rsidRPr="00FC4669">
        <w:t>Online katalog veřejnoprávního média byl v roce 2017 nejvíce využíván pro přehrání filmů a seriálů</w:t>
      </w:r>
      <w:r w:rsidR="000C27A2" w:rsidRPr="00FC4669">
        <w:t xml:space="preserve"> (</w:t>
      </w:r>
      <w:r w:rsidR="001132C6" w:rsidRPr="00FC4669">
        <w:t>32 %) a různých</w:t>
      </w:r>
      <w:r w:rsidR="000C27A2" w:rsidRPr="00FC4669">
        <w:t xml:space="preserve"> zpravodajských a publicistických pořadů (12 %). Velkou část videí veřejnoprávního média však nebylo možné zařadit do žádné ze sledovaných kategorií. Naopak soukromí poskytovatelé těchto </w:t>
      </w:r>
      <w:r w:rsidR="00416EF5" w:rsidRPr="00FC4669">
        <w:t>online katalogů nejvíce oslovili</w:t>
      </w:r>
      <w:r w:rsidR="000C27A2" w:rsidRPr="00FC4669">
        <w:t xml:space="preserve"> diváky prostřednictvím zábavných a lifestylových pořadů (44 %). Dále pak byly </w:t>
      </w:r>
      <w:r w:rsidR="00D22C45">
        <w:t xml:space="preserve">z nabídky soukromých poskytovatelů </w:t>
      </w:r>
      <w:r w:rsidR="000C27A2" w:rsidRPr="00FC4669">
        <w:t>hojně přehrávány zpravodajské a publicistické pořady (34 %) a</w:t>
      </w:r>
      <w:r w:rsidR="000E0D24">
        <w:t> </w:t>
      </w:r>
      <w:r w:rsidR="000C27A2" w:rsidRPr="00FC4669">
        <w:t>v menší míře také filmy a seriály (7 %) a sportovní pořady (5 %). Celkově diváci přehráli</w:t>
      </w:r>
      <w:r w:rsidR="00726115" w:rsidRPr="00FC4669">
        <w:rPr>
          <w:rStyle w:val="Znakapoznpodarou"/>
        </w:rPr>
        <w:footnoteReference w:id="12"/>
      </w:r>
      <w:r w:rsidR="00726115" w:rsidRPr="00FC4669">
        <w:t xml:space="preserve"> </w:t>
      </w:r>
      <w:r w:rsidR="000C27A2" w:rsidRPr="00FC4669">
        <w:t>v roce 2017 více než 3</w:t>
      </w:r>
      <w:r w:rsidR="0022192F">
        <w:t> </w:t>
      </w:r>
      <w:r w:rsidR="000C27A2" w:rsidRPr="00FC4669">
        <w:t xml:space="preserve">miliardy videí, přičemž většinu z těchto videí tvořila reklama (60 %). Na zbylá videa pak </w:t>
      </w:r>
      <w:r w:rsidR="001132C6" w:rsidRPr="00FC4669">
        <w:t>připadlo</w:t>
      </w:r>
      <w:r w:rsidR="0022192F">
        <w:t xml:space="preserve"> přibližně 1,25 </w:t>
      </w:r>
      <w:r w:rsidR="000C27A2" w:rsidRPr="00FC4669">
        <w:t xml:space="preserve">mld. </w:t>
      </w:r>
      <w:r w:rsidR="001132C6" w:rsidRPr="00FC4669">
        <w:t>zhlédnutí</w:t>
      </w:r>
      <w:r w:rsidR="000C27A2" w:rsidRPr="00FC4669">
        <w:t xml:space="preserve"> a právě strukturu těchto videí</w:t>
      </w:r>
      <w:r>
        <w:t xml:space="preserve"> sleduje Graf 58</w:t>
      </w:r>
      <w:r w:rsidR="000C27A2" w:rsidRPr="00FC4669">
        <w:t>.</w:t>
      </w:r>
    </w:p>
    <w:p w:rsidR="000E5F9D" w:rsidRPr="00FC4669" w:rsidRDefault="000E5F9D" w:rsidP="000E5F9D">
      <w:pPr>
        <w:pStyle w:val="Titulek"/>
        <w:keepNext/>
        <w:rPr>
          <w:b w:val="0"/>
          <w:color w:val="auto"/>
          <w:sz w:val="22"/>
          <w:szCs w:val="22"/>
        </w:rPr>
      </w:pPr>
      <w:r w:rsidRPr="00FC4669">
        <w:rPr>
          <w:color w:val="auto"/>
          <w:sz w:val="22"/>
          <w:szCs w:val="22"/>
        </w:rPr>
        <w:t>Graf 5</w:t>
      </w:r>
      <w:r w:rsidR="0066141D">
        <w:rPr>
          <w:color w:val="auto"/>
          <w:sz w:val="22"/>
          <w:szCs w:val="22"/>
        </w:rPr>
        <w:t>8</w:t>
      </w:r>
      <w:r w:rsidRPr="00FC4669">
        <w:rPr>
          <w:color w:val="auto"/>
          <w:sz w:val="22"/>
          <w:szCs w:val="22"/>
        </w:rPr>
        <w:t xml:space="preserve"> </w:t>
      </w:r>
      <w:r w:rsidRPr="00FC4669">
        <w:rPr>
          <w:b w:val="0"/>
          <w:color w:val="auto"/>
          <w:sz w:val="22"/>
          <w:szCs w:val="22"/>
        </w:rPr>
        <w:t>Programová struktura audiovizuálních mediálních služeb na vyžádání (katalogů pořadů) v roce 2017</w:t>
      </w:r>
      <w:r w:rsidR="000C27A2" w:rsidRPr="00FC4669">
        <w:rPr>
          <w:b w:val="0"/>
          <w:color w:val="auto"/>
          <w:sz w:val="22"/>
          <w:szCs w:val="22"/>
        </w:rPr>
        <w:t xml:space="preserve"> podle počtu přehraných videí</w:t>
      </w:r>
      <w:r w:rsidR="00726115" w:rsidRPr="00FC4669">
        <w:rPr>
          <w:b w:val="0"/>
          <w:color w:val="auto"/>
          <w:sz w:val="22"/>
          <w:szCs w:val="22"/>
        </w:rPr>
        <w:t xml:space="preserve"> (bez reklamy)</w:t>
      </w:r>
    </w:p>
    <w:p w:rsidR="00461B09" w:rsidRPr="00FC4669" w:rsidRDefault="000E5F9D" w:rsidP="00BB64DB">
      <w:r w:rsidRPr="00FC4669">
        <w:rPr>
          <w:noProof/>
        </w:rPr>
        <w:drawing>
          <wp:inline distT="0" distB="0" distL="0" distR="0">
            <wp:extent cx="5943600" cy="2305050"/>
            <wp:effectExtent l="0" t="0" r="0" b="0"/>
            <wp:docPr id="18"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3"/>
              </a:graphicData>
            </a:graphic>
          </wp:inline>
        </w:drawing>
      </w:r>
    </w:p>
    <w:p w:rsidR="000E5F9D" w:rsidRPr="00FC4669" w:rsidRDefault="000E5F9D" w:rsidP="000E5F9D">
      <w:r w:rsidRPr="00FC4669">
        <w:t>Zdroj: Kult, ČSÚ</w:t>
      </w:r>
    </w:p>
    <w:p w:rsidR="00BB64DB" w:rsidRPr="00FC4669" w:rsidRDefault="00B414F8" w:rsidP="00694914">
      <w:pPr>
        <w:pStyle w:val="Nadpis3"/>
        <w:numPr>
          <w:ilvl w:val="2"/>
          <w:numId w:val="17"/>
        </w:numPr>
      </w:pPr>
      <w:bookmarkStart w:id="92" w:name="_Toc430189812"/>
      <w:bookmarkStart w:id="93" w:name="_Toc431475040"/>
      <w:bookmarkStart w:id="94" w:name="_Toc463969195"/>
      <w:bookmarkStart w:id="95" w:name="_Toc465253905"/>
      <w:r w:rsidRPr="00FC4669">
        <w:t>PŘÍJMY</w:t>
      </w:r>
      <w:r w:rsidR="00BB64DB" w:rsidRPr="00FC4669">
        <w:t xml:space="preserve"> A ZAMĚSTNANOST</w:t>
      </w:r>
      <w:bookmarkEnd w:id="92"/>
      <w:bookmarkEnd w:id="93"/>
      <w:bookmarkEnd w:id="94"/>
      <w:bookmarkEnd w:id="95"/>
    </w:p>
    <w:p w:rsidR="00BB64DB" w:rsidRPr="00FC4669" w:rsidRDefault="00435122" w:rsidP="00BB64DB">
      <w:pPr>
        <w:rPr>
          <w:b/>
          <w:color w:val="C00000"/>
          <w:sz w:val="28"/>
          <w:szCs w:val="28"/>
        </w:rPr>
      </w:pPr>
      <w:r w:rsidRPr="00FC4669">
        <w:t>Díky rozšířenému záběru výkazu Kult</w:t>
      </w:r>
      <w:r w:rsidR="00D55EC8" w:rsidRPr="00FC4669">
        <w:t xml:space="preserve"> 6-01</w:t>
      </w:r>
      <w:r w:rsidRPr="00FC4669">
        <w:t xml:space="preserve"> je </w:t>
      </w:r>
      <w:r w:rsidR="003D2970" w:rsidRPr="00FC4669">
        <w:t xml:space="preserve">nově </w:t>
      </w:r>
      <w:r w:rsidRPr="00FC4669">
        <w:t>možné zahrnout do ekonomických uka</w:t>
      </w:r>
      <w:r w:rsidR="00D55EC8" w:rsidRPr="00FC4669">
        <w:t>zatelů také subjekty poskytující</w:t>
      </w:r>
      <w:r w:rsidRPr="00FC4669">
        <w:t xml:space="preserve"> audiovizuální mediální služby na vyžádání</w:t>
      </w:r>
      <w:r w:rsidR="00BB1409">
        <w:t xml:space="preserve"> (AVMS)</w:t>
      </w:r>
      <w:r w:rsidR="00BB64DB" w:rsidRPr="00FC4669">
        <w:t xml:space="preserve">. </w:t>
      </w:r>
      <w:r w:rsidRPr="00FC4669">
        <w:t xml:space="preserve">Tyto poskytovatele však nemůžeme analyzovat v rámci jedné konkrétní činnosti </w:t>
      </w:r>
      <w:r w:rsidR="00D22C45">
        <w:t>CZ-</w:t>
      </w:r>
      <w:r w:rsidRPr="00FC4669">
        <w:t>NACE, jako je tomu u televizního vysílání. Subjekty poskytující AVMS nicméně měly možnost upřesnit, jaká část z jejich ekonomické činnosti přibližně odpovídá službám spojen</w:t>
      </w:r>
      <w:r w:rsidR="003D2970" w:rsidRPr="00FC4669">
        <w:t>ým</w:t>
      </w:r>
      <w:r w:rsidRPr="00FC4669">
        <w:t xml:space="preserve"> s posk</w:t>
      </w:r>
      <w:r w:rsidR="00D55EC8" w:rsidRPr="00FC4669">
        <w:t>ytováním AVMS. Tuto možnost měly</w:t>
      </w:r>
      <w:r w:rsidRPr="00FC4669">
        <w:t xml:space="preserve"> také nově subjekty provozující televizní vysílání, které svou převažující ekonomickou činností nespadají do CZ-NACE 60.20 </w:t>
      </w:r>
      <w:r w:rsidR="003D2970" w:rsidRPr="00FC4669">
        <w:t>(</w:t>
      </w:r>
      <w:r w:rsidRPr="00FC4669">
        <w:t>Tvorba televizních programů a televizní vysílání</w:t>
      </w:r>
      <w:r w:rsidR="003D2970" w:rsidRPr="00FC4669">
        <w:t>)</w:t>
      </w:r>
      <w:r w:rsidRPr="00FC4669">
        <w:t>. Celkové příj</w:t>
      </w:r>
      <w:r w:rsidR="00D55EC8" w:rsidRPr="00FC4669">
        <w:t>my v oblasti televize (zahrneme-</w:t>
      </w:r>
      <w:r w:rsidRPr="00FC4669">
        <w:t>li jak TV</w:t>
      </w:r>
      <w:r w:rsidR="003D2970" w:rsidRPr="00FC4669">
        <w:t>,</w:t>
      </w:r>
      <w:r w:rsidRPr="00FC4669">
        <w:t xml:space="preserve"> tak AVMS) tvořily v roce </w:t>
      </w:r>
      <w:r w:rsidRPr="00FC4669">
        <w:lastRenderedPageBreak/>
        <w:t xml:space="preserve">2017 24,1 </w:t>
      </w:r>
      <w:r w:rsidR="001132C6" w:rsidRPr="00FC4669">
        <w:t>mld.</w:t>
      </w:r>
      <w:r w:rsidRPr="00FC4669">
        <w:t xml:space="preserve"> Kč. Z toho </w:t>
      </w:r>
      <w:r w:rsidR="001132C6" w:rsidRPr="00FC4669">
        <w:t>84 % generovaly</w:t>
      </w:r>
      <w:r w:rsidRPr="00FC4669">
        <w:t xml:space="preserve"> subjekty s převažující ekonomickou činností v CZ-NACE 60.20, 14 % subjekty mimo CZ-NACE 60.20 poskytující AVMS a pouhé 2 % subjekty mimo CZ-NACE 60.20. provozující TV.</w:t>
      </w:r>
      <w:r w:rsidR="003D2970" w:rsidRPr="00FC4669">
        <w:t xml:space="preserve"> Také většina zaměstnanců v oblasti televize spadala do CZ-NACE 60.20 (94 %). Zaměstnanci subjektů mimo CZ-NACE 60.20 poskytující AVMS či provozující TV tvořili v obou případech pouze 3 % z celku.</w:t>
      </w:r>
    </w:p>
    <w:p w:rsidR="00BB64DB" w:rsidRPr="00FC4669" w:rsidRDefault="00BB64DB" w:rsidP="00BB64DB">
      <w:pPr>
        <w:pStyle w:val="Titulek"/>
        <w:keepNext/>
        <w:rPr>
          <w:b w:val="0"/>
          <w:color w:val="auto"/>
          <w:sz w:val="22"/>
          <w:szCs w:val="22"/>
        </w:rPr>
      </w:pPr>
      <w:r w:rsidRPr="00FC4669">
        <w:rPr>
          <w:color w:val="auto"/>
          <w:sz w:val="22"/>
          <w:szCs w:val="22"/>
        </w:rPr>
        <w:t xml:space="preserve">Graf </w:t>
      </w:r>
      <w:r w:rsidR="001A4BAA" w:rsidRPr="00FC4669">
        <w:rPr>
          <w:color w:val="auto"/>
          <w:sz w:val="22"/>
          <w:szCs w:val="22"/>
        </w:rPr>
        <w:t>5</w:t>
      </w:r>
      <w:r w:rsidR="00BB1409">
        <w:rPr>
          <w:color w:val="auto"/>
          <w:sz w:val="22"/>
          <w:szCs w:val="22"/>
        </w:rPr>
        <w:t>9</w:t>
      </w:r>
      <w:r w:rsidRPr="00FC4669">
        <w:rPr>
          <w:color w:val="auto"/>
        </w:rPr>
        <w:t xml:space="preserve"> </w:t>
      </w:r>
      <w:r w:rsidR="005C7B93" w:rsidRPr="00FC4669">
        <w:rPr>
          <w:b w:val="0"/>
          <w:color w:val="auto"/>
          <w:sz w:val="22"/>
          <w:szCs w:val="22"/>
        </w:rPr>
        <w:t xml:space="preserve">Struktura příjmů </w:t>
      </w:r>
      <w:r w:rsidR="003C04BB" w:rsidRPr="00FC4669">
        <w:rPr>
          <w:b w:val="0"/>
          <w:color w:val="auto"/>
          <w:sz w:val="22"/>
          <w:szCs w:val="22"/>
        </w:rPr>
        <w:t xml:space="preserve">a zaměstnanosti </w:t>
      </w:r>
      <w:r w:rsidR="005C7B93" w:rsidRPr="00FC4669">
        <w:rPr>
          <w:b w:val="0"/>
          <w:color w:val="auto"/>
          <w:sz w:val="22"/>
          <w:szCs w:val="22"/>
        </w:rPr>
        <w:t>v oblasti televize v roce 2017</w:t>
      </w:r>
    </w:p>
    <w:p w:rsidR="00BB64DB" w:rsidRPr="00FC4669" w:rsidRDefault="00052F4D" w:rsidP="003C04BB">
      <w:pPr>
        <w:keepNext/>
        <w:jc w:val="center"/>
      </w:pPr>
      <w:r w:rsidRPr="00052F4D">
        <w:rPr>
          <w:b/>
          <w:noProof/>
          <w:sz w:val="22"/>
          <w:szCs w:val="22"/>
        </w:rPr>
        <w:pict>
          <v:shape id="Text Box 40" o:spid="_x0000_s1040" type="#_x0000_t202" style="position:absolute;left:0;text-align:left;margin-left:322pt;margin-top:100pt;width:57.65pt;height:19.85pt;z-index:2516792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" stroked="f">
            <v:fill opacity="0"/>
            <v:textbox>
              <w:txbxContent>
                <w:p w:rsidR="00477774" w:rsidRPr="00F013B6" w:rsidRDefault="00477774">
                  <w:pPr>
                    <w:rPr>
                      <w:rFonts w:asciiTheme="minorHAnsi" w:hAnsiTheme="minorHAnsi"/>
                    </w:rPr>
                  </w:pPr>
                  <w:r w:rsidRPr="00F013B6">
                    <w:rPr>
                      <w:rFonts w:asciiTheme="minorHAnsi" w:hAnsiTheme="minorHAnsi"/>
                    </w:rPr>
                    <w:t>24,1 mld.</w:t>
                  </w:r>
                </w:p>
              </w:txbxContent>
            </v:textbox>
          </v:shape>
        </w:pict>
      </w:r>
      <w:r>
        <w:rPr>
          <w:noProof/>
        </w:rPr>
        <w:pict>
          <v:shape id="Text Box 38" o:spid="_x0000_s1041" type="#_x0000_t202" style="position:absolute;left:0;text-align:left;margin-left:102.55pt;margin-top:100pt;width:46.25pt;height:19.2pt;z-index:2516771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" stroked="f" strokecolor="white [3212]">
            <v:fill opacity="0"/>
            <v:textbox>
              <w:txbxContent>
                <w:p w:rsidR="00477774" w:rsidRPr="00D55EC8" w:rsidRDefault="00477774">
                  <w:pPr>
                    <w:rPr>
                      <w:rFonts w:asciiTheme="minorHAnsi" w:hAnsiTheme="minorHAnsi"/>
                    </w:rPr>
                  </w:pPr>
                  <w:r w:rsidRPr="00D55EC8">
                    <w:rPr>
                      <w:rFonts w:asciiTheme="minorHAnsi" w:hAnsiTheme="minorHAnsi"/>
                    </w:rPr>
                    <w:t>4,2 tis.</w:t>
                  </w:r>
                </w:p>
              </w:txbxContent>
            </v:textbox>
          </v:shape>
        </w:pict>
      </w:r>
      <w:r w:rsidR="007A1A44" w:rsidRPr="00FC4669">
        <w:rPr>
          <w:noProof/>
        </w:rPr>
        <w:drawing>
          <wp:inline distT="0" distB="0" distL="0" distR="0">
            <wp:extent cx="2590800" cy="2057400"/>
            <wp:effectExtent l="0" t="0" r="0" b="0"/>
            <wp:docPr id="12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4"/>
              </a:graphicData>
            </a:graphic>
          </wp:inline>
        </w:drawing>
      </w:r>
      <w:r w:rsidR="003C04BB" w:rsidRPr="00FC4669">
        <w:rPr>
          <w:noProof/>
        </w:rPr>
        <w:drawing>
          <wp:inline distT="0" distB="0" distL="0" distR="0">
            <wp:extent cx="3067050" cy="2057400"/>
            <wp:effectExtent l="0" t="0" r="0" b="0"/>
            <wp:docPr id="12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inline>
        </w:drawing>
      </w:r>
    </w:p>
    <w:p w:rsidR="00BB64DB" w:rsidRPr="00FC4669" w:rsidRDefault="00BB64DB" w:rsidP="00BB64DB">
      <w:pPr>
        <w:pStyle w:val="Titulek"/>
        <w:rPr>
          <w:b w:val="0"/>
          <w:color w:val="auto"/>
          <w:sz w:val="22"/>
          <w:szCs w:val="22"/>
        </w:rPr>
      </w:pPr>
      <w:r w:rsidRPr="00FC4669">
        <w:rPr>
          <w:b w:val="0"/>
          <w:color w:val="auto"/>
          <w:sz w:val="22"/>
          <w:szCs w:val="22"/>
        </w:rPr>
        <w:t xml:space="preserve">Zdroj: </w:t>
      </w:r>
      <w:r w:rsidR="00882967" w:rsidRPr="00FC4669">
        <w:rPr>
          <w:b w:val="0"/>
          <w:color w:val="auto"/>
          <w:sz w:val="22"/>
          <w:szCs w:val="22"/>
        </w:rPr>
        <w:t xml:space="preserve">Kult, </w:t>
      </w:r>
      <w:r w:rsidRPr="00FC4669">
        <w:rPr>
          <w:b w:val="0"/>
          <w:color w:val="auto"/>
          <w:sz w:val="22"/>
          <w:szCs w:val="22"/>
        </w:rPr>
        <w:t>ČSÚ</w:t>
      </w:r>
    </w:p>
    <w:p w:rsidR="00C10021" w:rsidRPr="00FC4669" w:rsidRDefault="003D2970" w:rsidP="00895548">
      <w:pPr>
        <w:keepNext/>
      </w:pPr>
      <w:r w:rsidRPr="00FC4669">
        <w:t>Ú</w:t>
      </w:r>
      <w:r w:rsidR="00C10021" w:rsidRPr="00FC4669">
        <w:t xml:space="preserve">daje o zaměstnancích v oblasti televize je možné doplnit o data z Výběrového šetření pracovních sil, které zohledňuje všechny zaměstnané osoby (zaměstnance, podnikatele či pracovníky na dohody). </w:t>
      </w:r>
      <w:r w:rsidR="006E1600" w:rsidRPr="00FC4669">
        <w:t>Z celkového počtu 6,3</w:t>
      </w:r>
      <w:r w:rsidR="00C10021" w:rsidRPr="00FC4669">
        <w:t xml:space="preserve"> tis. </w:t>
      </w:r>
      <w:r w:rsidR="006E1600" w:rsidRPr="00FC4669">
        <w:t xml:space="preserve">vykonávala </w:t>
      </w:r>
      <w:r w:rsidR="00851419" w:rsidRPr="00FC4669">
        <w:t xml:space="preserve">většina osob </w:t>
      </w:r>
      <w:r w:rsidR="006E1600" w:rsidRPr="00FC4669">
        <w:t>kulturní povolání (4</w:t>
      </w:r>
      <w:r w:rsidR="00BE3640" w:rsidRPr="00FC4669">
        <w:t>,4</w:t>
      </w:r>
      <w:r w:rsidR="00C10021" w:rsidRPr="00FC4669">
        <w:t xml:space="preserve"> tis.)</w:t>
      </w:r>
      <w:r w:rsidR="006E1600" w:rsidRPr="00FC4669">
        <w:t xml:space="preserve"> a jen 1,9 tis. zaměstnaných osob se věnovalo povoláním „ne-kulturního“ charakter</w:t>
      </w:r>
      <w:r w:rsidR="00976385">
        <w:t>u</w:t>
      </w:r>
      <w:r w:rsidR="00C10021" w:rsidRPr="00FC4669">
        <w:t>.</w:t>
      </w:r>
      <w:r w:rsidR="00E87690" w:rsidRPr="00FC4669">
        <w:t xml:space="preserve"> </w:t>
      </w:r>
      <w:r w:rsidR="00895548" w:rsidRPr="00FC4669">
        <w:t>Z kulturních povolání byla nejvíce zastoupena novinářská povolání, povolání režisérů, dramaturgů a produkčních a také povolání technického charakteru.</w:t>
      </w:r>
    </w:p>
    <w:p w:rsidR="00E34129" w:rsidRPr="00FC4669" w:rsidRDefault="00BB1409" w:rsidP="00E34129">
      <w:pPr>
        <w:pStyle w:val="Titulek"/>
        <w:keepNext/>
      </w:pPr>
      <w:bookmarkStart w:id="96" w:name="_Toc464832056"/>
      <w:r>
        <w:rPr>
          <w:color w:val="auto"/>
          <w:sz w:val="22"/>
          <w:szCs w:val="22"/>
        </w:rPr>
        <w:t>Graf</w:t>
      </w:r>
      <w:r w:rsidR="00C92E76" w:rsidRPr="00FC4669">
        <w:rPr>
          <w:color w:val="auto"/>
          <w:sz w:val="22"/>
          <w:szCs w:val="22"/>
        </w:rPr>
        <w:t xml:space="preserve"> </w:t>
      </w:r>
      <w:r>
        <w:rPr>
          <w:color w:val="auto"/>
          <w:sz w:val="22"/>
          <w:szCs w:val="22"/>
        </w:rPr>
        <w:t>60</w:t>
      </w:r>
      <w:r w:rsidR="00E34129" w:rsidRPr="00FC4669">
        <w:t xml:space="preserve"> </w:t>
      </w:r>
      <w:r w:rsidR="00E34129" w:rsidRPr="00FC4669">
        <w:rPr>
          <w:b w:val="0"/>
          <w:color w:val="auto"/>
          <w:sz w:val="22"/>
          <w:szCs w:val="22"/>
        </w:rPr>
        <w:t>Odhad počtu zaměstnaných osob</w:t>
      </w:r>
      <w:r w:rsidR="00976385">
        <w:rPr>
          <w:b w:val="0"/>
          <w:color w:val="auto"/>
          <w:sz w:val="22"/>
          <w:szCs w:val="22"/>
        </w:rPr>
        <w:t xml:space="preserve"> (v tis.)</w:t>
      </w:r>
      <w:r w:rsidR="00E34129" w:rsidRPr="00FC4669">
        <w:rPr>
          <w:b w:val="0"/>
          <w:color w:val="auto"/>
          <w:sz w:val="22"/>
          <w:szCs w:val="22"/>
        </w:rPr>
        <w:t xml:space="preserve"> v oblasti </w:t>
      </w:r>
      <w:r w:rsidR="004F4DFA" w:rsidRPr="00FC4669">
        <w:rPr>
          <w:b w:val="0"/>
          <w:color w:val="auto"/>
          <w:sz w:val="22"/>
          <w:szCs w:val="22"/>
        </w:rPr>
        <w:t>televize</w:t>
      </w:r>
      <w:r w:rsidR="006E1600" w:rsidRPr="00FC4669">
        <w:rPr>
          <w:b w:val="0"/>
          <w:color w:val="auto"/>
          <w:sz w:val="22"/>
          <w:szCs w:val="22"/>
        </w:rPr>
        <w:t xml:space="preserve"> v roce 2017</w:t>
      </w:r>
      <w:bookmarkEnd w:id="96"/>
    </w:p>
    <w:p w:rsidR="00F013B6" w:rsidRPr="00FC4669" w:rsidRDefault="00052F4D" w:rsidP="00F013B6">
      <w:pPr>
        <w:spacing w:before="120"/>
        <w:jc w:val="center"/>
        <w:rPr>
          <w:rFonts w:asciiTheme="minorHAnsi" w:hAnsiTheme="minorHAnsi"/>
          <w:sz w:val="22"/>
          <w:szCs w:val="22"/>
          <w:lang w:eastAsia="en-US"/>
        </w:rPr>
      </w:pPr>
      <w:r>
        <w:rPr>
          <w:rFonts w:asciiTheme="minorHAnsi" w:hAnsiTheme="minorHAnsi"/>
          <w:noProof/>
          <w:sz w:val="22"/>
          <w:szCs w:val="22"/>
        </w:rPr>
        <w:pict>
          <v:shape id="Text Box 41" o:spid="_x0000_s1042" type="#_x0000_t202" style="position:absolute;left:0;text-align:left;margin-left:226.8pt;margin-top:60pt;width:48pt;height:19.5pt;z-index:2516812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" stroked="f">
            <v:fill opacity="0"/>
            <v:textbox>
              <w:txbxContent>
                <w:p w:rsidR="00477774" w:rsidRPr="0075473C" w:rsidRDefault="00477774">
                  <w:pPr>
                    <w:rPr>
                      <w:rFonts w:ascii="Calibri" w:hAnsi="Calibri"/>
                    </w:rPr>
                  </w:pPr>
                  <w:r w:rsidRPr="0075473C">
                    <w:rPr>
                      <w:rFonts w:ascii="Calibri" w:hAnsi="Calibri"/>
                    </w:rPr>
                    <w:t>6,3 tis.</w:t>
                  </w:r>
                </w:p>
              </w:txbxContent>
            </v:textbox>
          </v:shape>
        </w:pict>
      </w:r>
      <w:r w:rsidR="00F013B6" w:rsidRPr="00FC4669">
        <w:rPr>
          <w:rFonts w:asciiTheme="minorHAnsi" w:hAnsiTheme="minorHAnsi"/>
          <w:noProof/>
          <w:sz w:val="22"/>
          <w:szCs w:val="22"/>
        </w:rPr>
        <w:drawing>
          <wp:inline distT="0" distB="0" distL="0" distR="0">
            <wp:extent cx="3771900" cy="1695450"/>
            <wp:effectExtent l="0" t="0" r="0" b="0"/>
            <wp:docPr id="134"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inline>
        </w:drawing>
      </w:r>
    </w:p>
    <w:p w:rsidR="007F0C99" w:rsidRPr="00FC4669" w:rsidRDefault="00E34129" w:rsidP="00E34129">
      <w:pPr>
        <w:spacing w:before="120"/>
        <w:rPr>
          <w:rFonts w:asciiTheme="minorHAnsi" w:hAnsiTheme="minorHAnsi"/>
          <w:sz w:val="22"/>
          <w:szCs w:val="22"/>
          <w:lang w:eastAsia="en-US"/>
        </w:rPr>
      </w:pPr>
      <w:r w:rsidRPr="00FC4669">
        <w:rPr>
          <w:rFonts w:asciiTheme="minorHAnsi" w:hAnsiTheme="minorHAnsi"/>
          <w:sz w:val="22"/>
          <w:szCs w:val="22"/>
          <w:lang w:eastAsia="en-US"/>
        </w:rPr>
        <w:t>Zdroj: Výběrové šetření pracovních sil, ČSÚ</w:t>
      </w:r>
    </w:p>
    <w:p w:rsidR="00BB64DB" w:rsidRPr="00FC4669" w:rsidRDefault="00BB64DB" w:rsidP="00694914">
      <w:pPr>
        <w:pStyle w:val="Nadpis3"/>
        <w:numPr>
          <w:ilvl w:val="2"/>
          <w:numId w:val="17"/>
        </w:numPr>
      </w:pPr>
      <w:bookmarkStart w:id="97" w:name="_Toc430189813"/>
      <w:bookmarkStart w:id="98" w:name="_Toc431475041"/>
      <w:bookmarkStart w:id="99" w:name="_Toc463969196"/>
      <w:bookmarkStart w:id="100" w:name="_Toc465253906"/>
      <w:r w:rsidRPr="00FC4669">
        <w:t>POHLED SPOTŘEBITELE</w:t>
      </w:r>
      <w:bookmarkEnd w:id="97"/>
      <w:bookmarkEnd w:id="98"/>
      <w:bookmarkEnd w:id="99"/>
      <w:bookmarkEnd w:id="100"/>
    </w:p>
    <w:p w:rsidR="00BB64DB" w:rsidRPr="00FC4669" w:rsidRDefault="00BB64DB" w:rsidP="00847143">
      <w:pPr>
        <w:spacing w:after="0"/>
        <w:rPr>
          <w:rFonts w:ascii="Times New Roman" w:hAnsi="Times New Roman"/>
          <w:sz w:val="23"/>
          <w:szCs w:val="23"/>
        </w:rPr>
      </w:pPr>
      <w:r w:rsidRPr="00FC4669">
        <w:t>Návyky diváků televizního vysílání jsou více než u rozhlasového vysílání ovlivněny technologickým vývojem. Podle údajů z še</w:t>
      </w:r>
      <w:r w:rsidR="009B6EC8" w:rsidRPr="00FC4669">
        <w:t>tření VŠIT sledova</w:t>
      </w:r>
      <w:r w:rsidR="00337A53" w:rsidRPr="00FC4669">
        <w:t>lo v roce 2016 přibližně 24</w:t>
      </w:r>
      <w:r w:rsidRPr="00FC4669">
        <w:t xml:space="preserve"> %</w:t>
      </w:r>
      <w:r w:rsidR="0075473C" w:rsidRPr="00FC4669">
        <w:t xml:space="preserve"> celkové</w:t>
      </w:r>
      <w:r w:rsidRPr="00FC4669">
        <w:t xml:space="preserve"> </w:t>
      </w:r>
      <w:r w:rsidR="00337A53" w:rsidRPr="00FC4669">
        <w:t>populace starší</w:t>
      </w:r>
      <w:r w:rsidRPr="00FC4669">
        <w:t xml:space="preserve"> 16 let tele</w:t>
      </w:r>
      <w:r w:rsidR="00114A3F" w:rsidRPr="00FC4669">
        <w:t xml:space="preserve">vizi prostřednictvím internetu. </w:t>
      </w:r>
      <w:r w:rsidR="0075473C" w:rsidRPr="00FC4669">
        <w:t xml:space="preserve">Mezi </w:t>
      </w:r>
      <w:r w:rsidR="001132C6" w:rsidRPr="00FC4669">
        <w:t>uživateli</w:t>
      </w:r>
      <w:r w:rsidRPr="00FC4669">
        <w:t xml:space="preserve"> i</w:t>
      </w:r>
      <w:r w:rsidR="0075473C" w:rsidRPr="00FC4669">
        <w:t>nternetu staršími</w:t>
      </w:r>
      <w:r w:rsidR="00942F60" w:rsidRPr="00FC4669">
        <w:t xml:space="preserve"> 16 let </w:t>
      </w:r>
      <w:r w:rsidR="0075473C" w:rsidRPr="00FC4669">
        <w:t>byl</w:t>
      </w:r>
      <w:r w:rsidR="00DE18D5">
        <w:t>o zastoupení</w:t>
      </w:r>
      <w:r w:rsidRPr="00FC4669">
        <w:t xml:space="preserve"> jednotlivců s</w:t>
      </w:r>
      <w:r w:rsidR="00337A53" w:rsidRPr="00FC4669">
        <w:t>ledujících televizi online na 31,1</w:t>
      </w:r>
      <w:r w:rsidRPr="00FC4669">
        <w:t xml:space="preserve"> %. </w:t>
      </w:r>
      <w:r w:rsidR="00337A53" w:rsidRPr="00FC4669">
        <w:t xml:space="preserve">V roce 2016 byla </w:t>
      </w:r>
      <w:r w:rsidR="0075473C" w:rsidRPr="00FC4669">
        <w:t>do dotazníku šetření VŠIT zařazena</w:t>
      </w:r>
      <w:r w:rsidR="00337A53" w:rsidRPr="00FC4669">
        <w:t xml:space="preserve"> samostatná otázka týkající se sledování televize, filmů a videa přes internet. Ze získaných údajů za rok 2</w:t>
      </w:r>
      <w:r w:rsidR="0075473C" w:rsidRPr="00FC4669">
        <w:t xml:space="preserve">016 vyplývá, že v české </w:t>
      </w:r>
      <w:r w:rsidR="0075473C" w:rsidRPr="00FC4669">
        <w:lastRenderedPageBreak/>
        <w:t>populaci</w:t>
      </w:r>
      <w:r w:rsidR="00337A53" w:rsidRPr="00FC4669">
        <w:t xml:space="preserve"> </w:t>
      </w:r>
      <w:r w:rsidR="0075473C" w:rsidRPr="00FC4669">
        <w:t>nad</w:t>
      </w:r>
      <w:r w:rsidR="00337A53" w:rsidRPr="00FC4669">
        <w:t xml:space="preserve"> 16 let je daleko více oblíbené sledování filmů a videa prostřednictvím </w:t>
      </w:r>
      <w:r w:rsidR="001132C6" w:rsidRPr="00FC4669">
        <w:t>stránek</w:t>
      </w:r>
      <w:r w:rsidR="00337A53" w:rsidRPr="00FC4669">
        <w:t xml:space="preserve"> určených ke sdílení (např. Youtube) než živého televizního vysílání prostřednictvím internetu </w:t>
      </w:r>
      <w:r w:rsidR="00847143" w:rsidRPr="00FC4669">
        <w:t xml:space="preserve">jak ukazuje Graf </w:t>
      </w:r>
      <w:r w:rsidR="00DE18D5">
        <w:t>61</w:t>
      </w:r>
      <w:r w:rsidR="00337A53" w:rsidRPr="00FC4669">
        <w:t>.</w:t>
      </w:r>
      <w:r w:rsidR="0075473C" w:rsidRPr="00FC4669">
        <w:t xml:space="preserve"> Stránky určené ke sdílení využívalo 39 % </w:t>
      </w:r>
      <w:r w:rsidR="0051292C" w:rsidRPr="00FC4669">
        <w:t xml:space="preserve">sledované </w:t>
      </w:r>
      <w:r w:rsidR="001132C6" w:rsidRPr="00FC4669">
        <w:t>populace, zatímco</w:t>
      </w:r>
      <w:r w:rsidR="0051292C" w:rsidRPr="00FC4669">
        <w:t xml:space="preserve"> televizi na internetu sledovalo pouze 24 % zkoumané populace.</w:t>
      </w:r>
      <w:r w:rsidR="00337A53" w:rsidRPr="00FC4669">
        <w:t xml:space="preserve"> </w:t>
      </w:r>
      <w:r w:rsidR="0051292C" w:rsidRPr="00FC4669">
        <w:t>S</w:t>
      </w:r>
      <w:r w:rsidR="00337A53" w:rsidRPr="00FC4669">
        <w:t>ledování neplacených katalogů filmů a videí (jako např. Stream.cz)</w:t>
      </w:r>
      <w:r w:rsidR="0051292C" w:rsidRPr="00FC4669">
        <w:t xml:space="preserve"> pak bylo </w:t>
      </w:r>
      <w:r w:rsidR="00337A53" w:rsidRPr="00FC4669">
        <w:t xml:space="preserve">o něco méně populární než sledování televize online (video z neplacených katalogů sledovalo přibližně 21 % </w:t>
      </w:r>
      <w:r w:rsidR="0051292C" w:rsidRPr="00FC4669">
        <w:t>osob nad</w:t>
      </w:r>
      <w:r w:rsidR="00337A53" w:rsidRPr="00FC4669">
        <w:t xml:space="preserve"> 16</w:t>
      </w:r>
      <w:r w:rsidR="00DE18D5">
        <w:t> </w:t>
      </w:r>
      <w:r w:rsidR="00337A53" w:rsidRPr="00FC4669">
        <w:t>let.</w:t>
      </w:r>
      <w:r w:rsidR="00F176FF" w:rsidRPr="00FC4669">
        <w:t xml:space="preserve"> </w:t>
      </w:r>
      <w:r w:rsidR="00681BA0" w:rsidRPr="00FC4669">
        <w:t xml:space="preserve">Nejméně využívanou službou spojenou se sledováním </w:t>
      </w:r>
      <w:r w:rsidR="0051292C" w:rsidRPr="00FC4669">
        <w:t>filmů a videí přes internet byly</w:t>
      </w:r>
      <w:r w:rsidR="00681BA0" w:rsidRPr="00FC4669">
        <w:t xml:space="preserve"> placen</w:t>
      </w:r>
      <w:r w:rsidR="0051292C" w:rsidRPr="00FC4669">
        <w:t>é katalogy pořadů (jako např. Ne</w:t>
      </w:r>
      <w:r w:rsidR="00681BA0" w:rsidRPr="00FC4669">
        <w:t>t</w:t>
      </w:r>
      <w:r w:rsidR="00030619">
        <w:t>f</w:t>
      </w:r>
      <w:r w:rsidR="00681BA0" w:rsidRPr="00FC4669">
        <w:t>lix), které v roce 2016 využila pouze 3 % populace starší 16 let.</w:t>
      </w:r>
    </w:p>
    <w:p w:rsidR="00BB64DB" w:rsidRPr="00FC4669" w:rsidRDefault="00BB64DB" w:rsidP="00BB64DB">
      <w:pPr>
        <w:pStyle w:val="Titulek"/>
        <w:keepNext/>
        <w:rPr>
          <w:color w:val="auto"/>
          <w:sz w:val="22"/>
          <w:szCs w:val="22"/>
        </w:rPr>
      </w:pPr>
      <w:r w:rsidRPr="00FC4669">
        <w:rPr>
          <w:color w:val="auto"/>
          <w:sz w:val="22"/>
          <w:szCs w:val="22"/>
        </w:rPr>
        <w:t xml:space="preserve">Graf </w:t>
      </w:r>
      <w:r w:rsidR="00BB1409">
        <w:rPr>
          <w:color w:val="auto"/>
          <w:sz w:val="22"/>
          <w:szCs w:val="22"/>
        </w:rPr>
        <w:t>61</w:t>
      </w:r>
      <w:r w:rsidRPr="00FC4669">
        <w:rPr>
          <w:color w:val="auto"/>
          <w:sz w:val="22"/>
          <w:szCs w:val="22"/>
        </w:rPr>
        <w:t xml:space="preserve"> </w:t>
      </w:r>
      <w:r w:rsidR="002B7E46" w:rsidRPr="00FC4669">
        <w:rPr>
          <w:b w:val="0"/>
          <w:color w:val="auto"/>
          <w:sz w:val="22"/>
          <w:szCs w:val="22"/>
        </w:rPr>
        <w:t xml:space="preserve">Využití internetu </w:t>
      </w:r>
      <w:r w:rsidRPr="00FC4669">
        <w:rPr>
          <w:b w:val="0"/>
          <w:color w:val="auto"/>
          <w:sz w:val="22"/>
          <w:szCs w:val="22"/>
        </w:rPr>
        <w:t>ke sledování televize</w:t>
      </w:r>
      <w:r w:rsidR="00337A53" w:rsidRPr="00FC4669">
        <w:rPr>
          <w:b w:val="0"/>
          <w:color w:val="auto"/>
          <w:sz w:val="22"/>
          <w:szCs w:val="22"/>
        </w:rPr>
        <w:t>, filmů</w:t>
      </w:r>
      <w:r w:rsidR="00C93E10" w:rsidRPr="00FC4669">
        <w:rPr>
          <w:b w:val="0"/>
          <w:color w:val="auto"/>
          <w:sz w:val="22"/>
          <w:szCs w:val="22"/>
        </w:rPr>
        <w:t xml:space="preserve"> a videa</w:t>
      </w:r>
      <w:r w:rsidRPr="00FC4669">
        <w:rPr>
          <w:b w:val="0"/>
          <w:color w:val="auto"/>
          <w:sz w:val="22"/>
          <w:szCs w:val="22"/>
        </w:rPr>
        <w:t xml:space="preserve"> v roce 201</w:t>
      </w:r>
      <w:r w:rsidR="00C93E10" w:rsidRPr="00FC4669">
        <w:rPr>
          <w:b w:val="0"/>
          <w:color w:val="auto"/>
          <w:sz w:val="22"/>
          <w:szCs w:val="22"/>
        </w:rPr>
        <w:t>6</w:t>
      </w:r>
    </w:p>
    <w:p w:rsidR="00BB64DB" w:rsidRPr="00FC4669" w:rsidRDefault="00847143" w:rsidP="00BB64DB">
      <w:pPr>
        <w:keepNext/>
        <w:jc w:val="center"/>
      </w:pPr>
      <w:r w:rsidRPr="00FC4669">
        <w:rPr>
          <w:noProof/>
        </w:rPr>
        <w:drawing>
          <wp:inline distT="0" distB="0" distL="0" distR="0">
            <wp:extent cx="5276850" cy="1590675"/>
            <wp:effectExtent l="0" t="0" r="0" b="0"/>
            <wp:docPr id="106"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77"/>
              </a:graphicData>
            </a:graphic>
          </wp:inline>
        </w:drawing>
      </w:r>
    </w:p>
    <w:p w:rsidR="00BB64DB" w:rsidRPr="00FC4669" w:rsidRDefault="00882967" w:rsidP="00BB64DB">
      <w:pPr>
        <w:pStyle w:val="Titulek"/>
        <w:rPr>
          <w:b w:val="0"/>
          <w:color w:val="auto"/>
          <w:sz w:val="22"/>
          <w:szCs w:val="22"/>
        </w:rPr>
      </w:pPr>
      <w:r w:rsidRPr="00FC4669">
        <w:rPr>
          <w:b w:val="0"/>
          <w:color w:val="auto"/>
          <w:sz w:val="22"/>
          <w:szCs w:val="22"/>
        </w:rPr>
        <w:t>Zdroj: VŠIT, ČSÚ</w:t>
      </w:r>
    </w:p>
    <w:p w:rsidR="00F176FF" w:rsidRPr="00FC4669" w:rsidRDefault="0051292C" w:rsidP="00847143">
      <w:pPr>
        <w:spacing w:after="0"/>
      </w:pPr>
      <w:r w:rsidRPr="00FC4669">
        <w:t xml:space="preserve">Jak je také patrné z Grafu </w:t>
      </w:r>
      <w:r w:rsidR="003C105C">
        <w:t>62</w:t>
      </w:r>
      <w:r w:rsidR="00847143" w:rsidRPr="00FC4669">
        <w:t xml:space="preserve">, služby online sledování televize, filmů a videa jsou oblíbené </w:t>
      </w:r>
      <w:r w:rsidRPr="00FC4669">
        <w:t>nejvíce</w:t>
      </w:r>
      <w:r w:rsidR="00847143" w:rsidRPr="00FC4669">
        <w:t xml:space="preserve"> u mladší populace a zejména pak sledování videa ze stránek určených ke sdílen</w:t>
      </w:r>
      <w:r w:rsidR="00681BA0" w:rsidRPr="00FC4669">
        <w:t>í (ne</w:t>
      </w:r>
      <w:r w:rsidR="003C105C">
        <w:t>celých 79 % populace ve věku 16–</w:t>
      </w:r>
      <w:r w:rsidR="00681BA0" w:rsidRPr="00FC4669">
        <w:t xml:space="preserve">24 sledovalo videa prostřednictvím streamingu). </w:t>
      </w:r>
      <w:r w:rsidR="00847143" w:rsidRPr="00FC4669">
        <w:t xml:space="preserve">Sledování televize na internetu si udržuje svou pozici také u starší populace a s přibývajícím věkem klesá oblíbenost sledování televize online spíše pozvolna. Naopak využití neplacených katalogů pořadů ke sledování videa </w:t>
      </w:r>
      <w:r w:rsidR="00681BA0" w:rsidRPr="00FC4669">
        <w:t>u starších věkových kategorií klesá strměji. Z</w:t>
      </w:r>
      <w:r w:rsidR="001132C6">
        <w:t>ajímavým poznatkem pro provozova</w:t>
      </w:r>
      <w:r w:rsidR="001132C6" w:rsidRPr="00FC4669">
        <w:t>tele</w:t>
      </w:r>
      <w:r w:rsidR="00681BA0" w:rsidRPr="00FC4669">
        <w:t xml:space="preserve"> placených katalogů pořadů je ochota necelé desetiny </w:t>
      </w:r>
      <w:r w:rsidR="003C105C">
        <w:t>(8 %) mladých lidí ve věku 16–</w:t>
      </w:r>
      <w:r w:rsidR="00681BA0" w:rsidRPr="00FC4669">
        <w:t>24 let platit za tyto služby.</w:t>
      </w:r>
    </w:p>
    <w:p w:rsidR="00BB64DB" w:rsidRPr="00FC4669" w:rsidRDefault="00BB64DB" w:rsidP="00BB64DB">
      <w:pPr>
        <w:pStyle w:val="Titulek"/>
        <w:keepNext/>
        <w:rPr>
          <w:b w:val="0"/>
          <w:color w:val="auto"/>
          <w:sz w:val="22"/>
          <w:szCs w:val="22"/>
        </w:rPr>
      </w:pPr>
      <w:r w:rsidRPr="00FC4669">
        <w:rPr>
          <w:color w:val="auto"/>
          <w:sz w:val="22"/>
          <w:szCs w:val="22"/>
        </w:rPr>
        <w:t xml:space="preserve">Graf </w:t>
      </w:r>
      <w:r w:rsidR="00BB1409">
        <w:rPr>
          <w:color w:val="auto"/>
          <w:sz w:val="22"/>
          <w:szCs w:val="22"/>
        </w:rPr>
        <w:t>62</w:t>
      </w:r>
      <w:r w:rsidRPr="00FC4669">
        <w:rPr>
          <w:color w:val="auto"/>
          <w:sz w:val="22"/>
          <w:szCs w:val="22"/>
        </w:rPr>
        <w:t xml:space="preserve"> </w:t>
      </w:r>
      <w:r w:rsidR="00F176FF" w:rsidRPr="00FC4669">
        <w:rPr>
          <w:b w:val="0"/>
          <w:color w:val="auto"/>
          <w:sz w:val="22"/>
          <w:szCs w:val="22"/>
        </w:rPr>
        <w:t>Využití internetu ke sledování televize, filmů a videa v roce 2016 podle věkových kategorií</w:t>
      </w:r>
      <w:r w:rsidR="002F0571" w:rsidRPr="00FC4669">
        <w:rPr>
          <w:b w:val="0"/>
          <w:color w:val="auto"/>
          <w:sz w:val="22"/>
          <w:szCs w:val="22"/>
        </w:rPr>
        <w:t xml:space="preserve"> (v</w:t>
      </w:r>
      <w:r w:rsidR="003C105C">
        <w:rPr>
          <w:b w:val="0"/>
          <w:color w:val="auto"/>
          <w:sz w:val="22"/>
          <w:szCs w:val="22"/>
        </w:rPr>
        <w:t> %</w:t>
      </w:r>
      <w:r w:rsidR="002F0571" w:rsidRPr="00FC4669">
        <w:rPr>
          <w:b w:val="0"/>
          <w:color w:val="auto"/>
          <w:sz w:val="22"/>
          <w:szCs w:val="22"/>
        </w:rPr>
        <w:t>)</w:t>
      </w:r>
    </w:p>
    <w:p w:rsidR="00BB64DB" w:rsidRPr="00FC4669" w:rsidRDefault="0051292C" w:rsidP="007127CE">
      <w:pPr>
        <w:jc w:val="center"/>
      </w:pPr>
      <w:r w:rsidRPr="00FC4669">
        <w:rPr>
          <w:noProof/>
        </w:rPr>
        <w:drawing>
          <wp:inline distT="0" distB="0" distL="0" distR="0">
            <wp:extent cx="6000750" cy="2600325"/>
            <wp:effectExtent l="0" t="0" r="0" b="0"/>
            <wp:docPr id="135"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78"/>
              </a:graphicData>
            </a:graphic>
          </wp:inline>
        </w:drawing>
      </w:r>
    </w:p>
    <w:p w:rsidR="00BB64DB" w:rsidRPr="00FC4669" w:rsidRDefault="00BB64DB" w:rsidP="00BB64DB">
      <w:pPr>
        <w:pStyle w:val="Titulek"/>
        <w:tabs>
          <w:tab w:val="left" w:pos="1134"/>
        </w:tabs>
        <w:rPr>
          <w:b w:val="0"/>
          <w:color w:val="auto"/>
          <w:sz w:val="22"/>
          <w:szCs w:val="22"/>
        </w:rPr>
      </w:pPr>
      <w:r w:rsidRPr="00FC4669">
        <w:rPr>
          <w:b w:val="0"/>
          <w:color w:val="auto"/>
          <w:sz w:val="22"/>
          <w:szCs w:val="22"/>
        </w:rPr>
        <w:t xml:space="preserve">Zdroj: </w:t>
      </w:r>
      <w:r w:rsidR="00A300BD" w:rsidRPr="00FC4669">
        <w:rPr>
          <w:b w:val="0"/>
          <w:color w:val="auto"/>
          <w:sz w:val="22"/>
          <w:szCs w:val="22"/>
        </w:rPr>
        <w:t>VŠIT, ČSÚ</w:t>
      </w:r>
    </w:p>
    <w:p w:rsidR="00BB64DB" w:rsidRPr="00FC4669" w:rsidRDefault="00BB64DB" w:rsidP="00694914">
      <w:pPr>
        <w:pStyle w:val="Nadpis1"/>
        <w:numPr>
          <w:ilvl w:val="0"/>
          <w:numId w:val="17"/>
        </w:numPr>
      </w:pPr>
      <w:bookmarkStart w:id="101" w:name="_Toc430189814"/>
      <w:bookmarkStart w:id="102" w:name="_Toc465253907"/>
      <w:r w:rsidRPr="00FC4669">
        <w:lastRenderedPageBreak/>
        <w:t>VIDEOHRY</w:t>
      </w:r>
      <w:bookmarkEnd w:id="101"/>
      <w:bookmarkEnd w:id="102"/>
    </w:p>
    <w:p w:rsidR="00BB64DB" w:rsidRPr="00FC4669" w:rsidRDefault="00BB64DB" w:rsidP="00BB64DB">
      <w:pPr>
        <w:pStyle w:val="Titulek"/>
        <w:keepNext/>
        <w:jc w:val="right"/>
        <w:rPr>
          <w:color w:val="auto"/>
        </w:rPr>
      </w:pPr>
      <w:bookmarkStart w:id="103" w:name="_Toc464832057"/>
      <w:r w:rsidRPr="00FC4669">
        <w:rPr>
          <w:color w:val="auto"/>
          <w:sz w:val="22"/>
          <w:szCs w:val="22"/>
        </w:rPr>
        <w:t xml:space="preserve">Tabulka </w:t>
      </w:r>
      <w:r w:rsidR="001918B2">
        <w:rPr>
          <w:color w:val="auto"/>
          <w:sz w:val="22"/>
          <w:szCs w:val="22"/>
        </w:rPr>
        <w:t>9</w:t>
      </w:r>
      <w:r w:rsidRPr="00FC4669">
        <w:rPr>
          <w:color w:val="auto"/>
        </w:rPr>
        <w:t xml:space="preserve"> </w:t>
      </w:r>
      <w:r w:rsidRPr="00FC4669">
        <w:rPr>
          <w:b w:val="0"/>
          <w:color w:val="auto"/>
          <w:sz w:val="22"/>
          <w:szCs w:val="22"/>
        </w:rPr>
        <w:t>Vymezení oblasti videoher podle klasifikace NACE</w:t>
      </w:r>
      <w:bookmarkEnd w:id="103"/>
    </w:p>
    <w:tbl>
      <w:tblPr>
        <w:tblW w:w="6377" w:type="dxa"/>
        <w:jc w:val="right"/>
        <w:tblCellMar>
          <w:left w:w="70" w:type="dxa"/>
          <w:right w:w="70" w:type="dxa"/>
        </w:tblCellMar>
        <w:tblLook w:val="04A0"/>
      </w:tblPr>
      <w:tblGrid>
        <w:gridCol w:w="1009"/>
        <w:gridCol w:w="5368"/>
      </w:tblGrid>
      <w:tr w:rsidR="00BB64DB" w:rsidRPr="00FC4669" w:rsidTr="00942F60">
        <w:trPr>
          <w:trHeight w:val="255"/>
          <w:jc w:val="right"/>
        </w:trPr>
        <w:tc>
          <w:tcPr>
            <w:tcW w:w="1009" w:type="dxa"/>
            <w:tcBorders>
              <w:top w:val="single" w:sz="12" w:space="0" w:color="auto"/>
              <w:left w:val="nil"/>
              <w:bottom w:val="single" w:sz="12" w:space="0" w:color="auto"/>
              <w:right w:val="nil"/>
            </w:tcBorders>
            <w:shd w:val="clear" w:color="auto" w:fill="F2DBDB" w:themeFill="accent2" w:themeFillTint="33"/>
            <w:hideMark/>
          </w:tcPr>
          <w:p w:rsidR="00BB64DB" w:rsidRPr="00FC4669" w:rsidRDefault="00BB64DB" w:rsidP="00942F60">
            <w:pPr>
              <w:pStyle w:val="Box"/>
              <w:ind w:hanging="1133"/>
              <w:rPr>
                <w:rFonts w:asciiTheme="minorHAnsi" w:hAnsiTheme="minorHAnsi"/>
                <w:sz w:val="20"/>
                <w:szCs w:val="20"/>
              </w:rPr>
            </w:pPr>
            <w:r w:rsidRPr="00FC4669">
              <w:rPr>
                <w:rFonts w:asciiTheme="minorHAnsi" w:hAnsiTheme="minorHAnsi"/>
                <w:sz w:val="20"/>
                <w:szCs w:val="20"/>
              </w:rPr>
              <w:t>NACE</w:t>
            </w:r>
          </w:p>
        </w:tc>
        <w:tc>
          <w:tcPr>
            <w:tcW w:w="5368" w:type="dxa"/>
            <w:tcBorders>
              <w:top w:val="single" w:sz="12" w:space="0" w:color="auto"/>
              <w:left w:val="nil"/>
              <w:bottom w:val="single" w:sz="12" w:space="0" w:color="auto"/>
              <w:right w:val="nil"/>
            </w:tcBorders>
            <w:shd w:val="clear" w:color="auto" w:fill="F2DBDB" w:themeFill="accent2" w:themeFillTint="33"/>
            <w:hideMark/>
          </w:tcPr>
          <w:p w:rsidR="00BB64DB" w:rsidRPr="00FC4669" w:rsidRDefault="00BB64DB" w:rsidP="00942F60">
            <w:pPr>
              <w:pStyle w:val="Box"/>
              <w:ind w:hanging="1134"/>
              <w:rPr>
                <w:rFonts w:asciiTheme="minorHAnsi" w:hAnsiTheme="minorHAnsi"/>
                <w:sz w:val="20"/>
                <w:szCs w:val="20"/>
              </w:rPr>
            </w:pPr>
            <w:r w:rsidRPr="00FC4669">
              <w:rPr>
                <w:rFonts w:asciiTheme="minorHAnsi" w:hAnsiTheme="minorHAnsi"/>
                <w:sz w:val="20"/>
                <w:szCs w:val="20"/>
              </w:rPr>
              <w:t>EKONOMICKÁ ČINNOST</w:t>
            </w:r>
          </w:p>
        </w:tc>
      </w:tr>
      <w:tr w:rsidR="00BB64DB" w:rsidRPr="00FC4669" w:rsidTr="00942F60">
        <w:trPr>
          <w:trHeight w:val="255"/>
          <w:jc w:val="right"/>
        </w:trPr>
        <w:tc>
          <w:tcPr>
            <w:tcW w:w="1009" w:type="dxa"/>
            <w:tcBorders>
              <w:top w:val="single" w:sz="12" w:space="0" w:color="auto"/>
              <w:left w:val="nil"/>
              <w:bottom w:val="single" w:sz="12" w:space="0" w:color="auto"/>
              <w:right w:val="nil"/>
            </w:tcBorders>
            <w:shd w:val="clear" w:color="auto" w:fill="auto"/>
            <w:vAlign w:val="bottom"/>
            <w:hideMark/>
          </w:tcPr>
          <w:p w:rsidR="00BB64DB" w:rsidRPr="00FC4669" w:rsidRDefault="00BB64DB" w:rsidP="00942F60">
            <w:pPr>
              <w:spacing w:after="0" w:line="276" w:lineRule="auto"/>
              <w:jc w:val="left"/>
              <w:rPr>
                <w:rFonts w:asciiTheme="minorHAnsi" w:hAnsiTheme="minorHAnsi"/>
                <w:szCs w:val="20"/>
              </w:rPr>
            </w:pPr>
            <w:r w:rsidRPr="00FC4669">
              <w:rPr>
                <w:rFonts w:asciiTheme="minorHAnsi" w:hAnsiTheme="minorHAnsi"/>
                <w:szCs w:val="20"/>
              </w:rPr>
              <w:t>58.21</w:t>
            </w:r>
          </w:p>
        </w:tc>
        <w:tc>
          <w:tcPr>
            <w:tcW w:w="5368" w:type="dxa"/>
            <w:tcBorders>
              <w:top w:val="single" w:sz="12" w:space="0" w:color="auto"/>
              <w:left w:val="nil"/>
              <w:bottom w:val="single" w:sz="12" w:space="0" w:color="auto"/>
              <w:right w:val="nil"/>
            </w:tcBorders>
            <w:shd w:val="clear" w:color="auto" w:fill="auto"/>
            <w:vAlign w:val="bottom"/>
            <w:hideMark/>
          </w:tcPr>
          <w:p w:rsidR="00BB64DB" w:rsidRPr="00FC4669" w:rsidRDefault="00BB64DB" w:rsidP="00942F60">
            <w:pPr>
              <w:spacing w:after="0" w:line="276" w:lineRule="auto"/>
              <w:jc w:val="left"/>
              <w:rPr>
                <w:rFonts w:asciiTheme="minorHAnsi" w:hAnsiTheme="minorHAnsi"/>
                <w:szCs w:val="20"/>
              </w:rPr>
            </w:pPr>
            <w:r w:rsidRPr="00FC4669">
              <w:rPr>
                <w:rFonts w:asciiTheme="minorHAnsi" w:hAnsiTheme="minorHAnsi"/>
                <w:szCs w:val="20"/>
              </w:rPr>
              <w:t>Vydávání počítačových her</w:t>
            </w:r>
          </w:p>
        </w:tc>
      </w:tr>
    </w:tbl>
    <w:p w:rsidR="00234F33" w:rsidRDefault="00234F33" w:rsidP="00BB64DB"/>
    <w:p w:rsidR="00BA44D7" w:rsidRPr="00FC4669" w:rsidRDefault="00BB64DB" w:rsidP="00BB64DB">
      <w:r w:rsidRPr="00FC4669">
        <w:t>Trh s videohrami je nejmladší oblastí audio</w:t>
      </w:r>
      <w:r w:rsidR="00942F60" w:rsidRPr="00FC4669">
        <w:t>vizuálního a mediálního sektoru</w:t>
      </w:r>
      <w:r w:rsidRPr="00FC4669">
        <w:t>. Herní průmysl je celosvětově rychle se rozvíjejícím odvětvím a je ve ve</w:t>
      </w:r>
      <w:r w:rsidR="000D41C4">
        <w:t>lké míře ovlivněn technologickým</w:t>
      </w:r>
      <w:r w:rsidRPr="00FC4669">
        <w:t xml:space="preserve"> vývojem. Proto se také forma hraní her a návyky spotřebitelů mění rychleji než v ostatních audiovizuálních oblastech a vedle klasických počítačových her a videoher se stále rychleji rozvíjí trh s mobilními herními aplikacemi a hrami přes sociální sítě</w:t>
      </w:r>
      <w:r w:rsidR="00BA44D7" w:rsidRPr="00FC4669">
        <w:t>.</w:t>
      </w:r>
      <w:r w:rsidRPr="00FC4669">
        <w:t xml:space="preserve"> (ESA, 2014; </w:t>
      </w:r>
      <w:r w:rsidR="00EF3614" w:rsidRPr="00FC4669">
        <w:t>PWC, 2018</w:t>
      </w:r>
      <w:r w:rsidR="00BA44D7" w:rsidRPr="00FC4669">
        <w:t>)</w:t>
      </w:r>
    </w:p>
    <w:p w:rsidR="00BB64DB" w:rsidRPr="00FC4669" w:rsidRDefault="00BA44D7" w:rsidP="00BB64DB">
      <w:r w:rsidRPr="00FC4669">
        <w:tab/>
      </w:r>
      <w:r w:rsidR="00BB64DB" w:rsidRPr="00FC4669">
        <w:t xml:space="preserve"> Údaje o</w:t>
      </w:r>
      <w:r w:rsidR="00FC208C" w:rsidRPr="00FC4669">
        <w:t xml:space="preserve"> herním průmyslu v ČR a SR sbírá spolek</w:t>
      </w:r>
      <w:r w:rsidR="00BB64DB" w:rsidRPr="00FC4669">
        <w:t xml:space="preserve"> </w:t>
      </w:r>
      <w:r w:rsidR="00FC208C" w:rsidRPr="00FC4669">
        <w:t>České hry, který</w:t>
      </w:r>
      <w:r w:rsidR="00BB64DB" w:rsidRPr="00FC4669">
        <w:t xml:space="preserve"> </w:t>
      </w:r>
      <w:r w:rsidR="00FC208C" w:rsidRPr="00FC4669">
        <w:t>vydal v roce 2016</w:t>
      </w:r>
      <w:r w:rsidR="00E61500" w:rsidRPr="00FC4669">
        <w:t xml:space="preserve"> publi</w:t>
      </w:r>
      <w:r w:rsidR="00FC208C" w:rsidRPr="00FC4669">
        <w:t>k</w:t>
      </w:r>
      <w:r w:rsidR="00E61500" w:rsidRPr="00FC4669">
        <w:t>a</w:t>
      </w:r>
      <w:r w:rsidR="002771F3" w:rsidRPr="00FC4669">
        <w:t>ci Č</w:t>
      </w:r>
      <w:r w:rsidR="00FC208C" w:rsidRPr="00FC4669">
        <w:t>eský herní průmysl a dále organizace MU Game Studies</w:t>
      </w:r>
      <w:r w:rsidR="00BB64DB" w:rsidRPr="00FC4669">
        <w:t xml:space="preserve">. </w:t>
      </w:r>
      <w:r w:rsidR="00972FC7" w:rsidRPr="00FC4669">
        <w:t>V roce 2018 byla založena Asociace českých herních vývojářů, jejímž cílem je mimo jiné sbírat a publikovat data o průmyslovém odvětví her</w:t>
      </w:r>
      <w:r w:rsidR="00BB1409">
        <w:t xml:space="preserve"> </w:t>
      </w:r>
      <w:r w:rsidR="00972FC7" w:rsidRPr="00FC4669">
        <w:t xml:space="preserve">v ČR, v době psaní této analýzy však data </w:t>
      </w:r>
      <w:r w:rsidR="001132C6" w:rsidRPr="00FC4669">
        <w:t>veřejně</w:t>
      </w:r>
      <w:r w:rsidR="00972FC7" w:rsidRPr="00FC4669">
        <w:t xml:space="preserve"> k dispozici nebyla. </w:t>
      </w:r>
      <w:r w:rsidR="00F37CFB" w:rsidRPr="00FC4669">
        <w:t xml:space="preserve">Údaje o příjmech podniků </w:t>
      </w:r>
      <w:r w:rsidR="00FC208C" w:rsidRPr="00FC4669">
        <w:t xml:space="preserve">a počtu zaměstnanců </w:t>
      </w:r>
      <w:r w:rsidR="00F37CFB" w:rsidRPr="00FC4669">
        <w:t>pocházejí z Podnikové strukturální statistiky.</w:t>
      </w:r>
      <w:r w:rsidR="00FC208C" w:rsidRPr="00FC4669">
        <w:t xml:space="preserve"> Tyto údaj</w:t>
      </w:r>
      <w:r w:rsidR="00972FC7" w:rsidRPr="00FC4669">
        <w:t>e jsou doplněny také o veřejně dostupná data o</w:t>
      </w:r>
      <w:r w:rsidR="000E0D24">
        <w:t> </w:t>
      </w:r>
      <w:r w:rsidR="00972FC7" w:rsidRPr="00FC4669">
        <w:t>distribuční platformě STEAM</w:t>
      </w:r>
      <w:r w:rsidR="00FC208C" w:rsidRPr="00FC4669">
        <w:t>.</w:t>
      </w:r>
      <w:r w:rsidR="00F37CFB" w:rsidRPr="00FC4669">
        <w:t xml:space="preserve"> </w:t>
      </w:r>
      <w:r w:rsidR="00FC208C" w:rsidRPr="00FC4669">
        <w:t xml:space="preserve">Pojem </w:t>
      </w:r>
      <w:r w:rsidR="00BB64DB" w:rsidRPr="00FC4669">
        <w:t xml:space="preserve">počítačová hra </w:t>
      </w:r>
      <w:r w:rsidR="00FC208C" w:rsidRPr="00FC4669">
        <w:t xml:space="preserve">je v textu </w:t>
      </w:r>
      <w:r w:rsidR="00BB64DB" w:rsidRPr="00FC4669">
        <w:t xml:space="preserve">volně </w:t>
      </w:r>
      <w:r w:rsidR="008E3C01" w:rsidRPr="00FC4669">
        <w:t>nahrazován pojmem videohra a </w:t>
      </w:r>
      <w:r w:rsidR="00BB64DB" w:rsidRPr="00FC4669">
        <w:t>zahrnuje veškeré aplikace a software, který je používaný ke hře na zmiňovaných zařízeních (počítač,</w:t>
      </w:r>
      <w:r w:rsidR="00220644" w:rsidRPr="00FC4669">
        <w:t> </w:t>
      </w:r>
      <w:r w:rsidR="00BB64DB" w:rsidRPr="00FC4669">
        <w:t>tablet, telefon, přenosná herní zařízení apod.).</w:t>
      </w:r>
    </w:p>
    <w:p w:rsidR="00BB64DB" w:rsidRPr="00FC4669" w:rsidRDefault="00B414F8" w:rsidP="00694914">
      <w:pPr>
        <w:pStyle w:val="Nadpis2"/>
        <w:numPr>
          <w:ilvl w:val="1"/>
          <w:numId w:val="17"/>
        </w:numPr>
      </w:pPr>
      <w:bookmarkStart w:id="104" w:name="_Toc430189815"/>
      <w:bookmarkStart w:id="105" w:name="_Toc431475043"/>
      <w:bookmarkStart w:id="106" w:name="_Toc463969198"/>
      <w:bookmarkStart w:id="107" w:name="_Toc465253908"/>
      <w:r w:rsidRPr="00FC4669">
        <w:t>PŘÍJMY</w:t>
      </w:r>
      <w:r w:rsidR="00BB64DB" w:rsidRPr="00FC4669">
        <w:t xml:space="preserve"> A ZAMĚSTNANOST</w:t>
      </w:r>
      <w:bookmarkEnd w:id="104"/>
      <w:bookmarkEnd w:id="105"/>
      <w:bookmarkEnd w:id="106"/>
      <w:bookmarkEnd w:id="107"/>
    </w:p>
    <w:p w:rsidR="00BB64DB" w:rsidRPr="00FC4669" w:rsidRDefault="00BB64DB" w:rsidP="00BB64DB">
      <w:pPr>
        <w:ind w:firstLine="708"/>
      </w:pPr>
      <w:r w:rsidRPr="00FC4669">
        <w:t xml:space="preserve">Celkové </w:t>
      </w:r>
      <w:r w:rsidR="002A1980" w:rsidRPr="00FC4669">
        <w:t xml:space="preserve">příjmy </w:t>
      </w:r>
      <w:r w:rsidR="00F37CFB" w:rsidRPr="00FC4669">
        <w:t xml:space="preserve">podniků v oblasti videoher </w:t>
      </w:r>
      <w:r w:rsidR="00995124" w:rsidRPr="00FC4669">
        <w:t>zaznamenaly v posledních l</w:t>
      </w:r>
      <w:r w:rsidR="00BA3ED9" w:rsidRPr="00FC4669">
        <w:t>etech nárůst a v roce 2016 dosahovaly výše 1,4</w:t>
      </w:r>
      <w:r w:rsidR="004B7DDE" w:rsidRPr="00FC4669">
        <w:t xml:space="preserve"> mld. Kč.</w:t>
      </w:r>
      <w:r w:rsidRPr="00FC4669">
        <w:t xml:space="preserve"> </w:t>
      </w:r>
      <w:r w:rsidR="00E61500" w:rsidRPr="00FC4669">
        <w:t>Počet zaměstnanců</w:t>
      </w:r>
      <w:r w:rsidR="00255DDE" w:rsidRPr="00FC4669">
        <w:t xml:space="preserve"> podle údajů Podnikové strukturální statistiky meziročně </w:t>
      </w:r>
      <w:r w:rsidR="00995124" w:rsidRPr="00FC4669">
        <w:t>také m</w:t>
      </w:r>
      <w:r w:rsidR="00E61500" w:rsidRPr="00FC4669">
        <w:t>írně stoupal</w:t>
      </w:r>
      <w:r w:rsidR="00995124" w:rsidRPr="00FC4669">
        <w:t xml:space="preserve"> a v roce 201</w:t>
      </w:r>
      <w:r w:rsidR="00D86177">
        <w:t>6</w:t>
      </w:r>
      <w:r w:rsidR="00E61500" w:rsidRPr="00FC4669">
        <w:t xml:space="preserve"> se pohyboval</w:t>
      </w:r>
      <w:r w:rsidR="00BA3ED9" w:rsidRPr="00FC4669">
        <w:t xml:space="preserve"> okolo 380</w:t>
      </w:r>
      <w:r w:rsidR="00255DDE" w:rsidRPr="00FC4669">
        <w:t xml:space="preserve"> zaměstnanců na plný úvazek</w:t>
      </w:r>
      <w:r w:rsidRPr="00FC4669">
        <w:t>.</w:t>
      </w:r>
      <w:r w:rsidR="004B7DDE" w:rsidRPr="00FC4669">
        <w:t xml:space="preserve"> </w:t>
      </w:r>
      <w:r w:rsidR="00297CA7" w:rsidRPr="00FC4669">
        <w:t>Údaje</w:t>
      </w:r>
      <w:r w:rsidR="00255DDE" w:rsidRPr="00FC4669">
        <w:t xml:space="preserve"> </w:t>
      </w:r>
      <w:r w:rsidR="00704803" w:rsidRPr="00FC4669">
        <w:t>je možné</w:t>
      </w:r>
      <w:r w:rsidR="00995124" w:rsidRPr="00FC4669">
        <w:t xml:space="preserve"> doplnit také o </w:t>
      </w:r>
      <w:r w:rsidR="00D86177">
        <w:t xml:space="preserve">zjištěné </w:t>
      </w:r>
      <w:r w:rsidR="00995124" w:rsidRPr="00FC4669">
        <w:t>údaje z doplňkového šetření MU Game Studies</w:t>
      </w:r>
      <w:r w:rsidR="00704803" w:rsidRPr="00FC4669">
        <w:t>,</w:t>
      </w:r>
      <w:r w:rsidR="00995124" w:rsidRPr="00FC4669">
        <w:t xml:space="preserve"> podle kterého se počet zaměstnaných osob</w:t>
      </w:r>
      <w:r w:rsidR="00E61500" w:rsidRPr="00FC4669">
        <w:t xml:space="preserve"> (podnikatelé, zaměstnanci a pracovníci na dohody) </w:t>
      </w:r>
      <w:r w:rsidR="00995124" w:rsidRPr="00FC4669">
        <w:t>v největších společnostech českého herního</w:t>
      </w:r>
      <w:r w:rsidR="00E61500" w:rsidRPr="00FC4669">
        <w:t xml:space="preserve"> průmyslu</w:t>
      </w:r>
      <w:r w:rsidR="00995124" w:rsidRPr="00FC4669">
        <w:t xml:space="preserve"> pohyboval v roce 2016 okolo 960 pracovníků.</w:t>
      </w:r>
      <w:r w:rsidR="00E61500" w:rsidRPr="00FC4669">
        <w:t xml:space="preserve"> Celkové příjmy českých společností v roce 2016 </w:t>
      </w:r>
      <w:r w:rsidR="00704803" w:rsidRPr="00FC4669">
        <w:t>se</w:t>
      </w:r>
      <w:r w:rsidR="00E61500" w:rsidRPr="00FC4669">
        <w:t xml:space="preserve"> podle</w:t>
      </w:r>
      <w:r w:rsidR="00704803" w:rsidRPr="00FC4669">
        <w:t xml:space="preserve"> odhadů</w:t>
      </w:r>
      <w:r w:rsidR="00E61500" w:rsidRPr="00FC4669">
        <w:t xml:space="preserve"> MU Game Studies </w:t>
      </w:r>
      <w:r w:rsidR="00704803" w:rsidRPr="00FC4669">
        <w:t>pohybovaly mezi</w:t>
      </w:r>
      <w:r w:rsidR="00E61500" w:rsidRPr="00FC4669">
        <w:t xml:space="preserve"> 2 </w:t>
      </w:r>
      <w:r w:rsidR="00704803" w:rsidRPr="00FC4669">
        <w:t xml:space="preserve">a </w:t>
      </w:r>
      <w:r w:rsidR="00E61500" w:rsidRPr="00FC4669">
        <w:t>3 mld. Kč.</w:t>
      </w:r>
    </w:p>
    <w:p w:rsidR="0016269D" w:rsidRPr="00FC4669" w:rsidRDefault="00BB64DB" w:rsidP="00DA4D23">
      <w:pPr>
        <w:pStyle w:val="Titulek"/>
        <w:keepNext/>
        <w:rPr>
          <w:b w:val="0"/>
          <w:noProof/>
          <w:color w:val="auto"/>
          <w:sz w:val="22"/>
          <w:szCs w:val="22"/>
          <w:lang w:eastAsia="cs-CZ"/>
        </w:rPr>
      </w:pPr>
      <w:r w:rsidRPr="00FC4669">
        <w:rPr>
          <w:color w:val="auto"/>
          <w:sz w:val="22"/>
          <w:szCs w:val="22"/>
        </w:rPr>
        <w:t xml:space="preserve">Graf </w:t>
      </w:r>
      <w:r w:rsidR="00C30140">
        <w:rPr>
          <w:color w:val="auto"/>
          <w:sz w:val="22"/>
          <w:szCs w:val="22"/>
        </w:rPr>
        <w:t>63</w:t>
      </w:r>
      <w:r w:rsidRPr="00FC4669">
        <w:rPr>
          <w:color w:val="auto"/>
        </w:rPr>
        <w:t xml:space="preserve"> </w:t>
      </w:r>
      <w:r w:rsidR="002B7E46" w:rsidRPr="00FC4669">
        <w:rPr>
          <w:b w:val="0"/>
          <w:color w:val="auto"/>
          <w:sz w:val="22"/>
          <w:szCs w:val="22"/>
        </w:rPr>
        <w:t>Příjmy</w:t>
      </w:r>
      <w:r w:rsidR="00995124" w:rsidRPr="00FC4669">
        <w:rPr>
          <w:b w:val="0"/>
          <w:color w:val="auto"/>
          <w:sz w:val="22"/>
          <w:szCs w:val="22"/>
        </w:rPr>
        <w:t xml:space="preserve"> </w:t>
      </w:r>
      <w:r w:rsidRPr="00FC4669">
        <w:rPr>
          <w:b w:val="0"/>
          <w:color w:val="auto"/>
          <w:sz w:val="22"/>
          <w:szCs w:val="22"/>
        </w:rPr>
        <w:t xml:space="preserve">a </w:t>
      </w:r>
      <w:r w:rsidR="002B7E46" w:rsidRPr="00FC4669">
        <w:rPr>
          <w:b w:val="0"/>
          <w:color w:val="auto"/>
          <w:sz w:val="22"/>
          <w:szCs w:val="22"/>
        </w:rPr>
        <w:t>počet</w:t>
      </w:r>
      <w:r w:rsidR="002A1980" w:rsidRPr="00FC4669">
        <w:rPr>
          <w:b w:val="0"/>
          <w:color w:val="auto"/>
          <w:sz w:val="22"/>
          <w:szCs w:val="22"/>
        </w:rPr>
        <w:t xml:space="preserve"> zaměstnanců</w:t>
      </w:r>
      <w:r w:rsidR="00995124" w:rsidRPr="00FC4669">
        <w:rPr>
          <w:b w:val="0"/>
          <w:color w:val="auto"/>
          <w:sz w:val="22"/>
          <w:szCs w:val="22"/>
        </w:rPr>
        <w:t xml:space="preserve"> </w:t>
      </w:r>
      <w:r w:rsidR="00406BC3" w:rsidRPr="00FC4669">
        <w:rPr>
          <w:b w:val="0"/>
          <w:color w:val="auto"/>
          <w:sz w:val="22"/>
          <w:szCs w:val="22"/>
        </w:rPr>
        <w:t>v oblasti videoher</w:t>
      </w:r>
    </w:p>
    <w:p w:rsidR="00995124" w:rsidRPr="00FC4669" w:rsidRDefault="006046AE" w:rsidP="00995124">
      <w:pPr>
        <w:jc w:val="center"/>
      </w:pPr>
      <w:r w:rsidRPr="006046AE">
        <w:rPr>
          <w:noProof/>
        </w:rPr>
        <w:drawing>
          <wp:inline distT="0" distB="0" distL="0" distR="0">
            <wp:extent cx="5210175" cy="2057400"/>
            <wp:effectExtent l="0" t="0" r="0" b="0"/>
            <wp:docPr id="6"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inline>
        </w:drawing>
      </w:r>
    </w:p>
    <w:p w:rsidR="00BB64DB" w:rsidRPr="00FC4669" w:rsidRDefault="00BB64DB" w:rsidP="00BB64DB">
      <w:pPr>
        <w:pStyle w:val="Titulek"/>
        <w:rPr>
          <w:b w:val="0"/>
          <w:color w:val="auto"/>
          <w:sz w:val="22"/>
          <w:szCs w:val="22"/>
        </w:rPr>
      </w:pPr>
      <w:r w:rsidRPr="00FC4669">
        <w:rPr>
          <w:b w:val="0"/>
          <w:color w:val="auto"/>
          <w:sz w:val="22"/>
          <w:szCs w:val="22"/>
        </w:rPr>
        <w:lastRenderedPageBreak/>
        <w:t xml:space="preserve">Zdroj: </w:t>
      </w:r>
      <w:r w:rsidR="00CB2E34" w:rsidRPr="00FC4669">
        <w:rPr>
          <w:b w:val="0"/>
          <w:color w:val="auto"/>
          <w:sz w:val="22"/>
          <w:szCs w:val="22"/>
        </w:rPr>
        <w:t>Podniková strukturální statistika</w:t>
      </w:r>
      <w:r w:rsidR="00882967" w:rsidRPr="00FC4669">
        <w:rPr>
          <w:b w:val="0"/>
          <w:color w:val="auto"/>
          <w:sz w:val="22"/>
          <w:szCs w:val="22"/>
        </w:rPr>
        <w:t xml:space="preserve">, </w:t>
      </w:r>
      <w:r w:rsidR="00CB2E34" w:rsidRPr="00FC4669">
        <w:rPr>
          <w:b w:val="0"/>
          <w:color w:val="auto"/>
          <w:sz w:val="22"/>
          <w:szCs w:val="22"/>
        </w:rPr>
        <w:t>ČSÚ</w:t>
      </w:r>
    </w:p>
    <w:p w:rsidR="00BB64DB" w:rsidRPr="00FC4669" w:rsidRDefault="00BB64DB" w:rsidP="00694914">
      <w:pPr>
        <w:pStyle w:val="Nadpis2"/>
        <w:numPr>
          <w:ilvl w:val="1"/>
          <w:numId w:val="17"/>
        </w:numPr>
      </w:pPr>
      <w:bookmarkStart w:id="108" w:name="_Toc430189816"/>
      <w:bookmarkStart w:id="109" w:name="_Toc431475044"/>
      <w:bookmarkStart w:id="110" w:name="_Toc463969199"/>
      <w:bookmarkStart w:id="111" w:name="_Toc465253909"/>
      <w:r w:rsidRPr="00FC4669">
        <w:t>POHLED SPOTŘEBITELE</w:t>
      </w:r>
      <w:bookmarkEnd w:id="108"/>
      <w:bookmarkEnd w:id="109"/>
      <w:bookmarkEnd w:id="110"/>
      <w:bookmarkEnd w:id="111"/>
    </w:p>
    <w:p w:rsidR="00BB64DB" w:rsidRPr="00FC4669" w:rsidRDefault="00BB64DB" w:rsidP="00BB64DB">
      <w:pPr>
        <w:rPr>
          <w:rFonts w:cs="Arial"/>
          <w:szCs w:val="20"/>
        </w:rPr>
      </w:pPr>
      <w:r w:rsidRPr="00FC4669">
        <w:rPr>
          <w:rFonts w:cs="Arial"/>
          <w:szCs w:val="20"/>
        </w:rPr>
        <w:t>O spotřebitelských návycích posledních let existuje podrobnější evidence než u ekonomických ukazatelů. Výstupy z šetření VŠIT odhalují velké rozdíly ve využití internetu ke hře</w:t>
      </w:r>
      <w:r w:rsidR="000624C6" w:rsidRPr="00FC4669">
        <w:rPr>
          <w:rFonts w:cs="Arial"/>
          <w:szCs w:val="20"/>
        </w:rPr>
        <w:t xml:space="preserve"> či stahování</w:t>
      </w:r>
      <w:r w:rsidRPr="00FC4669">
        <w:rPr>
          <w:rFonts w:cs="Arial"/>
          <w:szCs w:val="20"/>
        </w:rPr>
        <w:t xml:space="preserve"> počítačových her podle věkové struktury. Hry prostřednictvím internetu hrálo</w:t>
      </w:r>
      <w:r w:rsidR="000624C6" w:rsidRPr="00FC4669">
        <w:rPr>
          <w:rFonts w:cs="Arial"/>
          <w:szCs w:val="20"/>
        </w:rPr>
        <w:t xml:space="preserve"> či stahovalo</w:t>
      </w:r>
      <w:r w:rsidR="00993F83" w:rsidRPr="00FC4669">
        <w:rPr>
          <w:rFonts w:cs="Arial"/>
          <w:szCs w:val="20"/>
        </w:rPr>
        <w:t xml:space="preserve"> v roce 2016</w:t>
      </w:r>
      <w:r w:rsidR="00F40373" w:rsidRPr="00FC4669">
        <w:rPr>
          <w:rFonts w:cs="Arial"/>
          <w:szCs w:val="20"/>
        </w:rPr>
        <w:t xml:space="preserve"> </w:t>
      </w:r>
      <w:r w:rsidR="00993F83" w:rsidRPr="00FC4669">
        <w:rPr>
          <w:rFonts w:cs="Arial"/>
          <w:szCs w:val="20"/>
        </w:rPr>
        <w:t>přibližně</w:t>
      </w:r>
      <w:r w:rsidR="00701EFF" w:rsidRPr="00FC4669">
        <w:rPr>
          <w:rFonts w:cs="Arial"/>
          <w:szCs w:val="20"/>
        </w:rPr>
        <w:t xml:space="preserve"> 67</w:t>
      </w:r>
      <w:r w:rsidRPr="00FC4669">
        <w:rPr>
          <w:rFonts w:cs="Arial"/>
          <w:szCs w:val="20"/>
        </w:rPr>
        <w:t xml:space="preserve"> % </w:t>
      </w:r>
      <w:r w:rsidR="005F0301" w:rsidRPr="00FC4669">
        <w:rPr>
          <w:rFonts w:cs="Arial"/>
          <w:szCs w:val="20"/>
        </w:rPr>
        <w:t>osob ve</w:t>
      </w:r>
      <w:r w:rsidRPr="00FC4669">
        <w:rPr>
          <w:rFonts w:cs="Arial"/>
          <w:szCs w:val="20"/>
        </w:rPr>
        <w:t xml:space="preserve"> věku 16–24 let. Četnost této činnosti však poklesla</w:t>
      </w:r>
      <w:r w:rsidR="00F40373" w:rsidRPr="00FC4669">
        <w:rPr>
          <w:rFonts w:cs="Arial"/>
          <w:szCs w:val="20"/>
        </w:rPr>
        <w:t xml:space="preserve"> </w:t>
      </w:r>
      <w:r w:rsidRPr="00FC4669">
        <w:rPr>
          <w:rFonts w:cs="Arial"/>
          <w:szCs w:val="20"/>
        </w:rPr>
        <w:t xml:space="preserve">o </w:t>
      </w:r>
      <w:r w:rsidR="00701EFF" w:rsidRPr="00FC4669">
        <w:rPr>
          <w:rFonts w:cs="Arial"/>
          <w:szCs w:val="20"/>
        </w:rPr>
        <w:t xml:space="preserve">více než </w:t>
      </w:r>
      <w:r w:rsidRPr="00FC4669">
        <w:rPr>
          <w:rFonts w:cs="Arial"/>
          <w:szCs w:val="20"/>
        </w:rPr>
        <w:t>p</w:t>
      </w:r>
      <w:r w:rsidR="00FF0F49">
        <w:rPr>
          <w:rFonts w:cs="Arial"/>
          <w:szCs w:val="20"/>
        </w:rPr>
        <w:t>olovinu u věkové kategorie 25–</w:t>
      </w:r>
      <w:r w:rsidRPr="00FC4669">
        <w:rPr>
          <w:rFonts w:cs="Arial"/>
          <w:szCs w:val="20"/>
        </w:rPr>
        <w:t>34 let a dále klesala s přib</w:t>
      </w:r>
      <w:r w:rsidR="000624C6" w:rsidRPr="00FC4669">
        <w:rPr>
          <w:rFonts w:cs="Arial"/>
          <w:szCs w:val="20"/>
        </w:rPr>
        <w:t>ývajícím věkem v populaci. Stahování či hraní</w:t>
      </w:r>
      <w:r w:rsidRPr="00FC4669">
        <w:rPr>
          <w:rFonts w:cs="Arial"/>
          <w:szCs w:val="20"/>
        </w:rPr>
        <w:t xml:space="preserve"> počítačových her online je tedy doménou zejména mladých lidí a s přibývajícím věkem výrazně ubývá jednotlivců, kteří tuto činnost provozují.</w:t>
      </w:r>
    </w:p>
    <w:p w:rsidR="00BB64DB" w:rsidRPr="00FC4669" w:rsidRDefault="00BB64DB" w:rsidP="00BB64DB">
      <w:pPr>
        <w:pStyle w:val="Titulek"/>
        <w:keepNext/>
        <w:rPr>
          <w:color w:val="auto"/>
        </w:rPr>
      </w:pPr>
      <w:r w:rsidRPr="00FC4669">
        <w:rPr>
          <w:color w:val="auto"/>
          <w:sz w:val="22"/>
          <w:szCs w:val="22"/>
        </w:rPr>
        <w:t xml:space="preserve">Graf </w:t>
      </w:r>
      <w:r w:rsidR="00C30140">
        <w:rPr>
          <w:color w:val="auto"/>
          <w:sz w:val="22"/>
          <w:szCs w:val="22"/>
        </w:rPr>
        <w:t>64</w:t>
      </w:r>
      <w:r w:rsidRPr="00FC4669">
        <w:rPr>
          <w:color w:val="auto"/>
        </w:rPr>
        <w:t xml:space="preserve"> </w:t>
      </w:r>
      <w:r w:rsidR="002B7E46" w:rsidRPr="00FC4669">
        <w:rPr>
          <w:b w:val="0"/>
          <w:color w:val="auto"/>
          <w:sz w:val="22"/>
          <w:szCs w:val="22"/>
        </w:rPr>
        <w:t xml:space="preserve">Využití internetu </w:t>
      </w:r>
      <w:r w:rsidRPr="00FC4669">
        <w:rPr>
          <w:b w:val="0"/>
          <w:color w:val="auto"/>
          <w:sz w:val="22"/>
          <w:szCs w:val="22"/>
        </w:rPr>
        <w:t>ke hře</w:t>
      </w:r>
      <w:r w:rsidR="000624C6" w:rsidRPr="00FC4669">
        <w:rPr>
          <w:b w:val="0"/>
          <w:color w:val="auto"/>
          <w:sz w:val="22"/>
          <w:szCs w:val="22"/>
        </w:rPr>
        <w:t xml:space="preserve"> či stahování</w:t>
      </w:r>
      <w:r w:rsidRPr="00FC4669">
        <w:rPr>
          <w:b w:val="0"/>
          <w:color w:val="auto"/>
          <w:sz w:val="22"/>
          <w:szCs w:val="22"/>
        </w:rPr>
        <w:t xml:space="preserve"> počítačových her v roce 201</w:t>
      </w:r>
      <w:r w:rsidR="00701EFF" w:rsidRPr="00FC4669">
        <w:rPr>
          <w:b w:val="0"/>
          <w:color w:val="auto"/>
          <w:sz w:val="22"/>
          <w:szCs w:val="22"/>
        </w:rPr>
        <w:t>7</w:t>
      </w:r>
    </w:p>
    <w:p w:rsidR="00BB64DB" w:rsidRPr="00FC4669" w:rsidRDefault="00BA3ED9" w:rsidP="00BB64DB">
      <w:pPr>
        <w:keepNext/>
        <w:jc w:val="center"/>
        <w:rPr>
          <w:color w:val="17365D" w:themeColor="text2" w:themeShade="BF"/>
        </w:rPr>
      </w:pPr>
      <w:r w:rsidRPr="00FC4669">
        <w:rPr>
          <w:noProof/>
          <w:color w:val="17365D" w:themeColor="text2" w:themeShade="BF"/>
        </w:rPr>
        <w:drawing>
          <wp:inline distT="0" distB="0" distL="0" distR="0">
            <wp:extent cx="4076700" cy="2190750"/>
            <wp:effectExtent l="0" t="0" r="0" b="0"/>
            <wp:docPr id="21"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0"/>
              </a:graphicData>
            </a:graphic>
          </wp:inline>
        </w:drawing>
      </w:r>
    </w:p>
    <w:p w:rsidR="00BB64DB" w:rsidRPr="00FC4669" w:rsidRDefault="00793BA5" w:rsidP="00BB64DB">
      <w:pPr>
        <w:pStyle w:val="Titulek"/>
        <w:rPr>
          <w:b w:val="0"/>
          <w:color w:val="auto"/>
          <w:sz w:val="22"/>
          <w:szCs w:val="22"/>
        </w:rPr>
      </w:pPr>
      <w:r w:rsidRPr="00FC4669">
        <w:rPr>
          <w:b w:val="0"/>
          <w:color w:val="auto"/>
          <w:sz w:val="22"/>
          <w:szCs w:val="22"/>
        </w:rPr>
        <w:t xml:space="preserve">Zdroj: </w:t>
      </w:r>
      <w:r w:rsidR="00882967" w:rsidRPr="00FC4669">
        <w:rPr>
          <w:b w:val="0"/>
          <w:color w:val="auto"/>
          <w:sz w:val="22"/>
          <w:szCs w:val="22"/>
        </w:rPr>
        <w:t xml:space="preserve">VŠIT, </w:t>
      </w:r>
      <w:r w:rsidRPr="00FC4669">
        <w:rPr>
          <w:b w:val="0"/>
          <w:color w:val="auto"/>
          <w:sz w:val="22"/>
          <w:szCs w:val="22"/>
        </w:rPr>
        <w:t>ČSÚ</w:t>
      </w:r>
    </w:p>
    <w:p w:rsidR="00BB64DB" w:rsidRPr="00FC4669" w:rsidRDefault="00BB64DB" w:rsidP="00BB64DB">
      <w:r w:rsidRPr="00FC4669">
        <w:t>Oblíbenost hraní počítačových her přes internet mezi českými hráči dokládají také výsledky rozsáhlého šetření organizace ISFE</w:t>
      </w:r>
      <w:r w:rsidRPr="00FC4669">
        <w:rPr>
          <w:rStyle w:val="Znakapoznpodarou"/>
        </w:rPr>
        <w:footnoteReference w:id="13"/>
      </w:r>
      <w:r w:rsidRPr="00FC4669">
        <w:t xml:space="preserve"> </w:t>
      </w:r>
      <w:r w:rsidRPr="00FC4669">
        <w:rPr>
          <w:i/>
        </w:rPr>
        <w:t>Videogames in Europe</w:t>
      </w:r>
      <w:r w:rsidRPr="00FC4669">
        <w:t xml:space="preserve"> z roku 2012, které mapuje spotřebitelské chování hráčů ve</w:t>
      </w:r>
      <w:r w:rsidR="00220644" w:rsidRPr="00FC4669">
        <w:t> </w:t>
      </w:r>
      <w:r w:rsidRPr="00FC4669">
        <w:t>vybraných evropských zemích.</w:t>
      </w:r>
      <w:r w:rsidR="000E334B" w:rsidRPr="00FC4669">
        <w:t xml:space="preserve"> Šetření sledovalo populaci uživat</w:t>
      </w:r>
      <w:r w:rsidR="00FF0F49">
        <w:t>elů internetu v ČR ve věku 16–</w:t>
      </w:r>
      <w:r w:rsidR="000E334B" w:rsidRPr="00FC4669">
        <w:t>64 let, ve</w:t>
      </w:r>
      <w:r w:rsidR="00220644" w:rsidRPr="00FC4669">
        <w:t> </w:t>
      </w:r>
      <w:r w:rsidR="000E334B" w:rsidRPr="00FC4669">
        <w:t>které se podle prezentovaných výsledků vyskytovalo 56 % jednotlivců, kteří v uplynulém roce hráli počítačovou hru. Alespoň jednou měsíčně pak hrálo 39 % a méně často 17 % zmíněné populace.</w:t>
      </w:r>
      <w:r w:rsidR="003F4B35" w:rsidRPr="00FC4669">
        <w:t xml:space="preserve"> </w:t>
      </w:r>
      <w:r w:rsidRPr="00FC4669">
        <w:t>Studie</w:t>
      </w:r>
      <w:r w:rsidR="00220644" w:rsidRPr="00FC4669">
        <w:t> </w:t>
      </w:r>
      <w:r w:rsidRPr="00FC4669">
        <w:rPr>
          <w:i/>
        </w:rPr>
        <w:t xml:space="preserve">Videogames in Europe </w:t>
      </w:r>
      <w:r w:rsidRPr="00FC4669">
        <w:t xml:space="preserve">se zaměřila také na zařízení, která byla ke hraní her použita. Čeští uživatelé internetu nejčastěji používali </w:t>
      </w:r>
      <w:r w:rsidR="00A64348" w:rsidRPr="00FC4669">
        <w:t>ke hraní</w:t>
      </w:r>
      <w:r w:rsidRPr="00FC4669">
        <w:t xml:space="preserve"> počítač (stolní počítač či laptop) a nejméně často pak přenosná herní zařízení</w:t>
      </w:r>
      <w:r w:rsidR="003F4B35" w:rsidRPr="00FC4669">
        <w:t xml:space="preserve"> a v mezinárodním srovnání vyznívají poměrně konzervativně.</w:t>
      </w:r>
    </w:p>
    <w:p w:rsidR="00BB64DB" w:rsidRPr="00FC4669" w:rsidRDefault="00BB64DB" w:rsidP="00BB64DB">
      <w:pPr>
        <w:pStyle w:val="Titulek"/>
        <w:keepNext/>
        <w:rPr>
          <w:color w:val="auto"/>
          <w:sz w:val="22"/>
          <w:szCs w:val="22"/>
        </w:rPr>
      </w:pPr>
      <w:r w:rsidRPr="00FC4669">
        <w:rPr>
          <w:color w:val="auto"/>
          <w:sz w:val="22"/>
          <w:szCs w:val="22"/>
        </w:rPr>
        <w:t xml:space="preserve">Graf </w:t>
      </w:r>
      <w:r w:rsidR="00FF0F49">
        <w:rPr>
          <w:color w:val="auto"/>
          <w:sz w:val="22"/>
          <w:szCs w:val="22"/>
        </w:rPr>
        <w:t>6</w:t>
      </w:r>
      <w:r w:rsidR="001A4BAA" w:rsidRPr="00FC4669">
        <w:rPr>
          <w:color w:val="auto"/>
          <w:sz w:val="22"/>
          <w:szCs w:val="22"/>
        </w:rPr>
        <w:t>5</w:t>
      </w:r>
      <w:r w:rsidRPr="00FC4669">
        <w:rPr>
          <w:color w:val="auto"/>
          <w:sz w:val="22"/>
          <w:szCs w:val="22"/>
        </w:rPr>
        <w:t xml:space="preserve"> </w:t>
      </w:r>
      <w:r w:rsidRPr="00FC4669">
        <w:rPr>
          <w:b w:val="0"/>
          <w:color w:val="auto"/>
          <w:sz w:val="22"/>
          <w:szCs w:val="22"/>
        </w:rPr>
        <w:t>Využití herních zařízení mezi českými</w:t>
      </w:r>
      <w:r w:rsidR="00FF0F49">
        <w:rPr>
          <w:b w:val="0"/>
          <w:color w:val="auto"/>
          <w:sz w:val="22"/>
          <w:szCs w:val="22"/>
        </w:rPr>
        <w:t xml:space="preserve"> uživateli internetu ve věku 16</w:t>
      </w:r>
      <w:r w:rsidRPr="00FC4669">
        <w:rPr>
          <w:b w:val="0"/>
          <w:color w:val="auto"/>
          <w:sz w:val="22"/>
          <w:szCs w:val="22"/>
        </w:rPr>
        <w:t xml:space="preserve">–64 </w:t>
      </w:r>
      <w:r w:rsidR="00FF0F49">
        <w:rPr>
          <w:b w:val="0"/>
          <w:color w:val="auto"/>
          <w:sz w:val="22"/>
          <w:szCs w:val="22"/>
        </w:rPr>
        <w:t xml:space="preserve">let </w:t>
      </w:r>
      <w:r w:rsidRPr="00FC4669">
        <w:rPr>
          <w:b w:val="0"/>
          <w:color w:val="auto"/>
          <w:sz w:val="22"/>
          <w:szCs w:val="22"/>
        </w:rPr>
        <w:t>v roce 2012</w:t>
      </w:r>
    </w:p>
    <w:p w:rsidR="00BB64DB" w:rsidRPr="00FC4669" w:rsidRDefault="00BB64DB" w:rsidP="00BB64DB">
      <w:pPr>
        <w:keepNext/>
        <w:jc w:val="center"/>
      </w:pPr>
      <w:r w:rsidRPr="00FC4669">
        <w:rPr>
          <w:b/>
          <w:noProof/>
          <w:color w:val="C00000"/>
          <w:sz w:val="28"/>
          <w:szCs w:val="28"/>
        </w:rPr>
        <w:drawing>
          <wp:inline distT="0" distB="0" distL="0" distR="0">
            <wp:extent cx="4695825" cy="1181100"/>
            <wp:effectExtent l="0" t="0" r="0" b="0"/>
            <wp:docPr id="173"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81"/>
              </a:graphicData>
            </a:graphic>
          </wp:inline>
        </w:drawing>
      </w:r>
    </w:p>
    <w:p w:rsidR="00BB64DB" w:rsidRPr="00FC4669" w:rsidRDefault="00BB64DB" w:rsidP="00BB64DB">
      <w:pPr>
        <w:pStyle w:val="Titulek"/>
        <w:rPr>
          <w:b w:val="0"/>
          <w:color w:val="auto"/>
          <w:sz w:val="22"/>
          <w:szCs w:val="22"/>
        </w:rPr>
      </w:pPr>
      <w:r w:rsidRPr="00FC4669">
        <w:rPr>
          <w:b w:val="0"/>
          <w:color w:val="auto"/>
          <w:sz w:val="22"/>
          <w:szCs w:val="22"/>
        </w:rPr>
        <w:t xml:space="preserve">Zdroj: </w:t>
      </w:r>
      <w:r w:rsidR="004D5A93" w:rsidRPr="00FC4669">
        <w:rPr>
          <w:b w:val="0"/>
          <w:color w:val="auto"/>
          <w:sz w:val="22"/>
          <w:szCs w:val="22"/>
        </w:rPr>
        <w:t xml:space="preserve">Videogames in Europe, </w:t>
      </w:r>
      <w:r w:rsidR="002D0CCB" w:rsidRPr="00FC4669">
        <w:rPr>
          <w:b w:val="0"/>
          <w:color w:val="auto"/>
          <w:sz w:val="22"/>
          <w:szCs w:val="22"/>
        </w:rPr>
        <w:t>ISF</w:t>
      </w:r>
      <w:r w:rsidRPr="00FC4669">
        <w:rPr>
          <w:b w:val="0"/>
          <w:color w:val="auto"/>
          <w:sz w:val="22"/>
          <w:szCs w:val="22"/>
        </w:rPr>
        <w:t>E</w:t>
      </w:r>
    </w:p>
    <w:p w:rsidR="00993F83" w:rsidRPr="00FC4669" w:rsidRDefault="000E077B" w:rsidP="00993F83">
      <w:pPr>
        <w:rPr>
          <w:lang w:eastAsia="en-US"/>
        </w:rPr>
      </w:pPr>
      <w:r w:rsidRPr="00FC4669">
        <w:rPr>
          <w:lang w:eastAsia="en-US"/>
        </w:rPr>
        <w:lastRenderedPageBreak/>
        <w:t>V posledních letech roste také nabídka českých her</w:t>
      </w:r>
      <w:r w:rsidR="00FF0F49">
        <w:rPr>
          <w:lang w:eastAsia="en-US"/>
        </w:rPr>
        <w:t>,</w:t>
      </w:r>
      <w:r w:rsidRPr="00FC4669">
        <w:rPr>
          <w:lang w:eastAsia="en-US"/>
        </w:rPr>
        <w:t xml:space="preserve"> a to nejen pro české hráče</w:t>
      </w:r>
      <w:r w:rsidR="00606322" w:rsidRPr="00FC4669">
        <w:rPr>
          <w:lang w:eastAsia="en-US"/>
        </w:rPr>
        <w:t>, ale také na celosvětovém trhu</w:t>
      </w:r>
      <w:r w:rsidR="00C30140">
        <w:rPr>
          <w:lang w:eastAsia="en-US"/>
        </w:rPr>
        <w:t>.</w:t>
      </w:r>
      <w:r w:rsidRPr="00FC4669">
        <w:rPr>
          <w:lang w:eastAsia="en-US"/>
        </w:rPr>
        <w:t xml:space="preserve"> </w:t>
      </w:r>
      <w:r w:rsidR="00E61500" w:rsidRPr="00FC4669">
        <w:rPr>
          <w:lang w:eastAsia="en-US"/>
        </w:rPr>
        <w:t>Některé ú</w:t>
      </w:r>
      <w:r w:rsidR="00606322" w:rsidRPr="00FC4669">
        <w:rPr>
          <w:lang w:eastAsia="en-US"/>
        </w:rPr>
        <w:t>daje o úspěšnosti českých videoher</w:t>
      </w:r>
      <w:r w:rsidR="00704803" w:rsidRPr="00FC4669">
        <w:rPr>
          <w:lang w:eastAsia="en-US"/>
        </w:rPr>
        <w:t xml:space="preserve"> v rámci mezinárodní herní komunity </w:t>
      </w:r>
      <w:r w:rsidR="00606322" w:rsidRPr="00FC4669">
        <w:rPr>
          <w:lang w:eastAsia="en-US"/>
        </w:rPr>
        <w:t xml:space="preserve">lze získat z databáze </w:t>
      </w:r>
      <w:r w:rsidR="00704803" w:rsidRPr="00FC4669">
        <w:rPr>
          <w:lang w:eastAsia="en-US"/>
        </w:rPr>
        <w:t xml:space="preserve">největší světové </w:t>
      </w:r>
      <w:r w:rsidR="00606322" w:rsidRPr="00FC4669">
        <w:rPr>
          <w:lang w:eastAsia="en-US"/>
        </w:rPr>
        <w:t xml:space="preserve">distribuční platformy STEAM, která nabízí herní tituly za poplatek online ke stažení. </w:t>
      </w:r>
      <w:r w:rsidR="008B32B7" w:rsidRPr="00FC4669">
        <w:rPr>
          <w:lang w:eastAsia="en-US"/>
        </w:rPr>
        <w:t>V polovině roku 2018 se na některých serverech věnujících se videohrám objevila velmi podrobná data z databáze STEAM platná k 1. červenci 2018 (Hall,</w:t>
      </w:r>
      <w:r w:rsidR="000F6FFD" w:rsidRPr="00FC4669">
        <w:rPr>
          <w:lang w:eastAsia="en-US"/>
        </w:rPr>
        <w:t xml:space="preserve"> </w:t>
      </w:r>
      <w:r w:rsidR="008B32B7" w:rsidRPr="00FC4669">
        <w:rPr>
          <w:lang w:eastAsia="en-US"/>
        </w:rPr>
        <w:t>2018)</w:t>
      </w:r>
      <w:r w:rsidR="00606322" w:rsidRPr="00FC4669">
        <w:rPr>
          <w:lang w:eastAsia="en-US"/>
        </w:rPr>
        <w:t>.</w:t>
      </w:r>
      <w:r w:rsidR="008B32B7" w:rsidRPr="00FC4669">
        <w:rPr>
          <w:lang w:eastAsia="en-US"/>
        </w:rPr>
        <w:t xml:space="preserve"> Z těchto volně dostupných dat bylo možné získat mimo jiné údaje o českých videohrách vydaných v roce 2017</w:t>
      </w:r>
      <w:r w:rsidR="00C30140">
        <w:rPr>
          <w:lang w:eastAsia="en-US"/>
        </w:rPr>
        <w:t>, které</w:t>
      </w:r>
      <w:r w:rsidR="00606322" w:rsidRPr="00FC4669">
        <w:rPr>
          <w:lang w:eastAsia="en-US"/>
        </w:rPr>
        <w:t xml:space="preserve"> </w:t>
      </w:r>
      <w:r w:rsidR="008B32B7" w:rsidRPr="00FC4669">
        <w:rPr>
          <w:lang w:eastAsia="en-US"/>
        </w:rPr>
        <w:t>oslovily celosvětově více než 218 tis. hráčů.</w:t>
      </w:r>
      <w:r w:rsidR="00EE5179" w:rsidRPr="00FC4669">
        <w:rPr>
          <w:lang w:eastAsia="en-US"/>
        </w:rPr>
        <w:t xml:space="preserve"> </w:t>
      </w:r>
      <w:r w:rsidR="00EF3614" w:rsidRPr="00FC4669">
        <w:rPr>
          <w:lang w:eastAsia="en-US"/>
        </w:rPr>
        <w:t>Na základě dat</w:t>
      </w:r>
      <w:r w:rsidR="00C30140">
        <w:rPr>
          <w:lang w:eastAsia="en-US"/>
        </w:rPr>
        <w:t xml:space="preserve"> z databáze STEAM</w:t>
      </w:r>
      <w:r w:rsidR="00EF3614" w:rsidRPr="00FC4669">
        <w:rPr>
          <w:lang w:eastAsia="en-US"/>
        </w:rPr>
        <w:t xml:space="preserve"> jsme </w:t>
      </w:r>
      <w:r w:rsidR="00C30140">
        <w:rPr>
          <w:lang w:eastAsia="en-US"/>
        </w:rPr>
        <w:t xml:space="preserve">také </w:t>
      </w:r>
      <w:r w:rsidR="000D41C4">
        <w:rPr>
          <w:lang w:eastAsia="en-US"/>
        </w:rPr>
        <w:t>vypočítali hrubý odha</w:t>
      </w:r>
      <w:r w:rsidR="00EF3614" w:rsidRPr="00FC4669">
        <w:rPr>
          <w:lang w:eastAsia="en-US"/>
        </w:rPr>
        <w:t xml:space="preserve">d celkových tržeb </w:t>
      </w:r>
      <w:r w:rsidR="000D41C4">
        <w:rPr>
          <w:lang w:eastAsia="en-US"/>
        </w:rPr>
        <w:t>za hry vydané</w:t>
      </w:r>
      <w:r w:rsidR="00EF3614" w:rsidRPr="00FC4669">
        <w:rPr>
          <w:lang w:eastAsia="en-US"/>
        </w:rPr>
        <w:t xml:space="preserve"> v roce 2017</w:t>
      </w:r>
      <w:r w:rsidR="000D41C4">
        <w:rPr>
          <w:lang w:eastAsia="en-US"/>
        </w:rPr>
        <w:t>,</w:t>
      </w:r>
      <w:r w:rsidR="00EF3614" w:rsidRPr="00FC4669">
        <w:rPr>
          <w:lang w:eastAsia="en-US"/>
        </w:rPr>
        <w:t xml:space="preserve"> a to vynásobením celkového počtu hráčů jednotlivých her aktuálně nejvýhodnější online cenou</w:t>
      </w:r>
      <w:r w:rsidR="00C30140">
        <w:rPr>
          <w:lang w:eastAsia="en-US"/>
        </w:rPr>
        <w:t xml:space="preserve"> dané hry</w:t>
      </w:r>
      <w:r w:rsidR="00EF3614" w:rsidRPr="00FC4669">
        <w:rPr>
          <w:lang w:eastAsia="en-US"/>
        </w:rPr>
        <w:t xml:space="preserve">. Podle tohoto výpočtu můžeme odhadovat celkové tržby her vydaných v roce 2017 </w:t>
      </w:r>
      <w:r w:rsidR="001132C6" w:rsidRPr="00FC4669">
        <w:rPr>
          <w:lang w:eastAsia="en-US"/>
        </w:rPr>
        <w:t>prostřednictvím</w:t>
      </w:r>
      <w:r w:rsidR="00EF3614" w:rsidRPr="00FC4669">
        <w:rPr>
          <w:lang w:eastAsia="en-US"/>
        </w:rPr>
        <w:t xml:space="preserve"> platformy STEAM na 109 mil. Kč.</w:t>
      </w:r>
    </w:p>
    <w:p w:rsidR="00755F49" w:rsidRPr="00FC4669" w:rsidRDefault="003731DD" w:rsidP="00755F49">
      <w:pPr>
        <w:pStyle w:val="Titulek"/>
        <w:keepNext/>
        <w:rPr>
          <w:b w:val="0"/>
          <w:color w:val="auto"/>
          <w:sz w:val="22"/>
          <w:szCs w:val="22"/>
        </w:rPr>
      </w:pPr>
      <w:bookmarkStart w:id="112" w:name="_Toc430189817"/>
      <w:bookmarkStart w:id="113" w:name="_Toc465253910"/>
      <w:r w:rsidRPr="00FC4669">
        <w:rPr>
          <w:color w:val="auto"/>
          <w:sz w:val="22"/>
          <w:szCs w:val="22"/>
        </w:rPr>
        <w:t xml:space="preserve">Tabulka </w:t>
      </w:r>
      <w:r w:rsidR="001918B2">
        <w:rPr>
          <w:color w:val="auto"/>
          <w:sz w:val="22"/>
          <w:szCs w:val="22"/>
        </w:rPr>
        <w:t>10</w:t>
      </w:r>
      <w:r w:rsidRPr="00FC4669">
        <w:rPr>
          <w:color w:val="auto"/>
          <w:sz w:val="22"/>
          <w:szCs w:val="22"/>
        </w:rPr>
        <w:t xml:space="preserve"> </w:t>
      </w:r>
      <w:r w:rsidRPr="00FC4669">
        <w:rPr>
          <w:b w:val="0"/>
          <w:color w:val="auto"/>
          <w:sz w:val="22"/>
          <w:szCs w:val="22"/>
        </w:rPr>
        <w:t xml:space="preserve">Vybrané ukazatele z herní databáze STEAM </w:t>
      </w:r>
      <w:r w:rsidR="00755F49" w:rsidRPr="00FC4669">
        <w:rPr>
          <w:b w:val="0"/>
          <w:color w:val="auto"/>
          <w:sz w:val="22"/>
          <w:szCs w:val="22"/>
        </w:rPr>
        <w:t>k </w:t>
      </w:r>
      <w:r w:rsidR="001132C6" w:rsidRPr="00FC4669">
        <w:rPr>
          <w:b w:val="0"/>
          <w:color w:val="auto"/>
          <w:sz w:val="22"/>
          <w:szCs w:val="22"/>
        </w:rPr>
        <w:t>1. 7. 2018</w:t>
      </w:r>
      <w:r w:rsidR="008B32B7" w:rsidRPr="00FC4669">
        <w:rPr>
          <w:b w:val="0"/>
          <w:color w:val="auto"/>
          <w:sz w:val="22"/>
          <w:szCs w:val="22"/>
        </w:rPr>
        <w:t xml:space="preserve"> (pouze hry </w:t>
      </w:r>
      <w:r w:rsidR="001132C6" w:rsidRPr="00FC4669">
        <w:rPr>
          <w:b w:val="0"/>
          <w:color w:val="auto"/>
          <w:sz w:val="22"/>
          <w:szCs w:val="22"/>
        </w:rPr>
        <w:t>vydané</w:t>
      </w:r>
      <w:r w:rsidR="008B32B7" w:rsidRPr="00FC4669">
        <w:rPr>
          <w:b w:val="0"/>
          <w:color w:val="auto"/>
          <w:sz w:val="22"/>
          <w:szCs w:val="22"/>
        </w:rPr>
        <w:t xml:space="preserve"> v roce 2017)</w:t>
      </w:r>
    </w:p>
    <w:tbl>
      <w:tblPr>
        <w:tblW w:w="7513" w:type="dxa"/>
        <w:tblCellMar>
          <w:left w:w="70" w:type="dxa"/>
          <w:right w:w="70" w:type="dxa"/>
        </w:tblCellMar>
        <w:tblLook w:val="04A0"/>
      </w:tblPr>
      <w:tblGrid>
        <w:gridCol w:w="3356"/>
        <w:gridCol w:w="4157"/>
      </w:tblGrid>
      <w:tr w:rsidR="00B42372" w:rsidRPr="00FC4669" w:rsidTr="000E077B">
        <w:trPr>
          <w:trHeight w:val="300"/>
        </w:trPr>
        <w:tc>
          <w:tcPr>
            <w:tcW w:w="7513" w:type="dxa"/>
            <w:gridSpan w:val="2"/>
            <w:tcBorders>
              <w:top w:val="single" w:sz="12" w:space="0" w:color="auto"/>
              <w:left w:val="nil"/>
              <w:bottom w:val="single" w:sz="12" w:space="0" w:color="auto"/>
              <w:right w:val="nil"/>
            </w:tcBorders>
            <w:shd w:val="clear" w:color="auto" w:fill="F2DBDB" w:themeFill="accent2" w:themeFillTint="33"/>
            <w:noWrap/>
            <w:vAlign w:val="center"/>
            <w:hideMark/>
          </w:tcPr>
          <w:p w:rsidR="00B42372" w:rsidRPr="00FC4669" w:rsidRDefault="00B42372" w:rsidP="00B42372">
            <w:pPr>
              <w:spacing w:after="0" w:line="240" w:lineRule="auto"/>
              <w:jc w:val="center"/>
              <w:rPr>
                <w:rFonts w:asciiTheme="minorHAnsi" w:hAnsiTheme="minorHAnsi" w:cs="Arial"/>
                <w:color w:val="000000"/>
                <w:szCs w:val="20"/>
              </w:rPr>
            </w:pPr>
            <w:r w:rsidRPr="00FC4669">
              <w:rPr>
                <w:rFonts w:asciiTheme="minorHAnsi" w:hAnsiTheme="minorHAnsi" w:cs="Arial"/>
                <w:color w:val="000000"/>
                <w:szCs w:val="20"/>
              </w:rPr>
              <w:t>Údaje o českých hrách</w:t>
            </w:r>
            <w:r w:rsidR="008B32B7" w:rsidRPr="00FC4669">
              <w:rPr>
                <w:rFonts w:asciiTheme="minorHAnsi" w:hAnsiTheme="minorHAnsi" w:cs="Arial"/>
                <w:color w:val="000000"/>
                <w:szCs w:val="20"/>
              </w:rPr>
              <w:t xml:space="preserve"> vydaných v roce 2017</w:t>
            </w:r>
            <w:r w:rsidRPr="00FC4669">
              <w:rPr>
                <w:rFonts w:asciiTheme="minorHAnsi" w:hAnsiTheme="minorHAnsi" w:cs="Arial"/>
                <w:color w:val="000000"/>
                <w:szCs w:val="20"/>
              </w:rPr>
              <w:t xml:space="preserve"> dostupných v databázi STEAM</w:t>
            </w:r>
          </w:p>
        </w:tc>
      </w:tr>
      <w:tr w:rsidR="00755F49" w:rsidRPr="00FC4669" w:rsidTr="00E96DF9">
        <w:trPr>
          <w:trHeight w:val="300"/>
        </w:trPr>
        <w:tc>
          <w:tcPr>
            <w:tcW w:w="3356" w:type="dxa"/>
            <w:tcBorders>
              <w:top w:val="single" w:sz="12" w:space="0" w:color="auto"/>
              <w:left w:val="nil"/>
              <w:bottom w:val="nil"/>
              <w:right w:val="nil"/>
            </w:tcBorders>
            <w:shd w:val="clear" w:color="auto" w:fill="auto"/>
            <w:noWrap/>
            <w:vAlign w:val="bottom"/>
            <w:hideMark/>
          </w:tcPr>
          <w:p w:rsidR="00755F49" w:rsidRPr="00FC4669" w:rsidRDefault="00755F49" w:rsidP="00755F49">
            <w:pPr>
              <w:spacing w:after="0"/>
              <w:jc w:val="left"/>
              <w:rPr>
                <w:rFonts w:ascii="Calibri" w:hAnsi="Calibri"/>
                <w:color w:val="000000"/>
                <w:szCs w:val="20"/>
              </w:rPr>
            </w:pPr>
            <w:r w:rsidRPr="00FC4669">
              <w:rPr>
                <w:rFonts w:ascii="Calibri" w:hAnsi="Calibri"/>
                <w:color w:val="000000"/>
                <w:szCs w:val="20"/>
              </w:rPr>
              <w:t>Počet her</w:t>
            </w:r>
          </w:p>
        </w:tc>
        <w:tc>
          <w:tcPr>
            <w:tcW w:w="4157" w:type="dxa"/>
            <w:tcBorders>
              <w:top w:val="single" w:sz="12" w:space="0" w:color="auto"/>
              <w:left w:val="nil"/>
              <w:bottom w:val="nil"/>
              <w:right w:val="nil"/>
            </w:tcBorders>
            <w:shd w:val="clear" w:color="auto" w:fill="auto"/>
            <w:noWrap/>
            <w:vAlign w:val="bottom"/>
            <w:hideMark/>
          </w:tcPr>
          <w:p w:rsidR="00755F49" w:rsidRPr="00FC4669" w:rsidRDefault="00755F49" w:rsidP="00755F49">
            <w:pPr>
              <w:spacing w:after="0"/>
              <w:jc w:val="right"/>
              <w:rPr>
                <w:rFonts w:ascii="Calibri" w:hAnsi="Calibri"/>
                <w:color w:val="000000"/>
                <w:szCs w:val="20"/>
              </w:rPr>
            </w:pPr>
            <w:r w:rsidRPr="00FC4669">
              <w:rPr>
                <w:rFonts w:ascii="Calibri" w:hAnsi="Calibri"/>
                <w:color w:val="000000"/>
                <w:szCs w:val="20"/>
              </w:rPr>
              <w:t>15</w:t>
            </w:r>
          </w:p>
        </w:tc>
      </w:tr>
      <w:tr w:rsidR="00755F49" w:rsidRPr="00FC4669" w:rsidTr="00E96DF9">
        <w:trPr>
          <w:trHeight w:val="300"/>
        </w:trPr>
        <w:tc>
          <w:tcPr>
            <w:tcW w:w="3356" w:type="dxa"/>
            <w:tcBorders>
              <w:top w:val="nil"/>
              <w:left w:val="nil"/>
              <w:bottom w:val="nil"/>
              <w:right w:val="nil"/>
            </w:tcBorders>
            <w:shd w:val="clear" w:color="auto" w:fill="auto"/>
            <w:noWrap/>
            <w:vAlign w:val="bottom"/>
            <w:hideMark/>
          </w:tcPr>
          <w:p w:rsidR="00755F49" w:rsidRPr="00FC4669" w:rsidRDefault="00755F49" w:rsidP="00755F49">
            <w:pPr>
              <w:spacing w:after="0"/>
              <w:jc w:val="left"/>
              <w:rPr>
                <w:rFonts w:ascii="Calibri" w:hAnsi="Calibri"/>
                <w:color w:val="000000"/>
                <w:szCs w:val="20"/>
              </w:rPr>
            </w:pPr>
            <w:r w:rsidRPr="00FC4669">
              <w:rPr>
                <w:rFonts w:ascii="Calibri" w:hAnsi="Calibri"/>
                <w:color w:val="000000"/>
                <w:szCs w:val="20"/>
              </w:rPr>
              <w:t>Počet hráčů v tis.</w:t>
            </w:r>
          </w:p>
        </w:tc>
        <w:tc>
          <w:tcPr>
            <w:tcW w:w="4157" w:type="dxa"/>
            <w:tcBorders>
              <w:top w:val="nil"/>
              <w:left w:val="nil"/>
              <w:bottom w:val="nil"/>
              <w:right w:val="nil"/>
            </w:tcBorders>
            <w:shd w:val="clear" w:color="auto" w:fill="auto"/>
            <w:noWrap/>
            <w:vAlign w:val="bottom"/>
            <w:hideMark/>
          </w:tcPr>
          <w:p w:rsidR="00755F49" w:rsidRPr="00FC4669" w:rsidRDefault="00755F49" w:rsidP="00755F49">
            <w:pPr>
              <w:spacing w:after="0"/>
              <w:jc w:val="right"/>
              <w:rPr>
                <w:rFonts w:ascii="Calibri" w:hAnsi="Calibri"/>
                <w:color w:val="000000"/>
                <w:szCs w:val="20"/>
              </w:rPr>
            </w:pPr>
            <w:r w:rsidRPr="00FC4669">
              <w:rPr>
                <w:rFonts w:ascii="Calibri" w:hAnsi="Calibri"/>
                <w:color w:val="000000"/>
                <w:szCs w:val="20"/>
              </w:rPr>
              <w:t>218,4</w:t>
            </w:r>
          </w:p>
        </w:tc>
      </w:tr>
      <w:tr w:rsidR="00755F49" w:rsidRPr="00FC4669" w:rsidTr="00E96DF9">
        <w:trPr>
          <w:trHeight w:val="300"/>
        </w:trPr>
        <w:tc>
          <w:tcPr>
            <w:tcW w:w="3356" w:type="dxa"/>
            <w:tcBorders>
              <w:top w:val="nil"/>
              <w:left w:val="nil"/>
              <w:bottom w:val="nil"/>
              <w:right w:val="nil"/>
            </w:tcBorders>
            <w:shd w:val="clear" w:color="auto" w:fill="auto"/>
            <w:noWrap/>
            <w:vAlign w:val="bottom"/>
            <w:hideMark/>
          </w:tcPr>
          <w:p w:rsidR="00755F49" w:rsidRPr="00FC4669" w:rsidRDefault="00755F49" w:rsidP="00755F49">
            <w:pPr>
              <w:spacing w:after="0"/>
              <w:jc w:val="left"/>
              <w:rPr>
                <w:rFonts w:ascii="Calibri" w:hAnsi="Calibri"/>
                <w:color w:val="000000"/>
                <w:szCs w:val="20"/>
              </w:rPr>
            </w:pPr>
            <w:r w:rsidRPr="00FC4669">
              <w:rPr>
                <w:rFonts w:ascii="Calibri" w:hAnsi="Calibri"/>
                <w:color w:val="000000"/>
                <w:szCs w:val="20"/>
              </w:rPr>
              <w:t>Nejvíce hráčů jedné hry v tis.</w:t>
            </w:r>
          </w:p>
        </w:tc>
        <w:tc>
          <w:tcPr>
            <w:tcW w:w="4157" w:type="dxa"/>
            <w:tcBorders>
              <w:top w:val="nil"/>
              <w:left w:val="nil"/>
              <w:bottom w:val="nil"/>
              <w:right w:val="nil"/>
            </w:tcBorders>
            <w:shd w:val="clear" w:color="auto" w:fill="auto"/>
            <w:noWrap/>
            <w:vAlign w:val="bottom"/>
            <w:hideMark/>
          </w:tcPr>
          <w:p w:rsidR="00755F49" w:rsidRPr="00FC4669" w:rsidRDefault="00755F49" w:rsidP="00755F49">
            <w:pPr>
              <w:spacing w:after="0"/>
              <w:jc w:val="right"/>
              <w:rPr>
                <w:rFonts w:ascii="Calibri" w:hAnsi="Calibri"/>
                <w:color w:val="000000"/>
                <w:szCs w:val="20"/>
              </w:rPr>
            </w:pPr>
            <w:r w:rsidRPr="00FC4669">
              <w:rPr>
                <w:rFonts w:ascii="Calibri" w:hAnsi="Calibri"/>
                <w:color w:val="000000"/>
                <w:szCs w:val="20"/>
              </w:rPr>
              <w:t>87,2</w:t>
            </w:r>
          </w:p>
        </w:tc>
      </w:tr>
      <w:tr w:rsidR="00755F49" w:rsidRPr="00FC4669" w:rsidTr="00E96DF9">
        <w:trPr>
          <w:trHeight w:val="300"/>
        </w:trPr>
        <w:tc>
          <w:tcPr>
            <w:tcW w:w="3356" w:type="dxa"/>
            <w:tcBorders>
              <w:top w:val="nil"/>
              <w:left w:val="nil"/>
              <w:right w:val="nil"/>
            </w:tcBorders>
            <w:shd w:val="clear" w:color="auto" w:fill="auto"/>
            <w:noWrap/>
            <w:vAlign w:val="bottom"/>
            <w:hideMark/>
          </w:tcPr>
          <w:p w:rsidR="00755F49" w:rsidRPr="00FC4669" w:rsidRDefault="00755F49" w:rsidP="00755F49">
            <w:pPr>
              <w:spacing w:after="0"/>
              <w:jc w:val="left"/>
              <w:rPr>
                <w:rFonts w:ascii="Calibri" w:hAnsi="Calibri"/>
                <w:color w:val="000000"/>
                <w:szCs w:val="20"/>
              </w:rPr>
            </w:pPr>
            <w:r w:rsidRPr="00FC4669">
              <w:rPr>
                <w:rFonts w:ascii="Calibri" w:hAnsi="Calibri"/>
                <w:color w:val="000000"/>
                <w:szCs w:val="20"/>
              </w:rPr>
              <w:t>Odhad tržeb v mil. Kč</w:t>
            </w:r>
          </w:p>
        </w:tc>
        <w:tc>
          <w:tcPr>
            <w:tcW w:w="4157" w:type="dxa"/>
            <w:tcBorders>
              <w:top w:val="nil"/>
              <w:left w:val="nil"/>
              <w:right w:val="nil"/>
            </w:tcBorders>
            <w:shd w:val="clear" w:color="auto" w:fill="auto"/>
            <w:noWrap/>
            <w:vAlign w:val="bottom"/>
            <w:hideMark/>
          </w:tcPr>
          <w:p w:rsidR="00755F49" w:rsidRPr="00FC4669" w:rsidRDefault="00755F49" w:rsidP="00755F49">
            <w:pPr>
              <w:spacing w:after="0"/>
              <w:jc w:val="right"/>
              <w:rPr>
                <w:rFonts w:ascii="Calibri" w:hAnsi="Calibri"/>
                <w:color w:val="000000"/>
                <w:szCs w:val="20"/>
              </w:rPr>
            </w:pPr>
            <w:r w:rsidRPr="00FC4669">
              <w:rPr>
                <w:rFonts w:ascii="Calibri" w:hAnsi="Calibri"/>
                <w:color w:val="000000"/>
                <w:szCs w:val="20"/>
              </w:rPr>
              <w:t>109,3</w:t>
            </w:r>
          </w:p>
        </w:tc>
      </w:tr>
      <w:tr w:rsidR="00755F49" w:rsidRPr="00FC4669" w:rsidTr="00E96DF9">
        <w:trPr>
          <w:trHeight w:val="300"/>
        </w:trPr>
        <w:tc>
          <w:tcPr>
            <w:tcW w:w="3356" w:type="dxa"/>
            <w:tcBorders>
              <w:top w:val="nil"/>
              <w:left w:val="nil"/>
              <w:bottom w:val="single" w:sz="12" w:space="0" w:color="auto"/>
              <w:right w:val="nil"/>
            </w:tcBorders>
            <w:shd w:val="clear" w:color="auto" w:fill="auto"/>
            <w:noWrap/>
            <w:vAlign w:val="bottom"/>
            <w:hideMark/>
          </w:tcPr>
          <w:p w:rsidR="00755F49" w:rsidRPr="00FC4669" w:rsidRDefault="00755F49" w:rsidP="00755F49">
            <w:pPr>
              <w:spacing w:after="0"/>
              <w:jc w:val="left"/>
              <w:rPr>
                <w:rFonts w:ascii="Calibri" w:hAnsi="Calibri"/>
                <w:color w:val="000000"/>
                <w:szCs w:val="20"/>
              </w:rPr>
            </w:pPr>
            <w:r w:rsidRPr="00FC4669">
              <w:rPr>
                <w:rFonts w:ascii="Calibri" w:hAnsi="Calibri"/>
                <w:color w:val="000000"/>
                <w:szCs w:val="20"/>
              </w:rPr>
              <w:t>Nejvyšší tržby za jednu hru</w:t>
            </w:r>
            <w:r w:rsidR="000D41C4">
              <w:rPr>
                <w:rFonts w:ascii="Calibri" w:hAnsi="Calibri"/>
                <w:color w:val="000000"/>
                <w:szCs w:val="20"/>
              </w:rPr>
              <w:t xml:space="preserve"> v Kč</w:t>
            </w:r>
          </w:p>
        </w:tc>
        <w:tc>
          <w:tcPr>
            <w:tcW w:w="4157" w:type="dxa"/>
            <w:tcBorders>
              <w:top w:val="nil"/>
              <w:left w:val="nil"/>
              <w:bottom w:val="single" w:sz="12" w:space="0" w:color="auto"/>
              <w:right w:val="nil"/>
            </w:tcBorders>
            <w:shd w:val="clear" w:color="auto" w:fill="auto"/>
            <w:noWrap/>
            <w:vAlign w:val="bottom"/>
            <w:hideMark/>
          </w:tcPr>
          <w:p w:rsidR="00755F49" w:rsidRPr="00FC4669" w:rsidRDefault="00755F49" w:rsidP="00755F49">
            <w:pPr>
              <w:spacing w:after="0"/>
              <w:jc w:val="right"/>
              <w:rPr>
                <w:rFonts w:ascii="Calibri" w:hAnsi="Calibri"/>
                <w:color w:val="000000"/>
                <w:szCs w:val="20"/>
              </w:rPr>
            </w:pPr>
            <w:r w:rsidRPr="00FC4669">
              <w:rPr>
                <w:rFonts w:ascii="Calibri" w:hAnsi="Calibri"/>
                <w:color w:val="000000"/>
                <w:szCs w:val="20"/>
              </w:rPr>
              <w:t>56,3</w:t>
            </w:r>
          </w:p>
        </w:tc>
      </w:tr>
    </w:tbl>
    <w:p w:rsidR="00993F83" w:rsidRPr="00FC4669" w:rsidRDefault="003731DD" w:rsidP="003731DD">
      <w:pPr>
        <w:spacing w:before="120"/>
        <w:rPr>
          <w:rFonts w:asciiTheme="minorHAnsi" w:hAnsiTheme="minorHAnsi"/>
          <w:sz w:val="22"/>
          <w:szCs w:val="22"/>
        </w:rPr>
      </w:pPr>
      <w:r w:rsidRPr="00FC4669">
        <w:rPr>
          <w:rFonts w:asciiTheme="minorHAnsi" w:hAnsiTheme="minorHAnsi"/>
          <w:sz w:val="22"/>
          <w:szCs w:val="22"/>
        </w:rPr>
        <w:t xml:space="preserve">Zdroj: </w:t>
      </w:r>
      <w:r w:rsidR="00755F49" w:rsidRPr="00FC4669">
        <w:rPr>
          <w:rFonts w:asciiTheme="minorHAnsi" w:hAnsiTheme="minorHAnsi"/>
          <w:sz w:val="22"/>
          <w:szCs w:val="22"/>
        </w:rPr>
        <w:t>vlastní výpočet</w:t>
      </w:r>
    </w:p>
    <w:p w:rsidR="00704803" w:rsidRPr="00FC4669" w:rsidRDefault="00704803">
      <w:pPr>
        <w:spacing w:after="0" w:line="240" w:lineRule="auto"/>
        <w:jc w:val="left"/>
        <w:rPr>
          <w:rFonts w:asciiTheme="minorHAnsi" w:hAnsiTheme="minorHAnsi"/>
          <w:sz w:val="22"/>
          <w:szCs w:val="22"/>
        </w:rPr>
      </w:pPr>
      <w:r w:rsidRPr="00FC4669">
        <w:rPr>
          <w:rFonts w:asciiTheme="minorHAnsi" w:hAnsiTheme="minorHAnsi"/>
          <w:sz w:val="22"/>
          <w:szCs w:val="22"/>
        </w:rPr>
        <w:br w:type="page"/>
      </w:r>
    </w:p>
    <w:p w:rsidR="00BB64DB" w:rsidRPr="00C30140" w:rsidRDefault="00BB64DB" w:rsidP="00641938">
      <w:pPr>
        <w:pStyle w:val="Nadpis1"/>
      </w:pPr>
      <w:r w:rsidRPr="00C30140">
        <w:lastRenderedPageBreak/>
        <w:t>ZÁVĚR</w:t>
      </w:r>
      <w:bookmarkEnd w:id="112"/>
      <w:bookmarkEnd w:id="113"/>
    </w:p>
    <w:p w:rsidR="00BB64DB" w:rsidRPr="00C30140" w:rsidRDefault="00BB64DB" w:rsidP="00BB64DB">
      <w:r w:rsidRPr="00C30140">
        <w:t>V této publi</w:t>
      </w:r>
      <w:r w:rsidR="00430E4E" w:rsidRPr="00C30140">
        <w:t>kaci byly jednotlivě rozebrány</w:t>
      </w:r>
      <w:r w:rsidRPr="00C30140">
        <w:t xml:space="preserve"> oblasti kulturního průmyslu </w:t>
      </w:r>
      <w:r w:rsidR="00D448C3">
        <w:t>–</w:t>
      </w:r>
      <w:r w:rsidRPr="00C30140">
        <w:t xml:space="preserve"> </w:t>
      </w:r>
      <w:r w:rsidR="001C378C" w:rsidRPr="00C30140">
        <w:t>knihy a tisk, film, h</w:t>
      </w:r>
      <w:r w:rsidRPr="00C30140">
        <w:t xml:space="preserve">udba, </w:t>
      </w:r>
      <w:r w:rsidR="001C378C" w:rsidRPr="00C30140">
        <w:t>videohry, rádio a t</w:t>
      </w:r>
      <w:r w:rsidR="00D448C3">
        <w:t>elevize –</w:t>
      </w:r>
      <w:r w:rsidRPr="00C30140">
        <w:t xml:space="preserve"> a to zejména z hlediska výkonnostních ukazatelů a pohledu</w:t>
      </w:r>
      <w:r w:rsidR="00F40373" w:rsidRPr="00C30140">
        <w:t xml:space="preserve"> spotřebitele. Údaje </w:t>
      </w:r>
      <w:r w:rsidR="003F4B35" w:rsidRPr="00C30140">
        <w:t xml:space="preserve">vycházejí především </w:t>
      </w:r>
      <w:r w:rsidR="001C378C" w:rsidRPr="00C30140">
        <w:t>z </w:t>
      </w:r>
      <w:r w:rsidRPr="00C30140">
        <w:t>šetření ČSÚ a doplňujících dat profesních organizací. Probíhající změny v </w:t>
      </w:r>
      <w:r w:rsidR="001C378C" w:rsidRPr="00C30140">
        <w:t>a</w:t>
      </w:r>
      <w:r w:rsidRPr="00C30140">
        <w:t>udiovizuálním</w:t>
      </w:r>
      <w:r w:rsidR="008E3C01" w:rsidRPr="00C30140">
        <w:t xml:space="preserve"> a </w:t>
      </w:r>
      <w:r w:rsidRPr="00C30140">
        <w:t xml:space="preserve">mediálním </w:t>
      </w:r>
      <w:r w:rsidR="003F4B35" w:rsidRPr="00C30140">
        <w:t>sektoru jsou</w:t>
      </w:r>
      <w:r w:rsidRPr="00C30140">
        <w:t xml:space="preserve"> determinované také technologickým vývojem a </w:t>
      </w:r>
      <w:r w:rsidR="008E3C01" w:rsidRPr="00C30140">
        <w:t>rozvojem internetových služeb</w:t>
      </w:r>
      <w:r w:rsidR="00D448C3">
        <w:t>,</w:t>
      </w:r>
      <w:r w:rsidR="008E3C01" w:rsidRPr="00C30140">
        <w:t xml:space="preserve"> a </w:t>
      </w:r>
      <w:r w:rsidRPr="00C30140">
        <w:t>proto byl této problematice věnován odpovídající prost</w:t>
      </w:r>
      <w:r w:rsidR="003F4B35" w:rsidRPr="00C30140">
        <w:t>or. Prezentované údaje vycházejí</w:t>
      </w:r>
      <w:r w:rsidRPr="00C30140">
        <w:t xml:space="preserve"> ve velké míře z výběrových šetření a doplňujících studií</w:t>
      </w:r>
      <w:r w:rsidR="00D448C3">
        <w:t>,</w:t>
      </w:r>
      <w:r w:rsidRPr="00C30140">
        <w:t xml:space="preserve"> a </w:t>
      </w:r>
      <w:r w:rsidR="006C2078">
        <w:t>tak</w:t>
      </w:r>
      <w:bookmarkStart w:id="114" w:name="_GoBack"/>
      <w:bookmarkEnd w:id="114"/>
      <w:r w:rsidR="006C2078" w:rsidRPr="00C30140">
        <w:t xml:space="preserve"> </w:t>
      </w:r>
      <w:r w:rsidRPr="00C30140">
        <w:t xml:space="preserve">je potřeba závěry plynoucí z této studie brát </w:t>
      </w:r>
      <w:r w:rsidR="00323843" w:rsidRPr="00C30140">
        <w:t>především</w:t>
      </w:r>
      <w:r w:rsidRPr="00C30140">
        <w:t xml:space="preserve"> jako orientační přehled trendů posledních let.</w:t>
      </w:r>
    </w:p>
    <w:p w:rsidR="003759E9" w:rsidRPr="00C30140" w:rsidRDefault="00BB64DB" w:rsidP="00BB64DB">
      <w:pPr>
        <w:ind w:firstLine="708"/>
        <w:rPr>
          <w:b/>
        </w:rPr>
      </w:pPr>
      <w:r w:rsidRPr="00C30140">
        <w:t xml:space="preserve">Pro </w:t>
      </w:r>
      <w:r w:rsidR="001C378C" w:rsidRPr="00C30140">
        <w:t>velkou část analýzy</w:t>
      </w:r>
      <w:r w:rsidRPr="00C30140">
        <w:t xml:space="preserve"> ekonomických ukazatelů byla použita, vzhledem k jejich dostupnosti v době psaní textu</w:t>
      </w:r>
      <w:r w:rsidR="00C30140">
        <w:t>, data za referenční rok 2016</w:t>
      </w:r>
      <w:r w:rsidRPr="00C30140">
        <w:t xml:space="preserve">. Subjekty v jednotlivých oblastech </w:t>
      </w:r>
      <w:r w:rsidR="001C378C" w:rsidRPr="00C30140">
        <w:t>a</w:t>
      </w:r>
      <w:r w:rsidRPr="00C30140">
        <w:t>udiovizuálního a mediálního sektoru financovaly své činnosti zejména z vlastních podnikatelských aktivit a nebyly ve velké míře odkázané na veřejné finance. Na celkových příjmech v kulturních průmyslech</w:t>
      </w:r>
      <w:r w:rsidR="00C30140">
        <w:t xml:space="preserve"> se v roce 2016</w:t>
      </w:r>
      <w:r w:rsidRPr="00C30140">
        <w:t xml:space="preserve"> nejvíce podílela oblast </w:t>
      </w:r>
      <w:r w:rsidR="001C378C" w:rsidRPr="00C30140">
        <w:t>k</w:t>
      </w:r>
      <w:r w:rsidR="00CE05B1" w:rsidRPr="00C30140">
        <w:t>nih a tisku</w:t>
      </w:r>
      <w:r w:rsidR="005C628E">
        <w:t>, která</w:t>
      </w:r>
      <w:r w:rsidR="00D931E3">
        <w:t xml:space="preserve"> navíc</w:t>
      </w:r>
      <w:r w:rsidR="005C628E">
        <w:t xml:space="preserve"> zaznamenala první pozitivní výsledek po dlouholetém propadu příjmů</w:t>
      </w:r>
      <w:r w:rsidR="00CE05B1" w:rsidRPr="00C30140">
        <w:t xml:space="preserve">. </w:t>
      </w:r>
      <w:r w:rsidRPr="00C30140">
        <w:t xml:space="preserve">V rámci meziročního srovnání vývoje </w:t>
      </w:r>
      <w:r w:rsidR="004D3A66" w:rsidRPr="00C30140">
        <w:t>příjmů</w:t>
      </w:r>
      <w:r w:rsidRPr="00C30140">
        <w:t xml:space="preserve"> se pak nejlépe </w:t>
      </w:r>
      <w:r w:rsidR="001C378C" w:rsidRPr="00C30140">
        <w:t xml:space="preserve">dařilo oblasti </w:t>
      </w:r>
      <w:r w:rsidR="005C628E">
        <w:t>filmu, která však zřejmě již narazila na své limity vzhledem k opadaj</w:t>
      </w:r>
      <w:r w:rsidR="001132C6">
        <w:t>ící</w:t>
      </w:r>
      <w:r w:rsidR="005C628E">
        <w:t>mu zájmu zahraničních producentů</w:t>
      </w:r>
      <w:r w:rsidR="003759E9" w:rsidRPr="00C30140">
        <w:t>.</w:t>
      </w:r>
      <w:r w:rsidR="005C628E">
        <w:t xml:space="preserve"> Mezi lety 2015 a 2016</w:t>
      </w:r>
      <w:r w:rsidR="00CE05B1" w:rsidRPr="00C30140">
        <w:t xml:space="preserve"> se </w:t>
      </w:r>
      <w:r w:rsidR="000636B3" w:rsidRPr="00C30140">
        <w:t xml:space="preserve">ekonomicky </w:t>
      </w:r>
      <w:r w:rsidR="00CE05B1" w:rsidRPr="00C30140">
        <w:t xml:space="preserve">také dařilo společnostem v oblasti </w:t>
      </w:r>
      <w:r w:rsidR="005C628E">
        <w:t>hudebního průmyslu</w:t>
      </w:r>
      <w:r w:rsidR="00D931E3">
        <w:t xml:space="preserve">, který </w:t>
      </w:r>
      <w:r w:rsidR="005C628E">
        <w:t xml:space="preserve">stále těží z </w:t>
      </w:r>
      <w:r w:rsidR="001132C6" w:rsidRPr="00C30140">
        <w:t>rostoucího</w:t>
      </w:r>
      <w:r w:rsidR="00CE05B1" w:rsidRPr="00C30140">
        <w:t xml:space="preserve"> zájmu o</w:t>
      </w:r>
      <w:r w:rsidR="000E0D24">
        <w:t> </w:t>
      </w:r>
      <w:proofErr w:type="spellStart"/>
      <w:r w:rsidR="00CE05B1" w:rsidRPr="00C30140">
        <w:t>streamingové</w:t>
      </w:r>
      <w:proofErr w:type="spellEnd"/>
      <w:r w:rsidR="00CE05B1" w:rsidRPr="00C30140">
        <w:t xml:space="preserve"> služby.</w:t>
      </w:r>
      <w:r w:rsidR="003759E9" w:rsidRPr="00C30140">
        <w:t xml:space="preserve"> </w:t>
      </w:r>
      <w:r w:rsidR="00D931E3">
        <w:t>Stabilní výsledky v posledních letech</w:t>
      </w:r>
      <w:r w:rsidR="00F4721B" w:rsidRPr="00C30140">
        <w:t xml:space="preserve"> </w:t>
      </w:r>
      <w:r w:rsidR="00D931E3">
        <w:t xml:space="preserve">dosahuje oblast </w:t>
      </w:r>
      <w:r w:rsidR="00F4721B" w:rsidRPr="00C30140">
        <w:t>rozhlas</w:t>
      </w:r>
      <w:r w:rsidR="00D931E3">
        <w:t>u</w:t>
      </w:r>
      <w:r w:rsidR="00F4721B" w:rsidRPr="00C30140">
        <w:t>, kde se velkým společnostem dlouhodobě daří udržovat vysokou poslechovost a s tím spojený zájem inzerentů. Příj</w:t>
      </w:r>
      <w:r w:rsidR="00D931E3">
        <w:t>my subjektů v této oblasti zůstávají na stejné úrovni</w:t>
      </w:r>
      <w:r w:rsidR="00F4721B" w:rsidRPr="00C30140">
        <w:t>.</w:t>
      </w:r>
      <w:r w:rsidR="00D931E3">
        <w:t xml:space="preserve"> Pro oblast televize byla upravena metodika sběru </w:t>
      </w:r>
      <w:r w:rsidR="001132C6">
        <w:t>dat, a</w:t>
      </w:r>
      <w:r w:rsidR="000E0D24">
        <w:t> </w:t>
      </w:r>
      <w:r w:rsidR="001132C6">
        <w:t>proto</w:t>
      </w:r>
      <w:r w:rsidR="00D931E3">
        <w:t xml:space="preserve"> není možné sledovat časovou řad</w:t>
      </w:r>
      <w:r w:rsidR="00D448C3">
        <w:t>u. Z aktuálních údajů však vyplý</w:t>
      </w:r>
      <w:r w:rsidR="00D931E3">
        <w:t xml:space="preserve">vá, že provozovatelé online katalogů pořadů, kteří byli poprvé </w:t>
      </w:r>
      <w:r w:rsidR="001132C6">
        <w:t>zařazeni</w:t>
      </w:r>
      <w:r w:rsidR="00D931E3">
        <w:t xml:space="preserve"> do šetření, tvoří nezanedbatelnou část příjmů v oblasti televize.</w:t>
      </w:r>
    </w:p>
    <w:p w:rsidR="00A6066F" w:rsidRDefault="00BB64DB" w:rsidP="00BB64DB">
      <w:pPr>
        <w:ind w:firstLine="708"/>
      </w:pPr>
      <w:r w:rsidRPr="00C30140">
        <w:t>Spotřebitelé zboží a služeb generovaných v </w:t>
      </w:r>
      <w:r w:rsidR="001C378C" w:rsidRPr="00C30140">
        <w:t>a</w:t>
      </w:r>
      <w:r w:rsidRPr="00C30140">
        <w:t xml:space="preserve">udiovizuálním a mediálním sektoru se pak lišili zejména v míře využití internetu a nových technologií v rámci jednotlivých oblastí. </w:t>
      </w:r>
      <w:r w:rsidR="00B9366B">
        <w:t xml:space="preserve">Zatímco četba online zpráv byla rozšířena i u starší populace, hraní videoher online bylo doménou zejména mladých lidí. </w:t>
      </w:r>
      <w:r w:rsidRPr="00C30140">
        <w:t>Při využití digitálníc</w:t>
      </w:r>
      <w:r w:rsidR="00B9366B">
        <w:t>h hudebních služeb v roce 2017</w:t>
      </w:r>
      <w:r w:rsidRPr="00C30140">
        <w:t xml:space="preserve"> plynulo více příjmů ze </w:t>
      </w:r>
      <w:r w:rsidRPr="00C30140">
        <w:rPr>
          <w:i/>
        </w:rPr>
        <w:t>streamingu</w:t>
      </w:r>
      <w:r w:rsidRPr="00C30140">
        <w:t xml:space="preserve"> (přehrávání skladeb v rámci hudebního katalogu) než ze zpoplatněného stažení digitálních souborů. Sledování filmů přes internet bylo rozšířené</w:t>
      </w:r>
      <w:r w:rsidR="00282CCA" w:rsidRPr="00C30140">
        <w:t> </w:t>
      </w:r>
      <w:r w:rsidRPr="00C30140">
        <w:t>u</w:t>
      </w:r>
      <w:r w:rsidR="00282CCA" w:rsidRPr="00C30140">
        <w:t> </w:t>
      </w:r>
      <w:r w:rsidRPr="00C30140">
        <w:t>velké části populace, jen malé procento uživatelů online služeb však za př</w:t>
      </w:r>
      <w:r w:rsidR="00323843" w:rsidRPr="00C30140">
        <w:t>ehrání a stažení filmů platilo.</w:t>
      </w:r>
      <w:r w:rsidRPr="00C30140">
        <w:t xml:space="preserve"> Čtení periodik a knih v digitální formě pak nebylo v minulých letech příliš rozšířené. </w:t>
      </w:r>
      <w:r w:rsidR="00B9366B">
        <w:t xml:space="preserve">Rozdílné návyky bylo možné sledovat také v mužské a ženské populaci v souvislosti s četbou </w:t>
      </w:r>
      <w:r w:rsidR="00A6066F">
        <w:t xml:space="preserve">knih – mezi ženami bylo v roce 2016 daleko více čtenářek než v mužské populaci. Posluchači rozhlasových </w:t>
      </w:r>
      <w:r w:rsidR="005203C7">
        <w:t xml:space="preserve">stanic pak preferovali, soudě podle programové struktury, u současné hudby spíše zahraniční tvorbu, zatímco u hudby minulých dekád byl poměr zahraničních a českých interpretů vyrovnaný. Kinosály pak alespoň </w:t>
      </w:r>
      <w:r w:rsidR="001132C6">
        <w:t>jednou</w:t>
      </w:r>
      <w:r w:rsidR="005203C7">
        <w:t xml:space="preserve"> za rok navštívila polovina populace a největší podíl návštěvníků kinosálů byl mezi mladými lidmi.</w:t>
      </w:r>
    </w:p>
    <w:p w:rsidR="00BB64DB" w:rsidRPr="00FC4669" w:rsidRDefault="00A6066F" w:rsidP="00A6066F">
      <w:pPr>
        <w:spacing w:after="0" w:line="240" w:lineRule="auto"/>
        <w:jc w:val="left"/>
      </w:pPr>
      <w:r>
        <w:br w:type="page"/>
      </w:r>
      <w:r>
        <w:lastRenderedPageBreak/>
        <w:t xml:space="preserve"> </w:t>
      </w:r>
      <w:r w:rsidR="00B9366B">
        <w:t xml:space="preserve"> </w:t>
      </w:r>
    </w:p>
    <w:p w:rsidR="001132C6" w:rsidRPr="00FC4669" w:rsidRDefault="001132C6" w:rsidP="001132C6">
      <w:pPr>
        <w:pStyle w:val="Nadpis1"/>
      </w:pPr>
      <w:bookmarkStart w:id="115" w:name="_Toc430189818"/>
      <w:bookmarkStart w:id="116" w:name="_Toc465253911"/>
      <w:r w:rsidRPr="00FC4669">
        <w:t>ZDROJE</w:t>
      </w:r>
      <w:bookmarkEnd w:id="115"/>
      <w:bookmarkEnd w:id="116"/>
    </w:p>
    <w:p w:rsidR="005203C7" w:rsidRPr="00FC4669" w:rsidRDefault="005203C7" w:rsidP="001132C6">
      <w:pPr>
        <w:spacing w:after="60"/>
        <w:ind w:left="284" w:hanging="284"/>
      </w:pPr>
      <w:r w:rsidRPr="00FC4669">
        <w:t>APA, 2018. Český filmový průmysl v oblasti reklamy a zahraniční zakázky ztrácí konkurenceschopnost, dom</w:t>
      </w:r>
      <w:r w:rsidR="001132C6">
        <w:t>ácí produkce dosáhla historického</w:t>
      </w:r>
      <w:r w:rsidRPr="00FC4669">
        <w:t xml:space="preserve"> vrcholu. </w:t>
      </w:r>
      <w:r w:rsidRPr="00FC4669">
        <w:rPr>
          <w:i/>
        </w:rPr>
        <w:t>Asociace producentů v audiovizi</w:t>
      </w:r>
      <w:r w:rsidRPr="00FC4669">
        <w:t xml:space="preserve">. Dostupné online: </w:t>
      </w:r>
      <w:hyperlink r:id="rId82" w:history="1">
        <w:r w:rsidRPr="00FC4669">
          <w:rPr>
            <w:rStyle w:val="Hypertextovodkaz"/>
          </w:rPr>
          <w:t>http://www.asociaceproducentu.cz/prispevek/40</w:t>
        </w:r>
      </w:hyperlink>
    </w:p>
    <w:p w:rsidR="005203C7" w:rsidRPr="00FC4669" w:rsidRDefault="005203C7" w:rsidP="001132C6">
      <w:pPr>
        <w:spacing w:after="60"/>
        <w:ind w:left="284" w:hanging="284"/>
      </w:pPr>
      <w:r w:rsidRPr="00FC4669">
        <w:t>ATO, 2018. Měsíční zpráva o sledovanosti Duben 2018.</w:t>
      </w:r>
      <w:r w:rsidRPr="00FC4669">
        <w:rPr>
          <w:i/>
        </w:rPr>
        <w:t xml:space="preserve"> Ato.cz</w:t>
      </w:r>
      <w:r w:rsidRPr="00FC4669">
        <w:t xml:space="preserve">. Dostupné online: </w:t>
      </w:r>
      <w:hyperlink r:id="rId83" w:history="1">
        <w:r w:rsidRPr="00FC4669">
          <w:rPr>
            <w:rStyle w:val="Hypertextovodkaz"/>
          </w:rPr>
          <w:t>http://pageflip.ato.cz/mesicni_zpravy/2018_04/index.html</w:t>
        </w:r>
      </w:hyperlink>
    </w:p>
    <w:p w:rsidR="005203C7" w:rsidRPr="00FC4669" w:rsidRDefault="005203C7" w:rsidP="001132C6">
      <w:pPr>
        <w:spacing w:after="60"/>
        <w:ind w:left="284" w:hanging="284"/>
      </w:pPr>
      <w:r w:rsidRPr="00FC4669">
        <w:t xml:space="preserve">CAVES, Richard, 2000. </w:t>
      </w:r>
      <w:r w:rsidRPr="00FC4669">
        <w:rPr>
          <w:i/>
        </w:rPr>
        <w:t>Creative industries: contracts between art and commerce</w:t>
      </w:r>
      <w:r w:rsidRPr="00FC4669">
        <w:t>. Harvard University Press.</w:t>
      </w:r>
    </w:p>
    <w:p w:rsidR="005203C7" w:rsidRPr="00FC4669" w:rsidRDefault="005203C7" w:rsidP="001132C6">
      <w:pPr>
        <w:spacing w:after="60"/>
        <w:ind w:left="284" w:hanging="284"/>
      </w:pPr>
      <w:r w:rsidRPr="00FC4669">
        <w:t xml:space="preserve">ČNS IFPI, 2018. Tisková zpráva: Výsledky trhu 2017. Dostupné online: </w:t>
      </w:r>
      <w:hyperlink r:id="rId84" w:history="1">
        <w:r w:rsidRPr="00FC4669">
          <w:rPr>
            <w:rStyle w:val="Hypertextovodkaz"/>
          </w:rPr>
          <w:t>http://www.ifpi.cz/wp-content/uploads/2018/04/TZ-V%C3%BDsledky-trhu-2017-%C4%8Cesk%C3%A1-republika.pdf</w:t>
        </w:r>
      </w:hyperlink>
    </w:p>
    <w:p w:rsidR="005203C7" w:rsidRPr="00FC4669" w:rsidRDefault="005203C7" w:rsidP="001132C6">
      <w:pPr>
        <w:spacing w:after="60"/>
        <w:ind w:left="284" w:hanging="284"/>
      </w:pPr>
      <w:r w:rsidRPr="00FC4669">
        <w:t xml:space="preserve">DEBNÁR, Viktor, 2015. Knihy a tisk. In: ŽÁKOVÁ, Eva a kolektiv autorů. Mapování kulturních a kreativních průmyslů v ČR. </w:t>
      </w:r>
      <w:r w:rsidRPr="00FC4669">
        <w:rPr>
          <w:i/>
        </w:rPr>
        <w:t>Institut umění – Divadlení ústav</w:t>
      </w:r>
      <w:r w:rsidRPr="00FC4669">
        <w:t>.</w:t>
      </w:r>
    </w:p>
    <w:p w:rsidR="005203C7" w:rsidRPr="00FC4669" w:rsidRDefault="005203C7" w:rsidP="001132C6">
      <w:pPr>
        <w:spacing w:after="60"/>
        <w:ind w:left="284" w:hanging="284"/>
      </w:pPr>
      <w:r w:rsidRPr="00FC4669">
        <w:t xml:space="preserve">DEG, 2018. </w:t>
      </w:r>
      <w:proofErr w:type="spellStart"/>
      <w:r w:rsidRPr="00FC4669">
        <w:t>Year</w:t>
      </w:r>
      <w:proofErr w:type="spellEnd"/>
      <w:r w:rsidRPr="00FC4669">
        <w:t>-</w:t>
      </w:r>
      <w:proofErr w:type="spellStart"/>
      <w:r w:rsidRPr="00FC4669">
        <w:t>End</w:t>
      </w:r>
      <w:proofErr w:type="spellEnd"/>
      <w:r w:rsidRPr="00FC4669">
        <w:t xml:space="preserve"> 2016 </w:t>
      </w:r>
      <w:proofErr w:type="spellStart"/>
      <w:r w:rsidRPr="00FC4669">
        <w:t>Home</w:t>
      </w:r>
      <w:proofErr w:type="spellEnd"/>
      <w:r w:rsidRPr="00FC4669">
        <w:t xml:space="preserve"> </w:t>
      </w:r>
      <w:proofErr w:type="spellStart"/>
      <w:r w:rsidRPr="00FC4669">
        <w:t>Entertainment</w:t>
      </w:r>
      <w:proofErr w:type="spellEnd"/>
      <w:r w:rsidRPr="00FC4669">
        <w:t xml:space="preserve"> Report. Dostupné online: </w:t>
      </w:r>
      <w:hyperlink r:id="rId85" w:history="1">
        <w:r w:rsidRPr="00FC4669">
          <w:rPr>
            <w:rStyle w:val="Hypertextovodkaz"/>
          </w:rPr>
          <w:t>https://degonline.org/portfolio_page/deg-year-end-2017-home-entertainment-report/</w:t>
        </w:r>
      </w:hyperlink>
    </w:p>
    <w:p w:rsidR="005203C7" w:rsidRPr="00FC4669" w:rsidRDefault="005203C7" w:rsidP="001132C6">
      <w:pPr>
        <w:spacing w:after="60"/>
        <w:ind w:left="284" w:hanging="284"/>
      </w:pPr>
      <w:r w:rsidRPr="00FC4669">
        <w:t xml:space="preserve">ESA, 2014. </w:t>
      </w:r>
      <w:proofErr w:type="spellStart"/>
      <w:r w:rsidRPr="00FC4669">
        <w:t>Essential</w:t>
      </w:r>
      <w:proofErr w:type="spellEnd"/>
      <w:r w:rsidRPr="00FC4669">
        <w:t xml:space="preserve"> </w:t>
      </w:r>
      <w:proofErr w:type="spellStart"/>
      <w:r w:rsidRPr="00FC4669">
        <w:t>facts</w:t>
      </w:r>
      <w:proofErr w:type="spellEnd"/>
      <w:r w:rsidRPr="00FC4669">
        <w:t xml:space="preserve"> </w:t>
      </w:r>
      <w:proofErr w:type="spellStart"/>
      <w:r w:rsidRPr="00FC4669">
        <w:t>about</w:t>
      </w:r>
      <w:proofErr w:type="spellEnd"/>
      <w:r w:rsidRPr="00FC4669">
        <w:t xml:space="preserve"> </w:t>
      </w:r>
      <w:proofErr w:type="spellStart"/>
      <w:r w:rsidRPr="00FC4669">
        <w:t>the</w:t>
      </w:r>
      <w:proofErr w:type="spellEnd"/>
      <w:r w:rsidRPr="00FC4669">
        <w:t xml:space="preserve"> </w:t>
      </w:r>
      <w:proofErr w:type="spellStart"/>
      <w:r w:rsidRPr="00FC4669">
        <w:t>computer</w:t>
      </w:r>
      <w:proofErr w:type="spellEnd"/>
      <w:r w:rsidRPr="00FC4669">
        <w:t xml:space="preserve"> </w:t>
      </w:r>
      <w:proofErr w:type="spellStart"/>
      <w:r w:rsidRPr="00FC4669">
        <w:t>and</w:t>
      </w:r>
      <w:proofErr w:type="spellEnd"/>
      <w:r w:rsidRPr="00FC4669">
        <w:t xml:space="preserve"> video game </w:t>
      </w:r>
      <w:proofErr w:type="spellStart"/>
      <w:r w:rsidRPr="00FC4669">
        <w:t>industry</w:t>
      </w:r>
      <w:proofErr w:type="spellEnd"/>
      <w:r w:rsidRPr="00FC4669">
        <w:t xml:space="preserve">. </w:t>
      </w:r>
      <w:proofErr w:type="spellStart"/>
      <w:r w:rsidRPr="00FC4669">
        <w:rPr>
          <w:i/>
        </w:rPr>
        <w:t>Entertainment</w:t>
      </w:r>
      <w:proofErr w:type="spellEnd"/>
      <w:r w:rsidRPr="00FC4669">
        <w:rPr>
          <w:i/>
        </w:rPr>
        <w:t xml:space="preserve"> software </w:t>
      </w:r>
      <w:proofErr w:type="spellStart"/>
      <w:r w:rsidRPr="00FC4669">
        <w:rPr>
          <w:i/>
        </w:rPr>
        <w:t>association</w:t>
      </w:r>
      <w:proofErr w:type="spellEnd"/>
      <w:r w:rsidRPr="00FC4669">
        <w:t xml:space="preserve">. Dostupné online: </w:t>
      </w:r>
      <w:hyperlink r:id="rId86" w:history="1">
        <w:r w:rsidRPr="00FC4669">
          <w:rPr>
            <w:rStyle w:val="Hypertextovodkaz"/>
          </w:rPr>
          <w:t>http://www.isfe.eu/sites/isfe.eu/files/attachments/esa_ef_2014.pdf</w:t>
        </w:r>
      </w:hyperlink>
    </w:p>
    <w:p w:rsidR="005203C7" w:rsidRPr="00FC4669" w:rsidRDefault="005203C7" w:rsidP="001132C6">
      <w:pPr>
        <w:spacing w:after="60"/>
        <w:ind w:left="284" w:hanging="284"/>
      </w:pPr>
      <w:r w:rsidRPr="00FC4669">
        <w:t xml:space="preserve">EUROSTAT, 2015. MINUTES OF THE CULTURE STATISTICS WORKING GROUP. </w:t>
      </w:r>
      <w:proofErr w:type="spellStart"/>
      <w:r w:rsidRPr="00FC4669">
        <w:rPr>
          <w:i/>
        </w:rPr>
        <w:t>Eurostat</w:t>
      </w:r>
      <w:proofErr w:type="spellEnd"/>
      <w:r w:rsidRPr="00FC4669">
        <w:t>.</w:t>
      </w:r>
    </w:p>
    <w:p w:rsidR="005203C7" w:rsidRPr="00FC4669" w:rsidRDefault="005203C7" w:rsidP="001132C6">
      <w:pPr>
        <w:spacing w:after="60"/>
        <w:ind w:left="284" w:hanging="284"/>
      </w:pPr>
      <w:r w:rsidRPr="00FC4669">
        <w:t xml:space="preserve">EUROSTAT, 2016. </w:t>
      </w:r>
      <w:proofErr w:type="spellStart"/>
      <w:r w:rsidRPr="00FC4669">
        <w:t>Culture</w:t>
      </w:r>
      <w:proofErr w:type="spellEnd"/>
      <w:r w:rsidRPr="00FC4669">
        <w:t xml:space="preserve"> </w:t>
      </w:r>
      <w:proofErr w:type="spellStart"/>
      <w:r w:rsidRPr="00FC4669">
        <w:t>statistics</w:t>
      </w:r>
      <w:proofErr w:type="spellEnd"/>
      <w:r w:rsidRPr="00FC4669">
        <w:t xml:space="preserve">. </w:t>
      </w:r>
      <w:proofErr w:type="spellStart"/>
      <w:r w:rsidRPr="00FC4669">
        <w:rPr>
          <w:i/>
        </w:rPr>
        <w:t>Eurostat</w:t>
      </w:r>
      <w:proofErr w:type="spellEnd"/>
      <w:r w:rsidRPr="00FC4669">
        <w:t>.</w:t>
      </w:r>
    </w:p>
    <w:p w:rsidR="005203C7" w:rsidRPr="00FC4669" w:rsidRDefault="005203C7" w:rsidP="001132C6">
      <w:pPr>
        <w:spacing w:after="60"/>
        <w:ind w:left="284" w:hanging="284"/>
      </w:pPr>
      <w:r w:rsidRPr="00FC4669">
        <w:t xml:space="preserve">FLETCHER, Richard a kolektiv autorů, 2016. Digital </w:t>
      </w:r>
      <w:proofErr w:type="spellStart"/>
      <w:r w:rsidRPr="00FC4669">
        <w:t>News</w:t>
      </w:r>
      <w:proofErr w:type="spellEnd"/>
      <w:r w:rsidRPr="00FC4669">
        <w:t xml:space="preserve"> Report. Reuters Institute. Dostupné online: </w:t>
      </w:r>
      <w:hyperlink r:id="rId87" w:history="1">
        <w:r w:rsidRPr="00FC4669">
          <w:rPr>
            <w:rStyle w:val="Hypertextovodkaz"/>
          </w:rPr>
          <w:t>http://reutersinstitute.politics.ox.ac.uk/sites/default/files/Digital-News-Report-2016.pdf</w:t>
        </w:r>
      </w:hyperlink>
    </w:p>
    <w:p w:rsidR="005203C7" w:rsidRPr="00FC4669" w:rsidRDefault="005203C7" w:rsidP="001132C6">
      <w:pPr>
        <w:spacing w:after="60"/>
        <w:ind w:left="284" w:hanging="284"/>
      </w:pPr>
      <w:r w:rsidRPr="00FC4669">
        <w:t xml:space="preserve">FLETCHER, Richard a kolektiv autorů, 2017. Digital </w:t>
      </w:r>
      <w:proofErr w:type="spellStart"/>
      <w:r w:rsidRPr="00FC4669">
        <w:t>News</w:t>
      </w:r>
      <w:proofErr w:type="spellEnd"/>
      <w:r w:rsidRPr="00FC4669">
        <w:t xml:space="preserve"> Report. Reuters Institute. Dostupné online: </w:t>
      </w:r>
      <w:hyperlink r:id="rId88" w:history="1">
        <w:r w:rsidRPr="00FC4669">
          <w:rPr>
            <w:rStyle w:val="Hypertextovodkaz"/>
          </w:rPr>
          <w:t>http://www.digitalnewsreport.org/survey/2017/overview-key-findings-2017/</w:t>
        </w:r>
      </w:hyperlink>
    </w:p>
    <w:p w:rsidR="005203C7" w:rsidRPr="00FC4669" w:rsidRDefault="005203C7" w:rsidP="001132C6">
      <w:pPr>
        <w:spacing w:after="60"/>
        <w:ind w:left="284" w:hanging="284"/>
      </w:pPr>
      <w:r w:rsidRPr="00FC4669">
        <w:t xml:space="preserve">FLETCHER, Richard a kolektiv autorů, 2018. Digital </w:t>
      </w:r>
      <w:proofErr w:type="spellStart"/>
      <w:r w:rsidRPr="00FC4669">
        <w:t>News</w:t>
      </w:r>
      <w:proofErr w:type="spellEnd"/>
      <w:r w:rsidRPr="00FC4669">
        <w:t xml:space="preserve"> Report. Reuters Institute. Dostupné online: </w:t>
      </w:r>
      <w:hyperlink r:id="rId89" w:history="1">
        <w:r w:rsidRPr="00FC4669">
          <w:rPr>
            <w:rStyle w:val="Hypertextovodkaz"/>
          </w:rPr>
          <w:t>http://media.digitalnewsreport.org/wp-content/uploads/2018/06/digital-news-report-2018.pdf</w:t>
        </w:r>
      </w:hyperlink>
    </w:p>
    <w:p w:rsidR="005203C7" w:rsidRPr="00FC4669" w:rsidRDefault="005203C7" w:rsidP="001132C6">
      <w:pPr>
        <w:spacing w:after="60"/>
        <w:ind w:left="284" w:hanging="284"/>
      </w:pPr>
      <w:r w:rsidRPr="00FC4669">
        <w:t xml:space="preserve">HALL, Charlie, 2018. </w:t>
      </w:r>
      <w:proofErr w:type="spellStart"/>
      <w:r w:rsidRPr="00FC4669">
        <w:t>For</w:t>
      </w:r>
      <w:proofErr w:type="spellEnd"/>
      <w:r w:rsidRPr="00FC4669">
        <w:t xml:space="preserve"> a </w:t>
      </w:r>
      <w:proofErr w:type="spellStart"/>
      <w:r w:rsidRPr="00FC4669">
        <w:t>brief</w:t>
      </w:r>
      <w:proofErr w:type="spellEnd"/>
      <w:r w:rsidRPr="00FC4669">
        <w:t xml:space="preserve"> moment, </w:t>
      </w:r>
      <w:proofErr w:type="spellStart"/>
      <w:r w:rsidRPr="00FC4669">
        <w:t>we</w:t>
      </w:r>
      <w:proofErr w:type="spellEnd"/>
      <w:r w:rsidRPr="00FC4669">
        <w:t xml:space="preserve"> </w:t>
      </w:r>
      <w:proofErr w:type="spellStart"/>
      <w:r w:rsidRPr="00FC4669">
        <w:t>knew</w:t>
      </w:r>
      <w:proofErr w:type="spellEnd"/>
      <w:r w:rsidRPr="00FC4669">
        <w:t xml:space="preserve"> </w:t>
      </w:r>
      <w:proofErr w:type="spellStart"/>
      <w:r w:rsidRPr="00FC4669">
        <w:t>how</w:t>
      </w:r>
      <w:proofErr w:type="spellEnd"/>
      <w:r w:rsidRPr="00FC4669">
        <w:t xml:space="preserve"> many </w:t>
      </w:r>
      <w:proofErr w:type="spellStart"/>
      <w:r w:rsidRPr="00FC4669">
        <w:t>games</w:t>
      </w:r>
      <w:proofErr w:type="spellEnd"/>
      <w:r w:rsidRPr="00FC4669">
        <w:t xml:space="preserve"> </w:t>
      </w:r>
      <w:proofErr w:type="spellStart"/>
      <w:r w:rsidRPr="00FC4669">
        <w:t>Steam</w:t>
      </w:r>
      <w:proofErr w:type="spellEnd"/>
      <w:r w:rsidRPr="00FC4669">
        <w:t xml:space="preserve"> had sold. </w:t>
      </w:r>
      <w:r w:rsidRPr="00FC4669">
        <w:rPr>
          <w:i/>
        </w:rPr>
        <w:t>Polygon</w:t>
      </w:r>
      <w:r w:rsidRPr="00FC4669">
        <w:t xml:space="preserve">. Dostupné online: </w:t>
      </w:r>
      <w:hyperlink r:id="rId90" w:history="1">
        <w:r w:rsidRPr="00FC4669">
          <w:rPr>
            <w:rStyle w:val="Hypertextovodkaz"/>
          </w:rPr>
          <w:t>https://www.polygon.com/2018/7/6/17542506/steam-games-sales-data-leak</w:t>
        </w:r>
      </w:hyperlink>
    </w:p>
    <w:p w:rsidR="005203C7" w:rsidRPr="00FC4669" w:rsidRDefault="005203C7" w:rsidP="001132C6">
      <w:pPr>
        <w:spacing w:after="60"/>
        <w:ind w:left="284" w:hanging="284"/>
      </w:pPr>
      <w:r w:rsidRPr="00FC4669">
        <w:t xml:space="preserve">IFPI, 2018. </w:t>
      </w:r>
      <w:proofErr w:type="spellStart"/>
      <w:r w:rsidRPr="00FC4669">
        <w:t>Global</w:t>
      </w:r>
      <w:proofErr w:type="spellEnd"/>
      <w:r w:rsidRPr="00FC4669">
        <w:t xml:space="preserve"> music report: </w:t>
      </w:r>
      <w:proofErr w:type="spellStart"/>
      <w:r w:rsidRPr="00FC4669">
        <w:t>anual</w:t>
      </w:r>
      <w:proofErr w:type="spellEnd"/>
      <w:r w:rsidRPr="00FC4669">
        <w:t xml:space="preserve"> </w:t>
      </w:r>
      <w:proofErr w:type="spellStart"/>
      <w:r w:rsidRPr="00FC4669">
        <w:t>state</w:t>
      </w:r>
      <w:proofErr w:type="spellEnd"/>
      <w:r w:rsidRPr="00FC4669">
        <w:t xml:space="preserve"> </w:t>
      </w:r>
      <w:proofErr w:type="spellStart"/>
      <w:r w:rsidRPr="00FC4669">
        <w:t>of</w:t>
      </w:r>
      <w:proofErr w:type="spellEnd"/>
      <w:r w:rsidRPr="00FC4669">
        <w:t xml:space="preserve"> </w:t>
      </w:r>
      <w:proofErr w:type="spellStart"/>
      <w:r w:rsidRPr="00FC4669">
        <w:t>the</w:t>
      </w:r>
      <w:proofErr w:type="spellEnd"/>
      <w:r w:rsidRPr="00FC4669">
        <w:t xml:space="preserve"> </w:t>
      </w:r>
      <w:proofErr w:type="spellStart"/>
      <w:r w:rsidRPr="00FC4669">
        <w:t>industry</w:t>
      </w:r>
      <w:proofErr w:type="spellEnd"/>
      <w:r w:rsidRPr="00FC4669">
        <w:t xml:space="preserve">. Dostupné online: </w:t>
      </w:r>
      <w:hyperlink r:id="rId91" w:history="1">
        <w:r w:rsidRPr="00FC4669">
          <w:rPr>
            <w:rStyle w:val="Hypertextovodkaz"/>
          </w:rPr>
          <w:t>http://www.ifpi.org/downloads/GMR2018.pdf</w:t>
        </w:r>
      </w:hyperlink>
    </w:p>
    <w:p w:rsidR="005203C7" w:rsidRPr="00FC4669" w:rsidRDefault="005203C7" w:rsidP="001132C6">
      <w:pPr>
        <w:spacing w:after="60"/>
        <w:ind w:left="284" w:hanging="284"/>
      </w:pPr>
      <w:r w:rsidRPr="00FC4669">
        <w:t xml:space="preserve">IPA, 2014. </w:t>
      </w:r>
      <w:proofErr w:type="spellStart"/>
      <w:r w:rsidRPr="00FC4669">
        <w:t>Anual</w:t>
      </w:r>
      <w:proofErr w:type="spellEnd"/>
      <w:r w:rsidRPr="00FC4669">
        <w:t xml:space="preserve"> Report. </w:t>
      </w:r>
      <w:proofErr w:type="spellStart"/>
      <w:r w:rsidRPr="00FC4669">
        <w:rPr>
          <w:i/>
        </w:rPr>
        <w:t>International</w:t>
      </w:r>
      <w:proofErr w:type="spellEnd"/>
      <w:r w:rsidRPr="00FC4669">
        <w:rPr>
          <w:i/>
        </w:rPr>
        <w:t xml:space="preserve"> </w:t>
      </w:r>
      <w:proofErr w:type="spellStart"/>
      <w:r w:rsidRPr="00FC4669">
        <w:rPr>
          <w:i/>
        </w:rPr>
        <w:t>Publishers</w:t>
      </w:r>
      <w:proofErr w:type="spellEnd"/>
      <w:r w:rsidRPr="00FC4669">
        <w:rPr>
          <w:i/>
        </w:rPr>
        <w:t xml:space="preserve"> </w:t>
      </w:r>
      <w:proofErr w:type="spellStart"/>
      <w:r w:rsidRPr="00FC4669">
        <w:rPr>
          <w:i/>
        </w:rPr>
        <w:t>Association</w:t>
      </w:r>
      <w:proofErr w:type="spellEnd"/>
      <w:r w:rsidRPr="00FC4669">
        <w:t xml:space="preserve">. Dostupné online: </w:t>
      </w:r>
      <w:hyperlink r:id="rId92" w:history="1">
        <w:r w:rsidRPr="00FC4669">
          <w:rPr>
            <w:rStyle w:val="Hypertextovodkaz"/>
          </w:rPr>
          <w:t>http://www.internationalpublishers.org/images/reports/2014/IPA-annual-report-2014.pdf</w:t>
        </w:r>
      </w:hyperlink>
    </w:p>
    <w:p w:rsidR="005203C7" w:rsidRPr="00FC4669" w:rsidRDefault="005203C7" w:rsidP="001132C6">
      <w:pPr>
        <w:spacing w:after="60"/>
        <w:ind w:left="284" w:hanging="284"/>
      </w:pPr>
      <w:r w:rsidRPr="00FC4669">
        <w:t xml:space="preserve">IPA, 2016. </w:t>
      </w:r>
      <w:proofErr w:type="spellStart"/>
      <w:r w:rsidRPr="00FC4669">
        <w:t>World</w:t>
      </w:r>
      <w:proofErr w:type="spellEnd"/>
      <w:r w:rsidRPr="00FC4669">
        <w:t xml:space="preserve"> </w:t>
      </w:r>
      <w:proofErr w:type="spellStart"/>
      <w:r w:rsidRPr="00FC4669">
        <w:t>Book</w:t>
      </w:r>
      <w:proofErr w:type="spellEnd"/>
      <w:r w:rsidRPr="00FC4669">
        <w:t xml:space="preserve"> Fair Report. Dostupné online: </w:t>
      </w:r>
      <w:hyperlink r:id="rId93" w:history="1">
        <w:r w:rsidRPr="00FC4669">
          <w:rPr>
            <w:rStyle w:val="Hypertextovodkaz"/>
          </w:rPr>
          <w:t>https://www.internationalpublishers.org/images/data-statistics/IPAWorldBookFairReport2016.pdf</w:t>
        </w:r>
      </w:hyperlink>
    </w:p>
    <w:p w:rsidR="005203C7" w:rsidRPr="00FC4669" w:rsidRDefault="005203C7" w:rsidP="001132C6">
      <w:pPr>
        <w:spacing w:after="60"/>
        <w:ind w:left="284" w:hanging="284"/>
      </w:pPr>
      <w:r w:rsidRPr="00FC4669">
        <w:t xml:space="preserve">ISFE, 2012. </w:t>
      </w:r>
      <w:proofErr w:type="spellStart"/>
      <w:r w:rsidRPr="00FC4669">
        <w:t>Videogames</w:t>
      </w:r>
      <w:proofErr w:type="spellEnd"/>
      <w:r w:rsidRPr="00FC4669">
        <w:t xml:space="preserve"> in </w:t>
      </w:r>
      <w:proofErr w:type="spellStart"/>
      <w:r w:rsidRPr="00FC4669">
        <w:t>Europe</w:t>
      </w:r>
      <w:proofErr w:type="spellEnd"/>
      <w:r w:rsidRPr="00FC4669">
        <w:t xml:space="preserve">: </w:t>
      </w:r>
      <w:proofErr w:type="spellStart"/>
      <w:r w:rsidRPr="00FC4669">
        <w:t>Consumer</w:t>
      </w:r>
      <w:proofErr w:type="spellEnd"/>
      <w:r w:rsidRPr="00FC4669">
        <w:t xml:space="preserve"> Study. </w:t>
      </w:r>
      <w:proofErr w:type="spellStart"/>
      <w:r w:rsidRPr="00FC4669">
        <w:rPr>
          <w:i/>
        </w:rPr>
        <w:t>Interactive</w:t>
      </w:r>
      <w:proofErr w:type="spellEnd"/>
      <w:r w:rsidRPr="00FC4669">
        <w:rPr>
          <w:i/>
        </w:rPr>
        <w:t xml:space="preserve"> software </w:t>
      </w:r>
      <w:proofErr w:type="spellStart"/>
      <w:r w:rsidRPr="00FC4669">
        <w:rPr>
          <w:i/>
        </w:rPr>
        <w:t>federation</w:t>
      </w:r>
      <w:proofErr w:type="spellEnd"/>
      <w:r w:rsidRPr="00FC4669">
        <w:rPr>
          <w:i/>
        </w:rPr>
        <w:t xml:space="preserve"> </w:t>
      </w:r>
      <w:proofErr w:type="spellStart"/>
      <w:r w:rsidRPr="00FC4669">
        <w:rPr>
          <w:i/>
        </w:rPr>
        <w:t>of</w:t>
      </w:r>
      <w:proofErr w:type="spellEnd"/>
      <w:r w:rsidRPr="00FC4669">
        <w:rPr>
          <w:i/>
        </w:rPr>
        <w:t xml:space="preserve"> </w:t>
      </w:r>
      <w:proofErr w:type="spellStart"/>
      <w:r w:rsidRPr="00FC4669">
        <w:rPr>
          <w:i/>
        </w:rPr>
        <w:t>Europe</w:t>
      </w:r>
      <w:proofErr w:type="spellEnd"/>
      <w:r w:rsidRPr="00FC4669">
        <w:t xml:space="preserve">. Dostupné online: </w:t>
      </w:r>
      <w:hyperlink r:id="rId94" w:history="1">
        <w:r w:rsidRPr="00FC4669">
          <w:rPr>
            <w:rStyle w:val="Hypertextovodkaz"/>
          </w:rPr>
          <w:t>http://www.isfe.eu/sites/isfe.eu/files/attachments/euro_summary_-_isfe_consumer_study.pdf</w:t>
        </w:r>
      </w:hyperlink>
    </w:p>
    <w:p w:rsidR="005203C7" w:rsidRPr="00FC4669" w:rsidRDefault="005203C7" w:rsidP="001132C6">
      <w:pPr>
        <w:spacing w:after="60"/>
        <w:ind w:left="284" w:hanging="284"/>
      </w:pPr>
      <w:r w:rsidRPr="00FC4669">
        <w:t xml:space="preserve">KEA, 2006. Ekonomika kultury v Evropě. Dostupné online: </w:t>
      </w:r>
      <w:hyperlink r:id="rId95" w:history="1">
        <w:r w:rsidRPr="00FC4669">
          <w:rPr>
            <w:rStyle w:val="Hypertextovodkaz"/>
          </w:rPr>
          <w:t>http://www.mkcr.cz/assets/profesionalni-umeni/Ekonomika-kultury-v-Evrope.doc</w:t>
        </w:r>
      </w:hyperlink>
      <w:r w:rsidRPr="00FC4669">
        <w:t>.</w:t>
      </w:r>
    </w:p>
    <w:p w:rsidR="005203C7" w:rsidRPr="00FC4669" w:rsidRDefault="005203C7" w:rsidP="001132C6">
      <w:pPr>
        <w:spacing w:after="60"/>
        <w:ind w:left="284" w:hanging="284"/>
      </w:pPr>
      <w:r w:rsidRPr="00FC4669">
        <w:lastRenderedPageBreak/>
        <w:t xml:space="preserve">KŘEČEK, Jan, 2015. TV a rozhlas. In: ŽÁKOVÁ, Eva a kolektiv autorů. Mapování kulturních a kreativních průmyslů v ČR. </w:t>
      </w:r>
      <w:r w:rsidRPr="00FC4669">
        <w:rPr>
          <w:i/>
        </w:rPr>
        <w:t xml:space="preserve">Institut umění – </w:t>
      </w:r>
      <w:proofErr w:type="spellStart"/>
      <w:r w:rsidRPr="00FC4669">
        <w:rPr>
          <w:i/>
        </w:rPr>
        <w:t>Divadlení</w:t>
      </w:r>
      <w:proofErr w:type="spellEnd"/>
      <w:r w:rsidRPr="00FC4669">
        <w:rPr>
          <w:i/>
        </w:rPr>
        <w:t xml:space="preserve"> ústav</w:t>
      </w:r>
      <w:r w:rsidRPr="00FC4669">
        <w:t>.</w:t>
      </w:r>
    </w:p>
    <w:p w:rsidR="005203C7" w:rsidRPr="00FC4669" w:rsidRDefault="005203C7" w:rsidP="001132C6">
      <w:pPr>
        <w:spacing w:after="60"/>
        <w:ind w:left="284" w:hanging="284"/>
      </w:pPr>
      <w:proofErr w:type="gramStart"/>
      <w:r w:rsidRPr="00FC4669">
        <w:t>LUPA.CZ</w:t>
      </w:r>
      <w:proofErr w:type="gramEnd"/>
      <w:r w:rsidRPr="00FC4669">
        <w:t xml:space="preserve">, 2018. </w:t>
      </w:r>
      <w:proofErr w:type="spellStart"/>
      <w:r w:rsidRPr="00FC4669">
        <w:t>Netflix</w:t>
      </w:r>
      <w:proofErr w:type="spellEnd"/>
      <w:r w:rsidRPr="00FC4669">
        <w:t xml:space="preserve"> zatím vlastní servery v Česku a na Slovensku neplánuje. </w:t>
      </w:r>
      <w:r w:rsidRPr="00FC4669">
        <w:rPr>
          <w:i/>
        </w:rPr>
        <w:t xml:space="preserve">Lupa.cz. </w:t>
      </w:r>
      <w:r w:rsidRPr="00FC4669">
        <w:t xml:space="preserve">Dostupné online:  </w:t>
      </w:r>
      <w:hyperlink r:id="rId96" w:history="1">
        <w:r w:rsidRPr="00FC4669">
          <w:rPr>
            <w:rStyle w:val="Hypertextovodkaz"/>
          </w:rPr>
          <w:t>https://www.lupa.cz/aktuality/neflix-zatim-vlastni-servery-v-cesku-a-na-slovensku-neplanuje/</w:t>
        </w:r>
      </w:hyperlink>
    </w:p>
    <w:p w:rsidR="005203C7" w:rsidRPr="00FC4669" w:rsidRDefault="005203C7" w:rsidP="001132C6">
      <w:pPr>
        <w:spacing w:after="60"/>
        <w:ind w:left="284" w:hanging="284"/>
      </w:pPr>
      <w:r w:rsidRPr="00FC4669">
        <w:t xml:space="preserve">MEDIAGURU, 2018a. TV Nova loni zvýšila tržby, zisk přesáhl 450 mil. korun. </w:t>
      </w:r>
      <w:r w:rsidRPr="00FC4669">
        <w:rPr>
          <w:i/>
        </w:rPr>
        <w:t>MEDIA GURU</w:t>
      </w:r>
      <w:r w:rsidRPr="00FC4669">
        <w:t xml:space="preserve">. Dostupné online: </w:t>
      </w:r>
      <w:hyperlink r:id="rId97" w:history="1">
        <w:r w:rsidRPr="00FC4669">
          <w:rPr>
            <w:rStyle w:val="Hypertextovodkaz"/>
          </w:rPr>
          <w:t>https://www.mediaguru.cz/clanky/2018/07/nova-loni-zvysila-trzby-zisk-presahl-450-mil-korun/</w:t>
        </w:r>
      </w:hyperlink>
    </w:p>
    <w:p w:rsidR="005203C7" w:rsidRPr="00FC4669" w:rsidRDefault="005203C7" w:rsidP="001132C6">
      <w:pPr>
        <w:spacing w:after="60"/>
        <w:ind w:left="284" w:hanging="284"/>
      </w:pPr>
      <w:r w:rsidRPr="00FC4669">
        <w:t>MEDIAGURU, 2018b. Prima loni skončila v rekordním zisku téměř 600 mil. Kč. Dostupné online: https://www.mediaguru.cz/clanky/2018/08/prima-loni-skoncila-v-rekordnim-zisku-temer-600-mil-kc/</w:t>
      </w:r>
    </w:p>
    <w:p w:rsidR="005203C7" w:rsidRPr="00FC4669" w:rsidRDefault="005203C7" w:rsidP="001132C6">
      <w:pPr>
        <w:spacing w:after="60"/>
        <w:ind w:left="284" w:hanging="284"/>
      </w:pPr>
      <w:r w:rsidRPr="00FC4669">
        <w:t xml:space="preserve">MÉDIÁŘ, 2012. Český a slovenský trh s DVD loni klesl, prodej </w:t>
      </w:r>
      <w:proofErr w:type="spellStart"/>
      <w:r w:rsidRPr="00FC4669">
        <w:t>Blu</w:t>
      </w:r>
      <w:proofErr w:type="spellEnd"/>
      <w:r w:rsidRPr="00FC4669">
        <w:t>-</w:t>
      </w:r>
      <w:proofErr w:type="spellStart"/>
      <w:r w:rsidRPr="00FC4669">
        <w:t>ray</w:t>
      </w:r>
      <w:proofErr w:type="spellEnd"/>
      <w:r w:rsidRPr="00FC4669">
        <w:t xml:space="preserve"> vzrostl. </w:t>
      </w:r>
      <w:r w:rsidRPr="00FC4669">
        <w:rPr>
          <w:i/>
        </w:rPr>
        <w:t>Mediar.cz</w:t>
      </w:r>
      <w:r w:rsidRPr="00FC4669">
        <w:t xml:space="preserve">. Dostupné online: </w:t>
      </w:r>
      <w:hyperlink r:id="rId98" w:history="1">
        <w:r w:rsidRPr="00FC4669">
          <w:rPr>
            <w:rStyle w:val="Hypertextovodkaz"/>
          </w:rPr>
          <w:t>http://www.mediar.cz/cesky-a-slovensky-trh-s-dvd-loni-klesl-prodej-blu-ray-vzrostl/</w:t>
        </w:r>
      </w:hyperlink>
    </w:p>
    <w:p w:rsidR="005203C7" w:rsidRPr="00FC4669" w:rsidRDefault="005203C7" w:rsidP="001132C6">
      <w:pPr>
        <w:spacing w:after="60"/>
        <w:ind w:left="284" w:hanging="284"/>
      </w:pPr>
      <w:r w:rsidRPr="00FC4669">
        <w:t xml:space="preserve">MEJSTŘÍK, M., J. CHVALKOVSKÁ a K. MARKOVÁ, 2009. Vybrané pasáže z hodnocení dopadů regulace (velká RIA) k části návrhu zákona o kinematografii vztahující se k úpravě podpory filmovému průmyslu. </w:t>
      </w:r>
      <w:r w:rsidRPr="00FC4669">
        <w:rPr>
          <w:i/>
        </w:rPr>
        <w:t>EEIP</w:t>
      </w:r>
      <w:r w:rsidRPr="00FC4669">
        <w:t xml:space="preserve">. Dostupné online: </w:t>
      </w:r>
      <w:hyperlink r:id="rId99" w:history="1">
        <w:r w:rsidRPr="00FC4669">
          <w:rPr>
            <w:rStyle w:val="Hypertextovodkaz"/>
          </w:rPr>
          <w:t>http://www.mkcr.cz/assets/media-a-audiovize/kinematografie/Priloha-Strategie-konkurenceschopnosti-ceskeho-filmoveho-prumyslu-2011--2016.pdf</w:t>
        </w:r>
      </w:hyperlink>
    </w:p>
    <w:p w:rsidR="005203C7" w:rsidRPr="00FC4669" w:rsidRDefault="005203C7" w:rsidP="001132C6">
      <w:pPr>
        <w:spacing w:after="60"/>
        <w:ind w:left="284" w:hanging="284"/>
      </w:pPr>
      <w:r w:rsidRPr="00FC4669">
        <w:t xml:space="preserve">MILWARDBROWN, APA, 2014. Audiovizuální trh v ČR. </w:t>
      </w:r>
      <w:r w:rsidRPr="00FC4669">
        <w:rPr>
          <w:i/>
        </w:rPr>
        <w:t>Asociace producentů v audiovizi</w:t>
      </w:r>
      <w:r w:rsidRPr="00FC4669">
        <w:t xml:space="preserve">. Dostupné online: </w:t>
      </w:r>
      <w:hyperlink r:id="rId100" w:history="1">
        <w:r w:rsidRPr="00FC4669">
          <w:rPr>
            <w:rStyle w:val="Hypertextovodkaz"/>
          </w:rPr>
          <w:t>http://www.asociaceproducentu.cz/img/prispevky/VYZKUM_AUDIOVIZUALNIHO_TRHU_PREZ.pdf</w:t>
        </w:r>
      </w:hyperlink>
    </w:p>
    <w:p w:rsidR="005203C7" w:rsidRPr="00FC4669" w:rsidRDefault="005203C7" w:rsidP="001132C6">
      <w:pPr>
        <w:spacing w:after="60"/>
        <w:ind w:left="284" w:hanging="284"/>
      </w:pPr>
      <w:r w:rsidRPr="00FC4669">
        <w:t xml:space="preserve">MOŠNA, Petr, 2010. Film. In: ŽÁKOVÁ, Eva a kolektiv autorů. Kulturní a kreativní průmysly v České republice. </w:t>
      </w:r>
      <w:r w:rsidRPr="00FC4669">
        <w:rPr>
          <w:i/>
        </w:rPr>
        <w:t xml:space="preserve">Institut umění – </w:t>
      </w:r>
      <w:proofErr w:type="spellStart"/>
      <w:r w:rsidRPr="00FC4669">
        <w:rPr>
          <w:i/>
        </w:rPr>
        <w:t>Divadlení</w:t>
      </w:r>
      <w:proofErr w:type="spellEnd"/>
      <w:r w:rsidRPr="00FC4669">
        <w:rPr>
          <w:i/>
        </w:rPr>
        <w:t xml:space="preserve"> ústav</w:t>
      </w:r>
      <w:r w:rsidRPr="00FC4669">
        <w:t>.</w:t>
      </w:r>
    </w:p>
    <w:p w:rsidR="005203C7" w:rsidRPr="00FC4669" w:rsidRDefault="005203C7" w:rsidP="001132C6">
      <w:pPr>
        <w:spacing w:after="60"/>
        <w:ind w:left="284" w:hanging="284"/>
      </w:pPr>
      <w:r w:rsidRPr="00FC4669">
        <w:t xml:space="preserve">MP ONLINE, 2013. Nadstavba MEDIA PROJEKTU. </w:t>
      </w:r>
      <w:proofErr w:type="spellStart"/>
      <w:r w:rsidRPr="00FC4669">
        <w:rPr>
          <w:i/>
        </w:rPr>
        <w:t>Median</w:t>
      </w:r>
      <w:proofErr w:type="spellEnd"/>
      <w:r w:rsidRPr="00FC4669">
        <w:rPr>
          <w:i/>
        </w:rPr>
        <w:t xml:space="preserve">, Stem </w:t>
      </w:r>
      <w:proofErr w:type="spellStart"/>
      <w:r w:rsidRPr="00FC4669">
        <w:rPr>
          <w:i/>
        </w:rPr>
        <w:t>Mark</w:t>
      </w:r>
      <w:proofErr w:type="spellEnd"/>
      <w:r w:rsidRPr="00FC4669">
        <w:rPr>
          <w:i/>
        </w:rPr>
        <w:t xml:space="preserve"> pro Unii vydavatelů</w:t>
      </w:r>
      <w:r w:rsidRPr="00FC4669">
        <w:t xml:space="preserve">. Dostupné online: </w:t>
      </w:r>
      <w:hyperlink r:id="rId101" w:history="1">
        <w:r w:rsidRPr="00FC4669">
          <w:rPr>
            <w:rStyle w:val="Hypertextovodkaz"/>
          </w:rPr>
          <w:t>http://www.unievydavatelu.cz/gallery/files/NastavbaMP_elektronicke_platformy_tisku_leden%202014.pdf</w:t>
        </w:r>
      </w:hyperlink>
    </w:p>
    <w:p w:rsidR="005203C7" w:rsidRPr="00FC4669" w:rsidRDefault="005203C7" w:rsidP="001132C6">
      <w:pPr>
        <w:spacing w:after="60"/>
        <w:ind w:left="284" w:hanging="284"/>
      </w:pPr>
      <w:r w:rsidRPr="00FC4669">
        <w:t xml:space="preserve">POTOČKOVÁ, Martina, 2018. Co Češi tolik nekupují. CD a DVD už jsou mrtvá i pro statistiky. </w:t>
      </w:r>
      <w:proofErr w:type="spellStart"/>
      <w:r w:rsidRPr="00FC4669">
        <w:rPr>
          <w:i/>
        </w:rPr>
        <w:t>iDNES</w:t>
      </w:r>
      <w:proofErr w:type="spellEnd"/>
      <w:r w:rsidRPr="00FC4669">
        <w:rPr>
          <w:i/>
        </w:rPr>
        <w:t>.</w:t>
      </w:r>
      <w:r w:rsidRPr="00FC4669">
        <w:t xml:space="preserve"> Dostupné online:</w:t>
      </w:r>
      <w:hyperlink r:id="rId102" w:history="1">
        <w:r w:rsidRPr="00FC4669">
          <w:rPr>
            <w:rStyle w:val="Hypertextovodkaz"/>
          </w:rPr>
          <w:t>https://ekonomika.idnes.cz/statistiky-spotrebni-kos-cd-dvd-dad-/ekonomika.aspx?c=A180222_212428_ekonomika_jn</w:t>
        </w:r>
      </w:hyperlink>
    </w:p>
    <w:p w:rsidR="005203C7" w:rsidRPr="00FC4669" w:rsidRDefault="005203C7" w:rsidP="001132C6">
      <w:pPr>
        <w:spacing w:after="60"/>
        <w:ind w:left="284" w:hanging="284"/>
      </w:pPr>
      <w:r w:rsidRPr="00FC4669">
        <w:t xml:space="preserve">PWC, 2018. </w:t>
      </w:r>
      <w:proofErr w:type="spellStart"/>
      <w:r w:rsidRPr="00FC4669">
        <w:t>Global</w:t>
      </w:r>
      <w:proofErr w:type="spellEnd"/>
      <w:r w:rsidRPr="00FC4669">
        <w:t xml:space="preserve"> </w:t>
      </w:r>
      <w:proofErr w:type="spellStart"/>
      <w:r w:rsidRPr="00FC4669">
        <w:t>entertainment</w:t>
      </w:r>
      <w:proofErr w:type="spellEnd"/>
      <w:r w:rsidRPr="00FC4669">
        <w:t xml:space="preserve"> </w:t>
      </w:r>
      <w:proofErr w:type="spellStart"/>
      <w:r w:rsidRPr="00FC4669">
        <w:t>and</w:t>
      </w:r>
      <w:proofErr w:type="spellEnd"/>
      <w:r w:rsidRPr="00FC4669">
        <w:t xml:space="preserve"> media </w:t>
      </w:r>
      <w:proofErr w:type="spellStart"/>
      <w:r w:rsidRPr="00FC4669">
        <w:t>outlook</w:t>
      </w:r>
      <w:proofErr w:type="spellEnd"/>
      <w:r w:rsidRPr="00FC4669">
        <w:t xml:space="preserve"> 2018-2022 (</w:t>
      </w:r>
      <w:proofErr w:type="spellStart"/>
      <w:r w:rsidRPr="00FC4669">
        <w:t>overview</w:t>
      </w:r>
      <w:proofErr w:type="spellEnd"/>
      <w:r w:rsidRPr="00FC4669">
        <w:t xml:space="preserve">). </w:t>
      </w:r>
      <w:proofErr w:type="spellStart"/>
      <w:r w:rsidRPr="00FC4669">
        <w:rPr>
          <w:i/>
        </w:rPr>
        <w:t>PricewaterhouseCoopers</w:t>
      </w:r>
      <w:proofErr w:type="spellEnd"/>
      <w:r w:rsidRPr="00FC4669">
        <w:rPr>
          <w:i/>
        </w:rPr>
        <w:t xml:space="preserve">. </w:t>
      </w:r>
      <w:r w:rsidRPr="00FC4669">
        <w:t xml:space="preserve">Dostupné online z: </w:t>
      </w:r>
      <w:hyperlink r:id="rId103" w:history="1">
        <w:r w:rsidRPr="00FC4669">
          <w:rPr>
            <w:rStyle w:val="Hypertextovodkaz"/>
          </w:rPr>
          <w:t>https://www.pwc.com/gx/en/industries/tmt/media/outlook/segment-findings.html</w:t>
        </w:r>
      </w:hyperlink>
    </w:p>
    <w:p w:rsidR="005203C7" w:rsidRPr="00FC4669" w:rsidRDefault="005203C7" w:rsidP="001132C6">
      <w:pPr>
        <w:spacing w:after="60"/>
        <w:ind w:left="284" w:hanging="284"/>
      </w:pPr>
      <w:r w:rsidRPr="00FC4669">
        <w:t xml:space="preserve">RADIOPROJEKT, 2017. VÝZKUM POSLECHOVOSTI ROZHLASOVÝCH STANIC: Prezentace výsledků. </w:t>
      </w:r>
      <w:r w:rsidRPr="00FC4669">
        <w:rPr>
          <w:i/>
        </w:rPr>
        <w:t>Stem Mark, MEDIAN</w:t>
      </w:r>
      <w:r w:rsidRPr="00FC4669">
        <w:t xml:space="preserve">. Dostupné online: </w:t>
      </w:r>
      <w:hyperlink r:id="rId104" w:history="1">
        <w:r w:rsidRPr="00FC4669">
          <w:rPr>
            <w:rStyle w:val="Hypertextovodkaz"/>
          </w:rPr>
          <w:t>http://www.median.eu/cs/wp-content/uploads/docs/RP_2017_3_4Q_prezentace.pdf</w:t>
        </w:r>
      </w:hyperlink>
    </w:p>
    <w:p w:rsidR="005203C7" w:rsidRPr="00FC4669" w:rsidRDefault="005203C7" w:rsidP="001132C6">
      <w:pPr>
        <w:spacing w:after="60"/>
        <w:ind w:left="284" w:hanging="284"/>
      </w:pPr>
      <w:r w:rsidRPr="00FC4669">
        <w:t xml:space="preserve">SČKN, 2017. Zpráva o českém knižním trhu 2016/2017. Svaz českých knihkupců a nakladatelů. Dostupné online: </w:t>
      </w:r>
      <w:hyperlink r:id="rId105" w:history="1">
        <w:r w:rsidRPr="00FC4669">
          <w:rPr>
            <w:rStyle w:val="Hypertextovodkaz"/>
          </w:rPr>
          <w:t>https://www.sckn.cz/zpravy-o-ceskem-kniznim-trhu/</w:t>
        </w:r>
      </w:hyperlink>
    </w:p>
    <w:p w:rsidR="005203C7" w:rsidRPr="00FC4669" w:rsidRDefault="005203C7" w:rsidP="001132C6">
      <w:pPr>
        <w:spacing w:after="60"/>
        <w:ind w:left="284" w:hanging="284"/>
      </w:pPr>
      <w:r w:rsidRPr="00FC4669">
        <w:t xml:space="preserve">STANÍKOVÁ, Daniela, 2015. Film. In: ŽÁKOVÁ, Eva a kolektiv autorů. Mapování kulturních a kreativních průmyslů v ČR. </w:t>
      </w:r>
      <w:r w:rsidRPr="00FC4669">
        <w:rPr>
          <w:i/>
        </w:rPr>
        <w:t>Institut umění – Divadelní ústav</w:t>
      </w:r>
      <w:r w:rsidRPr="00FC4669">
        <w:t>.</w:t>
      </w:r>
    </w:p>
    <w:p w:rsidR="005203C7" w:rsidRPr="00FC4669" w:rsidRDefault="005203C7" w:rsidP="001132C6">
      <w:pPr>
        <w:spacing w:after="60"/>
        <w:ind w:left="284" w:hanging="284"/>
      </w:pPr>
      <w:r w:rsidRPr="00FC4669">
        <w:t xml:space="preserve">TOWSE, Ruth, 2010. A </w:t>
      </w:r>
      <w:proofErr w:type="spellStart"/>
      <w:r w:rsidRPr="00FC4669">
        <w:t>Textbook</w:t>
      </w:r>
      <w:proofErr w:type="spellEnd"/>
      <w:r w:rsidRPr="00FC4669">
        <w:t xml:space="preserve"> </w:t>
      </w:r>
      <w:proofErr w:type="spellStart"/>
      <w:r w:rsidRPr="00FC4669">
        <w:t>of</w:t>
      </w:r>
      <w:proofErr w:type="spellEnd"/>
      <w:r w:rsidRPr="00FC4669">
        <w:t xml:space="preserve"> </w:t>
      </w:r>
      <w:proofErr w:type="spellStart"/>
      <w:r w:rsidRPr="00FC4669">
        <w:t>Cultural</w:t>
      </w:r>
      <w:proofErr w:type="spellEnd"/>
      <w:r w:rsidRPr="00FC4669">
        <w:t xml:space="preserve"> </w:t>
      </w:r>
      <w:proofErr w:type="spellStart"/>
      <w:r w:rsidRPr="00FC4669">
        <w:t>Economics</w:t>
      </w:r>
      <w:proofErr w:type="spellEnd"/>
      <w:r w:rsidRPr="00FC4669">
        <w:t xml:space="preserve">. </w:t>
      </w:r>
      <w:r w:rsidRPr="00FC4669">
        <w:rPr>
          <w:i/>
        </w:rPr>
        <w:t xml:space="preserve">Cambridge University </w:t>
      </w:r>
      <w:proofErr w:type="spellStart"/>
      <w:r w:rsidRPr="00FC4669">
        <w:rPr>
          <w:i/>
        </w:rPr>
        <w:t>Press</w:t>
      </w:r>
      <w:proofErr w:type="spellEnd"/>
      <w:r w:rsidRPr="00FC4669">
        <w:t>.</w:t>
      </w:r>
    </w:p>
    <w:p w:rsidR="005203C7" w:rsidRPr="00FC4669" w:rsidRDefault="005203C7" w:rsidP="001132C6">
      <w:pPr>
        <w:spacing w:after="60"/>
        <w:ind w:left="284" w:hanging="284"/>
      </w:pPr>
      <w:r w:rsidRPr="00FC4669">
        <w:t xml:space="preserve">TSCHMUCK, Peter, 2006. </w:t>
      </w:r>
      <w:proofErr w:type="spellStart"/>
      <w:r w:rsidRPr="00FC4669">
        <w:rPr>
          <w:i/>
          <w:iCs/>
        </w:rPr>
        <w:t>Creativity</w:t>
      </w:r>
      <w:proofErr w:type="spellEnd"/>
      <w:r w:rsidRPr="00FC4669">
        <w:rPr>
          <w:i/>
          <w:iCs/>
        </w:rPr>
        <w:t xml:space="preserve"> </w:t>
      </w:r>
      <w:proofErr w:type="spellStart"/>
      <w:r w:rsidRPr="00FC4669">
        <w:rPr>
          <w:i/>
          <w:iCs/>
        </w:rPr>
        <w:t>and</w:t>
      </w:r>
      <w:proofErr w:type="spellEnd"/>
      <w:r w:rsidRPr="00FC4669">
        <w:rPr>
          <w:i/>
          <w:iCs/>
        </w:rPr>
        <w:t xml:space="preserve"> </w:t>
      </w:r>
      <w:proofErr w:type="spellStart"/>
      <w:r w:rsidRPr="00FC4669">
        <w:rPr>
          <w:i/>
          <w:iCs/>
        </w:rPr>
        <w:t>Innovation</w:t>
      </w:r>
      <w:proofErr w:type="spellEnd"/>
      <w:r w:rsidRPr="00FC4669">
        <w:rPr>
          <w:i/>
          <w:iCs/>
        </w:rPr>
        <w:t xml:space="preserve"> in </w:t>
      </w:r>
      <w:proofErr w:type="spellStart"/>
      <w:r w:rsidRPr="00FC4669">
        <w:rPr>
          <w:i/>
          <w:iCs/>
        </w:rPr>
        <w:t>the</w:t>
      </w:r>
      <w:proofErr w:type="spellEnd"/>
      <w:r w:rsidRPr="00FC4669">
        <w:rPr>
          <w:i/>
          <w:iCs/>
        </w:rPr>
        <w:t xml:space="preserve"> Music </w:t>
      </w:r>
      <w:proofErr w:type="spellStart"/>
      <w:r w:rsidRPr="00FC4669">
        <w:rPr>
          <w:i/>
          <w:iCs/>
        </w:rPr>
        <w:t>Industry</w:t>
      </w:r>
      <w:proofErr w:type="spellEnd"/>
      <w:r w:rsidRPr="00FC4669">
        <w:t xml:space="preserve">. </w:t>
      </w:r>
      <w:proofErr w:type="spellStart"/>
      <w:r w:rsidRPr="00FC4669">
        <w:t>Dordrecht</w:t>
      </w:r>
      <w:proofErr w:type="spellEnd"/>
      <w:r w:rsidRPr="00FC4669">
        <w:t xml:space="preserve">: </w:t>
      </w:r>
      <w:proofErr w:type="spellStart"/>
      <w:r w:rsidRPr="00FC4669">
        <w:t>Springer</w:t>
      </w:r>
      <w:proofErr w:type="spellEnd"/>
      <w:r w:rsidRPr="00FC4669">
        <w:t>.</w:t>
      </w:r>
    </w:p>
    <w:p w:rsidR="0001137B" w:rsidRPr="00FC4669" w:rsidRDefault="005203C7" w:rsidP="001132C6">
      <w:pPr>
        <w:spacing w:after="60"/>
        <w:ind w:left="284" w:hanging="284"/>
      </w:pPr>
      <w:r w:rsidRPr="00FC4669">
        <w:t xml:space="preserve">UK, 2014. Internet v České republice 2014. </w:t>
      </w:r>
      <w:r w:rsidRPr="00FC4669">
        <w:rPr>
          <w:i/>
        </w:rPr>
        <w:t>Univerzita Karlova v Praze</w:t>
      </w:r>
      <w:r w:rsidRPr="00FC4669">
        <w:t>.</w:t>
      </w:r>
    </w:p>
    <w:p w:rsidR="00A956B9" w:rsidRPr="00FC4669" w:rsidRDefault="00A956B9" w:rsidP="00FA6A70">
      <w:pPr>
        <w:ind w:left="284" w:hanging="284"/>
      </w:pPr>
    </w:p>
    <w:p w:rsidR="00143AB2" w:rsidRPr="00FC4669" w:rsidRDefault="003365DE" w:rsidP="00313494">
      <w:pPr>
        <w:pStyle w:val="Nadpis1"/>
        <w:spacing w:after="120" w:line="240" w:lineRule="auto"/>
      </w:pPr>
      <w:bookmarkStart w:id="117" w:name="_Toc465253912"/>
      <w:r w:rsidRPr="00FC4669">
        <w:lastRenderedPageBreak/>
        <w:t>PŘÍLOHY</w:t>
      </w:r>
      <w:bookmarkEnd w:id="117"/>
    </w:p>
    <w:p w:rsidR="005F7971" w:rsidRPr="00FC4669" w:rsidRDefault="005F7971" w:rsidP="005F7971">
      <w:pPr>
        <w:pStyle w:val="Titulek"/>
        <w:keepNext/>
        <w:rPr>
          <w:b w:val="0"/>
          <w:color w:val="auto"/>
          <w:sz w:val="22"/>
          <w:szCs w:val="22"/>
        </w:rPr>
      </w:pPr>
      <w:r w:rsidRPr="00FC4669">
        <w:rPr>
          <w:color w:val="auto"/>
          <w:sz w:val="22"/>
          <w:szCs w:val="22"/>
        </w:rPr>
        <w:t xml:space="preserve">Příloha 1 </w:t>
      </w:r>
      <w:r w:rsidRPr="00FC4669">
        <w:rPr>
          <w:b w:val="0"/>
          <w:color w:val="auto"/>
          <w:sz w:val="22"/>
          <w:szCs w:val="22"/>
        </w:rPr>
        <w:t>Seznam a definice ekonomických činností</w:t>
      </w:r>
      <w:r w:rsidR="00484A8E" w:rsidRPr="00FC4669">
        <w:rPr>
          <w:b w:val="0"/>
          <w:color w:val="auto"/>
          <w:sz w:val="22"/>
          <w:szCs w:val="22"/>
        </w:rPr>
        <w:t xml:space="preserve"> v oblasti kultury podle klasifikace</w:t>
      </w:r>
      <w:r w:rsidRPr="00FC4669">
        <w:rPr>
          <w:b w:val="0"/>
          <w:color w:val="auto"/>
          <w:sz w:val="22"/>
          <w:szCs w:val="22"/>
        </w:rPr>
        <w:t xml:space="preserve"> </w:t>
      </w:r>
      <w:r w:rsidR="006E3528" w:rsidRPr="00FC4669">
        <w:rPr>
          <w:b w:val="0"/>
          <w:color w:val="auto"/>
          <w:sz w:val="22"/>
          <w:szCs w:val="22"/>
        </w:rPr>
        <w:t>CZ-</w:t>
      </w:r>
      <w:r w:rsidRPr="00FC4669">
        <w:rPr>
          <w:b w:val="0"/>
          <w:color w:val="auto"/>
          <w:sz w:val="22"/>
          <w:szCs w:val="22"/>
        </w:rPr>
        <w:t>NACE</w:t>
      </w:r>
    </w:p>
    <w:tbl>
      <w:tblPr>
        <w:tblW w:w="9520" w:type="dxa"/>
        <w:tblInd w:w="55" w:type="dxa"/>
        <w:tblCellMar>
          <w:left w:w="70" w:type="dxa"/>
          <w:right w:w="70" w:type="dxa"/>
        </w:tblCellMar>
        <w:tblLook w:val="04A0"/>
      </w:tblPr>
      <w:tblGrid>
        <w:gridCol w:w="2240"/>
        <w:gridCol w:w="2720"/>
        <w:gridCol w:w="4560"/>
      </w:tblGrid>
      <w:tr w:rsidR="003365DE" w:rsidRPr="00FC4669" w:rsidTr="00484A8E">
        <w:trPr>
          <w:trHeight w:val="284"/>
        </w:trPr>
        <w:tc>
          <w:tcPr>
            <w:tcW w:w="9520" w:type="dxa"/>
            <w:gridSpan w:val="3"/>
            <w:tcBorders>
              <w:top w:val="single" w:sz="12" w:space="0" w:color="auto"/>
              <w:bottom w:val="single" w:sz="12" w:space="0" w:color="auto"/>
            </w:tcBorders>
            <w:shd w:val="clear" w:color="auto" w:fill="E5B8B7" w:themeFill="accent2" w:themeFillTint="66"/>
            <w:noWrap/>
            <w:vAlign w:val="center"/>
            <w:hideMark/>
          </w:tcPr>
          <w:p w:rsidR="003365DE" w:rsidRPr="00FC4669" w:rsidRDefault="003365DE" w:rsidP="005F7971">
            <w:pPr>
              <w:spacing w:after="0" w:line="240" w:lineRule="auto"/>
              <w:jc w:val="center"/>
              <w:rPr>
                <w:rFonts w:ascii="Calibri" w:hAnsi="Calibri"/>
                <w:b/>
                <w:bCs/>
                <w:color w:val="000000"/>
                <w:szCs w:val="20"/>
              </w:rPr>
            </w:pPr>
            <w:r w:rsidRPr="00FC4669">
              <w:rPr>
                <w:rFonts w:ascii="Calibri" w:hAnsi="Calibri"/>
                <w:b/>
                <w:bCs/>
                <w:color w:val="000000"/>
                <w:szCs w:val="20"/>
              </w:rPr>
              <w:t>Kulturní sektor (tradiční odvětví)</w:t>
            </w:r>
          </w:p>
        </w:tc>
      </w:tr>
      <w:tr w:rsidR="003365DE" w:rsidRPr="00FC4669" w:rsidTr="00484A8E">
        <w:trPr>
          <w:trHeight w:val="284"/>
        </w:trPr>
        <w:tc>
          <w:tcPr>
            <w:tcW w:w="2240" w:type="dxa"/>
            <w:tcBorders>
              <w:top w:val="single" w:sz="12" w:space="0" w:color="auto"/>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b/>
                <w:color w:val="000000"/>
                <w:szCs w:val="20"/>
              </w:rPr>
            </w:pPr>
            <w:r w:rsidRPr="00FC4669">
              <w:rPr>
                <w:rFonts w:ascii="Calibri" w:hAnsi="Calibri"/>
                <w:b/>
                <w:color w:val="000000"/>
                <w:szCs w:val="20"/>
              </w:rPr>
              <w:t>Oblast</w:t>
            </w:r>
          </w:p>
        </w:tc>
        <w:tc>
          <w:tcPr>
            <w:tcW w:w="2720" w:type="dxa"/>
            <w:tcBorders>
              <w:top w:val="single" w:sz="12" w:space="0" w:color="auto"/>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b/>
                <w:color w:val="000000"/>
                <w:szCs w:val="20"/>
              </w:rPr>
            </w:pPr>
            <w:r w:rsidRPr="00FC4669">
              <w:rPr>
                <w:rFonts w:ascii="Calibri" w:hAnsi="Calibri"/>
                <w:b/>
                <w:color w:val="000000"/>
                <w:szCs w:val="20"/>
              </w:rPr>
              <w:t xml:space="preserve">Kategorie </w:t>
            </w:r>
            <w:r w:rsidR="00A70B41" w:rsidRPr="00FC4669">
              <w:rPr>
                <w:rFonts w:ascii="Calibri" w:hAnsi="Calibri"/>
                <w:b/>
                <w:color w:val="000000"/>
                <w:szCs w:val="20"/>
              </w:rPr>
              <w:t>CZ-</w:t>
            </w:r>
            <w:r w:rsidRPr="00FC4669">
              <w:rPr>
                <w:rFonts w:ascii="Calibri" w:hAnsi="Calibri"/>
                <w:b/>
                <w:color w:val="000000"/>
                <w:szCs w:val="20"/>
              </w:rPr>
              <w:t>NACE</w:t>
            </w:r>
          </w:p>
        </w:tc>
        <w:tc>
          <w:tcPr>
            <w:tcW w:w="4560" w:type="dxa"/>
            <w:tcBorders>
              <w:top w:val="single" w:sz="12" w:space="0" w:color="auto"/>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b/>
                <w:color w:val="000000"/>
                <w:szCs w:val="20"/>
              </w:rPr>
            </w:pPr>
            <w:r w:rsidRPr="00FC4669">
              <w:rPr>
                <w:rFonts w:ascii="Calibri" w:hAnsi="Calibri"/>
                <w:b/>
                <w:color w:val="000000"/>
                <w:szCs w:val="20"/>
              </w:rPr>
              <w:t>Ekonomická činnost</w:t>
            </w:r>
          </w:p>
        </w:tc>
      </w:tr>
      <w:tr w:rsidR="003365DE" w:rsidRPr="00FC4669" w:rsidTr="00484A8E">
        <w:trPr>
          <w:trHeight w:val="284"/>
        </w:trPr>
        <w:tc>
          <w:tcPr>
            <w:tcW w:w="2240" w:type="dxa"/>
            <w:vMerge w:val="restart"/>
            <w:tcBorders>
              <w:top w:val="single" w:sz="4" w:space="0" w:color="auto"/>
            </w:tcBorders>
            <w:shd w:val="clear" w:color="auto" w:fill="auto"/>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Kulturní dědictví</w:t>
            </w:r>
          </w:p>
        </w:tc>
        <w:tc>
          <w:tcPr>
            <w:tcW w:w="2720" w:type="dxa"/>
            <w:tcBorders>
              <w:top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91.01</w:t>
            </w:r>
          </w:p>
        </w:tc>
        <w:tc>
          <w:tcPr>
            <w:tcW w:w="4560" w:type="dxa"/>
            <w:tcBorders>
              <w:top w:val="single" w:sz="4" w:space="0" w:color="auto"/>
            </w:tcBorders>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Činnosti knihoven a archivů</w:t>
            </w:r>
          </w:p>
        </w:tc>
      </w:tr>
      <w:tr w:rsidR="003365DE" w:rsidRPr="00FC4669" w:rsidTr="00484A8E">
        <w:trPr>
          <w:trHeight w:val="284"/>
        </w:trPr>
        <w:tc>
          <w:tcPr>
            <w:tcW w:w="2240" w:type="dxa"/>
            <w:vMerge/>
            <w:vAlign w:val="center"/>
            <w:hideMark/>
          </w:tcPr>
          <w:p w:rsidR="003365DE" w:rsidRPr="00FC4669" w:rsidRDefault="003365DE" w:rsidP="003365DE">
            <w:pPr>
              <w:spacing w:after="0" w:line="240" w:lineRule="auto"/>
              <w:jc w:val="left"/>
              <w:rPr>
                <w:rFonts w:ascii="Calibri" w:hAnsi="Calibri"/>
                <w:color w:val="000000"/>
                <w:szCs w:val="20"/>
              </w:rPr>
            </w:pPr>
          </w:p>
        </w:tc>
        <w:tc>
          <w:tcPr>
            <w:tcW w:w="2720" w:type="dxa"/>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91.02</w:t>
            </w:r>
          </w:p>
        </w:tc>
        <w:tc>
          <w:tcPr>
            <w:tcW w:w="4560" w:type="dxa"/>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Činnosti muzeí</w:t>
            </w:r>
          </w:p>
        </w:tc>
      </w:tr>
      <w:tr w:rsidR="003365DE" w:rsidRPr="00FC4669" w:rsidTr="00484A8E">
        <w:trPr>
          <w:trHeight w:val="284"/>
        </w:trPr>
        <w:tc>
          <w:tcPr>
            <w:tcW w:w="2240" w:type="dxa"/>
            <w:vMerge/>
            <w:vAlign w:val="center"/>
            <w:hideMark/>
          </w:tcPr>
          <w:p w:rsidR="003365DE" w:rsidRPr="00FC4669" w:rsidRDefault="003365DE" w:rsidP="003365DE">
            <w:pPr>
              <w:spacing w:after="0" w:line="240" w:lineRule="auto"/>
              <w:jc w:val="left"/>
              <w:rPr>
                <w:rFonts w:ascii="Calibri" w:hAnsi="Calibri"/>
                <w:color w:val="000000"/>
                <w:szCs w:val="20"/>
              </w:rPr>
            </w:pPr>
          </w:p>
        </w:tc>
        <w:tc>
          <w:tcPr>
            <w:tcW w:w="2720" w:type="dxa"/>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91.03</w:t>
            </w:r>
          </w:p>
        </w:tc>
        <w:tc>
          <w:tcPr>
            <w:tcW w:w="4560" w:type="dxa"/>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Provozování kulturních památek, historických staveb a obdobných turistických zajímavostí</w:t>
            </w:r>
          </w:p>
        </w:tc>
      </w:tr>
      <w:tr w:rsidR="003365DE" w:rsidRPr="00FC4669" w:rsidTr="00484A8E">
        <w:trPr>
          <w:trHeight w:val="284"/>
        </w:trPr>
        <w:tc>
          <w:tcPr>
            <w:tcW w:w="2240" w:type="dxa"/>
            <w:vMerge/>
            <w:vAlign w:val="center"/>
            <w:hideMark/>
          </w:tcPr>
          <w:p w:rsidR="003365DE" w:rsidRPr="00FC4669" w:rsidRDefault="003365DE" w:rsidP="003365DE">
            <w:pPr>
              <w:spacing w:after="0" w:line="240" w:lineRule="auto"/>
              <w:jc w:val="left"/>
              <w:rPr>
                <w:rFonts w:ascii="Calibri" w:hAnsi="Calibri"/>
                <w:color w:val="000000"/>
                <w:szCs w:val="20"/>
              </w:rPr>
            </w:pPr>
          </w:p>
        </w:tc>
        <w:tc>
          <w:tcPr>
            <w:tcW w:w="2720" w:type="dxa"/>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47.78 (část)</w:t>
            </w:r>
          </w:p>
        </w:tc>
        <w:tc>
          <w:tcPr>
            <w:tcW w:w="4560" w:type="dxa"/>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Ostatní maloobchod s novým zbožím ve specializovaných prodejnách</w:t>
            </w:r>
          </w:p>
        </w:tc>
      </w:tr>
      <w:tr w:rsidR="003365DE" w:rsidRPr="00FC4669" w:rsidTr="00484A8E">
        <w:trPr>
          <w:trHeight w:val="284"/>
        </w:trPr>
        <w:tc>
          <w:tcPr>
            <w:tcW w:w="2240" w:type="dxa"/>
            <w:vMerge/>
            <w:tcBorders>
              <w:bottom w:val="single" w:sz="4" w:space="0" w:color="auto"/>
            </w:tcBorders>
            <w:vAlign w:val="center"/>
            <w:hideMark/>
          </w:tcPr>
          <w:p w:rsidR="003365DE" w:rsidRPr="00FC4669" w:rsidRDefault="003365DE" w:rsidP="003365DE">
            <w:pPr>
              <w:spacing w:after="0" w:line="240" w:lineRule="auto"/>
              <w:jc w:val="left"/>
              <w:rPr>
                <w:rFonts w:ascii="Calibri" w:hAnsi="Calibri"/>
                <w:color w:val="000000"/>
                <w:szCs w:val="20"/>
              </w:rPr>
            </w:pPr>
          </w:p>
        </w:tc>
        <w:tc>
          <w:tcPr>
            <w:tcW w:w="2720" w:type="dxa"/>
            <w:tcBorders>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47.79 (část)</w:t>
            </w:r>
          </w:p>
        </w:tc>
        <w:tc>
          <w:tcPr>
            <w:tcW w:w="4560" w:type="dxa"/>
            <w:tcBorders>
              <w:bottom w:val="single" w:sz="4" w:space="0" w:color="auto"/>
            </w:tcBorders>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Maloobchod s použitým zbožím v prodejnách</w:t>
            </w:r>
          </w:p>
        </w:tc>
      </w:tr>
      <w:tr w:rsidR="003365DE" w:rsidRPr="00FC4669" w:rsidTr="00484A8E">
        <w:trPr>
          <w:trHeight w:val="284"/>
        </w:trPr>
        <w:tc>
          <w:tcPr>
            <w:tcW w:w="2240" w:type="dxa"/>
            <w:vMerge w:val="restart"/>
            <w:shd w:val="clear" w:color="auto" w:fill="auto"/>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Scénická umění</w:t>
            </w:r>
          </w:p>
        </w:tc>
        <w:tc>
          <w:tcPr>
            <w:tcW w:w="2720" w:type="dxa"/>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90.01</w:t>
            </w:r>
          </w:p>
        </w:tc>
        <w:tc>
          <w:tcPr>
            <w:tcW w:w="4560" w:type="dxa"/>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Scénická umění</w:t>
            </w:r>
          </w:p>
        </w:tc>
      </w:tr>
      <w:tr w:rsidR="003365DE" w:rsidRPr="00FC4669" w:rsidTr="00484A8E">
        <w:trPr>
          <w:trHeight w:val="284"/>
        </w:trPr>
        <w:tc>
          <w:tcPr>
            <w:tcW w:w="2240" w:type="dxa"/>
            <w:vMerge/>
            <w:vAlign w:val="center"/>
            <w:hideMark/>
          </w:tcPr>
          <w:p w:rsidR="003365DE" w:rsidRPr="00FC4669" w:rsidRDefault="003365DE" w:rsidP="003365DE">
            <w:pPr>
              <w:spacing w:after="0" w:line="240" w:lineRule="auto"/>
              <w:jc w:val="left"/>
              <w:rPr>
                <w:rFonts w:ascii="Calibri" w:hAnsi="Calibri"/>
                <w:color w:val="000000"/>
                <w:szCs w:val="20"/>
              </w:rPr>
            </w:pPr>
          </w:p>
        </w:tc>
        <w:tc>
          <w:tcPr>
            <w:tcW w:w="2720" w:type="dxa"/>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90.02</w:t>
            </w:r>
          </w:p>
        </w:tc>
        <w:tc>
          <w:tcPr>
            <w:tcW w:w="4560" w:type="dxa"/>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Podpůrné činnosti pro scénická umění</w:t>
            </w:r>
          </w:p>
        </w:tc>
      </w:tr>
      <w:tr w:rsidR="003365DE" w:rsidRPr="00FC4669" w:rsidTr="00484A8E">
        <w:trPr>
          <w:trHeight w:val="284"/>
        </w:trPr>
        <w:tc>
          <w:tcPr>
            <w:tcW w:w="2240" w:type="dxa"/>
            <w:vMerge/>
            <w:tcBorders>
              <w:bottom w:val="single" w:sz="4" w:space="0" w:color="auto"/>
            </w:tcBorders>
            <w:vAlign w:val="center"/>
            <w:hideMark/>
          </w:tcPr>
          <w:p w:rsidR="003365DE" w:rsidRPr="00FC4669" w:rsidRDefault="003365DE" w:rsidP="003365DE">
            <w:pPr>
              <w:spacing w:after="0" w:line="240" w:lineRule="auto"/>
              <w:jc w:val="left"/>
              <w:rPr>
                <w:rFonts w:ascii="Calibri" w:hAnsi="Calibri"/>
                <w:color w:val="000000"/>
                <w:szCs w:val="20"/>
              </w:rPr>
            </w:pPr>
          </w:p>
        </w:tc>
        <w:tc>
          <w:tcPr>
            <w:tcW w:w="2720" w:type="dxa"/>
            <w:tcBorders>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90.04</w:t>
            </w:r>
          </w:p>
        </w:tc>
        <w:tc>
          <w:tcPr>
            <w:tcW w:w="4560" w:type="dxa"/>
            <w:tcBorders>
              <w:bottom w:val="single" w:sz="4" w:space="0" w:color="auto"/>
            </w:tcBorders>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Provozování kulturních zařízení</w:t>
            </w:r>
          </w:p>
        </w:tc>
      </w:tr>
      <w:tr w:rsidR="003365DE" w:rsidRPr="00FC4669" w:rsidTr="00484A8E">
        <w:trPr>
          <w:trHeight w:val="284"/>
        </w:trPr>
        <w:tc>
          <w:tcPr>
            <w:tcW w:w="2240" w:type="dxa"/>
            <w:vMerge w:val="restart"/>
            <w:tcBorders>
              <w:top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Výtvarná umění</w:t>
            </w:r>
          </w:p>
        </w:tc>
        <w:tc>
          <w:tcPr>
            <w:tcW w:w="2720" w:type="dxa"/>
            <w:tcBorders>
              <w:top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90.03</w:t>
            </w:r>
          </w:p>
        </w:tc>
        <w:tc>
          <w:tcPr>
            <w:tcW w:w="4560" w:type="dxa"/>
            <w:tcBorders>
              <w:top w:val="single" w:sz="4" w:space="0" w:color="auto"/>
            </w:tcBorders>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Umělecká tvorba</w:t>
            </w:r>
          </w:p>
        </w:tc>
      </w:tr>
      <w:tr w:rsidR="003365DE" w:rsidRPr="00FC4669" w:rsidTr="00484A8E">
        <w:trPr>
          <w:trHeight w:val="284"/>
        </w:trPr>
        <w:tc>
          <w:tcPr>
            <w:tcW w:w="2240" w:type="dxa"/>
            <w:vMerge/>
            <w:tcBorders>
              <w:bottom w:val="single" w:sz="4" w:space="0" w:color="auto"/>
            </w:tcBorders>
            <w:vAlign w:val="center"/>
            <w:hideMark/>
          </w:tcPr>
          <w:p w:rsidR="003365DE" w:rsidRPr="00FC4669" w:rsidRDefault="003365DE" w:rsidP="003365DE">
            <w:pPr>
              <w:spacing w:after="0" w:line="240" w:lineRule="auto"/>
              <w:jc w:val="left"/>
              <w:rPr>
                <w:rFonts w:ascii="Calibri" w:hAnsi="Calibri"/>
                <w:szCs w:val="20"/>
              </w:rPr>
            </w:pPr>
          </w:p>
        </w:tc>
        <w:tc>
          <w:tcPr>
            <w:tcW w:w="2720" w:type="dxa"/>
            <w:tcBorders>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74.20</w:t>
            </w:r>
          </w:p>
        </w:tc>
        <w:tc>
          <w:tcPr>
            <w:tcW w:w="4560" w:type="dxa"/>
            <w:tcBorders>
              <w:bottom w:val="single" w:sz="4" w:space="0" w:color="auto"/>
            </w:tcBorders>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Fotografické činnosti</w:t>
            </w:r>
          </w:p>
        </w:tc>
      </w:tr>
      <w:tr w:rsidR="003365DE" w:rsidRPr="00FC4669" w:rsidTr="00484A8E">
        <w:trPr>
          <w:trHeight w:val="284"/>
        </w:trPr>
        <w:tc>
          <w:tcPr>
            <w:tcW w:w="2240" w:type="dxa"/>
            <w:tcBorders>
              <w:top w:val="single" w:sz="4" w:space="0" w:color="auto"/>
              <w:bottom w:val="single" w:sz="4" w:space="0" w:color="auto"/>
            </w:tcBorders>
            <w:shd w:val="clear" w:color="auto" w:fill="auto"/>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Kulturní a umělecké vzdělávání</w:t>
            </w:r>
          </w:p>
        </w:tc>
        <w:tc>
          <w:tcPr>
            <w:tcW w:w="2720" w:type="dxa"/>
            <w:tcBorders>
              <w:top w:val="single" w:sz="4" w:space="0" w:color="auto"/>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85.52</w:t>
            </w:r>
          </w:p>
        </w:tc>
        <w:tc>
          <w:tcPr>
            <w:tcW w:w="4560" w:type="dxa"/>
            <w:tcBorders>
              <w:top w:val="single" w:sz="4" w:space="0" w:color="auto"/>
              <w:bottom w:val="single" w:sz="4" w:space="0" w:color="auto"/>
            </w:tcBorders>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Umělecké vzdělávání</w:t>
            </w:r>
          </w:p>
        </w:tc>
      </w:tr>
      <w:tr w:rsidR="003365DE" w:rsidRPr="00FC4669" w:rsidTr="00484A8E">
        <w:trPr>
          <w:trHeight w:val="284"/>
        </w:trPr>
        <w:tc>
          <w:tcPr>
            <w:tcW w:w="2240" w:type="dxa"/>
            <w:tcBorders>
              <w:top w:val="single" w:sz="4" w:space="0" w:color="auto"/>
              <w:bottom w:val="single" w:sz="12"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Umělecká řemesla</w:t>
            </w:r>
          </w:p>
        </w:tc>
        <w:tc>
          <w:tcPr>
            <w:tcW w:w="2720" w:type="dxa"/>
            <w:tcBorders>
              <w:top w:val="single" w:sz="4" w:space="0" w:color="auto"/>
              <w:bottom w:val="single" w:sz="12" w:space="0" w:color="auto"/>
            </w:tcBorders>
            <w:shd w:val="clear" w:color="auto" w:fill="auto"/>
            <w:vAlign w:val="center"/>
            <w:hideMark/>
          </w:tcPr>
          <w:p w:rsidR="003365DE" w:rsidRPr="00FC4669" w:rsidRDefault="003365DE" w:rsidP="003365DE">
            <w:pPr>
              <w:spacing w:after="0" w:line="240" w:lineRule="auto"/>
              <w:jc w:val="left"/>
              <w:rPr>
                <w:rFonts w:ascii="Calibri" w:hAnsi="Calibri"/>
                <w:color w:val="000000"/>
                <w:szCs w:val="20"/>
              </w:rPr>
            </w:pPr>
            <w:proofErr w:type="gramStart"/>
            <w:r w:rsidRPr="00FC4669">
              <w:rPr>
                <w:rFonts w:ascii="Calibri" w:hAnsi="Calibri"/>
                <w:color w:val="000000"/>
                <w:szCs w:val="20"/>
              </w:rPr>
              <w:t>odd.14,15,16,23,25,31,32,43</w:t>
            </w:r>
            <w:proofErr w:type="gramEnd"/>
            <w:r w:rsidRPr="00FC4669">
              <w:rPr>
                <w:rFonts w:ascii="Calibri" w:hAnsi="Calibri"/>
                <w:color w:val="000000"/>
                <w:szCs w:val="20"/>
              </w:rPr>
              <w:t xml:space="preserve"> (část)</w:t>
            </w:r>
          </w:p>
        </w:tc>
        <w:tc>
          <w:tcPr>
            <w:tcW w:w="4560" w:type="dxa"/>
            <w:tcBorders>
              <w:top w:val="single" w:sz="4" w:space="0" w:color="auto"/>
              <w:bottom w:val="single" w:sz="12" w:space="0" w:color="auto"/>
            </w:tcBorders>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(vybraná umělecká řemesla)</w:t>
            </w:r>
          </w:p>
        </w:tc>
      </w:tr>
      <w:tr w:rsidR="003365DE" w:rsidRPr="00FC4669" w:rsidTr="00484A8E">
        <w:trPr>
          <w:trHeight w:val="284"/>
        </w:trPr>
        <w:tc>
          <w:tcPr>
            <w:tcW w:w="9520" w:type="dxa"/>
            <w:gridSpan w:val="3"/>
            <w:tcBorders>
              <w:top w:val="single" w:sz="12" w:space="0" w:color="auto"/>
              <w:bottom w:val="single" w:sz="12" w:space="0" w:color="auto"/>
            </w:tcBorders>
            <w:shd w:val="clear" w:color="auto" w:fill="E5B8B7" w:themeFill="accent2" w:themeFillTint="66"/>
            <w:noWrap/>
            <w:vAlign w:val="center"/>
            <w:hideMark/>
          </w:tcPr>
          <w:p w:rsidR="003365DE" w:rsidRPr="00FC4669" w:rsidRDefault="00484A8E" w:rsidP="003365DE">
            <w:pPr>
              <w:spacing w:after="0" w:line="240" w:lineRule="auto"/>
              <w:jc w:val="center"/>
              <w:rPr>
                <w:rFonts w:ascii="Calibri" w:hAnsi="Calibri"/>
                <w:b/>
                <w:bCs/>
                <w:szCs w:val="20"/>
              </w:rPr>
            </w:pPr>
            <w:r w:rsidRPr="00FC4669">
              <w:rPr>
                <w:rFonts w:ascii="Calibri" w:hAnsi="Calibri"/>
                <w:b/>
                <w:bCs/>
                <w:szCs w:val="20"/>
              </w:rPr>
              <w:t>Kult</w:t>
            </w:r>
            <w:r w:rsidR="003365DE" w:rsidRPr="00FC4669">
              <w:rPr>
                <w:rFonts w:ascii="Calibri" w:hAnsi="Calibri"/>
                <w:b/>
                <w:bCs/>
                <w:szCs w:val="20"/>
              </w:rPr>
              <w:t>u</w:t>
            </w:r>
            <w:r w:rsidRPr="00FC4669">
              <w:rPr>
                <w:rFonts w:ascii="Calibri" w:hAnsi="Calibri"/>
                <w:b/>
                <w:bCs/>
                <w:szCs w:val="20"/>
              </w:rPr>
              <w:t>r</w:t>
            </w:r>
            <w:r w:rsidR="003365DE" w:rsidRPr="00FC4669">
              <w:rPr>
                <w:rFonts w:ascii="Calibri" w:hAnsi="Calibri"/>
                <w:b/>
                <w:bCs/>
                <w:szCs w:val="20"/>
              </w:rPr>
              <w:t>ní průmysly (audiovizuální a mediální sektor)</w:t>
            </w:r>
          </w:p>
        </w:tc>
      </w:tr>
      <w:tr w:rsidR="003365DE" w:rsidRPr="00FC4669" w:rsidTr="00484A8E">
        <w:trPr>
          <w:trHeight w:val="284"/>
        </w:trPr>
        <w:tc>
          <w:tcPr>
            <w:tcW w:w="2240" w:type="dxa"/>
            <w:tcBorders>
              <w:top w:val="single" w:sz="12" w:space="0" w:color="auto"/>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b/>
                <w:color w:val="000000"/>
                <w:szCs w:val="20"/>
              </w:rPr>
            </w:pPr>
            <w:r w:rsidRPr="00FC4669">
              <w:rPr>
                <w:rFonts w:ascii="Calibri" w:hAnsi="Calibri"/>
                <w:b/>
                <w:color w:val="000000"/>
                <w:szCs w:val="20"/>
              </w:rPr>
              <w:t>Oblast</w:t>
            </w:r>
          </w:p>
        </w:tc>
        <w:tc>
          <w:tcPr>
            <w:tcW w:w="2720" w:type="dxa"/>
            <w:tcBorders>
              <w:top w:val="single" w:sz="12" w:space="0" w:color="auto"/>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b/>
                <w:color w:val="000000"/>
                <w:szCs w:val="20"/>
              </w:rPr>
            </w:pPr>
            <w:r w:rsidRPr="00FC4669">
              <w:rPr>
                <w:rFonts w:ascii="Calibri" w:hAnsi="Calibri"/>
                <w:b/>
                <w:color w:val="000000"/>
                <w:szCs w:val="20"/>
              </w:rPr>
              <w:t xml:space="preserve">Kategorie </w:t>
            </w:r>
            <w:r w:rsidR="00A70B41" w:rsidRPr="00FC4669">
              <w:rPr>
                <w:rFonts w:ascii="Calibri" w:hAnsi="Calibri"/>
                <w:b/>
                <w:color w:val="000000"/>
                <w:szCs w:val="20"/>
              </w:rPr>
              <w:t>CZ-</w:t>
            </w:r>
            <w:r w:rsidRPr="00FC4669">
              <w:rPr>
                <w:rFonts w:ascii="Calibri" w:hAnsi="Calibri"/>
                <w:b/>
                <w:color w:val="000000"/>
                <w:szCs w:val="20"/>
              </w:rPr>
              <w:t>NACE</w:t>
            </w:r>
          </w:p>
        </w:tc>
        <w:tc>
          <w:tcPr>
            <w:tcW w:w="4560" w:type="dxa"/>
            <w:tcBorders>
              <w:top w:val="single" w:sz="12" w:space="0" w:color="auto"/>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b/>
                <w:color w:val="000000"/>
                <w:szCs w:val="20"/>
              </w:rPr>
            </w:pPr>
            <w:r w:rsidRPr="00FC4669">
              <w:rPr>
                <w:rFonts w:ascii="Calibri" w:hAnsi="Calibri"/>
                <w:b/>
                <w:color w:val="000000"/>
                <w:szCs w:val="20"/>
              </w:rPr>
              <w:t>Ekonomická činnost</w:t>
            </w:r>
          </w:p>
        </w:tc>
      </w:tr>
      <w:tr w:rsidR="003365DE" w:rsidRPr="00FC4669" w:rsidTr="00484A8E">
        <w:trPr>
          <w:trHeight w:val="284"/>
        </w:trPr>
        <w:tc>
          <w:tcPr>
            <w:tcW w:w="2240" w:type="dxa"/>
            <w:vMerge w:val="restart"/>
            <w:tcBorders>
              <w:top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Knihy a tisk</w:t>
            </w:r>
          </w:p>
        </w:tc>
        <w:tc>
          <w:tcPr>
            <w:tcW w:w="2720" w:type="dxa"/>
            <w:tcBorders>
              <w:top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58.11</w:t>
            </w:r>
          </w:p>
        </w:tc>
        <w:tc>
          <w:tcPr>
            <w:tcW w:w="4560" w:type="dxa"/>
            <w:tcBorders>
              <w:top w:val="single" w:sz="4" w:space="0" w:color="auto"/>
            </w:tcBorders>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Vydávání knih</w:t>
            </w:r>
          </w:p>
        </w:tc>
      </w:tr>
      <w:tr w:rsidR="003365DE" w:rsidRPr="00FC4669" w:rsidTr="00484A8E">
        <w:trPr>
          <w:trHeight w:val="284"/>
        </w:trPr>
        <w:tc>
          <w:tcPr>
            <w:tcW w:w="2240" w:type="dxa"/>
            <w:vMerge/>
            <w:vAlign w:val="center"/>
            <w:hideMark/>
          </w:tcPr>
          <w:p w:rsidR="003365DE" w:rsidRPr="00FC4669" w:rsidRDefault="003365DE" w:rsidP="003365DE">
            <w:pPr>
              <w:spacing w:after="0" w:line="240" w:lineRule="auto"/>
              <w:jc w:val="left"/>
              <w:rPr>
                <w:rFonts w:ascii="Calibri" w:hAnsi="Calibri"/>
                <w:szCs w:val="20"/>
              </w:rPr>
            </w:pPr>
          </w:p>
        </w:tc>
        <w:tc>
          <w:tcPr>
            <w:tcW w:w="2720" w:type="dxa"/>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58.13</w:t>
            </w:r>
          </w:p>
        </w:tc>
        <w:tc>
          <w:tcPr>
            <w:tcW w:w="4560" w:type="dxa"/>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Vydávání novin</w:t>
            </w:r>
          </w:p>
        </w:tc>
      </w:tr>
      <w:tr w:rsidR="003365DE" w:rsidRPr="00FC4669" w:rsidTr="00484A8E">
        <w:trPr>
          <w:trHeight w:val="284"/>
        </w:trPr>
        <w:tc>
          <w:tcPr>
            <w:tcW w:w="2240" w:type="dxa"/>
            <w:vMerge/>
            <w:vAlign w:val="center"/>
            <w:hideMark/>
          </w:tcPr>
          <w:p w:rsidR="003365DE" w:rsidRPr="00FC4669" w:rsidRDefault="003365DE" w:rsidP="003365DE">
            <w:pPr>
              <w:spacing w:after="0" w:line="240" w:lineRule="auto"/>
              <w:jc w:val="left"/>
              <w:rPr>
                <w:rFonts w:ascii="Calibri" w:hAnsi="Calibri"/>
                <w:szCs w:val="20"/>
              </w:rPr>
            </w:pPr>
          </w:p>
        </w:tc>
        <w:tc>
          <w:tcPr>
            <w:tcW w:w="2720" w:type="dxa"/>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58.14</w:t>
            </w:r>
          </w:p>
        </w:tc>
        <w:tc>
          <w:tcPr>
            <w:tcW w:w="4560" w:type="dxa"/>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Vydávání časopisů a ostatních periodických publikací</w:t>
            </w:r>
          </w:p>
        </w:tc>
      </w:tr>
      <w:tr w:rsidR="003365DE" w:rsidRPr="00FC4669" w:rsidTr="00484A8E">
        <w:trPr>
          <w:trHeight w:val="284"/>
        </w:trPr>
        <w:tc>
          <w:tcPr>
            <w:tcW w:w="2240" w:type="dxa"/>
            <w:vMerge/>
            <w:vAlign w:val="center"/>
            <w:hideMark/>
          </w:tcPr>
          <w:p w:rsidR="003365DE" w:rsidRPr="00FC4669" w:rsidRDefault="003365DE" w:rsidP="003365DE">
            <w:pPr>
              <w:spacing w:after="0" w:line="240" w:lineRule="auto"/>
              <w:jc w:val="left"/>
              <w:rPr>
                <w:rFonts w:ascii="Calibri" w:hAnsi="Calibri"/>
                <w:szCs w:val="20"/>
              </w:rPr>
            </w:pPr>
          </w:p>
        </w:tc>
        <w:tc>
          <w:tcPr>
            <w:tcW w:w="2720" w:type="dxa"/>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74.30</w:t>
            </w:r>
          </w:p>
        </w:tc>
        <w:tc>
          <w:tcPr>
            <w:tcW w:w="4560" w:type="dxa"/>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Překladatelské a tlumočnické činnosti</w:t>
            </w:r>
          </w:p>
        </w:tc>
      </w:tr>
      <w:tr w:rsidR="003365DE" w:rsidRPr="00FC4669" w:rsidTr="00484A8E">
        <w:trPr>
          <w:trHeight w:val="284"/>
        </w:trPr>
        <w:tc>
          <w:tcPr>
            <w:tcW w:w="2240" w:type="dxa"/>
            <w:vMerge/>
            <w:vAlign w:val="center"/>
            <w:hideMark/>
          </w:tcPr>
          <w:p w:rsidR="003365DE" w:rsidRPr="00FC4669" w:rsidRDefault="003365DE" w:rsidP="003365DE">
            <w:pPr>
              <w:spacing w:after="0" w:line="240" w:lineRule="auto"/>
              <w:jc w:val="left"/>
              <w:rPr>
                <w:rFonts w:ascii="Calibri" w:hAnsi="Calibri"/>
                <w:szCs w:val="20"/>
              </w:rPr>
            </w:pPr>
          </w:p>
        </w:tc>
        <w:tc>
          <w:tcPr>
            <w:tcW w:w="2720" w:type="dxa"/>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47.61</w:t>
            </w:r>
          </w:p>
        </w:tc>
        <w:tc>
          <w:tcPr>
            <w:tcW w:w="4560" w:type="dxa"/>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 xml:space="preserve">Maloobchod s knihami </w:t>
            </w:r>
          </w:p>
        </w:tc>
      </w:tr>
      <w:tr w:rsidR="003365DE" w:rsidRPr="00FC4669" w:rsidTr="00484A8E">
        <w:trPr>
          <w:trHeight w:val="284"/>
        </w:trPr>
        <w:tc>
          <w:tcPr>
            <w:tcW w:w="2240" w:type="dxa"/>
            <w:vMerge/>
            <w:vAlign w:val="center"/>
            <w:hideMark/>
          </w:tcPr>
          <w:p w:rsidR="003365DE" w:rsidRPr="00FC4669" w:rsidRDefault="003365DE" w:rsidP="003365DE">
            <w:pPr>
              <w:spacing w:after="0" w:line="240" w:lineRule="auto"/>
              <w:jc w:val="left"/>
              <w:rPr>
                <w:rFonts w:ascii="Calibri" w:hAnsi="Calibri"/>
                <w:szCs w:val="20"/>
              </w:rPr>
            </w:pPr>
          </w:p>
        </w:tc>
        <w:tc>
          <w:tcPr>
            <w:tcW w:w="2720" w:type="dxa"/>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47.62</w:t>
            </w:r>
          </w:p>
        </w:tc>
        <w:tc>
          <w:tcPr>
            <w:tcW w:w="4560" w:type="dxa"/>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 xml:space="preserve">Maloobchod s novinami, časopisy a papírnickým zbožím </w:t>
            </w:r>
          </w:p>
        </w:tc>
      </w:tr>
      <w:tr w:rsidR="003365DE" w:rsidRPr="00FC4669" w:rsidTr="00484A8E">
        <w:trPr>
          <w:trHeight w:val="284"/>
        </w:trPr>
        <w:tc>
          <w:tcPr>
            <w:tcW w:w="2240" w:type="dxa"/>
            <w:vMerge/>
            <w:tcBorders>
              <w:bottom w:val="single" w:sz="4" w:space="0" w:color="auto"/>
            </w:tcBorders>
            <w:vAlign w:val="center"/>
            <w:hideMark/>
          </w:tcPr>
          <w:p w:rsidR="003365DE" w:rsidRPr="00FC4669" w:rsidRDefault="003365DE" w:rsidP="003365DE">
            <w:pPr>
              <w:spacing w:after="0" w:line="240" w:lineRule="auto"/>
              <w:jc w:val="left"/>
              <w:rPr>
                <w:rFonts w:ascii="Calibri" w:hAnsi="Calibri"/>
                <w:szCs w:val="20"/>
              </w:rPr>
            </w:pPr>
          </w:p>
        </w:tc>
        <w:tc>
          <w:tcPr>
            <w:tcW w:w="2720" w:type="dxa"/>
            <w:tcBorders>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63.91</w:t>
            </w:r>
          </w:p>
        </w:tc>
        <w:tc>
          <w:tcPr>
            <w:tcW w:w="4560" w:type="dxa"/>
            <w:tcBorders>
              <w:bottom w:val="single" w:sz="4" w:space="0" w:color="auto"/>
            </w:tcBorders>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Činnosti zpravodajských tiskových kanceláří a agentur</w:t>
            </w:r>
          </w:p>
        </w:tc>
      </w:tr>
      <w:tr w:rsidR="003365DE" w:rsidRPr="00FC4669" w:rsidTr="00484A8E">
        <w:trPr>
          <w:trHeight w:val="284"/>
        </w:trPr>
        <w:tc>
          <w:tcPr>
            <w:tcW w:w="2240" w:type="dxa"/>
            <w:vMerge w:val="restart"/>
            <w:tcBorders>
              <w:top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Hudba</w:t>
            </w:r>
          </w:p>
        </w:tc>
        <w:tc>
          <w:tcPr>
            <w:tcW w:w="2720" w:type="dxa"/>
            <w:tcBorders>
              <w:top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59.20</w:t>
            </w:r>
          </w:p>
        </w:tc>
        <w:tc>
          <w:tcPr>
            <w:tcW w:w="4560" w:type="dxa"/>
            <w:tcBorders>
              <w:top w:val="single" w:sz="4" w:space="0" w:color="auto"/>
            </w:tcBorders>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Pořizování zvukových nahrávek a hudební vydavatelské činnosti</w:t>
            </w:r>
          </w:p>
        </w:tc>
      </w:tr>
      <w:tr w:rsidR="003365DE" w:rsidRPr="00FC4669" w:rsidTr="00484A8E">
        <w:trPr>
          <w:trHeight w:val="284"/>
        </w:trPr>
        <w:tc>
          <w:tcPr>
            <w:tcW w:w="2240" w:type="dxa"/>
            <w:vMerge/>
            <w:tcBorders>
              <w:bottom w:val="single" w:sz="4" w:space="0" w:color="auto"/>
            </w:tcBorders>
            <w:vAlign w:val="center"/>
            <w:hideMark/>
          </w:tcPr>
          <w:p w:rsidR="003365DE" w:rsidRPr="00FC4669" w:rsidRDefault="003365DE" w:rsidP="003365DE">
            <w:pPr>
              <w:spacing w:after="0" w:line="240" w:lineRule="auto"/>
              <w:jc w:val="left"/>
              <w:rPr>
                <w:rFonts w:ascii="Calibri" w:hAnsi="Calibri"/>
                <w:szCs w:val="20"/>
              </w:rPr>
            </w:pPr>
          </w:p>
        </w:tc>
        <w:tc>
          <w:tcPr>
            <w:tcW w:w="2720" w:type="dxa"/>
            <w:tcBorders>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47.63 (50%)</w:t>
            </w:r>
          </w:p>
        </w:tc>
        <w:tc>
          <w:tcPr>
            <w:tcW w:w="4560" w:type="dxa"/>
            <w:tcBorders>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 xml:space="preserve">Maloobchod s audio- a videozáznamy </w:t>
            </w:r>
          </w:p>
        </w:tc>
      </w:tr>
      <w:tr w:rsidR="003365DE" w:rsidRPr="00FC4669" w:rsidTr="00484A8E">
        <w:trPr>
          <w:trHeight w:val="284"/>
        </w:trPr>
        <w:tc>
          <w:tcPr>
            <w:tcW w:w="2240" w:type="dxa"/>
            <w:vMerge w:val="restart"/>
            <w:shd w:val="clear" w:color="auto" w:fill="auto"/>
            <w:noWrap/>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Film a video</w:t>
            </w:r>
          </w:p>
        </w:tc>
        <w:tc>
          <w:tcPr>
            <w:tcW w:w="2720" w:type="dxa"/>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59.11</w:t>
            </w:r>
          </w:p>
        </w:tc>
        <w:tc>
          <w:tcPr>
            <w:tcW w:w="4560" w:type="dxa"/>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Produkce filmů, videozáznamů a televizních programů</w:t>
            </w:r>
          </w:p>
        </w:tc>
      </w:tr>
      <w:tr w:rsidR="003365DE" w:rsidRPr="00FC4669" w:rsidTr="00484A8E">
        <w:trPr>
          <w:trHeight w:val="284"/>
        </w:trPr>
        <w:tc>
          <w:tcPr>
            <w:tcW w:w="2240" w:type="dxa"/>
            <w:vMerge/>
            <w:vAlign w:val="center"/>
            <w:hideMark/>
          </w:tcPr>
          <w:p w:rsidR="003365DE" w:rsidRPr="00FC4669" w:rsidRDefault="003365DE" w:rsidP="003365DE">
            <w:pPr>
              <w:spacing w:after="0" w:line="240" w:lineRule="auto"/>
              <w:jc w:val="left"/>
              <w:rPr>
                <w:rFonts w:ascii="Calibri" w:hAnsi="Calibri"/>
                <w:szCs w:val="20"/>
              </w:rPr>
            </w:pPr>
          </w:p>
        </w:tc>
        <w:tc>
          <w:tcPr>
            <w:tcW w:w="2720" w:type="dxa"/>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59.12</w:t>
            </w:r>
          </w:p>
        </w:tc>
        <w:tc>
          <w:tcPr>
            <w:tcW w:w="4560" w:type="dxa"/>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Postprodukce filmů, videozáznamů a televizních programů</w:t>
            </w:r>
          </w:p>
        </w:tc>
      </w:tr>
      <w:tr w:rsidR="003365DE" w:rsidRPr="00FC4669" w:rsidTr="00484A8E">
        <w:trPr>
          <w:trHeight w:val="284"/>
        </w:trPr>
        <w:tc>
          <w:tcPr>
            <w:tcW w:w="2240" w:type="dxa"/>
            <w:vMerge/>
            <w:vAlign w:val="center"/>
            <w:hideMark/>
          </w:tcPr>
          <w:p w:rsidR="003365DE" w:rsidRPr="00FC4669" w:rsidRDefault="003365DE" w:rsidP="003365DE">
            <w:pPr>
              <w:spacing w:after="0" w:line="240" w:lineRule="auto"/>
              <w:jc w:val="left"/>
              <w:rPr>
                <w:rFonts w:ascii="Calibri" w:hAnsi="Calibri"/>
                <w:szCs w:val="20"/>
              </w:rPr>
            </w:pPr>
          </w:p>
        </w:tc>
        <w:tc>
          <w:tcPr>
            <w:tcW w:w="2720" w:type="dxa"/>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59.13</w:t>
            </w:r>
          </w:p>
        </w:tc>
        <w:tc>
          <w:tcPr>
            <w:tcW w:w="4560" w:type="dxa"/>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Distribuce filmů, videozáznamů a televizních programů</w:t>
            </w:r>
          </w:p>
        </w:tc>
      </w:tr>
      <w:tr w:rsidR="003365DE" w:rsidRPr="00FC4669" w:rsidTr="00484A8E">
        <w:trPr>
          <w:trHeight w:val="284"/>
        </w:trPr>
        <w:tc>
          <w:tcPr>
            <w:tcW w:w="2240" w:type="dxa"/>
            <w:vMerge/>
            <w:vAlign w:val="center"/>
            <w:hideMark/>
          </w:tcPr>
          <w:p w:rsidR="003365DE" w:rsidRPr="00FC4669" w:rsidRDefault="003365DE" w:rsidP="003365DE">
            <w:pPr>
              <w:spacing w:after="0" w:line="240" w:lineRule="auto"/>
              <w:jc w:val="left"/>
              <w:rPr>
                <w:rFonts w:ascii="Calibri" w:hAnsi="Calibri"/>
                <w:szCs w:val="20"/>
              </w:rPr>
            </w:pPr>
          </w:p>
        </w:tc>
        <w:tc>
          <w:tcPr>
            <w:tcW w:w="2720" w:type="dxa"/>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59.14</w:t>
            </w:r>
          </w:p>
        </w:tc>
        <w:tc>
          <w:tcPr>
            <w:tcW w:w="4560" w:type="dxa"/>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 xml:space="preserve">Promítání filmů </w:t>
            </w:r>
          </w:p>
        </w:tc>
      </w:tr>
      <w:tr w:rsidR="003365DE" w:rsidRPr="00FC4669" w:rsidTr="00484A8E">
        <w:trPr>
          <w:trHeight w:val="284"/>
        </w:trPr>
        <w:tc>
          <w:tcPr>
            <w:tcW w:w="2240" w:type="dxa"/>
            <w:vMerge/>
            <w:vAlign w:val="center"/>
            <w:hideMark/>
          </w:tcPr>
          <w:p w:rsidR="003365DE" w:rsidRPr="00FC4669" w:rsidRDefault="003365DE" w:rsidP="003365DE">
            <w:pPr>
              <w:spacing w:after="0" w:line="240" w:lineRule="auto"/>
              <w:jc w:val="left"/>
              <w:rPr>
                <w:rFonts w:ascii="Calibri" w:hAnsi="Calibri"/>
                <w:szCs w:val="20"/>
              </w:rPr>
            </w:pPr>
          </w:p>
        </w:tc>
        <w:tc>
          <w:tcPr>
            <w:tcW w:w="2720" w:type="dxa"/>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77.22</w:t>
            </w:r>
          </w:p>
        </w:tc>
        <w:tc>
          <w:tcPr>
            <w:tcW w:w="4560" w:type="dxa"/>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Pronájem videokazet a disků</w:t>
            </w:r>
          </w:p>
        </w:tc>
      </w:tr>
      <w:tr w:rsidR="003365DE" w:rsidRPr="00FC4669" w:rsidTr="00484A8E">
        <w:trPr>
          <w:trHeight w:val="284"/>
        </w:trPr>
        <w:tc>
          <w:tcPr>
            <w:tcW w:w="2240" w:type="dxa"/>
            <w:vMerge/>
            <w:tcBorders>
              <w:bottom w:val="single" w:sz="4" w:space="0" w:color="auto"/>
            </w:tcBorders>
            <w:vAlign w:val="center"/>
            <w:hideMark/>
          </w:tcPr>
          <w:p w:rsidR="003365DE" w:rsidRPr="00FC4669" w:rsidRDefault="003365DE" w:rsidP="003365DE">
            <w:pPr>
              <w:spacing w:after="0" w:line="240" w:lineRule="auto"/>
              <w:jc w:val="left"/>
              <w:rPr>
                <w:rFonts w:ascii="Calibri" w:hAnsi="Calibri"/>
                <w:szCs w:val="20"/>
              </w:rPr>
            </w:pPr>
          </w:p>
        </w:tc>
        <w:tc>
          <w:tcPr>
            <w:tcW w:w="2720" w:type="dxa"/>
            <w:tcBorders>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47.63 (50%)</w:t>
            </w:r>
          </w:p>
        </w:tc>
        <w:tc>
          <w:tcPr>
            <w:tcW w:w="4560" w:type="dxa"/>
            <w:tcBorders>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 xml:space="preserve">Maloobchod s audio- a videozáznamy </w:t>
            </w:r>
          </w:p>
        </w:tc>
      </w:tr>
      <w:tr w:rsidR="003365DE" w:rsidRPr="00FC4669" w:rsidTr="00484A8E">
        <w:trPr>
          <w:trHeight w:val="284"/>
        </w:trPr>
        <w:tc>
          <w:tcPr>
            <w:tcW w:w="2240" w:type="dxa"/>
            <w:tcBorders>
              <w:top w:val="single" w:sz="4" w:space="0" w:color="auto"/>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Rozhlas</w:t>
            </w:r>
          </w:p>
        </w:tc>
        <w:tc>
          <w:tcPr>
            <w:tcW w:w="2720" w:type="dxa"/>
            <w:tcBorders>
              <w:top w:val="single" w:sz="4" w:space="0" w:color="auto"/>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60.10</w:t>
            </w:r>
          </w:p>
        </w:tc>
        <w:tc>
          <w:tcPr>
            <w:tcW w:w="4560" w:type="dxa"/>
            <w:tcBorders>
              <w:top w:val="single" w:sz="4" w:space="0" w:color="auto"/>
              <w:bottom w:val="single" w:sz="4" w:space="0" w:color="auto"/>
            </w:tcBorders>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Rozhlasové vysílání</w:t>
            </w:r>
          </w:p>
        </w:tc>
      </w:tr>
      <w:tr w:rsidR="003365DE" w:rsidRPr="00FC4669" w:rsidTr="00484A8E">
        <w:trPr>
          <w:trHeight w:val="284"/>
        </w:trPr>
        <w:tc>
          <w:tcPr>
            <w:tcW w:w="2240" w:type="dxa"/>
            <w:tcBorders>
              <w:top w:val="single" w:sz="4" w:space="0" w:color="auto"/>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Televize</w:t>
            </w:r>
          </w:p>
        </w:tc>
        <w:tc>
          <w:tcPr>
            <w:tcW w:w="2720" w:type="dxa"/>
            <w:tcBorders>
              <w:top w:val="single" w:sz="4" w:space="0" w:color="auto"/>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60.20</w:t>
            </w:r>
          </w:p>
        </w:tc>
        <w:tc>
          <w:tcPr>
            <w:tcW w:w="4560" w:type="dxa"/>
            <w:tcBorders>
              <w:top w:val="single" w:sz="4" w:space="0" w:color="auto"/>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Tvorba televizních programů a televizní vysílání</w:t>
            </w:r>
          </w:p>
        </w:tc>
      </w:tr>
      <w:tr w:rsidR="003365DE" w:rsidRPr="00FC4669" w:rsidTr="00484A8E">
        <w:trPr>
          <w:trHeight w:val="284"/>
        </w:trPr>
        <w:tc>
          <w:tcPr>
            <w:tcW w:w="2240" w:type="dxa"/>
            <w:tcBorders>
              <w:top w:val="single" w:sz="4" w:space="0" w:color="auto"/>
              <w:bottom w:val="single" w:sz="12"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Videohry</w:t>
            </w:r>
          </w:p>
        </w:tc>
        <w:tc>
          <w:tcPr>
            <w:tcW w:w="2720" w:type="dxa"/>
            <w:tcBorders>
              <w:top w:val="single" w:sz="4" w:space="0" w:color="auto"/>
              <w:bottom w:val="single" w:sz="12"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58.21</w:t>
            </w:r>
          </w:p>
        </w:tc>
        <w:tc>
          <w:tcPr>
            <w:tcW w:w="4560" w:type="dxa"/>
            <w:tcBorders>
              <w:top w:val="single" w:sz="4" w:space="0" w:color="auto"/>
              <w:bottom w:val="single" w:sz="12"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Vydávání počítačových her</w:t>
            </w:r>
          </w:p>
        </w:tc>
      </w:tr>
      <w:tr w:rsidR="003365DE" w:rsidRPr="00FC4669" w:rsidTr="00484A8E">
        <w:trPr>
          <w:trHeight w:val="284"/>
        </w:trPr>
        <w:tc>
          <w:tcPr>
            <w:tcW w:w="9520" w:type="dxa"/>
            <w:gridSpan w:val="3"/>
            <w:tcBorders>
              <w:top w:val="single" w:sz="12" w:space="0" w:color="auto"/>
              <w:bottom w:val="single" w:sz="12" w:space="0" w:color="auto"/>
            </w:tcBorders>
            <w:shd w:val="clear" w:color="auto" w:fill="E5B8B7" w:themeFill="accent2" w:themeFillTint="66"/>
            <w:noWrap/>
            <w:vAlign w:val="center"/>
            <w:hideMark/>
          </w:tcPr>
          <w:p w:rsidR="003365DE" w:rsidRPr="00FC4669" w:rsidRDefault="00F02FF2" w:rsidP="003365DE">
            <w:pPr>
              <w:spacing w:after="0" w:line="240" w:lineRule="auto"/>
              <w:jc w:val="center"/>
              <w:rPr>
                <w:rFonts w:ascii="Calibri" w:hAnsi="Calibri"/>
                <w:b/>
                <w:bCs/>
                <w:szCs w:val="20"/>
              </w:rPr>
            </w:pPr>
            <w:r w:rsidRPr="00FC4669">
              <w:rPr>
                <w:rFonts w:ascii="Calibri" w:hAnsi="Calibri"/>
                <w:b/>
                <w:bCs/>
                <w:szCs w:val="20"/>
              </w:rPr>
              <w:t>Kreativní</w:t>
            </w:r>
            <w:r w:rsidR="003365DE" w:rsidRPr="00FC4669">
              <w:rPr>
                <w:rFonts w:ascii="Calibri" w:hAnsi="Calibri"/>
                <w:b/>
                <w:bCs/>
                <w:szCs w:val="20"/>
              </w:rPr>
              <w:t xml:space="preserve"> průmysly</w:t>
            </w:r>
            <w:r w:rsidR="005F7971" w:rsidRPr="00FC4669">
              <w:rPr>
                <w:rFonts w:ascii="Calibri" w:hAnsi="Calibri"/>
                <w:b/>
                <w:bCs/>
                <w:szCs w:val="20"/>
              </w:rPr>
              <w:t xml:space="preserve"> (tvůrčí sektor)</w:t>
            </w:r>
          </w:p>
        </w:tc>
      </w:tr>
      <w:tr w:rsidR="003365DE" w:rsidRPr="00FC4669" w:rsidTr="00484A8E">
        <w:trPr>
          <w:trHeight w:val="284"/>
        </w:trPr>
        <w:tc>
          <w:tcPr>
            <w:tcW w:w="2240" w:type="dxa"/>
            <w:tcBorders>
              <w:top w:val="single" w:sz="12" w:space="0" w:color="auto"/>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b/>
                <w:color w:val="000000"/>
                <w:szCs w:val="20"/>
              </w:rPr>
            </w:pPr>
            <w:r w:rsidRPr="00FC4669">
              <w:rPr>
                <w:rFonts w:ascii="Calibri" w:hAnsi="Calibri"/>
                <w:b/>
                <w:color w:val="000000"/>
                <w:szCs w:val="20"/>
              </w:rPr>
              <w:t>Oblast</w:t>
            </w:r>
          </w:p>
        </w:tc>
        <w:tc>
          <w:tcPr>
            <w:tcW w:w="2720" w:type="dxa"/>
            <w:tcBorders>
              <w:top w:val="single" w:sz="12" w:space="0" w:color="auto"/>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b/>
                <w:color w:val="000000"/>
                <w:szCs w:val="20"/>
              </w:rPr>
            </w:pPr>
            <w:r w:rsidRPr="00FC4669">
              <w:rPr>
                <w:rFonts w:ascii="Calibri" w:hAnsi="Calibri"/>
                <w:b/>
                <w:color w:val="000000"/>
                <w:szCs w:val="20"/>
              </w:rPr>
              <w:t xml:space="preserve">Kategorie </w:t>
            </w:r>
            <w:r w:rsidR="00A70B41" w:rsidRPr="00FC4669">
              <w:rPr>
                <w:rFonts w:ascii="Calibri" w:hAnsi="Calibri"/>
                <w:b/>
                <w:color w:val="000000"/>
                <w:szCs w:val="20"/>
              </w:rPr>
              <w:t>CZ-</w:t>
            </w:r>
            <w:r w:rsidRPr="00FC4669">
              <w:rPr>
                <w:rFonts w:ascii="Calibri" w:hAnsi="Calibri"/>
                <w:b/>
                <w:color w:val="000000"/>
                <w:szCs w:val="20"/>
              </w:rPr>
              <w:t>NACE</w:t>
            </w:r>
          </w:p>
        </w:tc>
        <w:tc>
          <w:tcPr>
            <w:tcW w:w="4560" w:type="dxa"/>
            <w:tcBorders>
              <w:top w:val="single" w:sz="12" w:space="0" w:color="auto"/>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b/>
                <w:color w:val="000000"/>
                <w:szCs w:val="20"/>
              </w:rPr>
            </w:pPr>
            <w:r w:rsidRPr="00FC4669">
              <w:rPr>
                <w:rFonts w:ascii="Calibri" w:hAnsi="Calibri"/>
                <w:b/>
                <w:color w:val="000000"/>
                <w:szCs w:val="20"/>
              </w:rPr>
              <w:t>Ekonomická činnost</w:t>
            </w:r>
          </w:p>
        </w:tc>
      </w:tr>
      <w:tr w:rsidR="003365DE" w:rsidRPr="00FC4669" w:rsidTr="00484A8E">
        <w:trPr>
          <w:trHeight w:val="284"/>
        </w:trPr>
        <w:tc>
          <w:tcPr>
            <w:tcW w:w="2240" w:type="dxa"/>
            <w:tcBorders>
              <w:top w:val="single" w:sz="4" w:space="0" w:color="auto"/>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Architektura</w:t>
            </w:r>
          </w:p>
        </w:tc>
        <w:tc>
          <w:tcPr>
            <w:tcW w:w="2720" w:type="dxa"/>
            <w:tcBorders>
              <w:top w:val="single" w:sz="4" w:space="0" w:color="auto"/>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71.11</w:t>
            </w:r>
          </w:p>
        </w:tc>
        <w:tc>
          <w:tcPr>
            <w:tcW w:w="4560" w:type="dxa"/>
            <w:tcBorders>
              <w:top w:val="single" w:sz="4" w:space="0" w:color="auto"/>
              <w:bottom w:val="single" w:sz="4" w:space="0" w:color="auto"/>
            </w:tcBorders>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Architektonické činnosti</w:t>
            </w:r>
          </w:p>
        </w:tc>
      </w:tr>
      <w:tr w:rsidR="003365DE" w:rsidRPr="00FC4669" w:rsidTr="00484A8E">
        <w:trPr>
          <w:trHeight w:val="284"/>
        </w:trPr>
        <w:tc>
          <w:tcPr>
            <w:tcW w:w="2240" w:type="dxa"/>
            <w:tcBorders>
              <w:top w:val="single" w:sz="4" w:space="0" w:color="auto"/>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Reklama</w:t>
            </w:r>
          </w:p>
        </w:tc>
        <w:tc>
          <w:tcPr>
            <w:tcW w:w="2720" w:type="dxa"/>
            <w:tcBorders>
              <w:top w:val="single" w:sz="4" w:space="0" w:color="auto"/>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73.11</w:t>
            </w:r>
          </w:p>
        </w:tc>
        <w:tc>
          <w:tcPr>
            <w:tcW w:w="4560" w:type="dxa"/>
            <w:tcBorders>
              <w:top w:val="single" w:sz="4" w:space="0" w:color="auto"/>
              <w:bottom w:val="single" w:sz="4" w:space="0" w:color="auto"/>
            </w:tcBorders>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Činnosti reklamních agentur</w:t>
            </w:r>
          </w:p>
        </w:tc>
      </w:tr>
      <w:tr w:rsidR="003365DE" w:rsidRPr="00FC4669" w:rsidTr="00484A8E">
        <w:trPr>
          <w:trHeight w:val="284"/>
        </w:trPr>
        <w:tc>
          <w:tcPr>
            <w:tcW w:w="2240" w:type="dxa"/>
            <w:tcBorders>
              <w:top w:val="single" w:sz="4" w:space="0" w:color="auto"/>
              <w:bottom w:val="single" w:sz="4" w:space="0" w:color="auto"/>
            </w:tcBorders>
            <w:shd w:val="clear" w:color="auto" w:fill="auto"/>
            <w:noWrap/>
            <w:vAlign w:val="center"/>
            <w:hideMark/>
          </w:tcPr>
          <w:p w:rsidR="003365DE" w:rsidRPr="00FC4669" w:rsidRDefault="005F7971" w:rsidP="003365DE">
            <w:pPr>
              <w:spacing w:after="0" w:line="240" w:lineRule="auto"/>
              <w:jc w:val="left"/>
              <w:rPr>
                <w:rFonts w:ascii="Calibri" w:hAnsi="Calibri"/>
                <w:szCs w:val="20"/>
              </w:rPr>
            </w:pPr>
            <w:r w:rsidRPr="00FC4669">
              <w:rPr>
                <w:rFonts w:ascii="Calibri" w:hAnsi="Calibri"/>
                <w:szCs w:val="20"/>
              </w:rPr>
              <w:t>D</w:t>
            </w:r>
            <w:r w:rsidR="003365DE" w:rsidRPr="00FC4669">
              <w:rPr>
                <w:rFonts w:ascii="Calibri" w:hAnsi="Calibri"/>
                <w:szCs w:val="20"/>
              </w:rPr>
              <w:t>esign</w:t>
            </w:r>
          </w:p>
        </w:tc>
        <w:tc>
          <w:tcPr>
            <w:tcW w:w="2720" w:type="dxa"/>
            <w:tcBorders>
              <w:top w:val="single" w:sz="4" w:space="0" w:color="auto"/>
              <w:bottom w:val="single" w:sz="4" w:space="0" w:color="auto"/>
            </w:tcBorders>
            <w:shd w:val="clear" w:color="auto" w:fill="auto"/>
            <w:noWrap/>
            <w:vAlign w:val="center"/>
            <w:hideMark/>
          </w:tcPr>
          <w:p w:rsidR="003365DE" w:rsidRPr="00FC4669" w:rsidRDefault="003365DE" w:rsidP="003365DE">
            <w:pPr>
              <w:spacing w:after="0" w:line="240" w:lineRule="auto"/>
              <w:jc w:val="left"/>
              <w:rPr>
                <w:rFonts w:ascii="Calibri" w:hAnsi="Calibri"/>
                <w:color w:val="000000"/>
                <w:szCs w:val="20"/>
              </w:rPr>
            </w:pPr>
            <w:r w:rsidRPr="00FC4669">
              <w:rPr>
                <w:rFonts w:ascii="Calibri" w:hAnsi="Calibri"/>
                <w:color w:val="000000"/>
                <w:szCs w:val="20"/>
              </w:rPr>
              <w:t>74.10</w:t>
            </w:r>
          </w:p>
        </w:tc>
        <w:tc>
          <w:tcPr>
            <w:tcW w:w="4560" w:type="dxa"/>
            <w:tcBorders>
              <w:top w:val="single" w:sz="4" w:space="0" w:color="auto"/>
              <w:bottom w:val="single" w:sz="4" w:space="0" w:color="auto"/>
            </w:tcBorders>
            <w:shd w:val="clear" w:color="auto" w:fill="auto"/>
            <w:vAlign w:val="center"/>
            <w:hideMark/>
          </w:tcPr>
          <w:p w:rsidR="003365DE" w:rsidRPr="00FC4669" w:rsidRDefault="003365DE" w:rsidP="003365DE">
            <w:pPr>
              <w:spacing w:after="0" w:line="240" w:lineRule="auto"/>
              <w:jc w:val="left"/>
              <w:rPr>
                <w:rFonts w:ascii="Calibri" w:hAnsi="Calibri"/>
                <w:szCs w:val="20"/>
              </w:rPr>
            </w:pPr>
            <w:r w:rsidRPr="00FC4669">
              <w:rPr>
                <w:rFonts w:ascii="Calibri" w:hAnsi="Calibri"/>
                <w:szCs w:val="20"/>
              </w:rPr>
              <w:t>Specializované návrhářské činnosti</w:t>
            </w:r>
          </w:p>
        </w:tc>
      </w:tr>
    </w:tbl>
    <w:p w:rsidR="003365DE" w:rsidRPr="00FC4669" w:rsidRDefault="003365DE" w:rsidP="003365DE"/>
    <w:p w:rsidR="00484A8E" w:rsidRPr="00FC4669" w:rsidRDefault="00484A8E" w:rsidP="00484A8E">
      <w:pPr>
        <w:pStyle w:val="Titulek"/>
        <w:keepNext/>
        <w:rPr>
          <w:b w:val="0"/>
          <w:color w:val="auto"/>
          <w:sz w:val="22"/>
          <w:szCs w:val="22"/>
        </w:rPr>
      </w:pPr>
      <w:r w:rsidRPr="00FC4669">
        <w:rPr>
          <w:color w:val="auto"/>
          <w:sz w:val="22"/>
          <w:szCs w:val="22"/>
        </w:rPr>
        <w:t>Příloha 2</w:t>
      </w:r>
      <w:r w:rsidRPr="00FC4669">
        <w:t xml:space="preserve"> </w:t>
      </w:r>
      <w:r w:rsidRPr="00FC4669">
        <w:rPr>
          <w:b w:val="0"/>
          <w:color w:val="auto"/>
          <w:sz w:val="22"/>
          <w:szCs w:val="22"/>
        </w:rPr>
        <w:t xml:space="preserve">Seznam a definice zaměstnání v oblasti kultury podle klasifikace </w:t>
      </w:r>
      <w:r w:rsidR="006E3528" w:rsidRPr="00FC4669">
        <w:rPr>
          <w:b w:val="0"/>
          <w:color w:val="auto"/>
          <w:sz w:val="22"/>
          <w:szCs w:val="22"/>
        </w:rPr>
        <w:t>CZ-</w:t>
      </w:r>
      <w:r w:rsidRPr="00FC4669">
        <w:rPr>
          <w:b w:val="0"/>
          <w:color w:val="auto"/>
          <w:sz w:val="22"/>
          <w:szCs w:val="22"/>
        </w:rPr>
        <w:t>ISCO</w:t>
      </w:r>
    </w:p>
    <w:tbl>
      <w:tblPr>
        <w:tblW w:w="9229" w:type="dxa"/>
        <w:tblInd w:w="55" w:type="dxa"/>
        <w:tblCellMar>
          <w:left w:w="70" w:type="dxa"/>
          <w:right w:w="70" w:type="dxa"/>
        </w:tblCellMar>
        <w:tblLook w:val="04A0"/>
      </w:tblPr>
      <w:tblGrid>
        <w:gridCol w:w="2142"/>
        <w:gridCol w:w="7087"/>
      </w:tblGrid>
      <w:tr w:rsidR="00A70B41" w:rsidRPr="00FC4669" w:rsidTr="00A70B41">
        <w:trPr>
          <w:trHeight w:val="312"/>
        </w:trPr>
        <w:tc>
          <w:tcPr>
            <w:tcW w:w="2142" w:type="dxa"/>
            <w:tcBorders>
              <w:top w:val="single" w:sz="12" w:space="0" w:color="auto"/>
              <w:bottom w:val="single" w:sz="12" w:space="0" w:color="auto"/>
            </w:tcBorders>
            <w:shd w:val="clear" w:color="auto" w:fill="E5B8B7" w:themeFill="accent2" w:themeFillTint="66"/>
            <w:noWrap/>
            <w:vAlign w:val="center"/>
            <w:hideMark/>
          </w:tcPr>
          <w:p w:rsidR="00A70B41" w:rsidRPr="00FC4669" w:rsidRDefault="00A70B41" w:rsidP="00A70B41">
            <w:pPr>
              <w:spacing w:after="0" w:line="240" w:lineRule="auto"/>
              <w:jc w:val="left"/>
              <w:rPr>
                <w:rFonts w:ascii="Calibri" w:hAnsi="Calibri"/>
                <w:b/>
                <w:color w:val="000000"/>
                <w:szCs w:val="20"/>
              </w:rPr>
            </w:pPr>
            <w:r w:rsidRPr="00FC4669">
              <w:rPr>
                <w:rFonts w:ascii="Calibri" w:hAnsi="Calibri"/>
                <w:b/>
                <w:color w:val="000000"/>
                <w:szCs w:val="20"/>
              </w:rPr>
              <w:t>Kategorie CZ-ISCO</w:t>
            </w:r>
          </w:p>
        </w:tc>
        <w:tc>
          <w:tcPr>
            <w:tcW w:w="7087" w:type="dxa"/>
            <w:tcBorders>
              <w:top w:val="single" w:sz="12" w:space="0" w:color="auto"/>
              <w:bottom w:val="single" w:sz="12" w:space="0" w:color="auto"/>
            </w:tcBorders>
            <w:shd w:val="clear" w:color="auto" w:fill="E5B8B7" w:themeFill="accent2" w:themeFillTint="66"/>
            <w:noWrap/>
            <w:vAlign w:val="center"/>
            <w:hideMark/>
          </w:tcPr>
          <w:p w:rsidR="00A70B41" w:rsidRPr="00FC4669" w:rsidRDefault="00A70B41" w:rsidP="00A70B41">
            <w:pPr>
              <w:spacing w:after="0" w:line="240" w:lineRule="auto"/>
              <w:jc w:val="left"/>
              <w:rPr>
                <w:rFonts w:ascii="Calibri" w:hAnsi="Calibri"/>
                <w:b/>
                <w:color w:val="000000"/>
                <w:szCs w:val="20"/>
              </w:rPr>
            </w:pPr>
            <w:r w:rsidRPr="00FC4669">
              <w:rPr>
                <w:rFonts w:ascii="Calibri" w:hAnsi="Calibri"/>
                <w:b/>
                <w:color w:val="000000"/>
                <w:szCs w:val="20"/>
              </w:rPr>
              <w:t>Zaměstnání</w:t>
            </w:r>
          </w:p>
        </w:tc>
      </w:tr>
      <w:tr w:rsidR="00A70B41" w:rsidRPr="00FC4669" w:rsidTr="00A70B41">
        <w:trPr>
          <w:trHeight w:val="312"/>
        </w:trPr>
        <w:tc>
          <w:tcPr>
            <w:tcW w:w="2142" w:type="dxa"/>
            <w:tcBorders>
              <w:top w:val="single" w:sz="12" w:space="0" w:color="auto"/>
            </w:tcBorders>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2161</w:t>
            </w:r>
          </w:p>
        </w:tc>
        <w:tc>
          <w:tcPr>
            <w:tcW w:w="7087" w:type="dxa"/>
            <w:tcBorders>
              <w:top w:val="single" w:sz="12" w:space="0" w:color="auto"/>
            </w:tcBorders>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Stavební architekti</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2162</w:t>
            </w:r>
          </w:p>
        </w:tc>
        <w:tc>
          <w:tcPr>
            <w:tcW w:w="7087"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Zahradní a krajinní architekti</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2163</w:t>
            </w:r>
          </w:p>
        </w:tc>
        <w:tc>
          <w:tcPr>
            <w:tcW w:w="7087"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Průmysloví a produktoví designéři, módní návrháři</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2166</w:t>
            </w:r>
          </w:p>
        </w:tc>
        <w:tc>
          <w:tcPr>
            <w:tcW w:w="7087" w:type="dxa"/>
            <w:shd w:val="clear" w:color="auto" w:fill="auto"/>
            <w:vAlign w:val="center"/>
            <w:hideMark/>
          </w:tcPr>
          <w:p w:rsidR="00A70B41" w:rsidRPr="00FC4669" w:rsidRDefault="00A70B41" w:rsidP="00A70B41">
            <w:pPr>
              <w:spacing w:after="0" w:line="240" w:lineRule="auto"/>
              <w:jc w:val="left"/>
              <w:rPr>
                <w:rFonts w:ascii="Calibri" w:hAnsi="Calibri"/>
                <w:szCs w:val="20"/>
              </w:rPr>
            </w:pPr>
            <w:r w:rsidRPr="00FC4669">
              <w:rPr>
                <w:rFonts w:ascii="Calibri" w:hAnsi="Calibri"/>
                <w:szCs w:val="20"/>
              </w:rPr>
              <w:t>Grafici a výtvarníci v multimédiích</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2354</w:t>
            </w:r>
          </w:p>
        </w:tc>
        <w:tc>
          <w:tcPr>
            <w:tcW w:w="7087" w:type="dxa"/>
            <w:shd w:val="clear" w:color="auto" w:fill="auto"/>
            <w:vAlign w:val="center"/>
            <w:hideMark/>
          </w:tcPr>
          <w:p w:rsidR="00A70B41" w:rsidRPr="00FC4669" w:rsidRDefault="00A70B41" w:rsidP="00A70B41">
            <w:pPr>
              <w:spacing w:after="0" w:line="240" w:lineRule="auto"/>
              <w:jc w:val="left"/>
              <w:rPr>
                <w:rFonts w:ascii="Calibri" w:hAnsi="Calibri"/>
                <w:szCs w:val="20"/>
              </w:rPr>
            </w:pPr>
            <w:r w:rsidRPr="00FC4669">
              <w:rPr>
                <w:rFonts w:ascii="Calibri" w:hAnsi="Calibri"/>
                <w:szCs w:val="20"/>
              </w:rPr>
              <w:t>Lektoři a učitelé hudby na ostatních školách</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2355</w:t>
            </w:r>
          </w:p>
        </w:tc>
        <w:tc>
          <w:tcPr>
            <w:tcW w:w="7087" w:type="dxa"/>
            <w:shd w:val="clear" w:color="auto" w:fill="auto"/>
            <w:vAlign w:val="center"/>
            <w:hideMark/>
          </w:tcPr>
          <w:p w:rsidR="00A70B41" w:rsidRPr="00FC4669" w:rsidRDefault="00A70B41" w:rsidP="00A70B41">
            <w:pPr>
              <w:spacing w:after="0" w:line="240" w:lineRule="auto"/>
              <w:jc w:val="left"/>
              <w:rPr>
                <w:rFonts w:ascii="Calibri" w:hAnsi="Calibri"/>
                <w:szCs w:val="20"/>
              </w:rPr>
            </w:pPr>
            <w:r w:rsidRPr="00FC4669">
              <w:rPr>
                <w:rFonts w:ascii="Calibri" w:hAnsi="Calibri"/>
                <w:szCs w:val="20"/>
              </w:rPr>
              <w:t>Lektoři a učitelé umění na ostatních školách</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2621</w:t>
            </w:r>
          </w:p>
        </w:tc>
        <w:tc>
          <w:tcPr>
            <w:tcW w:w="7087"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Specialisté archiváři, kurátoři a správci památkových objektů</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2622</w:t>
            </w:r>
          </w:p>
        </w:tc>
        <w:tc>
          <w:tcPr>
            <w:tcW w:w="7087"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Specialisté v knihovnách a v příbuzných oblastech</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2641</w:t>
            </w:r>
          </w:p>
        </w:tc>
        <w:tc>
          <w:tcPr>
            <w:tcW w:w="7087"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Spisovatelé a příbuzní pracovníci</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2642</w:t>
            </w:r>
          </w:p>
        </w:tc>
        <w:tc>
          <w:tcPr>
            <w:tcW w:w="7087"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Redaktoři, novináři a příbuzní pracovníci</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2643</w:t>
            </w:r>
          </w:p>
        </w:tc>
        <w:tc>
          <w:tcPr>
            <w:tcW w:w="7087"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Překladatelé, tlumočníci a jazykovědci</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2651</w:t>
            </w:r>
          </w:p>
        </w:tc>
        <w:tc>
          <w:tcPr>
            <w:tcW w:w="7087" w:type="dxa"/>
            <w:shd w:val="clear" w:color="auto" w:fill="auto"/>
            <w:vAlign w:val="center"/>
            <w:hideMark/>
          </w:tcPr>
          <w:p w:rsidR="00A70B41" w:rsidRPr="00FC4669" w:rsidRDefault="00A70B41" w:rsidP="00A70B41">
            <w:pPr>
              <w:spacing w:after="0" w:line="240" w:lineRule="auto"/>
              <w:jc w:val="left"/>
              <w:rPr>
                <w:rFonts w:ascii="Calibri" w:hAnsi="Calibri"/>
                <w:szCs w:val="20"/>
              </w:rPr>
            </w:pPr>
            <w:r w:rsidRPr="00FC4669">
              <w:rPr>
                <w:rFonts w:ascii="Calibri" w:hAnsi="Calibri"/>
                <w:szCs w:val="20"/>
              </w:rPr>
              <w:t>Výtvarní umělci</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2652</w:t>
            </w:r>
          </w:p>
        </w:tc>
        <w:tc>
          <w:tcPr>
            <w:tcW w:w="7087"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Hudebníci, zpěváci a skladatelé</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2653</w:t>
            </w:r>
          </w:p>
        </w:tc>
        <w:tc>
          <w:tcPr>
            <w:tcW w:w="7087" w:type="dxa"/>
            <w:shd w:val="clear" w:color="auto" w:fill="auto"/>
            <w:vAlign w:val="center"/>
            <w:hideMark/>
          </w:tcPr>
          <w:p w:rsidR="00A70B41" w:rsidRPr="00FC4669" w:rsidRDefault="00A70B41" w:rsidP="00A70B41">
            <w:pPr>
              <w:spacing w:after="0" w:line="240" w:lineRule="auto"/>
              <w:jc w:val="left"/>
              <w:rPr>
                <w:rFonts w:ascii="Calibri" w:hAnsi="Calibri"/>
                <w:szCs w:val="20"/>
              </w:rPr>
            </w:pPr>
            <w:r w:rsidRPr="00FC4669">
              <w:rPr>
                <w:rFonts w:ascii="Calibri" w:hAnsi="Calibri"/>
                <w:szCs w:val="20"/>
              </w:rPr>
              <w:t>Tanečníci a choreografové</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2654</w:t>
            </w:r>
          </w:p>
        </w:tc>
        <w:tc>
          <w:tcPr>
            <w:tcW w:w="7087" w:type="dxa"/>
            <w:shd w:val="clear" w:color="auto" w:fill="auto"/>
            <w:vAlign w:val="center"/>
            <w:hideMark/>
          </w:tcPr>
          <w:p w:rsidR="00A70B41" w:rsidRPr="00FC4669" w:rsidRDefault="00A70B41" w:rsidP="00A70B41">
            <w:pPr>
              <w:spacing w:after="0" w:line="240" w:lineRule="auto"/>
              <w:jc w:val="left"/>
              <w:rPr>
                <w:rFonts w:ascii="Calibri" w:hAnsi="Calibri"/>
                <w:szCs w:val="20"/>
              </w:rPr>
            </w:pPr>
            <w:r w:rsidRPr="00FC4669">
              <w:rPr>
                <w:rFonts w:ascii="Calibri" w:hAnsi="Calibri"/>
                <w:szCs w:val="20"/>
              </w:rPr>
              <w:t>Režiséři, dramaturgové, produkční a příbuzní specialisté</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2655</w:t>
            </w:r>
          </w:p>
        </w:tc>
        <w:tc>
          <w:tcPr>
            <w:tcW w:w="7087" w:type="dxa"/>
            <w:shd w:val="clear" w:color="auto" w:fill="auto"/>
            <w:vAlign w:val="center"/>
            <w:hideMark/>
          </w:tcPr>
          <w:p w:rsidR="00A70B41" w:rsidRPr="00FC4669" w:rsidRDefault="00A70B41" w:rsidP="00A70B41">
            <w:pPr>
              <w:spacing w:after="0" w:line="240" w:lineRule="auto"/>
              <w:jc w:val="left"/>
              <w:rPr>
                <w:rFonts w:ascii="Calibri" w:hAnsi="Calibri"/>
                <w:szCs w:val="20"/>
              </w:rPr>
            </w:pPr>
            <w:r w:rsidRPr="00FC4669">
              <w:rPr>
                <w:rFonts w:ascii="Calibri" w:hAnsi="Calibri"/>
                <w:szCs w:val="20"/>
              </w:rPr>
              <w:t>Herci</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szCs w:val="20"/>
              </w:rPr>
            </w:pPr>
            <w:r w:rsidRPr="00FC4669">
              <w:rPr>
                <w:rFonts w:ascii="Calibri" w:hAnsi="Calibri"/>
                <w:szCs w:val="20"/>
              </w:rPr>
              <w:t>2656</w:t>
            </w:r>
          </w:p>
        </w:tc>
        <w:tc>
          <w:tcPr>
            <w:tcW w:w="7087"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Moderátoři v rozhlasu, televizi a ostatní moderátoři</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2659</w:t>
            </w:r>
          </w:p>
        </w:tc>
        <w:tc>
          <w:tcPr>
            <w:tcW w:w="7087" w:type="dxa"/>
            <w:shd w:val="clear" w:color="auto" w:fill="auto"/>
            <w:vAlign w:val="center"/>
            <w:hideMark/>
          </w:tcPr>
          <w:p w:rsidR="00A70B41" w:rsidRPr="00FC4669" w:rsidRDefault="00A70B41" w:rsidP="00A70B41">
            <w:pPr>
              <w:spacing w:after="0" w:line="240" w:lineRule="auto"/>
              <w:jc w:val="left"/>
              <w:rPr>
                <w:rFonts w:ascii="Calibri" w:hAnsi="Calibri"/>
                <w:szCs w:val="20"/>
              </w:rPr>
            </w:pPr>
            <w:r w:rsidRPr="00FC4669">
              <w:rPr>
                <w:rFonts w:ascii="Calibri" w:hAnsi="Calibri"/>
                <w:szCs w:val="20"/>
              </w:rPr>
              <w:t xml:space="preserve">Výkonní umělci a příbuzní specialisté jinde neuvedení </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3431</w:t>
            </w:r>
          </w:p>
        </w:tc>
        <w:tc>
          <w:tcPr>
            <w:tcW w:w="7087" w:type="dxa"/>
            <w:shd w:val="clear" w:color="auto" w:fill="auto"/>
            <w:vAlign w:val="center"/>
            <w:hideMark/>
          </w:tcPr>
          <w:p w:rsidR="00A70B41" w:rsidRPr="00FC4669" w:rsidRDefault="00A70B41" w:rsidP="00A70B41">
            <w:pPr>
              <w:spacing w:after="0" w:line="240" w:lineRule="auto"/>
              <w:jc w:val="left"/>
              <w:rPr>
                <w:rFonts w:ascii="Calibri" w:hAnsi="Calibri"/>
                <w:szCs w:val="20"/>
              </w:rPr>
            </w:pPr>
            <w:r w:rsidRPr="00FC4669">
              <w:rPr>
                <w:rFonts w:ascii="Calibri" w:hAnsi="Calibri"/>
                <w:szCs w:val="20"/>
              </w:rPr>
              <w:t>Fotografové</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3432</w:t>
            </w:r>
          </w:p>
        </w:tc>
        <w:tc>
          <w:tcPr>
            <w:tcW w:w="7087"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Aranžéři a příbuzní pracovníci</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3433</w:t>
            </w:r>
          </w:p>
        </w:tc>
        <w:tc>
          <w:tcPr>
            <w:tcW w:w="7087" w:type="dxa"/>
            <w:shd w:val="clear" w:color="auto" w:fill="auto"/>
            <w:vAlign w:val="center"/>
            <w:hideMark/>
          </w:tcPr>
          <w:p w:rsidR="00A70B41" w:rsidRPr="00FC4669" w:rsidRDefault="00A70B41" w:rsidP="00220644">
            <w:pPr>
              <w:spacing w:after="0" w:line="240" w:lineRule="auto"/>
              <w:jc w:val="left"/>
              <w:rPr>
                <w:rFonts w:ascii="Calibri" w:hAnsi="Calibri"/>
                <w:color w:val="000000"/>
                <w:szCs w:val="20"/>
              </w:rPr>
            </w:pPr>
            <w:r w:rsidRPr="00FC4669">
              <w:rPr>
                <w:rFonts w:ascii="Calibri" w:hAnsi="Calibri"/>
                <w:color w:val="000000"/>
                <w:szCs w:val="20"/>
              </w:rPr>
              <w:t>Konzervátoři, restaurátoři a preparátoři a příbuzní pracovníci v galeriích, muzeích a</w:t>
            </w:r>
            <w:r w:rsidR="00220644" w:rsidRPr="00FC4669">
              <w:rPr>
                <w:rFonts w:ascii="Calibri" w:hAnsi="Calibri"/>
                <w:color w:val="000000"/>
                <w:szCs w:val="20"/>
              </w:rPr>
              <w:t> </w:t>
            </w:r>
            <w:r w:rsidRPr="00FC4669">
              <w:rPr>
                <w:rFonts w:ascii="Calibri" w:hAnsi="Calibri"/>
                <w:color w:val="000000"/>
                <w:szCs w:val="20"/>
              </w:rPr>
              <w:t>knihovnách</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3435</w:t>
            </w:r>
          </w:p>
        </w:tc>
        <w:tc>
          <w:tcPr>
            <w:tcW w:w="7087" w:type="dxa"/>
            <w:shd w:val="clear" w:color="auto" w:fill="auto"/>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Ostatní odborní pracovníci v oblasti umění a kultury</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3521</w:t>
            </w:r>
          </w:p>
        </w:tc>
        <w:tc>
          <w:tcPr>
            <w:tcW w:w="7087"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Technici v oblasti vysílání a audiovizuálních záznamů</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4411</w:t>
            </w:r>
          </w:p>
        </w:tc>
        <w:tc>
          <w:tcPr>
            <w:tcW w:w="7087" w:type="dxa"/>
            <w:shd w:val="clear" w:color="auto" w:fill="auto"/>
            <w:vAlign w:val="center"/>
            <w:hideMark/>
          </w:tcPr>
          <w:p w:rsidR="00A70B41" w:rsidRPr="00FC4669" w:rsidRDefault="00A70B41" w:rsidP="00A70B41">
            <w:pPr>
              <w:spacing w:after="0" w:line="240" w:lineRule="auto"/>
              <w:jc w:val="left"/>
              <w:rPr>
                <w:rFonts w:ascii="Calibri" w:hAnsi="Calibri"/>
                <w:szCs w:val="20"/>
              </w:rPr>
            </w:pPr>
            <w:r w:rsidRPr="00FC4669">
              <w:rPr>
                <w:rFonts w:ascii="Calibri" w:hAnsi="Calibri"/>
                <w:szCs w:val="20"/>
              </w:rPr>
              <w:t>Knihovníci</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7312</w:t>
            </w:r>
          </w:p>
        </w:tc>
        <w:tc>
          <w:tcPr>
            <w:tcW w:w="7087"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Výrobci a opraváři hudebních nástrojů, ladiči</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7313</w:t>
            </w:r>
          </w:p>
        </w:tc>
        <w:tc>
          <w:tcPr>
            <w:tcW w:w="7087"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Klenotníci, zlatníci a šperkaři</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7314</w:t>
            </w:r>
          </w:p>
        </w:tc>
        <w:tc>
          <w:tcPr>
            <w:tcW w:w="7087"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Keramici a pracovníci v příbuzných oborech</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7315</w:t>
            </w:r>
          </w:p>
        </w:tc>
        <w:tc>
          <w:tcPr>
            <w:tcW w:w="7087"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Skláři, brusiči skla, výrobci bižuterie a skleněných ozdob</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7316</w:t>
            </w:r>
          </w:p>
        </w:tc>
        <w:tc>
          <w:tcPr>
            <w:tcW w:w="7087" w:type="dxa"/>
            <w:shd w:val="clear" w:color="auto" w:fill="auto"/>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Malíři, rytci a příbuzní pracovníci pro zdobení skla, keramiky, kovu, dřeva a jiných materiálů</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7317</w:t>
            </w:r>
          </w:p>
        </w:tc>
        <w:tc>
          <w:tcPr>
            <w:tcW w:w="7087"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Tradiční zpracovatelé dřeva, proutí a příbuzných materiálů</w:t>
            </w:r>
          </w:p>
        </w:tc>
      </w:tr>
      <w:tr w:rsidR="00A70B41" w:rsidRPr="00FC4669" w:rsidTr="00A70B41">
        <w:trPr>
          <w:trHeight w:val="312"/>
        </w:trPr>
        <w:tc>
          <w:tcPr>
            <w:tcW w:w="2142"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7318</w:t>
            </w:r>
          </w:p>
        </w:tc>
        <w:tc>
          <w:tcPr>
            <w:tcW w:w="7087" w:type="dxa"/>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 xml:space="preserve">Tradiční zpracovatelé textilu, kůží a příbuzných materiálů </w:t>
            </w:r>
          </w:p>
        </w:tc>
      </w:tr>
      <w:tr w:rsidR="00A70B41" w:rsidRPr="00FC4669" w:rsidTr="00A70B41">
        <w:trPr>
          <w:trHeight w:val="312"/>
        </w:trPr>
        <w:tc>
          <w:tcPr>
            <w:tcW w:w="2142" w:type="dxa"/>
            <w:tcBorders>
              <w:bottom w:val="single" w:sz="12" w:space="0" w:color="auto"/>
            </w:tcBorders>
            <w:shd w:val="clear" w:color="auto" w:fill="auto"/>
            <w:noWrap/>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7319</w:t>
            </w:r>
          </w:p>
        </w:tc>
        <w:tc>
          <w:tcPr>
            <w:tcW w:w="7087" w:type="dxa"/>
            <w:tcBorders>
              <w:bottom w:val="single" w:sz="12" w:space="0" w:color="auto"/>
            </w:tcBorders>
            <w:shd w:val="clear" w:color="auto" w:fill="auto"/>
            <w:vAlign w:val="center"/>
            <w:hideMark/>
          </w:tcPr>
          <w:p w:rsidR="00A70B41" w:rsidRPr="00FC4669" w:rsidRDefault="00A70B41" w:rsidP="00A70B41">
            <w:pPr>
              <w:spacing w:after="0" w:line="240" w:lineRule="auto"/>
              <w:jc w:val="left"/>
              <w:rPr>
                <w:rFonts w:ascii="Calibri" w:hAnsi="Calibri"/>
                <w:color w:val="000000"/>
                <w:szCs w:val="20"/>
              </w:rPr>
            </w:pPr>
            <w:r w:rsidRPr="00FC4669">
              <w:rPr>
                <w:rFonts w:ascii="Calibri" w:hAnsi="Calibri"/>
                <w:color w:val="000000"/>
                <w:szCs w:val="20"/>
              </w:rPr>
              <w:t>Pracovníci v oblasti uměleckých a tradičních řemesel jinde neuvedení</w:t>
            </w:r>
          </w:p>
        </w:tc>
      </w:tr>
    </w:tbl>
    <w:p w:rsidR="00750D87" w:rsidRPr="00FC4669" w:rsidRDefault="00750D87" w:rsidP="00FA6A70">
      <w:pPr>
        <w:ind w:left="284" w:hanging="284"/>
      </w:pPr>
    </w:p>
    <w:sectPr w:rsidR="00750D87" w:rsidRPr="00FC4669" w:rsidSect="007B47EE">
      <w:headerReference w:type="even" r:id="rId106"/>
      <w:headerReference w:type="default" r:id="rId107"/>
      <w:footerReference w:type="even" r:id="rId108"/>
      <w:footerReference w:type="default" r:id="rId109"/>
      <w:pgSz w:w="11906" w:h="16838" w:code="9"/>
      <w:pgMar w:top="1134" w:right="1134" w:bottom="1418" w:left="1134" w:header="680" w:footer="68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95E4C16" w15:done="0"/>
  <w15:commentEx w15:paraId="6AF5527A" w15:done="0"/>
  <w15:commentEx w15:paraId="45E45557" w15:done="0"/>
  <w15:commentEx w15:paraId="5F3B7655" w15:done="0"/>
  <w15:commentEx w15:paraId="153CB2A0" w15:done="0"/>
  <w15:commentEx w15:paraId="76C7552B" w15:done="0"/>
  <w15:commentEx w15:paraId="18D4B459" w15:done="0"/>
  <w15:commentEx w15:paraId="268315A7" w15:done="0"/>
  <w15:commentEx w15:paraId="2DA55F8A" w15:done="0"/>
  <w15:commentEx w15:paraId="2CBB34C2" w15:done="0"/>
  <w15:commentEx w15:paraId="20D7DC25" w15:done="0"/>
  <w15:commentEx w15:paraId="2EE3EE4A" w15:done="0"/>
  <w15:commentEx w15:paraId="4F2BF46F"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1E62" w:rsidRDefault="00D11E62" w:rsidP="00E71A58">
      <w:r>
        <w:separator/>
      </w:r>
    </w:p>
  </w:endnote>
  <w:endnote w:type="continuationSeparator" w:id="0">
    <w:p w:rsidR="00D11E62" w:rsidRDefault="00D11E62"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774" w:rsidRPr="00641938" w:rsidRDefault="00477774" w:rsidP="003A6B38">
    <w:pPr>
      <w:pStyle w:val="Zpat"/>
      <w:tabs>
        <w:tab w:val="clear" w:pos="4536"/>
        <w:tab w:val="clear" w:pos="9072"/>
        <w:tab w:val="center" w:pos="4820"/>
        <w:tab w:val="right" w:pos="9639"/>
      </w:tabs>
      <w:rPr>
        <w:rFonts w:ascii="Arial" w:hAnsi="Arial" w:cs="Arial"/>
        <w:sz w:val="16"/>
        <w:szCs w:val="16"/>
      </w:rPr>
    </w:pPr>
    <w:r>
      <w:rPr>
        <w:noProof/>
        <w:lang w:eastAsia="cs-CZ"/>
      </w:rPr>
      <w:drawing>
        <wp:anchor distT="0" distB="0" distL="114300" distR="114300" simplePos="0" relativeHeight="251658240"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pic:spPr>
              </pic:pic>
            </a:graphicData>
          </a:graphic>
        </wp:anchor>
      </w:drawing>
    </w:r>
    <w:r w:rsidR="00052F4D" w:rsidRPr="005A21E0">
      <w:rPr>
        <w:rFonts w:ascii="Arial" w:hAnsi="Arial" w:cs="Arial"/>
        <w:sz w:val="16"/>
        <w:szCs w:val="16"/>
      </w:rPr>
      <w:fldChar w:fldCharType="begin"/>
    </w:r>
    <w:r w:rsidRPr="005A21E0">
      <w:rPr>
        <w:rFonts w:ascii="Arial" w:hAnsi="Arial" w:cs="Arial"/>
        <w:sz w:val="16"/>
        <w:szCs w:val="16"/>
      </w:rPr>
      <w:instrText>PAGE   \* MERGEFORMAT</w:instrText>
    </w:r>
    <w:r w:rsidR="00052F4D" w:rsidRPr="005A21E0">
      <w:rPr>
        <w:rFonts w:ascii="Arial" w:hAnsi="Arial" w:cs="Arial"/>
        <w:sz w:val="16"/>
        <w:szCs w:val="16"/>
      </w:rPr>
      <w:fldChar w:fldCharType="separate"/>
    </w:r>
    <w:r w:rsidR="00D40648">
      <w:rPr>
        <w:rFonts w:ascii="Arial" w:hAnsi="Arial" w:cs="Arial"/>
        <w:noProof/>
        <w:sz w:val="16"/>
        <w:szCs w:val="16"/>
      </w:rPr>
      <w:t>54</w:t>
    </w:r>
    <w:r w:rsidR="00052F4D" w:rsidRPr="005A21E0">
      <w:rPr>
        <w:rFonts w:ascii="Arial" w:hAnsi="Arial" w:cs="Arial"/>
        <w:sz w:val="16"/>
        <w:szCs w:val="16"/>
      </w:rPr>
      <w:fldChar w:fldCharType="end"/>
    </w:r>
    <w:r>
      <w:rPr>
        <w:rFonts w:ascii="Arial" w:hAnsi="Arial" w:cs="Arial"/>
        <w:sz w:val="16"/>
        <w:szCs w:val="16"/>
      </w:rPr>
      <w:tab/>
      <w:t>2017</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774" w:rsidRDefault="00477774" w:rsidP="003A6B38">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7216" behindDoc="0" locked="0" layoutInCell="1" allowOverlap="1">
          <wp:simplePos x="0" y="0"/>
          <wp:positionH relativeFrom="column">
            <wp:posOffset>3810</wp:posOffset>
          </wp:positionH>
          <wp:positionV relativeFrom="paragraph">
            <wp:posOffset>90170</wp:posOffset>
          </wp:positionV>
          <wp:extent cx="495300" cy="266700"/>
          <wp:effectExtent l="19050" t="0" r="0" b="0"/>
          <wp:wrapNone/>
          <wp:docPr id="1"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srcRect/>
                  <a:stretch>
                    <a:fillRect/>
                  </a:stretch>
                </pic:blipFill>
                <pic:spPr bwMode="auto">
                  <a:xfrm>
                    <a:off x="0" y="0"/>
                    <a:ext cx="495300" cy="266700"/>
                  </a:xfrm>
                  <a:prstGeom prst="rect">
                    <a:avLst/>
                  </a:prstGeom>
                  <a:noFill/>
                </pic:spPr>
              </pic:pic>
            </a:graphicData>
          </a:graphic>
        </wp:anchor>
      </w:drawing>
    </w:r>
    <w:r>
      <w:tab/>
    </w:r>
    <w:r>
      <w:tab/>
    </w:r>
    <w:r w:rsidRPr="00DC5B3B">
      <w:t xml:space="preserve">                              </w:t>
    </w:r>
  </w:p>
  <w:p w:rsidR="00477774" w:rsidRDefault="00477774"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2017</w:t>
    </w:r>
    <w:r>
      <w:tab/>
    </w:r>
    <w:r>
      <w:tab/>
    </w:r>
    <w:r w:rsidR="00052F4D" w:rsidRPr="00B6608F">
      <w:rPr>
        <w:rFonts w:ascii="Arial" w:hAnsi="Arial" w:cs="Arial"/>
        <w:sz w:val="16"/>
        <w:szCs w:val="16"/>
      </w:rPr>
      <w:fldChar w:fldCharType="begin"/>
    </w:r>
    <w:r w:rsidRPr="00B6608F">
      <w:rPr>
        <w:rFonts w:ascii="Arial" w:hAnsi="Arial" w:cs="Arial"/>
        <w:sz w:val="16"/>
        <w:szCs w:val="16"/>
      </w:rPr>
      <w:instrText>PAGE   \* MERGEFORMAT</w:instrText>
    </w:r>
    <w:r w:rsidR="00052F4D" w:rsidRPr="00B6608F">
      <w:rPr>
        <w:rFonts w:ascii="Arial" w:hAnsi="Arial" w:cs="Arial"/>
        <w:sz w:val="16"/>
        <w:szCs w:val="16"/>
      </w:rPr>
      <w:fldChar w:fldCharType="separate"/>
    </w:r>
    <w:r w:rsidR="00D40648">
      <w:rPr>
        <w:rFonts w:ascii="Arial" w:hAnsi="Arial" w:cs="Arial"/>
        <w:noProof/>
        <w:sz w:val="16"/>
        <w:szCs w:val="16"/>
      </w:rPr>
      <w:t>55</w:t>
    </w:r>
    <w:r w:rsidR="00052F4D" w:rsidRPr="00B6608F">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1E62" w:rsidRDefault="00D11E62" w:rsidP="00E71A58">
      <w:r>
        <w:separator/>
      </w:r>
    </w:p>
  </w:footnote>
  <w:footnote w:type="continuationSeparator" w:id="0">
    <w:p w:rsidR="00D11E62" w:rsidRDefault="00D11E62" w:rsidP="00E71A58">
      <w:r>
        <w:continuationSeparator/>
      </w:r>
    </w:p>
  </w:footnote>
  <w:footnote w:id="1">
    <w:p w:rsidR="00477774" w:rsidRDefault="00477774" w:rsidP="00BB64DB">
      <w:pPr>
        <w:pStyle w:val="Textpoznpodarou"/>
      </w:pPr>
      <w:r>
        <w:rPr>
          <w:rStyle w:val="Znakapoznpodarou"/>
        </w:rPr>
        <w:footnoteRef/>
      </w:r>
      <w:r>
        <w:t xml:space="preserve"> </w:t>
      </w:r>
      <w:proofErr w:type="spellStart"/>
      <w:r w:rsidRPr="00C47C7E">
        <w:t>European</w:t>
      </w:r>
      <w:proofErr w:type="spellEnd"/>
      <w:r w:rsidRPr="00C47C7E">
        <w:t xml:space="preserve"> </w:t>
      </w:r>
      <w:proofErr w:type="spellStart"/>
      <w:r w:rsidRPr="00C47C7E">
        <w:t>Statistical</w:t>
      </w:r>
      <w:proofErr w:type="spellEnd"/>
      <w:r w:rsidRPr="00C47C7E">
        <w:t xml:space="preserve"> </w:t>
      </w:r>
      <w:proofErr w:type="spellStart"/>
      <w:r w:rsidRPr="00C47C7E">
        <w:t>System</w:t>
      </w:r>
      <w:proofErr w:type="spellEnd"/>
      <w:r w:rsidRPr="00C47C7E">
        <w:t xml:space="preserve"> Network on </w:t>
      </w:r>
      <w:proofErr w:type="spellStart"/>
      <w:r w:rsidRPr="00C47C7E">
        <w:t>Culture</w:t>
      </w:r>
      <w:proofErr w:type="spellEnd"/>
    </w:p>
  </w:footnote>
  <w:footnote w:id="2">
    <w:p w:rsidR="00477774" w:rsidRDefault="00477774" w:rsidP="00BB64DB">
      <w:pPr>
        <w:pStyle w:val="Textpoznpodarou"/>
      </w:pPr>
      <w:r>
        <w:rPr>
          <w:rStyle w:val="Znakapoznpodarou"/>
        </w:rPr>
        <w:footnoteRef/>
      </w:r>
      <w:r>
        <w:t xml:space="preserve"> bez designu a uměleckých</w:t>
      </w:r>
      <w:r w:rsidRPr="006153C5">
        <w:t xml:space="preserve"> řemesel</w:t>
      </w:r>
    </w:p>
  </w:footnote>
  <w:footnote w:id="3">
    <w:p w:rsidR="00477774" w:rsidRDefault="00477774">
      <w:pPr>
        <w:pStyle w:val="Textpoznpodarou"/>
      </w:pPr>
      <w:r>
        <w:rPr>
          <w:rStyle w:val="Znakapoznpodarou"/>
        </w:rPr>
        <w:footnoteRef/>
      </w:r>
      <w:r>
        <w:t xml:space="preserve"> Kategorie CZ-NACE 47.63 zahrnuje maloobchod s audio i video záznamy. Bohužel nelze přesně posoudit, jaká část náleží hudebním a jaká naopak filmovým záznamům. Proto je polovina této kategorie zařazena do oblasti filmu a polovina do oblasti hudby.   </w:t>
      </w:r>
    </w:p>
  </w:footnote>
  <w:footnote w:id="4">
    <w:p w:rsidR="00477774" w:rsidRDefault="00477774" w:rsidP="00477774">
      <w:pPr>
        <w:pStyle w:val="Textpoznpodarou"/>
        <w:jc w:val="left"/>
      </w:pPr>
      <w:r>
        <w:rPr>
          <w:rStyle w:val="Znakapoznpodarou"/>
        </w:rPr>
        <w:footnoteRef/>
      </w:r>
      <w:r>
        <w:t xml:space="preserve"> Podrobnější definice zmíněných ukazatelů je k nalezení zde: </w:t>
      </w:r>
      <w:hyperlink r:id="rId1" w:history="1">
        <w:r w:rsidRPr="00206ADC">
          <w:rPr>
            <w:rStyle w:val="Hypertextovodkaz"/>
          </w:rPr>
          <w:t>https://www.czso.cz/csu/czso/rocni-strukturalni-statistika-prumyslu-metodika</w:t>
        </w:r>
      </w:hyperlink>
    </w:p>
    <w:p w:rsidR="00477774" w:rsidRDefault="00477774">
      <w:pPr>
        <w:pStyle w:val="Textpoznpodarou"/>
      </w:pPr>
    </w:p>
  </w:footnote>
  <w:footnote w:id="5">
    <w:p w:rsidR="00477774" w:rsidRDefault="00477774" w:rsidP="00BB64DB">
      <w:pPr>
        <w:pStyle w:val="Textpoznpodarou"/>
      </w:pPr>
      <w:r>
        <w:rPr>
          <w:rStyle w:val="Znakapoznpodarou"/>
        </w:rPr>
        <w:footnoteRef/>
      </w:r>
      <w:r>
        <w:t xml:space="preserve"> Podle vymezení v rámci zákona č. </w:t>
      </w:r>
      <w:r w:rsidRPr="0023548B">
        <w:t>46/2000 Sb.</w:t>
      </w:r>
      <w:r>
        <w:t xml:space="preserve"> se periodickým tiskem rozumí </w:t>
      </w:r>
      <w:r w:rsidRPr="0023548B">
        <w:rPr>
          <w:i/>
        </w:rPr>
        <w:t>noviny, časopisy a jiné tiskoviny vydávané pod stejným názvem, se stejným obsahovým zaměřením a v jednotné grafické úpravě nejméně dvakrát v</w:t>
      </w:r>
      <w:r>
        <w:rPr>
          <w:i/>
        </w:rPr>
        <w:t> </w:t>
      </w:r>
      <w:r w:rsidRPr="0023548B">
        <w:rPr>
          <w:i/>
        </w:rPr>
        <w:t>kalendářním roce</w:t>
      </w:r>
      <w:r>
        <w:t>.</w:t>
      </w:r>
    </w:p>
  </w:footnote>
  <w:footnote w:id="6">
    <w:p w:rsidR="00477774" w:rsidRDefault="00477774">
      <w:pPr>
        <w:pStyle w:val="Textpoznpodarou"/>
      </w:pPr>
      <w:r>
        <w:rPr>
          <w:rStyle w:val="Znakapoznpodarou"/>
        </w:rPr>
        <w:footnoteRef/>
      </w:r>
      <w:r>
        <w:t xml:space="preserve"> Počet diváků, kteří navštívili ve sledovaném roce kinosál.</w:t>
      </w:r>
    </w:p>
  </w:footnote>
  <w:footnote w:id="7">
    <w:p w:rsidR="00477774" w:rsidRDefault="00477774" w:rsidP="00BB64DB">
      <w:pPr>
        <w:pStyle w:val="Textpoznpodarou"/>
      </w:pPr>
      <w:r>
        <w:rPr>
          <w:rStyle w:val="Znakapoznpodarou"/>
        </w:rPr>
        <w:footnoteRef/>
      </w:r>
      <w:r>
        <w:t xml:space="preserve"> V platném znění zákona o České televizi č. 483/1991 Sb., zákona o Českém rozhlase č. 484/1991 Sb. a zákona o provozování rozhlasového a televizního vysílání č.231/2001 Sb.</w:t>
      </w:r>
    </w:p>
  </w:footnote>
  <w:footnote w:id="8">
    <w:p w:rsidR="00477774" w:rsidRDefault="00477774" w:rsidP="006807FF">
      <w:pPr>
        <w:pStyle w:val="Textpoznpodarou"/>
      </w:pPr>
      <w:r>
        <w:rPr>
          <w:rStyle w:val="Znakapoznpodarou"/>
        </w:rPr>
        <w:footnoteRef/>
      </w:r>
      <w:r>
        <w:t xml:space="preserve"> V rámci výzkumu </w:t>
      </w:r>
      <w:proofErr w:type="spellStart"/>
      <w:r>
        <w:t>Radioprojekt</w:t>
      </w:r>
      <w:proofErr w:type="spellEnd"/>
      <w:r>
        <w:t xml:space="preserve"> je ročně osloveno okolo 30 tis. respondentů s otázkami ohledně poslechu rozhlasových stanic v minulém dni (popřípadě minulém týdnu). Poslechovost tedy měří, jaká část populace v minulém dni (popřípadě týdnu) poslouchala určitou stanici.</w:t>
      </w:r>
    </w:p>
  </w:footnote>
  <w:footnote w:id="9">
    <w:p w:rsidR="00477774" w:rsidRDefault="00477774">
      <w:pPr>
        <w:pStyle w:val="Textpoznpodarou"/>
      </w:pPr>
      <w:r>
        <w:rPr>
          <w:rStyle w:val="Znakapoznpodarou"/>
        </w:rPr>
        <w:footnoteRef/>
      </w:r>
      <w:r>
        <w:t xml:space="preserve"> Neexistuje jednotná definice tohoto pojmu, například </w:t>
      </w:r>
      <w:proofErr w:type="spellStart"/>
      <w:r>
        <w:t>Oldies</w:t>
      </w:r>
      <w:proofErr w:type="spellEnd"/>
      <w:r>
        <w:t xml:space="preserve"> </w:t>
      </w:r>
      <w:proofErr w:type="spellStart"/>
      <w:r>
        <w:t>Radio</w:t>
      </w:r>
      <w:proofErr w:type="spellEnd"/>
      <w:r>
        <w:t xml:space="preserve"> se specializuje na hudbu 60. – 80. let, na druhou stranu v rámci pořadu Českého rozhlasu s názvem </w:t>
      </w:r>
      <w:proofErr w:type="spellStart"/>
      <w:r>
        <w:t>Oldies</w:t>
      </w:r>
      <w:proofErr w:type="spellEnd"/>
      <w:r>
        <w:t xml:space="preserve"> jako na dlani jsou </w:t>
      </w:r>
      <w:proofErr w:type="spellStart"/>
      <w:r>
        <w:t>vysílany</w:t>
      </w:r>
      <w:proofErr w:type="spellEnd"/>
      <w:r>
        <w:t xml:space="preserve"> skladby vydané v 50. až 70. letech.</w:t>
      </w:r>
    </w:p>
  </w:footnote>
  <w:footnote w:id="10">
    <w:p w:rsidR="00477774" w:rsidRDefault="00477774">
      <w:pPr>
        <w:pStyle w:val="Textpoznpodarou"/>
      </w:pPr>
      <w:r>
        <w:rPr>
          <w:rStyle w:val="Znakapoznpodarou"/>
        </w:rPr>
        <w:footnoteRef/>
      </w:r>
      <w:r>
        <w:t xml:space="preserve"> Podle ATO je sledovanost definovaná jako podíl osob, které živě sledovaly úsek televizního vysílání na daném kanálu v rámci daného období. Sledovanost je měřena denně pomocí zařízení umístěných do cca 2000 domácností.</w:t>
      </w:r>
    </w:p>
  </w:footnote>
  <w:footnote w:id="11">
    <w:p w:rsidR="00477774" w:rsidRDefault="00477774" w:rsidP="00BB64DB">
      <w:pPr>
        <w:pStyle w:val="Textpoznpodarou"/>
      </w:pPr>
      <w:r>
        <w:rPr>
          <w:rStyle w:val="Znakapoznpodarou"/>
        </w:rPr>
        <w:footnoteRef/>
      </w:r>
      <w:r>
        <w:t xml:space="preserve"> Zákon č. 231/2011 Sb. vymezuje podíl reklamy na celkovém vysílání pro ČT 2 a ČT 24 na 0,5 procenta vysílacího času.</w:t>
      </w:r>
    </w:p>
  </w:footnote>
  <w:footnote w:id="12">
    <w:p w:rsidR="00477774" w:rsidRDefault="00477774">
      <w:pPr>
        <w:pStyle w:val="Textpoznpodarou"/>
      </w:pPr>
      <w:r>
        <w:rPr>
          <w:rStyle w:val="Znakapoznpodarou"/>
        </w:rPr>
        <w:footnoteRef/>
      </w:r>
      <w:r>
        <w:t xml:space="preserve"> sledovali alespoň první sekundu tohoto videa</w:t>
      </w:r>
    </w:p>
  </w:footnote>
  <w:footnote w:id="13">
    <w:p w:rsidR="00477774" w:rsidRDefault="00477774" w:rsidP="00BB64DB">
      <w:pPr>
        <w:pStyle w:val="Textpoznpodarou"/>
      </w:pPr>
      <w:r>
        <w:rPr>
          <w:rStyle w:val="Znakapoznpodarou"/>
        </w:rPr>
        <w:footnoteRef/>
      </w:r>
      <w:r>
        <w:t xml:space="preserve"> </w:t>
      </w:r>
      <w:proofErr w:type="spellStart"/>
      <w:r>
        <w:t>Interactive</w:t>
      </w:r>
      <w:proofErr w:type="spellEnd"/>
      <w:r>
        <w:t xml:space="preserve"> software </w:t>
      </w:r>
      <w:proofErr w:type="spellStart"/>
      <w:r>
        <w:t>federation</w:t>
      </w:r>
      <w:proofErr w:type="spellEnd"/>
      <w:r>
        <w:t xml:space="preserve"> </w:t>
      </w:r>
      <w:proofErr w:type="spellStart"/>
      <w:r>
        <w:t>of</w:t>
      </w:r>
      <w:proofErr w:type="spellEnd"/>
      <w:r>
        <w:t xml:space="preserve"> </w:t>
      </w:r>
      <w:proofErr w:type="spellStart"/>
      <w:r>
        <w:t>Europe</w:t>
      </w:r>
      <w:proofErr w:type="spell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774" w:rsidRPr="00AD306C" w:rsidRDefault="00477774" w:rsidP="00AD306C">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Kulturní průmysly v ČR: Audiovizuální a mediální sektor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774" w:rsidRPr="00DC5B3B" w:rsidRDefault="00477774" w:rsidP="00476265">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Kulturní průmysly v ČR: Audiovizuální a mediální sektor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56B1A"/>
    <w:multiLevelType w:val="multilevel"/>
    <w:tmpl w:val="3966554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4637F36"/>
    <w:multiLevelType w:val="hybridMultilevel"/>
    <w:tmpl w:val="B8066EBC"/>
    <w:lvl w:ilvl="0" w:tplc="D6B2F11E">
      <w:start w:val="84"/>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F0324FE"/>
    <w:multiLevelType w:val="hybridMultilevel"/>
    <w:tmpl w:val="78EED370"/>
    <w:lvl w:ilvl="0" w:tplc="9C1EB788">
      <w:start w:val="8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F967AB2"/>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A0114CF"/>
    <w:multiLevelType w:val="multilevel"/>
    <w:tmpl w:val="0B9A8BE0"/>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3B0D11A2"/>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44A6449C"/>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B360F69"/>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48D7DD8"/>
    <w:multiLevelType w:val="hybridMultilevel"/>
    <w:tmpl w:val="B3C4DB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DDC0730"/>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5F271D44"/>
    <w:multiLevelType w:val="hybridMultilevel"/>
    <w:tmpl w:val="E558E4F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49C0CE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B421201"/>
    <w:multiLevelType w:val="hybridMultilevel"/>
    <w:tmpl w:val="DDB033B6"/>
    <w:lvl w:ilvl="0" w:tplc="53E83B1E">
      <w:start w:val="1"/>
      <w:numFmt w:val="decimal"/>
      <w:lvlText w:val="%1)"/>
      <w:lvlJc w:val="left"/>
      <w:pPr>
        <w:ind w:left="786" w:hanging="360"/>
      </w:pPr>
      <w:rPr>
        <w:rFonts w:hint="default"/>
        <w:color w:val="0066FF"/>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nsid w:val="6F2B19CA"/>
    <w:multiLevelType w:val="hybridMultilevel"/>
    <w:tmpl w:val="887A4EBA"/>
    <w:lvl w:ilvl="0" w:tplc="04050001">
      <w:numFmt w:val="bullet"/>
      <w:lvlText w:val=""/>
      <w:lvlJc w:val="left"/>
      <w:pPr>
        <w:tabs>
          <w:tab w:val="num" w:pos="720"/>
        </w:tabs>
        <w:ind w:left="720" w:hanging="360"/>
      </w:pPr>
      <w:rPr>
        <w:rFonts w:ascii="Symbol" w:eastAsia="Times New Roman" w:hAnsi="Symbol" w:cs="Times New Roman" w:hint="default"/>
      </w:rPr>
    </w:lvl>
    <w:lvl w:ilvl="1" w:tplc="C0B2F436">
      <w:numFmt w:val="bullet"/>
      <w:lvlText w:val="-"/>
      <w:lvlJc w:val="left"/>
      <w:pPr>
        <w:tabs>
          <w:tab w:val="num" w:pos="1440"/>
        </w:tabs>
        <w:ind w:left="1440" w:hanging="360"/>
      </w:pPr>
      <w:rPr>
        <w:rFonts w:ascii="Times New Roman" w:eastAsia="Times New Roman" w:hAnsi="Times New Roman" w:cs="Times New Roman" w:hint="default"/>
        <w:b/>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73FF5ECB"/>
    <w:multiLevelType w:val="hybridMultilevel"/>
    <w:tmpl w:val="D5EA16B8"/>
    <w:lvl w:ilvl="0" w:tplc="E99CACE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233D9"/>
    <w:multiLevelType w:val="hybridMultilevel"/>
    <w:tmpl w:val="F2FE90D2"/>
    <w:lvl w:ilvl="0" w:tplc="D5BAC638">
      <w:start w:val="8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3"/>
  </w:num>
  <w:num w:numId="4">
    <w:abstractNumId w:val="0"/>
  </w:num>
  <w:num w:numId="5">
    <w:abstractNumId w:val="16"/>
  </w:num>
  <w:num w:numId="6">
    <w:abstractNumId w:val="2"/>
  </w:num>
  <w:num w:numId="7">
    <w:abstractNumId w:val="1"/>
  </w:num>
  <w:num w:numId="8">
    <w:abstractNumId w:val="14"/>
  </w:num>
  <w:num w:numId="9">
    <w:abstractNumId w:val="15"/>
  </w:num>
  <w:num w:numId="10">
    <w:abstractNumId w:val="5"/>
  </w:num>
  <w:num w:numId="11">
    <w:abstractNumId w:val="4"/>
  </w:num>
  <w:num w:numId="12">
    <w:abstractNumId w:val="9"/>
  </w:num>
  <w:num w:numId="13">
    <w:abstractNumId w:val="12"/>
  </w:num>
  <w:num w:numId="14">
    <w:abstractNumId w:val="10"/>
  </w:num>
  <w:num w:numId="15">
    <w:abstractNumId w:val="8"/>
  </w:num>
  <w:num w:numId="16">
    <w:abstractNumId w:val="3"/>
  </w:num>
  <w:num w:numId="1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kéta Pištorová, Mgr.">
    <w15:presenceInfo w15:providerId="None" w15:userId="Markéta Pištorová, Mgr."/>
  </w15:person>
  <w15:person w15:author="Helena Chodounská">
    <w15:presenceInfo w15:providerId="None" w15:userId="Helena Chodounská"/>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attachedTemplate r:id="rId1"/>
  <w:defaultTabStop w:val="708"/>
  <w:hyphenationZone w:val="425"/>
  <w:evenAndOddHeaders/>
  <w:drawingGridHorizontalSpacing w:val="110"/>
  <w:displayHorizontalDrawingGridEvery w:val="2"/>
  <w:characterSpacingControl w:val="doNotCompress"/>
  <w:hdrShapeDefaults>
    <o:shapedefaults v:ext="edit" spidmax="17410">
      <o:colormru v:ext="edit" colors="#ecf4dd,#eaecee,#fcec0a,#fcecdb,#f1daf5"/>
    </o:shapedefaults>
  </w:hdrShapeDefaults>
  <w:footnotePr>
    <w:footnote w:id="-1"/>
    <w:footnote w:id="0"/>
  </w:footnotePr>
  <w:endnotePr>
    <w:endnote w:id="-1"/>
    <w:endnote w:id="0"/>
  </w:endnotePr>
  <w:compat/>
  <w:rsids>
    <w:rsidRoot w:val="00F2719E"/>
    <w:rsid w:val="0000213E"/>
    <w:rsid w:val="000057AA"/>
    <w:rsid w:val="00005C1A"/>
    <w:rsid w:val="0000767A"/>
    <w:rsid w:val="00010702"/>
    <w:rsid w:val="0001137B"/>
    <w:rsid w:val="00012C46"/>
    <w:rsid w:val="0001315B"/>
    <w:rsid w:val="00015D27"/>
    <w:rsid w:val="00020722"/>
    <w:rsid w:val="00020FF8"/>
    <w:rsid w:val="00023EDD"/>
    <w:rsid w:val="00027455"/>
    <w:rsid w:val="00030619"/>
    <w:rsid w:val="00033CE1"/>
    <w:rsid w:val="00035134"/>
    <w:rsid w:val="000360F3"/>
    <w:rsid w:val="00037107"/>
    <w:rsid w:val="000414D9"/>
    <w:rsid w:val="00042038"/>
    <w:rsid w:val="00042B50"/>
    <w:rsid w:val="00042E63"/>
    <w:rsid w:val="000443B0"/>
    <w:rsid w:val="00045A03"/>
    <w:rsid w:val="0004694F"/>
    <w:rsid w:val="000472B0"/>
    <w:rsid w:val="00050886"/>
    <w:rsid w:val="00052F4D"/>
    <w:rsid w:val="00056176"/>
    <w:rsid w:val="000624C6"/>
    <w:rsid w:val="00062EC5"/>
    <w:rsid w:val="000630A6"/>
    <w:rsid w:val="000636B3"/>
    <w:rsid w:val="00063FC1"/>
    <w:rsid w:val="00067B3F"/>
    <w:rsid w:val="00070E6A"/>
    <w:rsid w:val="000728C1"/>
    <w:rsid w:val="00075BB9"/>
    <w:rsid w:val="00082977"/>
    <w:rsid w:val="00084A0D"/>
    <w:rsid w:val="00086610"/>
    <w:rsid w:val="00086DBB"/>
    <w:rsid w:val="00087634"/>
    <w:rsid w:val="00093340"/>
    <w:rsid w:val="000A0B24"/>
    <w:rsid w:val="000A0F0E"/>
    <w:rsid w:val="000A0FF8"/>
    <w:rsid w:val="000A1183"/>
    <w:rsid w:val="000A1A9F"/>
    <w:rsid w:val="000A1C9C"/>
    <w:rsid w:val="000A344D"/>
    <w:rsid w:val="000A36DA"/>
    <w:rsid w:val="000B3393"/>
    <w:rsid w:val="000B3E9E"/>
    <w:rsid w:val="000B3FA5"/>
    <w:rsid w:val="000B6EF8"/>
    <w:rsid w:val="000C0391"/>
    <w:rsid w:val="000C27A2"/>
    <w:rsid w:val="000C3408"/>
    <w:rsid w:val="000C3D1A"/>
    <w:rsid w:val="000C43C6"/>
    <w:rsid w:val="000C53B3"/>
    <w:rsid w:val="000C5653"/>
    <w:rsid w:val="000C7B44"/>
    <w:rsid w:val="000D21E1"/>
    <w:rsid w:val="000D41C4"/>
    <w:rsid w:val="000E077B"/>
    <w:rsid w:val="000E0D24"/>
    <w:rsid w:val="000E178F"/>
    <w:rsid w:val="000E334B"/>
    <w:rsid w:val="000E3B13"/>
    <w:rsid w:val="000E3F11"/>
    <w:rsid w:val="000E44A0"/>
    <w:rsid w:val="000E4FAD"/>
    <w:rsid w:val="000E5EEF"/>
    <w:rsid w:val="000E5F9D"/>
    <w:rsid w:val="000E7074"/>
    <w:rsid w:val="000F0B50"/>
    <w:rsid w:val="000F4B0F"/>
    <w:rsid w:val="000F6FFD"/>
    <w:rsid w:val="001009D1"/>
    <w:rsid w:val="00103D6C"/>
    <w:rsid w:val="00104257"/>
    <w:rsid w:val="001042A6"/>
    <w:rsid w:val="00105D5C"/>
    <w:rsid w:val="00107B33"/>
    <w:rsid w:val="001132C6"/>
    <w:rsid w:val="00113B8D"/>
    <w:rsid w:val="00114747"/>
    <w:rsid w:val="001149CE"/>
    <w:rsid w:val="00114A3F"/>
    <w:rsid w:val="00114BE5"/>
    <w:rsid w:val="00115522"/>
    <w:rsid w:val="00120628"/>
    <w:rsid w:val="0012173C"/>
    <w:rsid w:val="00121FC2"/>
    <w:rsid w:val="00121FC7"/>
    <w:rsid w:val="00126988"/>
    <w:rsid w:val="00126EBA"/>
    <w:rsid w:val="00126F11"/>
    <w:rsid w:val="00127405"/>
    <w:rsid w:val="001275BC"/>
    <w:rsid w:val="00130F4A"/>
    <w:rsid w:val="00134285"/>
    <w:rsid w:val="001342F6"/>
    <w:rsid w:val="00134579"/>
    <w:rsid w:val="0013662C"/>
    <w:rsid w:val="00136A04"/>
    <w:rsid w:val="0014040A"/>
    <w:rsid w:val="001405FA"/>
    <w:rsid w:val="00141131"/>
    <w:rsid w:val="00141268"/>
    <w:rsid w:val="00141FE5"/>
    <w:rsid w:val="001425C3"/>
    <w:rsid w:val="00143AB2"/>
    <w:rsid w:val="00145EE4"/>
    <w:rsid w:val="001471DB"/>
    <w:rsid w:val="00147436"/>
    <w:rsid w:val="00150D41"/>
    <w:rsid w:val="001531C9"/>
    <w:rsid w:val="00154174"/>
    <w:rsid w:val="00154C09"/>
    <w:rsid w:val="001577FA"/>
    <w:rsid w:val="00157EB6"/>
    <w:rsid w:val="0016269D"/>
    <w:rsid w:val="00163793"/>
    <w:rsid w:val="001661C5"/>
    <w:rsid w:val="00170E8B"/>
    <w:rsid w:val="001714F2"/>
    <w:rsid w:val="00171D41"/>
    <w:rsid w:val="00172569"/>
    <w:rsid w:val="00173531"/>
    <w:rsid w:val="00173703"/>
    <w:rsid w:val="001801FE"/>
    <w:rsid w:val="00180F64"/>
    <w:rsid w:val="00182456"/>
    <w:rsid w:val="0018356F"/>
    <w:rsid w:val="00184C98"/>
    <w:rsid w:val="00185010"/>
    <w:rsid w:val="001857FC"/>
    <w:rsid w:val="00185C4B"/>
    <w:rsid w:val="001918B2"/>
    <w:rsid w:val="001919CC"/>
    <w:rsid w:val="00192EBA"/>
    <w:rsid w:val="0019310E"/>
    <w:rsid w:val="00193560"/>
    <w:rsid w:val="00194011"/>
    <w:rsid w:val="00195E7C"/>
    <w:rsid w:val="0019602F"/>
    <w:rsid w:val="00196AEC"/>
    <w:rsid w:val="00196B4C"/>
    <w:rsid w:val="001975AC"/>
    <w:rsid w:val="001A12AC"/>
    <w:rsid w:val="001A3DC1"/>
    <w:rsid w:val="001A4BAA"/>
    <w:rsid w:val="001A552F"/>
    <w:rsid w:val="001A58FD"/>
    <w:rsid w:val="001A6358"/>
    <w:rsid w:val="001A67A3"/>
    <w:rsid w:val="001A67EB"/>
    <w:rsid w:val="001A7DF6"/>
    <w:rsid w:val="001B23C7"/>
    <w:rsid w:val="001B3110"/>
    <w:rsid w:val="001B368B"/>
    <w:rsid w:val="001B55B6"/>
    <w:rsid w:val="001B5EAE"/>
    <w:rsid w:val="001B6DBF"/>
    <w:rsid w:val="001B721C"/>
    <w:rsid w:val="001B7827"/>
    <w:rsid w:val="001C11CA"/>
    <w:rsid w:val="001C36A4"/>
    <w:rsid w:val="001C378C"/>
    <w:rsid w:val="001C4A1B"/>
    <w:rsid w:val="001C4AB2"/>
    <w:rsid w:val="001C5D40"/>
    <w:rsid w:val="001C6DBA"/>
    <w:rsid w:val="001C709C"/>
    <w:rsid w:val="001D07D2"/>
    <w:rsid w:val="001D41F6"/>
    <w:rsid w:val="001D4ECA"/>
    <w:rsid w:val="001E020A"/>
    <w:rsid w:val="001E0AA5"/>
    <w:rsid w:val="001E0B54"/>
    <w:rsid w:val="001E12BB"/>
    <w:rsid w:val="001E3995"/>
    <w:rsid w:val="001E4F12"/>
    <w:rsid w:val="001F4597"/>
    <w:rsid w:val="00200D8C"/>
    <w:rsid w:val="00204DB6"/>
    <w:rsid w:val="00210AA5"/>
    <w:rsid w:val="002130C8"/>
    <w:rsid w:val="0021339F"/>
    <w:rsid w:val="00215600"/>
    <w:rsid w:val="0021730B"/>
    <w:rsid w:val="00220642"/>
    <w:rsid w:val="00220644"/>
    <w:rsid w:val="0022139E"/>
    <w:rsid w:val="0022192F"/>
    <w:rsid w:val="00222204"/>
    <w:rsid w:val="00224F9D"/>
    <w:rsid w:val="002252E0"/>
    <w:rsid w:val="002255F6"/>
    <w:rsid w:val="00226D50"/>
    <w:rsid w:val="00231FC7"/>
    <w:rsid w:val="002328DA"/>
    <w:rsid w:val="00232B25"/>
    <w:rsid w:val="002342F1"/>
    <w:rsid w:val="00234BB2"/>
    <w:rsid w:val="00234F33"/>
    <w:rsid w:val="00235533"/>
    <w:rsid w:val="00236443"/>
    <w:rsid w:val="00237048"/>
    <w:rsid w:val="00240E77"/>
    <w:rsid w:val="00243670"/>
    <w:rsid w:val="002436BA"/>
    <w:rsid w:val="00244A15"/>
    <w:rsid w:val="00245697"/>
    <w:rsid w:val="0024640B"/>
    <w:rsid w:val="00246A65"/>
    <w:rsid w:val="00246B49"/>
    <w:rsid w:val="00247371"/>
    <w:rsid w:val="002473D9"/>
    <w:rsid w:val="0024799E"/>
    <w:rsid w:val="002479CE"/>
    <w:rsid w:val="00250807"/>
    <w:rsid w:val="0025430C"/>
    <w:rsid w:val="00255DDE"/>
    <w:rsid w:val="0025640A"/>
    <w:rsid w:val="00260C15"/>
    <w:rsid w:val="0026297E"/>
    <w:rsid w:val="00264C1E"/>
    <w:rsid w:val="00272FDF"/>
    <w:rsid w:val="00273D6F"/>
    <w:rsid w:val="00276FD9"/>
    <w:rsid w:val="002771F3"/>
    <w:rsid w:val="00277254"/>
    <w:rsid w:val="0027768A"/>
    <w:rsid w:val="00281805"/>
    <w:rsid w:val="00282789"/>
    <w:rsid w:val="00282CCA"/>
    <w:rsid w:val="002842E6"/>
    <w:rsid w:val="0029010F"/>
    <w:rsid w:val="00291420"/>
    <w:rsid w:val="002920AC"/>
    <w:rsid w:val="00292413"/>
    <w:rsid w:val="002931E4"/>
    <w:rsid w:val="00294458"/>
    <w:rsid w:val="002951F3"/>
    <w:rsid w:val="00296083"/>
    <w:rsid w:val="002978CD"/>
    <w:rsid w:val="00297CA7"/>
    <w:rsid w:val="002A0381"/>
    <w:rsid w:val="002A1980"/>
    <w:rsid w:val="002A32D6"/>
    <w:rsid w:val="002A5595"/>
    <w:rsid w:val="002B09CD"/>
    <w:rsid w:val="002B1997"/>
    <w:rsid w:val="002B21CF"/>
    <w:rsid w:val="002B32C9"/>
    <w:rsid w:val="002B37BD"/>
    <w:rsid w:val="002B6FCF"/>
    <w:rsid w:val="002B71DD"/>
    <w:rsid w:val="002B7E46"/>
    <w:rsid w:val="002C1C2C"/>
    <w:rsid w:val="002C3743"/>
    <w:rsid w:val="002C3AEA"/>
    <w:rsid w:val="002C43BD"/>
    <w:rsid w:val="002D06A3"/>
    <w:rsid w:val="002D0CCB"/>
    <w:rsid w:val="002D12FB"/>
    <w:rsid w:val="002D3685"/>
    <w:rsid w:val="002D4AB1"/>
    <w:rsid w:val="002E02A1"/>
    <w:rsid w:val="002E2B47"/>
    <w:rsid w:val="002E7553"/>
    <w:rsid w:val="002F0571"/>
    <w:rsid w:val="002F0CEC"/>
    <w:rsid w:val="002F7B33"/>
    <w:rsid w:val="00302448"/>
    <w:rsid w:val="00304771"/>
    <w:rsid w:val="00305060"/>
    <w:rsid w:val="00306C5B"/>
    <w:rsid w:val="00310E42"/>
    <w:rsid w:val="00312F56"/>
    <w:rsid w:val="00313494"/>
    <w:rsid w:val="003150BE"/>
    <w:rsid w:val="00315D7E"/>
    <w:rsid w:val="00316A8D"/>
    <w:rsid w:val="003204A0"/>
    <w:rsid w:val="003209D6"/>
    <w:rsid w:val="00323843"/>
    <w:rsid w:val="00324E8E"/>
    <w:rsid w:val="003254A1"/>
    <w:rsid w:val="00326993"/>
    <w:rsid w:val="0032737D"/>
    <w:rsid w:val="003316CE"/>
    <w:rsid w:val="003320C2"/>
    <w:rsid w:val="003365DE"/>
    <w:rsid w:val="00336E6B"/>
    <w:rsid w:val="00337A53"/>
    <w:rsid w:val="00340562"/>
    <w:rsid w:val="00342D37"/>
    <w:rsid w:val="0034338F"/>
    <w:rsid w:val="00343FD9"/>
    <w:rsid w:val="00346445"/>
    <w:rsid w:val="003464C3"/>
    <w:rsid w:val="003502AC"/>
    <w:rsid w:val="00351229"/>
    <w:rsid w:val="00354201"/>
    <w:rsid w:val="00363B2D"/>
    <w:rsid w:val="003657F3"/>
    <w:rsid w:val="00367BCF"/>
    <w:rsid w:val="0037140D"/>
    <w:rsid w:val="003725A8"/>
    <w:rsid w:val="003731DD"/>
    <w:rsid w:val="003759E9"/>
    <w:rsid w:val="00376CCE"/>
    <w:rsid w:val="00377195"/>
    <w:rsid w:val="00382400"/>
    <w:rsid w:val="00384F4B"/>
    <w:rsid w:val="00385D98"/>
    <w:rsid w:val="003920A5"/>
    <w:rsid w:val="00393CDB"/>
    <w:rsid w:val="0039428D"/>
    <w:rsid w:val="003A2B4D"/>
    <w:rsid w:val="003A3495"/>
    <w:rsid w:val="003A419C"/>
    <w:rsid w:val="003A478C"/>
    <w:rsid w:val="003A4800"/>
    <w:rsid w:val="003A5525"/>
    <w:rsid w:val="003A5CE5"/>
    <w:rsid w:val="003A6B38"/>
    <w:rsid w:val="003A6B7F"/>
    <w:rsid w:val="003A6F15"/>
    <w:rsid w:val="003A73CF"/>
    <w:rsid w:val="003A7ABE"/>
    <w:rsid w:val="003A7ED6"/>
    <w:rsid w:val="003B08D8"/>
    <w:rsid w:val="003B39C4"/>
    <w:rsid w:val="003B588B"/>
    <w:rsid w:val="003B5A32"/>
    <w:rsid w:val="003B6B56"/>
    <w:rsid w:val="003C03EB"/>
    <w:rsid w:val="003C04BB"/>
    <w:rsid w:val="003C0D7E"/>
    <w:rsid w:val="003C105C"/>
    <w:rsid w:val="003C37A5"/>
    <w:rsid w:val="003C3996"/>
    <w:rsid w:val="003C5703"/>
    <w:rsid w:val="003C6CC2"/>
    <w:rsid w:val="003C7122"/>
    <w:rsid w:val="003C736E"/>
    <w:rsid w:val="003C7985"/>
    <w:rsid w:val="003D02CE"/>
    <w:rsid w:val="003D241B"/>
    <w:rsid w:val="003D2970"/>
    <w:rsid w:val="003D5037"/>
    <w:rsid w:val="003D58AA"/>
    <w:rsid w:val="003D5D57"/>
    <w:rsid w:val="003E444C"/>
    <w:rsid w:val="003E6436"/>
    <w:rsid w:val="003E6610"/>
    <w:rsid w:val="003E6F0D"/>
    <w:rsid w:val="003E74F1"/>
    <w:rsid w:val="003F29B7"/>
    <w:rsid w:val="003F2F1D"/>
    <w:rsid w:val="003F313C"/>
    <w:rsid w:val="003F3BE1"/>
    <w:rsid w:val="003F44B8"/>
    <w:rsid w:val="003F4B35"/>
    <w:rsid w:val="003F5DA8"/>
    <w:rsid w:val="003F71DC"/>
    <w:rsid w:val="004004F4"/>
    <w:rsid w:val="00400DAB"/>
    <w:rsid w:val="00405FEB"/>
    <w:rsid w:val="00406BC3"/>
    <w:rsid w:val="00407728"/>
    <w:rsid w:val="00410BEE"/>
    <w:rsid w:val="00410E63"/>
    <w:rsid w:val="00411EBC"/>
    <w:rsid w:val="00416EF5"/>
    <w:rsid w:val="00421D77"/>
    <w:rsid w:val="0042216F"/>
    <w:rsid w:val="004243D2"/>
    <w:rsid w:val="00425125"/>
    <w:rsid w:val="004259B5"/>
    <w:rsid w:val="004271DC"/>
    <w:rsid w:val="00427A75"/>
    <w:rsid w:val="00430658"/>
    <w:rsid w:val="00430E4E"/>
    <w:rsid w:val="004333B9"/>
    <w:rsid w:val="00435122"/>
    <w:rsid w:val="0043575F"/>
    <w:rsid w:val="004409F9"/>
    <w:rsid w:val="00441419"/>
    <w:rsid w:val="0044303F"/>
    <w:rsid w:val="004443D7"/>
    <w:rsid w:val="00453AD7"/>
    <w:rsid w:val="00456315"/>
    <w:rsid w:val="004571B5"/>
    <w:rsid w:val="00461546"/>
    <w:rsid w:val="00461B09"/>
    <w:rsid w:val="004637FC"/>
    <w:rsid w:val="00465DDB"/>
    <w:rsid w:val="004702DC"/>
    <w:rsid w:val="00470AC3"/>
    <w:rsid w:val="00471102"/>
    <w:rsid w:val="00472C6B"/>
    <w:rsid w:val="00476265"/>
    <w:rsid w:val="00477774"/>
    <w:rsid w:val="0048086F"/>
    <w:rsid w:val="0048139F"/>
    <w:rsid w:val="00484A8E"/>
    <w:rsid w:val="00486E03"/>
    <w:rsid w:val="00487513"/>
    <w:rsid w:val="00493CD1"/>
    <w:rsid w:val="00494EAC"/>
    <w:rsid w:val="004A156B"/>
    <w:rsid w:val="004A2B92"/>
    <w:rsid w:val="004A6D3A"/>
    <w:rsid w:val="004A77DF"/>
    <w:rsid w:val="004B13C0"/>
    <w:rsid w:val="004B16DF"/>
    <w:rsid w:val="004B288C"/>
    <w:rsid w:val="004B4315"/>
    <w:rsid w:val="004B55B7"/>
    <w:rsid w:val="004B6546"/>
    <w:rsid w:val="004B68A9"/>
    <w:rsid w:val="004B6F2F"/>
    <w:rsid w:val="004B7DDE"/>
    <w:rsid w:val="004C05A9"/>
    <w:rsid w:val="004C2CC6"/>
    <w:rsid w:val="004C3867"/>
    <w:rsid w:val="004C4951"/>
    <w:rsid w:val="004C4CD0"/>
    <w:rsid w:val="004C70DC"/>
    <w:rsid w:val="004C7C28"/>
    <w:rsid w:val="004D0211"/>
    <w:rsid w:val="004D200D"/>
    <w:rsid w:val="004D2283"/>
    <w:rsid w:val="004D28F3"/>
    <w:rsid w:val="004D3A66"/>
    <w:rsid w:val="004D3CB9"/>
    <w:rsid w:val="004D52A5"/>
    <w:rsid w:val="004D5A93"/>
    <w:rsid w:val="004D7B88"/>
    <w:rsid w:val="004E1817"/>
    <w:rsid w:val="004E33D5"/>
    <w:rsid w:val="004E3C8D"/>
    <w:rsid w:val="004E419B"/>
    <w:rsid w:val="004E52BA"/>
    <w:rsid w:val="004E668C"/>
    <w:rsid w:val="004E7FF4"/>
    <w:rsid w:val="004F06F5"/>
    <w:rsid w:val="004F0B29"/>
    <w:rsid w:val="004F111C"/>
    <w:rsid w:val="004F29BD"/>
    <w:rsid w:val="004F2B2D"/>
    <w:rsid w:val="004F4DFA"/>
    <w:rsid w:val="004F5E3A"/>
    <w:rsid w:val="004F690F"/>
    <w:rsid w:val="004F78AD"/>
    <w:rsid w:val="004F7E67"/>
    <w:rsid w:val="0050025B"/>
    <w:rsid w:val="005101BF"/>
    <w:rsid w:val="005108C0"/>
    <w:rsid w:val="0051113D"/>
    <w:rsid w:val="00511873"/>
    <w:rsid w:val="00511E36"/>
    <w:rsid w:val="0051292C"/>
    <w:rsid w:val="00513B7E"/>
    <w:rsid w:val="00513E5E"/>
    <w:rsid w:val="00515293"/>
    <w:rsid w:val="00515498"/>
    <w:rsid w:val="00516215"/>
    <w:rsid w:val="00517594"/>
    <w:rsid w:val="005178A9"/>
    <w:rsid w:val="005179BB"/>
    <w:rsid w:val="005203C7"/>
    <w:rsid w:val="00521047"/>
    <w:rsid w:val="00522C16"/>
    <w:rsid w:val="00522F08"/>
    <w:rsid w:val="00525137"/>
    <w:rsid w:val="005251DD"/>
    <w:rsid w:val="00526D24"/>
    <w:rsid w:val="00527DB8"/>
    <w:rsid w:val="00530D45"/>
    <w:rsid w:val="005310BC"/>
    <w:rsid w:val="00531D9B"/>
    <w:rsid w:val="00535656"/>
    <w:rsid w:val="0053607C"/>
    <w:rsid w:val="005366C7"/>
    <w:rsid w:val="00536FAD"/>
    <w:rsid w:val="00537F25"/>
    <w:rsid w:val="00540DAE"/>
    <w:rsid w:val="00542285"/>
    <w:rsid w:val="00542DAE"/>
    <w:rsid w:val="00543340"/>
    <w:rsid w:val="0054686F"/>
    <w:rsid w:val="00546EF1"/>
    <w:rsid w:val="00546FDC"/>
    <w:rsid w:val="0056006C"/>
    <w:rsid w:val="00560108"/>
    <w:rsid w:val="0056037F"/>
    <w:rsid w:val="00560B0A"/>
    <w:rsid w:val="005626ED"/>
    <w:rsid w:val="005639DB"/>
    <w:rsid w:val="00564762"/>
    <w:rsid w:val="005670CC"/>
    <w:rsid w:val="005719E1"/>
    <w:rsid w:val="00571CFA"/>
    <w:rsid w:val="00575C2E"/>
    <w:rsid w:val="0057615C"/>
    <w:rsid w:val="00581347"/>
    <w:rsid w:val="00583523"/>
    <w:rsid w:val="00583FFD"/>
    <w:rsid w:val="005843E4"/>
    <w:rsid w:val="005915B4"/>
    <w:rsid w:val="00593152"/>
    <w:rsid w:val="005950FA"/>
    <w:rsid w:val="0059779F"/>
    <w:rsid w:val="005A21E0"/>
    <w:rsid w:val="005A282E"/>
    <w:rsid w:val="005A3AAF"/>
    <w:rsid w:val="005A5927"/>
    <w:rsid w:val="005A737D"/>
    <w:rsid w:val="005B0F98"/>
    <w:rsid w:val="005B1EDC"/>
    <w:rsid w:val="005B63CE"/>
    <w:rsid w:val="005B749B"/>
    <w:rsid w:val="005C19FC"/>
    <w:rsid w:val="005C2BBE"/>
    <w:rsid w:val="005C441C"/>
    <w:rsid w:val="005C628E"/>
    <w:rsid w:val="005C6D38"/>
    <w:rsid w:val="005C6D3C"/>
    <w:rsid w:val="005C761C"/>
    <w:rsid w:val="005C78E0"/>
    <w:rsid w:val="005C7ABD"/>
    <w:rsid w:val="005C7B93"/>
    <w:rsid w:val="005D0C11"/>
    <w:rsid w:val="005D1937"/>
    <w:rsid w:val="005D1B6C"/>
    <w:rsid w:val="005D4464"/>
    <w:rsid w:val="005D5802"/>
    <w:rsid w:val="005E0178"/>
    <w:rsid w:val="005E03ED"/>
    <w:rsid w:val="005E1FD9"/>
    <w:rsid w:val="005E2679"/>
    <w:rsid w:val="005E330D"/>
    <w:rsid w:val="005E3C8A"/>
    <w:rsid w:val="005E47BF"/>
    <w:rsid w:val="005E50D7"/>
    <w:rsid w:val="005E7F4D"/>
    <w:rsid w:val="005F0301"/>
    <w:rsid w:val="005F4950"/>
    <w:rsid w:val="005F4FDA"/>
    <w:rsid w:val="005F71A6"/>
    <w:rsid w:val="005F721F"/>
    <w:rsid w:val="005F7971"/>
    <w:rsid w:val="00600CDB"/>
    <w:rsid w:val="00604307"/>
    <w:rsid w:val="006046AE"/>
    <w:rsid w:val="0060487F"/>
    <w:rsid w:val="00604C8E"/>
    <w:rsid w:val="00605693"/>
    <w:rsid w:val="00606322"/>
    <w:rsid w:val="00606EDA"/>
    <w:rsid w:val="006078F0"/>
    <w:rsid w:val="006103FD"/>
    <w:rsid w:val="00610A24"/>
    <w:rsid w:val="00612473"/>
    <w:rsid w:val="006170FF"/>
    <w:rsid w:val="006178DD"/>
    <w:rsid w:val="00620906"/>
    <w:rsid w:val="0062339D"/>
    <w:rsid w:val="00623611"/>
    <w:rsid w:val="00624093"/>
    <w:rsid w:val="00625534"/>
    <w:rsid w:val="00634729"/>
    <w:rsid w:val="006350A5"/>
    <w:rsid w:val="006360F1"/>
    <w:rsid w:val="006367EA"/>
    <w:rsid w:val="006404A7"/>
    <w:rsid w:val="006405DE"/>
    <w:rsid w:val="00641938"/>
    <w:rsid w:val="00641AB6"/>
    <w:rsid w:val="00642106"/>
    <w:rsid w:val="00643AF5"/>
    <w:rsid w:val="00643B19"/>
    <w:rsid w:val="006451E4"/>
    <w:rsid w:val="00645CFB"/>
    <w:rsid w:val="00646B40"/>
    <w:rsid w:val="0065040F"/>
    <w:rsid w:val="006511BA"/>
    <w:rsid w:val="006511DD"/>
    <w:rsid w:val="006517EA"/>
    <w:rsid w:val="006568DB"/>
    <w:rsid w:val="00656C7D"/>
    <w:rsid w:val="00656F53"/>
    <w:rsid w:val="006571EA"/>
    <w:rsid w:val="00657E87"/>
    <w:rsid w:val="00660B8E"/>
    <w:rsid w:val="0066141D"/>
    <w:rsid w:val="00661E03"/>
    <w:rsid w:val="00661E15"/>
    <w:rsid w:val="006640AC"/>
    <w:rsid w:val="00664C16"/>
    <w:rsid w:val="0066739F"/>
    <w:rsid w:val="006710C9"/>
    <w:rsid w:val="00671757"/>
    <w:rsid w:val="00672C44"/>
    <w:rsid w:val="00673941"/>
    <w:rsid w:val="00673A17"/>
    <w:rsid w:val="00675E37"/>
    <w:rsid w:val="006761D5"/>
    <w:rsid w:val="00676E68"/>
    <w:rsid w:val="00676E88"/>
    <w:rsid w:val="006807FF"/>
    <w:rsid w:val="00681439"/>
    <w:rsid w:val="00681BA0"/>
    <w:rsid w:val="00681EDB"/>
    <w:rsid w:val="0068260E"/>
    <w:rsid w:val="00683423"/>
    <w:rsid w:val="00683DBB"/>
    <w:rsid w:val="006854C9"/>
    <w:rsid w:val="00690DCF"/>
    <w:rsid w:val="00694914"/>
    <w:rsid w:val="006950C3"/>
    <w:rsid w:val="00695BEF"/>
    <w:rsid w:val="00696750"/>
    <w:rsid w:val="006977F6"/>
    <w:rsid w:val="00697A13"/>
    <w:rsid w:val="00697C18"/>
    <w:rsid w:val="006A0EA1"/>
    <w:rsid w:val="006A109C"/>
    <w:rsid w:val="006A3DF0"/>
    <w:rsid w:val="006A5E80"/>
    <w:rsid w:val="006A63F6"/>
    <w:rsid w:val="006A7884"/>
    <w:rsid w:val="006B2F7A"/>
    <w:rsid w:val="006B4F63"/>
    <w:rsid w:val="006B565D"/>
    <w:rsid w:val="006B5932"/>
    <w:rsid w:val="006B59D8"/>
    <w:rsid w:val="006B73D0"/>
    <w:rsid w:val="006B78D8"/>
    <w:rsid w:val="006C113F"/>
    <w:rsid w:val="006C19DE"/>
    <w:rsid w:val="006C2078"/>
    <w:rsid w:val="006C3ECB"/>
    <w:rsid w:val="006C4BAC"/>
    <w:rsid w:val="006D2601"/>
    <w:rsid w:val="006D4797"/>
    <w:rsid w:val="006D61F6"/>
    <w:rsid w:val="006E1600"/>
    <w:rsid w:val="006E1790"/>
    <w:rsid w:val="006E279A"/>
    <w:rsid w:val="006E313B"/>
    <w:rsid w:val="006E3528"/>
    <w:rsid w:val="006F78BB"/>
    <w:rsid w:val="00700384"/>
    <w:rsid w:val="00701EC5"/>
    <w:rsid w:val="00701EFF"/>
    <w:rsid w:val="00702C7D"/>
    <w:rsid w:val="00704803"/>
    <w:rsid w:val="00706055"/>
    <w:rsid w:val="007078C1"/>
    <w:rsid w:val="00710610"/>
    <w:rsid w:val="00711D9A"/>
    <w:rsid w:val="00712073"/>
    <w:rsid w:val="007121B5"/>
    <w:rsid w:val="00712234"/>
    <w:rsid w:val="007127CE"/>
    <w:rsid w:val="00714826"/>
    <w:rsid w:val="007148A5"/>
    <w:rsid w:val="007211F5"/>
    <w:rsid w:val="00722350"/>
    <w:rsid w:val="007233A2"/>
    <w:rsid w:val="00726115"/>
    <w:rsid w:val="00730718"/>
    <w:rsid w:val="00730AE8"/>
    <w:rsid w:val="00730CCD"/>
    <w:rsid w:val="00731CAB"/>
    <w:rsid w:val="00731D02"/>
    <w:rsid w:val="0073527D"/>
    <w:rsid w:val="007358EB"/>
    <w:rsid w:val="00735F55"/>
    <w:rsid w:val="00736F19"/>
    <w:rsid w:val="00740F4A"/>
    <w:rsid w:val="00741493"/>
    <w:rsid w:val="007420CD"/>
    <w:rsid w:val="00745E24"/>
    <w:rsid w:val="0074634F"/>
    <w:rsid w:val="007464BC"/>
    <w:rsid w:val="007476C4"/>
    <w:rsid w:val="00750D87"/>
    <w:rsid w:val="00752180"/>
    <w:rsid w:val="0075473C"/>
    <w:rsid w:val="00754990"/>
    <w:rsid w:val="00755D3A"/>
    <w:rsid w:val="00755F49"/>
    <w:rsid w:val="007562FD"/>
    <w:rsid w:val="00756776"/>
    <w:rsid w:val="00756AF1"/>
    <w:rsid w:val="007609C6"/>
    <w:rsid w:val="00761B68"/>
    <w:rsid w:val="00763FF2"/>
    <w:rsid w:val="00772B59"/>
    <w:rsid w:val="00772DA1"/>
    <w:rsid w:val="007764CA"/>
    <w:rsid w:val="00776527"/>
    <w:rsid w:val="00781D20"/>
    <w:rsid w:val="00783501"/>
    <w:rsid w:val="0078588D"/>
    <w:rsid w:val="00793BA5"/>
    <w:rsid w:val="00794608"/>
    <w:rsid w:val="00795A8D"/>
    <w:rsid w:val="007A1A44"/>
    <w:rsid w:val="007A39D9"/>
    <w:rsid w:val="007A4926"/>
    <w:rsid w:val="007A677D"/>
    <w:rsid w:val="007A7E86"/>
    <w:rsid w:val="007B04C3"/>
    <w:rsid w:val="007B0F0E"/>
    <w:rsid w:val="007B47EE"/>
    <w:rsid w:val="007B4BE9"/>
    <w:rsid w:val="007B4F04"/>
    <w:rsid w:val="007B60D9"/>
    <w:rsid w:val="007B7D35"/>
    <w:rsid w:val="007C0993"/>
    <w:rsid w:val="007C419E"/>
    <w:rsid w:val="007C4B02"/>
    <w:rsid w:val="007C5DBE"/>
    <w:rsid w:val="007C6308"/>
    <w:rsid w:val="007D12C6"/>
    <w:rsid w:val="007D2468"/>
    <w:rsid w:val="007D286D"/>
    <w:rsid w:val="007D2DCB"/>
    <w:rsid w:val="007D3651"/>
    <w:rsid w:val="007D386E"/>
    <w:rsid w:val="007D5538"/>
    <w:rsid w:val="007D7921"/>
    <w:rsid w:val="007E12CE"/>
    <w:rsid w:val="007E1B9D"/>
    <w:rsid w:val="007E3184"/>
    <w:rsid w:val="007E6865"/>
    <w:rsid w:val="007E68C1"/>
    <w:rsid w:val="007E769B"/>
    <w:rsid w:val="007E7E61"/>
    <w:rsid w:val="007F0C99"/>
    <w:rsid w:val="007F0F88"/>
    <w:rsid w:val="007F3674"/>
    <w:rsid w:val="007F46D3"/>
    <w:rsid w:val="007F717B"/>
    <w:rsid w:val="0080031A"/>
    <w:rsid w:val="008004E0"/>
    <w:rsid w:val="008018B7"/>
    <w:rsid w:val="00805A76"/>
    <w:rsid w:val="00810B18"/>
    <w:rsid w:val="008112B6"/>
    <w:rsid w:val="00812056"/>
    <w:rsid w:val="008134C4"/>
    <w:rsid w:val="00821FF6"/>
    <w:rsid w:val="0082352E"/>
    <w:rsid w:val="00823F9B"/>
    <w:rsid w:val="0082466D"/>
    <w:rsid w:val="00830E90"/>
    <w:rsid w:val="0083143E"/>
    <w:rsid w:val="0083398A"/>
    <w:rsid w:val="00834FAA"/>
    <w:rsid w:val="0083501D"/>
    <w:rsid w:val="00836086"/>
    <w:rsid w:val="008417AB"/>
    <w:rsid w:val="00841A5E"/>
    <w:rsid w:val="00844C07"/>
    <w:rsid w:val="0084557C"/>
    <w:rsid w:val="00846194"/>
    <w:rsid w:val="00847143"/>
    <w:rsid w:val="00847347"/>
    <w:rsid w:val="008512E7"/>
    <w:rsid w:val="00851419"/>
    <w:rsid w:val="00852103"/>
    <w:rsid w:val="008545E7"/>
    <w:rsid w:val="00854DAE"/>
    <w:rsid w:val="00856B6A"/>
    <w:rsid w:val="00857BB4"/>
    <w:rsid w:val="00857D9C"/>
    <w:rsid w:val="00861EA1"/>
    <w:rsid w:val="00862FE6"/>
    <w:rsid w:val="00871A6E"/>
    <w:rsid w:val="008725B4"/>
    <w:rsid w:val="00876086"/>
    <w:rsid w:val="00876A3A"/>
    <w:rsid w:val="00877C01"/>
    <w:rsid w:val="0088284D"/>
    <w:rsid w:val="00882967"/>
    <w:rsid w:val="0088598B"/>
    <w:rsid w:val="008862D3"/>
    <w:rsid w:val="008905EC"/>
    <w:rsid w:val="008927E1"/>
    <w:rsid w:val="00895548"/>
    <w:rsid w:val="008964FF"/>
    <w:rsid w:val="008979C4"/>
    <w:rsid w:val="008A07D3"/>
    <w:rsid w:val="008A31C1"/>
    <w:rsid w:val="008A53CB"/>
    <w:rsid w:val="008B32B7"/>
    <w:rsid w:val="008B64EB"/>
    <w:rsid w:val="008B6CDE"/>
    <w:rsid w:val="008B76B8"/>
    <w:rsid w:val="008B7C02"/>
    <w:rsid w:val="008C0E88"/>
    <w:rsid w:val="008C1C7A"/>
    <w:rsid w:val="008C2DDF"/>
    <w:rsid w:val="008C5593"/>
    <w:rsid w:val="008D2A16"/>
    <w:rsid w:val="008D2F5A"/>
    <w:rsid w:val="008D4396"/>
    <w:rsid w:val="008D5856"/>
    <w:rsid w:val="008D6513"/>
    <w:rsid w:val="008E1B68"/>
    <w:rsid w:val="008E31FF"/>
    <w:rsid w:val="008E3C01"/>
    <w:rsid w:val="008E441C"/>
    <w:rsid w:val="008E49E1"/>
    <w:rsid w:val="008E55E4"/>
    <w:rsid w:val="008E685D"/>
    <w:rsid w:val="008F2642"/>
    <w:rsid w:val="008F3C15"/>
    <w:rsid w:val="008F477E"/>
    <w:rsid w:val="008F4AB5"/>
    <w:rsid w:val="008F58EE"/>
    <w:rsid w:val="008F61DD"/>
    <w:rsid w:val="008F7193"/>
    <w:rsid w:val="009003A8"/>
    <w:rsid w:val="0090098A"/>
    <w:rsid w:val="009029A0"/>
    <w:rsid w:val="00902EFF"/>
    <w:rsid w:val="00903051"/>
    <w:rsid w:val="0090382A"/>
    <w:rsid w:val="00903FEE"/>
    <w:rsid w:val="00904083"/>
    <w:rsid w:val="009048AE"/>
    <w:rsid w:val="00905296"/>
    <w:rsid w:val="00905780"/>
    <w:rsid w:val="00906251"/>
    <w:rsid w:val="00910452"/>
    <w:rsid w:val="00911F2E"/>
    <w:rsid w:val="00913CB6"/>
    <w:rsid w:val="00914126"/>
    <w:rsid w:val="009148D6"/>
    <w:rsid w:val="009150C0"/>
    <w:rsid w:val="00916F66"/>
    <w:rsid w:val="00917A68"/>
    <w:rsid w:val="00921B50"/>
    <w:rsid w:val="00921B97"/>
    <w:rsid w:val="00921F14"/>
    <w:rsid w:val="00922E0F"/>
    <w:rsid w:val="009253A5"/>
    <w:rsid w:val="00931012"/>
    <w:rsid w:val="00932900"/>
    <w:rsid w:val="00934E40"/>
    <w:rsid w:val="00935A0D"/>
    <w:rsid w:val="00936824"/>
    <w:rsid w:val="009421B4"/>
    <w:rsid w:val="00942F60"/>
    <w:rsid w:val="0094427A"/>
    <w:rsid w:val="00953DCA"/>
    <w:rsid w:val="00953DFC"/>
    <w:rsid w:val="00954561"/>
    <w:rsid w:val="0095723C"/>
    <w:rsid w:val="00961359"/>
    <w:rsid w:val="00961DC9"/>
    <w:rsid w:val="00963B40"/>
    <w:rsid w:val="00963E39"/>
    <w:rsid w:val="009646A5"/>
    <w:rsid w:val="009722A9"/>
    <w:rsid w:val="00972FC7"/>
    <w:rsid w:val="00973454"/>
    <w:rsid w:val="0097432A"/>
    <w:rsid w:val="00974923"/>
    <w:rsid w:val="00976385"/>
    <w:rsid w:val="00983BC9"/>
    <w:rsid w:val="0098563A"/>
    <w:rsid w:val="00986F4F"/>
    <w:rsid w:val="00990621"/>
    <w:rsid w:val="00993E93"/>
    <w:rsid w:val="00993F83"/>
    <w:rsid w:val="00994972"/>
    <w:rsid w:val="00995124"/>
    <w:rsid w:val="009A04D6"/>
    <w:rsid w:val="009A1E6E"/>
    <w:rsid w:val="009A1FA5"/>
    <w:rsid w:val="009A6027"/>
    <w:rsid w:val="009A66C6"/>
    <w:rsid w:val="009A6971"/>
    <w:rsid w:val="009A75F3"/>
    <w:rsid w:val="009B2F33"/>
    <w:rsid w:val="009B6EC8"/>
    <w:rsid w:val="009B6FD3"/>
    <w:rsid w:val="009B7457"/>
    <w:rsid w:val="009B74C9"/>
    <w:rsid w:val="009B7A06"/>
    <w:rsid w:val="009C04A5"/>
    <w:rsid w:val="009C3204"/>
    <w:rsid w:val="009C3B45"/>
    <w:rsid w:val="009C62A4"/>
    <w:rsid w:val="009C64E1"/>
    <w:rsid w:val="009D09CB"/>
    <w:rsid w:val="009D1443"/>
    <w:rsid w:val="009D1D0C"/>
    <w:rsid w:val="009D25AA"/>
    <w:rsid w:val="009D29C0"/>
    <w:rsid w:val="009D2B0A"/>
    <w:rsid w:val="009D36AF"/>
    <w:rsid w:val="009D572F"/>
    <w:rsid w:val="009D5C53"/>
    <w:rsid w:val="009D6B69"/>
    <w:rsid w:val="009E34B8"/>
    <w:rsid w:val="009E51E5"/>
    <w:rsid w:val="009E7516"/>
    <w:rsid w:val="009E7CF6"/>
    <w:rsid w:val="009E7D44"/>
    <w:rsid w:val="009F02BD"/>
    <w:rsid w:val="009F04AA"/>
    <w:rsid w:val="009F128C"/>
    <w:rsid w:val="009F1BE9"/>
    <w:rsid w:val="009F2FED"/>
    <w:rsid w:val="009F4056"/>
    <w:rsid w:val="009F4438"/>
    <w:rsid w:val="009F4C62"/>
    <w:rsid w:val="009F5926"/>
    <w:rsid w:val="009F6142"/>
    <w:rsid w:val="009F68CD"/>
    <w:rsid w:val="009F6BE3"/>
    <w:rsid w:val="009F6C58"/>
    <w:rsid w:val="00A0074A"/>
    <w:rsid w:val="00A02659"/>
    <w:rsid w:val="00A04605"/>
    <w:rsid w:val="00A04643"/>
    <w:rsid w:val="00A052DD"/>
    <w:rsid w:val="00A064D7"/>
    <w:rsid w:val="00A0703E"/>
    <w:rsid w:val="00A10D66"/>
    <w:rsid w:val="00A11B36"/>
    <w:rsid w:val="00A20AC3"/>
    <w:rsid w:val="00A2331B"/>
    <w:rsid w:val="00A2347A"/>
    <w:rsid w:val="00A23E43"/>
    <w:rsid w:val="00A242B0"/>
    <w:rsid w:val="00A300BD"/>
    <w:rsid w:val="00A33661"/>
    <w:rsid w:val="00A33EFD"/>
    <w:rsid w:val="00A35033"/>
    <w:rsid w:val="00A35492"/>
    <w:rsid w:val="00A35B08"/>
    <w:rsid w:val="00A35DDE"/>
    <w:rsid w:val="00A36757"/>
    <w:rsid w:val="00A4343C"/>
    <w:rsid w:val="00A46DE0"/>
    <w:rsid w:val="00A47539"/>
    <w:rsid w:val="00A504C5"/>
    <w:rsid w:val="00A5138E"/>
    <w:rsid w:val="00A53A8A"/>
    <w:rsid w:val="00A543D4"/>
    <w:rsid w:val="00A6066F"/>
    <w:rsid w:val="00A61DF0"/>
    <w:rsid w:val="00A62302"/>
    <w:rsid w:val="00A623C5"/>
    <w:rsid w:val="00A62CE1"/>
    <w:rsid w:val="00A64348"/>
    <w:rsid w:val="00A65AE6"/>
    <w:rsid w:val="00A66484"/>
    <w:rsid w:val="00A67DF4"/>
    <w:rsid w:val="00A70574"/>
    <w:rsid w:val="00A7074F"/>
    <w:rsid w:val="00A70B41"/>
    <w:rsid w:val="00A7537C"/>
    <w:rsid w:val="00A75E40"/>
    <w:rsid w:val="00A800CC"/>
    <w:rsid w:val="00A82726"/>
    <w:rsid w:val="00A857C0"/>
    <w:rsid w:val="00A86F80"/>
    <w:rsid w:val="00A902A0"/>
    <w:rsid w:val="00A91FA4"/>
    <w:rsid w:val="00A92865"/>
    <w:rsid w:val="00A9313D"/>
    <w:rsid w:val="00A94B82"/>
    <w:rsid w:val="00A956B9"/>
    <w:rsid w:val="00A96EFF"/>
    <w:rsid w:val="00AA1547"/>
    <w:rsid w:val="00AA1726"/>
    <w:rsid w:val="00AA1776"/>
    <w:rsid w:val="00AA2926"/>
    <w:rsid w:val="00AA4814"/>
    <w:rsid w:val="00AA4913"/>
    <w:rsid w:val="00AA559A"/>
    <w:rsid w:val="00AA5F96"/>
    <w:rsid w:val="00AA632A"/>
    <w:rsid w:val="00AB2949"/>
    <w:rsid w:val="00AB2AF1"/>
    <w:rsid w:val="00AB32A2"/>
    <w:rsid w:val="00AB395D"/>
    <w:rsid w:val="00AB76AC"/>
    <w:rsid w:val="00AB7963"/>
    <w:rsid w:val="00AC1AC6"/>
    <w:rsid w:val="00AC4A96"/>
    <w:rsid w:val="00AC59AE"/>
    <w:rsid w:val="00AC6EE9"/>
    <w:rsid w:val="00AD076E"/>
    <w:rsid w:val="00AD17DE"/>
    <w:rsid w:val="00AD306C"/>
    <w:rsid w:val="00AD473A"/>
    <w:rsid w:val="00AD617C"/>
    <w:rsid w:val="00AE42D9"/>
    <w:rsid w:val="00AE562A"/>
    <w:rsid w:val="00AF026E"/>
    <w:rsid w:val="00AF1D7D"/>
    <w:rsid w:val="00AF21F2"/>
    <w:rsid w:val="00AF70B2"/>
    <w:rsid w:val="00B00577"/>
    <w:rsid w:val="00B01692"/>
    <w:rsid w:val="00B01997"/>
    <w:rsid w:val="00B01CAD"/>
    <w:rsid w:val="00B02802"/>
    <w:rsid w:val="00B02A97"/>
    <w:rsid w:val="00B02B9F"/>
    <w:rsid w:val="00B06DD7"/>
    <w:rsid w:val="00B07800"/>
    <w:rsid w:val="00B11CD3"/>
    <w:rsid w:val="00B134BB"/>
    <w:rsid w:val="00B17A7F"/>
    <w:rsid w:val="00B17E71"/>
    <w:rsid w:val="00B17FDE"/>
    <w:rsid w:val="00B209E4"/>
    <w:rsid w:val="00B21017"/>
    <w:rsid w:val="00B2154E"/>
    <w:rsid w:val="00B26A63"/>
    <w:rsid w:val="00B277C2"/>
    <w:rsid w:val="00B31A08"/>
    <w:rsid w:val="00B32936"/>
    <w:rsid w:val="00B32DDB"/>
    <w:rsid w:val="00B34A56"/>
    <w:rsid w:val="00B374C5"/>
    <w:rsid w:val="00B41036"/>
    <w:rsid w:val="00B414F8"/>
    <w:rsid w:val="00B42372"/>
    <w:rsid w:val="00B45232"/>
    <w:rsid w:val="00B45422"/>
    <w:rsid w:val="00B508F7"/>
    <w:rsid w:val="00B54975"/>
    <w:rsid w:val="00B554C6"/>
    <w:rsid w:val="00B55E53"/>
    <w:rsid w:val="00B570F5"/>
    <w:rsid w:val="00B60550"/>
    <w:rsid w:val="00B615FA"/>
    <w:rsid w:val="00B63403"/>
    <w:rsid w:val="00B6348E"/>
    <w:rsid w:val="00B6608F"/>
    <w:rsid w:val="00B66D44"/>
    <w:rsid w:val="00B75959"/>
    <w:rsid w:val="00B76D1E"/>
    <w:rsid w:val="00B82B44"/>
    <w:rsid w:val="00B85D5F"/>
    <w:rsid w:val="00B9096F"/>
    <w:rsid w:val="00B90C58"/>
    <w:rsid w:val="00B92E07"/>
    <w:rsid w:val="00B93569"/>
    <w:rsid w:val="00B9366B"/>
    <w:rsid w:val="00B94374"/>
    <w:rsid w:val="00B95940"/>
    <w:rsid w:val="00B976FB"/>
    <w:rsid w:val="00B97BEC"/>
    <w:rsid w:val="00B97DC8"/>
    <w:rsid w:val="00BA2F87"/>
    <w:rsid w:val="00BA3ED9"/>
    <w:rsid w:val="00BA414E"/>
    <w:rsid w:val="00BA44D7"/>
    <w:rsid w:val="00BA493B"/>
    <w:rsid w:val="00BA5388"/>
    <w:rsid w:val="00BA5469"/>
    <w:rsid w:val="00BA5682"/>
    <w:rsid w:val="00BA606F"/>
    <w:rsid w:val="00BA7A10"/>
    <w:rsid w:val="00BB1409"/>
    <w:rsid w:val="00BB5366"/>
    <w:rsid w:val="00BB53DA"/>
    <w:rsid w:val="00BB58D0"/>
    <w:rsid w:val="00BB64DB"/>
    <w:rsid w:val="00BC0761"/>
    <w:rsid w:val="00BC2168"/>
    <w:rsid w:val="00BC3543"/>
    <w:rsid w:val="00BC3775"/>
    <w:rsid w:val="00BC37EF"/>
    <w:rsid w:val="00BC712A"/>
    <w:rsid w:val="00BC7950"/>
    <w:rsid w:val="00BD2F1E"/>
    <w:rsid w:val="00BD366B"/>
    <w:rsid w:val="00BD48C8"/>
    <w:rsid w:val="00BD6D50"/>
    <w:rsid w:val="00BE07B2"/>
    <w:rsid w:val="00BE1A8D"/>
    <w:rsid w:val="00BE3640"/>
    <w:rsid w:val="00BE7543"/>
    <w:rsid w:val="00BE7970"/>
    <w:rsid w:val="00BE7BBE"/>
    <w:rsid w:val="00BF0E2E"/>
    <w:rsid w:val="00BF199B"/>
    <w:rsid w:val="00BF33BA"/>
    <w:rsid w:val="00BF3A86"/>
    <w:rsid w:val="00C00A63"/>
    <w:rsid w:val="00C02AFD"/>
    <w:rsid w:val="00C02DCF"/>
    <w:rsid w:val="00C041AD"/>
    <w:rsid w:val="00C04770"/>
    <w:rsid w:val="00C05AF7"/>
    <w:rsid w:val="00C10021"/>
    <w:rsid w:val="00C128A0"/>
    <w:rsid w:val="00C12EC2"/>
    <w:rsid w:val="00C138D0"/>
    <w:rsid w:val="00C1603D"/>
    <w:rsid w:val="00C165FD"/>
    <w:rsid w:val="00C16C0E"/>
    <w:rsid w:val="00C174DD"/>
    <w:rsid w:val="00C20932"/>
    <w:rsid w:val="00C21F94"/>
    <w:rsid w:val="00C22D52"/>
    <w:rsid w:val="00C22FBD"/>
    <w:rsid w:val="00C26558"/>
    <w:rsid w:val="00C30140"/>
    <w:rsid w:val="00C30C52"/>
    <w:rsid w:val="00C30DFA"/>
    <w:rsid w:val="00C32DCF"/>
    <w:rsid w:val="00C37C2F"/>
    <w:rsid w:val="00C4315C"/>
    <w:rsid w:val="00C43825"/>
    <w:rsid w:val="00C47F27"/>
    <w:rsid w:val="00C5141B"/>
    <w:rsid w:val="00C515BF"/>
    <w:rsid w:val="00C522C1"/>
    <w:rsid w:val="00C53B40"/>
    <w:rsid w:val="00C53DDA"/>
    <w:rsid w:val="00C569E6"/>
    <w:rsid w:val="00C5791B"/>
    <w:rsid w:val="00C61984"/>
    <w:rsid w:val="00C62D2F"/>
    <w:rsid w:val="00C64BB8"/>
    <w:rsid w:val="00C7180D"/>
    <w:rsid w:val="00C720AF"/>
    <w:rsid w:val="00C80F44"/>
    <w:rsid w:val="00C844DF"/>
    <w:rsid w:val="00C8471A"/>
    <w:rsid w:val="00C84ABE"/>
    <w:rsid w:val="00C8582D"/>
    <w:rsid w:val="00C867AC"/>
    <w:rsid w:val="00C90CF4"/>
    <w:rsid w:val="00C913EB"/>
    <w:rsid w:val="00C92E76"/>
    <w:rsid w:val="00C93389"/>
    <w:rsid w:val="00C93E10"/>
    <w:rsid w:val="00C96C58"/>
    <w:rsid w:val="00C972A4"/>
    <w:rsid w:val="00CA14B1"/>
    <w:rsid w:val="00CA5B30"/>
    <w:rsid w:val="00CA7634"/>
    <w:rsid w:val="00CB119C"/>
    <w:rsid w:val="00CB19B7"/>
    <w:rsid w:val="00CB2E34"/>
    <w:rsid w:val="00CB365C"/>
    <w:rsid w:val="00CB5E1F"/>
    <w:rsid w:val="00CB6787"/>
    <w:rsid w:val="00CB7B8F"/>
    <w:rsid w:val="00CB7C6A"/>
    <w:rsid w:val="00CC035A"/>
    <w:rsid w:val="00CC08A8"/>
    <w:rsid w:val="00CC15C7"/>
    <w:rsid w:val="00CC1BCB"/>
    <w:rsid w:val="00CC31D3"/>
    <w:rsid w:val="00CC6AC0"/>
    <w:rsid w:val="00CC6CE2"/>
    <w:rsid w:val="00CD38A6"/>
    <w:rsid w:val="00CD5C5C"/>
    <w:rsid w:val="00CD69AB"/>
    <w:rsid w:val="00CE05B1"/>
    <w:rsid w:val="00CE5770"/>
    <w:rsid w:val="00CE5B81"/>
    <w:rsid w:val="00CE7123"/>
    <w:rsid w:val="00CE762C"/>
    <w:rsid w:val="00CF0318"/>
    <w:rsid w:val="00CF1E47"/>
    <w:rsid w:val="00CF30FD"/>
    <w:rsid w:val="00CF3750"/>
    <w:rsid w:val="00CF3AF7"/>
    <w:rsid w:val="00CF3BC3"/>
    <w:rsid w:val="00CF51EC"/>
    <w:rsid w:val="00CF6D6C"/>
    <w:rsid w:val="00CF765A"/>
    <w:rsid w:val="00D02B32"/>
    <w:rsid w:val="00D040DD"/>
    <w:rsid w:val="00D06570"/>
    <w:rsid w:val="00D0660A"/>
    <w:rsid w:val="00D1192D"/>
    <w:rsid w:val="00D11E62"/>
    <w:rsid w:val="00D123E4"/>
    <w:rsid w:val="00D15C62"/>
    <w:rsid w:val="00D15D2B"/>
    <w:rsid w:val="00D16B95"/>
    <w:rsid w:val="00D16CA3"/>
    <w:rsid w:val="00D17C11"/>
    <w:rsid w:val="00D2032F"/>
    <w:rsid w:val="00D20AAC"/>
    <w:rsid w:val="00D22C45"/>
    <w:rsid w:val="00D237B5"/>
    <w:rsid w:val="00D304D1"/>
    <w:rsid w:val="00D32644"/>
    <w:rsid w:val="00D32AAF"/>
    <w:rsid w:val="00D40648"/>
    <w:rsid w:val="00D41139"/>
    <w:rsid w:val="00D424F7"/>
    <w:rsid w:val="00D4367D"/>
    <w:rsid w:val="00D448C3"/>
    <w:rsid w:val="00D45C2E"/>
    <w:rsid w:val="00D508CE"/>
    <w:rsid w:val="00D50CCC"/>
    <w:rsid w:val="00D51F16"/>
    <w:rsid w:val="00D52621"/>
    <w:rsid w:val="00D52692"/>
    <w:rsid w:val="00D55EC8"/>
    <w:rsid w:val="00D56499"/>
    <w:rsid w:val="00D61FFA"/>
    <w:rsid w:val="00D66A96"/>
    <w:rsid w:val="00D7252F"/>
    <w:rsid w:val="00D73DDD"/>
    <w:rsid w:val="00D746BE"/>
    <w:rsid w:val="00D7580F"/>
    <w:rsid w:val="00D7784F"/>
    <w:rsid w:val="00D77F03"/>
    <w:rsid w:val="00D82C76"/>
    <w:rsid w:val="00D82E85"/>
    <w:rsid w:val="00D82F91"/>
    <w:rsid w:val="00D83806"/>
    <w:rsid w:val="00D85311"/>
    <w:rsid w:val="00D86177"/>
    <w:rsid w:val="00D862E2"/>
    <w:rsid w:val="00D8721D"/>
    <w:rsid w:val="00D90902"/>
    <w:rsid w:val="00D926D6"/>
    <w:rsid w:val="00D931E3"/>
    <w:rsid w:val="00D93FAE"/>
    <w:rsid w:val="00D9593B"/>
    <w:rsid w:val="00D95F9C"/>
    <w:rsid w:val="00DA236F"/>
    <w:rsid w:val="00DA4A23"/>
    <w:rsid w:val="00DA4D23"/>
    <w:rsid w:val="00DA7A50"/>
    <w:rsid w:val="00DB1043"/>
    <w:rsid w:val="00DB2C93"/>
    <w:rsid w:val="00DB4065"/>
    <w:rsid w:val="00DB4CA7"/>
    <w:rsid w:val="00DB5208"/>
    <w:rsid w:val="00DB5650"/>
    <w:rsid w:val="00DB63A5"/>
    <w:rsid w:val="00DC34E8"/>
    <w:rsid w:val="00DC44B4"/>
    <w:rsid w:val="00DC4F06"/>
    <w:rsid w:val="00DC5B3B"/>
    <w:rsid w:val="00DD025D"/>
    <w:rsid w:val="00DD1E87"/>
    <w:rsid w:val="00DD2C24"/>
    <w:rsid w:val="00DD3310"/>
    <w:rsid w:val="00DD5273"/>
    <w:rsid w:val="00DD6045"/>
    <w:rsid w:val="00DD7D6D"/>
    <w:rsid w:val="00DE14E0"/>
    <w:rsid w:val="00DE1868"/>
    <w:rsid w:val="00DE18D5"/>
    <w:rsid w:val="00DE2D5D"/>
    <w:rsid w:val="00DE3559"/>
    <w:rsid w:val="00DE4E41"/>
    <w:rsid w:val="00DE61D7"/>
    <w:rsid w:val="00DF2BE0"/>
    <w:rsid w:val="00DF38E1"/>
    <w:rsid w:val="00E01C0E"/>
    <w:rsid w:val="00E0238B"/>
    <w:rsid w:val="00E03492"/>
    <w:rsid w:val="00E04694"/>
    <w:rsid w:val="00E047D9"/>
    <w:rsid w:val="00E069D1"/>
    <w:rsid w:val="00E1134C"/>
    <w:rsid w:val="00E14DCA"/>
    <w:rsid w:val="00E17081"/>
    <w:rsid w:val="00E25339"/>
    <w:rsid w:val="00E27145"/>
    <w:rsid w:val="00E302A2"/>
    <w:rsid w:val="00E313C9"/>
    <w:rsid w:val="00E32551"/>
    <w:rsid w:val="00E34129"/>
    <w:rsid w:val="00E34334"/>
    <w:rsid w:val="00E35EE2"/>
    <w:rsid w:val="00E40913"/>
    <w:rsid w:val="00E43274"/>
    <w:rsid w:val="00E44FE6"/>
    <w:rsid w:val="00E4586D"/>
    <w:rsid w:val="00E46A44"/>
    <w:rsid w:val="00E4731C"/>
    <w:rsid w:val="00E51707"/>
    <w:rsid w:val="00E52C0B"/>
    <w:rsid w:val="00E55E70"/>
    <w:rsid w:val="00E5721D"/>
    <w:rsid w:val="00E60C65"/>
    <w:rsid w:val="00E61500"/>
    <w:rsid w:val="00E63E10"/>
    <w:rsid w:val="00E64CA1"/>
    <w:rsid w:val="00E67F89"/>
    <w:rsid w:val="00E71A58"/>
    <w:rsid w:val="00E80CEE"/>
    <w:rsid w:val="00E828AD"/>
    <w:rsid w:val="00E84923"/>
    <w:rsid w:val="00E86BBC"/>
    <w:rsid w:val="00E87690"/>
    <w:rsid w:val="00E916F2"/>
    <w:rsid w:val="00E928A7"/>
    <w:rsid w:val="00E92B7F"/>
    <w:rsid w:val="00E93594"/>
    <w:rsid w:val="00E93DF1"/>
    <w:rsid w:val="00E93E77"/>
    <w:rsid w:val="00E94123"/>
    <w:rsid w:val="00E94893"/>
    <w:rsid w:val="00E957EC"/>
    <w:rsid w:val="00E95ED4"/>
    <w:rsid w:val="00E96DF9"/>
    <w:rsid w:val="00EA0C68"/>
    <w:rsid w:val="00EA1483"/>
    <w:rsid w:val="00EA2491"/>
    <w:rsid w:val="00EA2F6A"/>
    <w:rsid w:val="00EA33A6"/>
    <w:rsid w:val="00EA3D63"/>
    <w:rsid w:val="00EA48B1"/>
    <w:rsid w:val="00EA52AB"/>
    <w:rsid w:val="00EA770B"/>
    <w:rsid w:val="00EA7E97"/>
    <w:rsid w:val="00EB1BA9"/>
    <w:rsid w:val="00EB34FD"/>
    <w:rsid w:val="00EB6691"/>
    <w:rsid w:val="00EC224D"/>
    <w:rsid w:val="00EC276B"/>
    <w:rsid w:val="00EC491F"/>
    <w:rsid w:val="00EC5D3C"/>
    <w:rsid w:val="00ED0206"/>
    <w:rsid w:val="00ED286F"/>
    <w:rsid w:val="00ED437A"/>
    <w:rsid w:val="00ED59A5"/>
    <w:rsid w:val="00ED7FC7"/>
    <w:rsid w:val="00EE01FF"/>
    <w:rsid w:val="00EE05ED"/>
    <w:rsid w:val="00EE1F14"/>
    <w:rsid w:val="00EE218B"/>
    <w:rsid w:val="00EE3E78"/>
    <w:rsid w:val="00EE504E"/>
    <w:rsid w:val="00EE5179"/>
    <w:rsid w:val="00EE6D0D"/>
    <w:rsid w:val="00EE7545"/>
    <w:rsid w:val="00EF1538"/>
    <w:rsid w:val="00EF194E"/>
    <w:rsid w:val="00EF1F5A"/>
    <w:rsid w:val="00EF3614"/>
    <w:rsid w:val="00EF4907"/>
    <w:rsid w:val="00EF4D97"/>
    <w:rsid w:val="00F00EA9"/>
    <w:rsid w:val="00F013B6"/>
    <w:rsid w:val="00F02FF2"/>
    <w:rsid w:val="00F04811"/>
    <w:rsid w:val="00F0488C"/>
    <w:rsid w:val="00F07CC0"/>
    <w:rsid w:val="00F100E0"/>
    <w:rsid w:val="00F12145"/>
    <w:rsid w:val="00F12C10"/>
    <w:rsid w:val="00F12DB1"/>
    <w:rsid w:val="00F13916"/>
    <w:rsid w:val="00F15BEF"/>
    <w:rsid w:val="00F1651D"/>
    <w:rsid w:val="00F176FF"/>
    <w:rsid w:val="00F24FAA"/>
    <w:rsid w:val="00F26813"/>
    <w:rsid w:val="00F2719E"/>
    <w:rsid w:val="00F2751B"/>
    <w:rsid w:val="00F27845"/>
    <w:rsid w:val="00F33376"/>
    <w:rsid w:val="00F3364D"/>
    <w:rsid w:val="00F33984"/>
    <w:rsid w:val="00F33E22"/>
    <w:rsid w:val="00F33F97"/>
    <w:rsid w:val="00F34DDA"/>
    <w:rsid w:val="00F35286"/>
    <w:rsid w:val="00F35F23"/>
    <w:rsid w:val="00F3608B"/>
    <w:rsid w:val="00F375DA"/>
    <w:rsid w:val="00F37CFB"/>
    <w:rsid w:val="00F40373"/>
    <w:rsid w:val="00F419C2"/>
    <w:rsid w:val="00F4638E"/>
    <w:rsid w:val="00F4721B"/>
    <w:rsid w:val="00F543ED"/>
    <w:rsid w:val="00F63DDE"/>
    <w:rsid w:val="00F63FB7"/>
    <w:rsid w:val="00F64052"/>
    <w:rsid w:val="00F64AB5"/>
    <w:rsid w:val="00F64B5F"/>
    <w:rsid w:val="00F65272"/>
    <w:rsid w:val="00F6775F"/>
    <w:rsid w:val="00F72FAA"/>
    <w:rsid w:val="00F73A0C"/>
    <w:rsid w:val="00F75378"/>
    <w:rsid w:val="00F76D39"/>
    <w:rsid w:val="00F77FD7"/>
    <w:rsid w:val="00F824F1"/>
    <w:rsid w:val="00F82744"/>
    <w:rsid w:val="00F912EF"/>
    <w:rsid w:val="00F93608"/>
    <w:rsid w:val="00F95D6D"/>
    <w:rsid w:val="00F96C39"/>
    <w:rsid w:val="00F972A8"/>
    <w:rsid w:val="00FA6A70"/>
    <w:rsid w:val="00FA7C55"/>
    <w:rsid w:val="00FA7D92"/>
    <w:rsid w:val="00FB2130"/>
    <w:rsid w:val="00FB5108"/>
    <w:rsid w:val="00FB51BC"/>
    <w:rsid w:val="00FB5667"/>
    <w:rsid w:val="00FB5FB6"/>
    <w:rsid w:val="00FB6DE3"/>
    <w:rsid w:val="00FC0E5F"/>
    <w:rsid w:val="00FC1908"/>
    <w:rsid w:val="00FC1FBC"/>
    <w:rsid w:val="00FC208C"/>
    <w:rsid w:val="00FC4669"/>
    <w:rsid w:val="00FC56DE"/>
    <w:rsid w:val="00FC7ECC"/>
    <w:rsid w:val="00FD1391"/>
    <w:rsid w:val="00FD15DF"/>
    <w:rsid w:val="00FD3B1F"/>
    <w:rsid w:val="00FD4C7D"/>
    <w:rsid w:val="00FD5FAC"/>
    <w:rsid w:val="00FE1C5D"/>
    <w:rsid w:val="00FE26AC"/>
    <w:rsid w:val="00FE27EE"/>
    <w:rsid w:val="00FE2F78"/>
    <w:rsid w:val="00FE5705"/>
    <w:rsid w:val="00FF0F49"/>
    <w:rsid w:val="00FF3DCC"/>
    <w:rsid w:val="00FF475F"/>
    <w:rsid w:val="00FF577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1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ln">
    <w:name w:val="Normal"/>
    <w:qFormat/>
    <w:rsid w:val="00B414F8"/>
    <w:pPr>
      <w:spacing w:after="120" w:line="360" w:lineRule="auto"/>
      <w:jc w:val="both"/>
    </w:pPr>
    <w:rPr>
      <w:rFonts w:ascii="Arial" w:eastAsia="Times New Roman" w:hAnsi="Arial"/>
      <w:szCs w:val="24"/>
    </w:rPr>
  </w:style>
  <w:style w:type="paragraph" w:styleId="Nadpis1">
    <w:name w:val="heading 1"/>
    <w:next w:val="Normln"/>
    <w:link w:val="Nadpis1Char"/>
    <w:uiPriority w:val="9"/>
    <w:qFormat/>
    <w:rsid w:val="00BC3543"/>
    <w:pPr>
      <w:keepNext/>
      <w:keepLines/>
      <w:spacing w:after="200" w:line="288" w:lineRule="auto"/>
      <w:outlineLvl w:val="0"/>
    </w:pPr>
    <w:rPr>
      <w:rFonts w:ascii="Arial" w:eastAsia="MS Gothic" w:hAnsi="Arial"/>
      <w:b/>
      <w:bCs/>
      <w:color w:val="BC091B"/>
      <w:sz w:val="32"/>
      <w:szCs w:val="28"/>
    </w:rPr>
  </w:style>
  <w:style w:type="paragraph" w:styleId="Nadpis2">
    <w:name w:val="heading 2"/>
    <w:next w:val="Normln"/>
    <w:link w:val="Nadpis2Char"/>
    <w:uiPriority w:val="9"/>
    <w:qFormat/>
    <w:rsid w:val="00694914"/>
    <w:pPr>
      <w:keepNext/>
      <w:keepLines/>
      <w:spacing w:before="60" w:after="60" w:line="288" w:lineRule="auto"/>
      <w:outlineLvl w:val="1"/>
    </w:pPr>
    <w:rPr>
      <w:rFonts w:ascii="Arial" w:eastAsia="MS Gothic" w:hAnsi="Arial"/>
      <w:b/>
      <w:bCs/>
      <w:color w:val="BC091B"/>
      <w:sz w:val="28"/>
      <w:szCs w:val="26"/>
    </w:rPr>
  </w:style>
  <w:style w:type="paragraph" w:styleId="Nadpis3">
    <w:name w:val="heading 3"/>
    <w:next w:val="Normln"/>
    <w:link w:val="Nadpis3Char"/>
    <w:uiPriority w:val="9"/>
    <w:qFormat/>
    <w:rsid w:val="00694914"/>
    <w:pPr>
      <w:keepNext/>
      <w:keepLines/>
      <w:spacing w:before="60" w:after="60" w:line="288" w:lineRule="auto"/>
      <w:outlineLvl w:val="2"/>
    </w:pPr>
    <w:rPr>
      <w:rFonts w:ascii="Arial" w:eastAsia="MS Gothic" w:hAnsi="Arial"/>
      <w:b/>
      <w:bCs/>
      <w:color w:val="BC091B"/>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48086F"/>
    <w:pPr>
      <w:spacing w:line="288" w:lineRule="auto"/>
      <w:contextualSpacing/>
      <w:outlineLvl w:val="0"/>
    </w:pPr>
    <w:rPr>
      <w:rFonts w:ascii="Arial" w:eastAsia="MS Gothic" w:hAnsi="Arial"/>
      <w:b/>
      <w:caps/>
      <w:color w:val="BC091B"/>
      <w:sz w:val="56"/>
      <w:szCs w:val="52"/>
    </w:rPr>
  </w:style>
  <w:style w:type="character" w:customStyle="1" w:styleId="NzevChar">
    <w:name w:val="Název Char"/>
    <w:link w:val="Nzev"/>
    <w:uiPriority w:val="10"/>
    <w:rsid w:val="0048086F"/>
    <w:rPr>
      <w:rFonts w:ascii="Arial" w:eastAsia="MS Gothic" w:hAnsi="Arial"/>
      <w:b/>
      <w:caps/>
      <w:color w:val="BC091B"/>
      <w:sz w:val="56"/>
      <w:szCs w:val="52"/>
      <w:lang w:bidi="ar-SA"/>
    </w:rPr>
  </w:style>
  <w:style w:type="paragraph" w:styleId="Podtitul">
    <w:name w:val="Subtitle"/>
    <w:next w:val="Normln"/>
    <w:link w:val="PodtitulChar"/>
    <w:uiPriority w:val="11"/>
    <w:qFormat/>
    <w:rsid w:val="00BC3543"/>
    <w:pPr>
      <w:numPr>
        <w:ilvl w:val="1"/>
      </w:numPr>
      <w:spacing w:line="288" w:lineRule="auto"/>
    </w:pPr>
    <w:rPr>
      <w:rFonts w:ascii="Arial" w:eastAsia="MS Gothic" w:hAnsi="Arial"/>
      <w:b/>
      <w:iCs/>
      <w:color w:val="BC091B"/>
      <w:sz w:val="28"/>
      <w:szCs w:val="24"/>
    </w:rPr>
  </w:style>
  <w:style w:type="character" w:customStyle="1" w:styleId="PodtitulChar">
    <w:name w:val="Podtitul Char"/>
    <w:link w:val="Podtitul"/>
    <w:uiPriority w:val="11"/>
    <w:rsid w:val="00BC3543"/>
    <w:rPr>
      <w:rFonts w:ascii="Arial" w:eastAsia="MS Gothic" w:hAnsi="Arial"/>
      <w:b/>
      <w:iCs/>
      <w:color w:val="BC091B"/>
      <w:sz w:val="28"/>
      <w:szCs w:val="24"/>
      <w:lang w:bidi="ar-SA"/>
    </w:rPr>
  </w:style>
  <w:style w:type="character" w:customStyle="1" w:styleId="Nadpis1Char">
    <w:name w:val="Nadpis 1 Char"/>
    <w:link w:val="Nadpis1"/>
    <w:uiPriority w:val="9"/>
    <w:rsid w:val="00BC3543"/>
    <w:rPr>
      <w:rFonts w:ascii="Arial" w:eastAsia="MS Gothic" w:hAnsi="Arial"/>
      <w:b/>
      <w:bCs/>
      <w:color w:val="BC091B"/>
      <w:sz w:val="32"/>
      <w:szCs w:val="28"/>
      <w:lang w:bidi="ar-SA"/>
    </w:rPr>
  </w:style>
  <w:style w:type="character" w:customStyle="1" w:styleId="Nadpis2Char">
    <w:name w:val="Nadpis 2 Char"/>
    <w:link w:val="Nadpis2"/>
    <w:uiPriority w:val="9"/>
    <w:rsid w:val="00694914"/>
    <w:rPr>
      <w:rFonts w:ascii="Arial" w:eastAsia="MS Gothic" w:hAnsi="Arial"/>
      <w:b/>
      <w:bCs/>
      <w:color w:val="BC091B"/>
      <w:sz w:val="28"/>
      <w:szCs w:val="26"/>
    </w:rPr>
  </w:style>
  <w:style w:type="character" w:customStyle="1" w:styleId="Nadpis3Char">
    <w:name w:val="Nadpis 3 Char"/>
    <w:link w:val="Nadpis3"/>
    <w:uiPriority w:val="9"/>
    <w:rsid w:val="00694914"/>
    <w:rPr>
      <w:rFonts w:ascii="Arial" w:eastAsia="MS Gothic" w:hAnsi="Arial"/>
      <w:b/>
      <w:bCs/>
      <w:color w:val="BC091B"/>
      <w:sz w:val="24"/>
      <w:szCs w:val="24"/>
    </w:rPr>
  </w:style>
  <w:style w:type="character" w:customStyle="1" w:styleId="Nadpis4Char">
    <w:name w:val="Nadpis 4 Char"/>
    <w:link w:val="Nadpis4"/>
    <w:uiPriority w:val="9"/>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C3543"/>
    <w:pPr>
      <w:ind w:left="1134"/>
    </w:pPr>
    <w:rPr>
      <w:rFonts w:ascii="Arial" w:hAnsi="Arial" w:cs="Arial"/>
      <w:color w:val="BC091B"/>
      <w:sz w:val="20"/>
      <w:szCs w:val="20"/>
    </w:rPr>
  </w:style>
  <w:style w:type="paragraph" w:customStyle="1" w:styleId="Box2">
    <w:name w:val="Box 2"/>
    <w:basedOn w:val="Zkladnodstavec"/>
    <w:link w:val="Box2Char"/>
    <w:rsid w:val="00010702"/>
    <w:pPr>
      <w:shd w:val="clear" w:color="auto" w:fill="CCC0D9"/>
      <w:tabs>
        <w:tab w:val="left" w:pos="9638"/>
      </w:tabs>
      <w:ind w:left="1134" w:right="-1"/>
    </w:pPr>
    <w:rPr>
      <w:rFonts w:ascii="Arial" w:hAnsi="Arial"/>
      <w:b/>
    </w:rPr>
  </w:style>
  <w:style w:type="paragraph" w:customStyle="1" w:styleId="Box">
    <w:name w:val="Box"/>
    <w:next w:val="Normln"/>
    <w:link w:val="BoxChar"/>
    <w:qFormat/>
    <w:rsid w:val="00210AA5"/>
    <w:pPr>
      <w:shd w:val="clear" w:color="auto" w:fill="F5DADD"/>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210AA5"/>
    <w:rPr>
      <w:rFonts w:ascii="Arial" w:hAnsi="Arial"/>
      <w:color w:val="000000"/>
      <w:sz w:val="24"/>
      <w:szCs w:val="24"/>
      <w:shd w:val="clear" w:color="auto" w:fill="F5DADD"/>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Box-Lideaspolecnost">
    <w:name w:val="Box - Lide a spolecnost"/>
    <w:next w:val="Normln"/>
    <w:link w:val="Box-LideaspolecnostChar"/>
    <w:rsid w:val="00BC3543"/>
    <w:pPr>
      <w:shd w:val="clear" w:color="auto" w:fill="F5DADD"/>
      <w:spacing w:line="288" w:lineRule="auto"/>
      <w:ind w:left="1134"/>
    </w:pPr>
    <w:rPr>
      <w:rFonts w:ascii="Arial" w:hAnsi="Arial" w:cs="Arial"/>
    </w:rPr>
  </w:style>
  <w:style w:type="character" w:customStyle="1" w:styleId="Box-LideaspolecnostChar">
    <w:name w:val="Box - Lide a spolecnost Char"/>
    <w:link w:val="Box-Lideaspolecnost"/>
    <w:rsid w:val="00BC3543"/>
    <w:rPr>
      <w:rFonts w:ascii="Arial" w:hAnsi="Arial" w:cs="Arial"/>
      <w:shd w:val="clear" w:color="auto" w:fill="F5DADD"/>
      <w:lang w:val="cs-CZ" w:eastAsia="cs-CZ" w:bidi="ar-SA"/>
    </w:rPr>
  </w:style>
  <w:style w:type="paragraph" w:customStyle="1" w:styleId="Obsah">
    <w:name w:val="Obsah"/>
    <w:next w:val="Normln"/>
    <w:link w:val="ObsahChar"/>
    <w:qFormat/>
    <w:rsid w:val="007B47EE"/>
    <w:pPr>
      <w:spacing w:after="200"/>
    </w:pPr>
    <w:rPr>
      <w:rFonts w:ascii="Arial" w:eastAsia="MS Gothic" w:hAnsi="Arial"/>
      <w:b/>
      <w:bCs/>
      <w:color w:val="BC091B"/>
      <w:sz w:val="32"/>
      <w:szCs w:val="28"/>
    </w:rPr>
  </w:style>
  <w:style w:type="character" w:customStyle="1" w:styleId="ObsahChar">
    <w:name w:val="Obsah Char"/>
    <w:link w:val="Obsah"/>
    <w:rsid w:val="007B47EE"/>
    <w:rPr>
      <w:rFonts w:ascii="Arial" w:eastAsia="MS Gothic" w:hAnsi="Arial"/>
      <w:b/>
      <w:bCs/>
      <w:color w:val="BC091B"/>
      <w:sz w:val="32"/>
      <w:szCs w:val="28"/>
      <w:lang w:bidi="ar-SA"/>
    </w:rPr>
  </w:style>
  <w:style w:type="paragraph" w:styleId="Odstavecseseznamem">
    <w:name w:val="List Paragraph"/>
    <w:basedOn w:val="Normln"/>
    <w:uiPriority w:val="34"/>
    <w:qFormat/>
    <w:rsid w:val="00BB64DB"/>
    <w:pPr>
      <w:spacing w:after="200" w:line="276" w:lineRule="auto"/>
      <w:ind w:left="720"/>
      <w:contextualSpacing/>
    </w:pPr>
    <w:rPr>
      <w:rFonts w:asciiTheme="minorHAnsi" w:eastAsiaTheme="minorHAnsi" w:hAnsiTheme="minorHAnsi" w:cstheme="minorBidi"/>
      <w:sz w:val="22"/>
      <w:szCs w:val="22"/>
      <w:lang w:eastAsia="en-US"/>
    </w:rPr>
  </w:style>
  <w:style w:type="paragraph" w:styleId="Textpoznpodarou">
    <w:name w:val="footnote text"/>
    <w:basedOn w:val="Normln"/>
    <w:link w:val="TextpoznpodarouChar"/>
    <w:uiPriority w:val="99"/>
    <w:semiHidden/>
    <w:unhideWhenUsed/>
    <w:rsid w:val="00BB64DB"/>
    <w:pPr>
      <w:spacing w:line="240" w:lineRule="auto"/>
    </w:pPr>
    <w:rPr>
      <w:rFonts w:asciiTheme="minorHAnsi" w:eastAsiaTheme="minorHAnsi" w:hAnsiTheme="minorHAnsi" w:cstheme="minorBidi"/>
      <w:szCs w:val="20"/>
      <w:lang w:eastAsia="en-US"/>
    </w:rPr>
  </w:style>
  <w:style w:type="character" w:customStyle="1" w:styleId="TextpoznpodarouChar">
    <w:name w:val="Text pozn. pod čarou Char"/>
    <w:basedOn w:val="Standardnpsmoodstavce"/>
    <w:link w:val="Textpoznpodarou"/>
    <w:uiPriority w:val="99"/>
    <w:semiHidden/>
    <w:rsid w:val="00BB64DB"/>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BB64DB"/>
    <w:rPr>
      <w:vertAlign w:val="superscript"/>
    </w:rPr>
  </w:style>
  <w:style w:type="paragraph" w:styleId="Titulek">
    <w:name w:val="caption"/>
    <w:basedOn w:val="Normln"/>
    <w:next w:val="Normln"/>
    <w:uiPriority w:val="35"/>
    <w:unhideWhenUsed/>
    <w:qFormat/>
    <w:rsid w:val="00BB64DB"/>
    <w:pPr>
      <w:spacing w:after="200" w:line="240" w:lineRule="auto"/>
    </w:pPr>
    <w:rPr>
      <w:rFonts w:asciiTheme="minorHAnsi" w:eastAsiaTheme="minorHAnsi" w:hAnsiTheme="minorHAnsi" w:cstheme="minorBidi"/>
      <w:b/>
      <w:bCs/>
      <w:color w:val="4F81BD" w:themeColor="accent1"/>
      <w:sz w:val="18"/>
      <w:szCs w:val="18"/>
      <w:lang w:eastAsia="en-US"/>
    </w:rPr>
  </w:style>
  <w:style w:type="table" w:customStyle="1" w:styleId="Svtlstnovn1">
    <w:name w:val="Světlé stínování1"/>
    <w:basedOn w:val="Normlntabulka"/>
    <w:uiPriority w:val="60"/>
    <w:rsid w:val="00BB64DB"/>
    <w:rPr>
      <w:rFonts w:asciiTheme="minorHAnsi" w:eastAsiaTheme="minorHAnsi" w:hAnsiTheme="minorHAnsi" w:cstheme="minorBidi"/>
      <w:color w:val="000000" w:themeColor="text1" w:themeShade="BF"/>
      <w:sz w:val="22"/>
      <w:szCs w:val="22"/>
      <w:lang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katabulky">
    <w:name w:val="Table Grid"/>
    <w:basedOn w:val="Normlntabulka"/>
    <w:uiPriority w:val="59"/>
    <w:rsid w:val="00BB64D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basedOn w:val="Standardnpsmoodstavce"/>
    <w:uiPriority w:val="22"/>
    <w:qFormat/>
    <w:rsid w:val="00BB64DB"/>
    <w:rPr>
      <w:b/>
      <w:bCs/>
    </w:rPr>
  </w:style>
  <w:style w:type="paragraph" w:customStyle="1" w:styleId="Default">
    <w:name w:val="Default"/>
    <w:rsid w:val="00BB64DB"/>
    <w:pPr>
      <w:autoSpaceDE w:val="0"/>
      <w:autoSpaceDN w:val="0"/>
      <w:adjustRightInd w:val="0"/>
    </w:pPr>
    <w:rPr>
      <w:rFonts w:ascii="Arial" w:eastAsiaTheme="minorHAnsi" w:hAnsi="Arial" w:cs="Arial"/>
      <w:color w:val="000000"/>
      <w:sz w:val="24"/>
      <w:szCs w:val="24"/>
      <w:lang w:eastAsia="en-US"/>
    </w:rPr>
  </w:style>
  <w:style w:type="paragraph" w:styleId="Normlnweb">
    <w:name w:val="Normal (Web)"/>
    <w:basedOn w:val="Normln"/>
    <w:uiPriority w:val="99"/>
    <w:semiHidden/>
    <w:unhideWhenUsed/>
    <w:rsid w:val="00BB64DB"/>
    <w:pPr>
      <w:spacing w:before="100" w:beforeAutospacing="1" w:after="100" w:afterAutospacing="1" w:line="240" w:lineRule="auto"/>
    </w:pPr>
    <w:rPr>
      <w:rFonts w:ascii="Times New Roman" w:hAnsi="Times New Roman"/>
      <w:sz w:val="24"/>
    </w:rPr>
  </w:style>
  <w:style w:type="character" w:styleId="Sledovanodkaz">
    <w:name w:val="FollowedHyperlink"/>
    <w:basedOn w:val="Standardnpsmoodstavce"/>
    <w:uiPriority w:val="99"/>
    <w:semiHidden/>
    <w:unhideWhenUsed/>
    <w:rsid w:val="00BB64DB"/>
    <w:rPr>
      <w:color w:val="800080" w:themeColor="followedHyperlink"/>
      <w:u w:val="single"/>
    </w:rPr>
  </w:style>
  <w:style w:type="paragraph" w:styleId="Nadpisobsahu">
    <w:name w:val="TOC Heading"/>
    <w:basedOn w:val="Nadpis1"/>
    <w:next w:val="Normln"/>
    <w:uiPriority w:val="39"/>
    <w:semiHidden/>
    <w:unhideWhenUsed/>
    <w:qFormat/>
    <w:rsid w:val="00BB64DB"/>
    <w:pPr>
      <w:spacing w:before="480" w:after="0" w:line="276" w:lineRule="auto"/>
      <w:outlineLvl w:val="9"/>
    </w:pPr>
    <w:rPr>
      <w:rFonts w:asciiTheme="majorHAnsi" w:eastAsiaTheme="majorEastAsia" w:hAnsiTheme="majorHAnsi" w:cstheme="majorBidi"/>
      <w:color w:val="365F91" w:themeColor="accent1" w:themeShade="BF"/>
      <w:sz w:val="28"/>
      <w:lang w:eastAsia="en-US"/>
    </w:rPr>
  </w:style>
  <w:style w:type="paragraph" w:styleId="Obsah1">
    <w:name w:val="toc 1"/>
    <w:basedOn w:val="Normln"/>
    <w:next w:val="Normln"/>
    <w:autoRedefine/>
    <w:uiPriority w:val="39"/>
    <w:unhideWhenUsed/>
    <w:rsid w:val="00694914"/>
    <w:pPr>
      <w:tabs>
        <w:tab w:val="left" w:pos="440"/>
        <w:tab w:val="right" w:leader="dot" w:pos="9062"/>
      </w:tabs>
      <w:spacing w:after="100" w:line="276" w:lineRule="auto"/>
    </w:pPr>
    <w:rPr>
      <w:rFonts w:asciiTheme="minorHAnsi" w:eastAsiaTheme="minorHAnsi" w:hAnsiTheme="minorHAnsi" w:cstheme="minorBidi"/>
      <w:noProof/>
      <w:sz w:val="22"/>
      <w:szCs w:val="22"/>
      <w:lang w:eastAsia="en-US"/>
    </w:rPr>
  </w:style>
  <w:style w:type="paragraph" w:styleId="Obsah2">
    <w:name w:val="toc 2"/>
    <w:basedOn w:val="Normln"/>
    <w:next w:val="Normln"/>
    <w:autoRedefine/>
    <w:uiPriority w:val="39"/>
    <w:unhideWhenUsed/>
    <w:rsid w:val="00B414F8"/>
    <w:pPr>
      <w:spacing w:after="100"/>
      <w:ind w:left="200"/>
    </w:pPr>
  </w:style>
  <w:style w:type="character" w:customStyle="1" w:styleId="st">
    <w:name w:val="st"/>
    <w:basedOn w:val="Standardnpsmoodstavce"/>
    <w:rsid w:val="00FA6A70"/>
  </w:style>
  <w:style w:type="character" w:styleId="Zvraznn">
    <w:name w:val="Emphasis"/>
    <w:basedOn w:val="Standardnpsmoodstavce"/>
    <w:uiPriority w:val="20"/>
    <w:qFormat/>
    <w:rsid w:val="00FA6A70"/>
    <w:rPr>
      <w:i/>
      <w:iCs/>
    </w:rPr>
  </w:style>
  <w:style w:type="character" w:customStyle="1" w:styleId="textexposedshow">
    <w:name w:val="text_exposed_show"/>
    <w:basedOn w:val="Standardnpsmoodstavce"/>
    <w:rsid w:val="007358EB"/>
  </w:style>
  <w:style w:type="paragraph" w:styleId="Obsah3">
    <w:name w:val="toc 3"/>
    <w:basedOn w:val="Normln"/>
    <w:next w:val="Normln"/>
    <w:autoRedefine/>
    <w:uiPriority w:val="39"/>
    <w:unhideWhenUsed/>
    <w:rsid w:val="000443B0"/>
    <w:pPr>
      <w:spacing w:after="100"/>
      <w:ind w:left="400"/>
    </w:pPr>
  </w:style>
  <w:style w:type="paragraph" w:styleId="Seznamobrzk">
    <w:name w:val="table of figures"/>
    <w:basedOn w:val="Normln"/>
    <w:next w:val="Normln"/>
    <w:uiPriority w:val="99"/>
    <w:unhideWhenUsed/>
    <w:rsid w:val="00750D87"/>
    <w:pPr>
      <w:spacing w:after="0"/>
    </w:pPr>
  </w:style>
  <w:style w:type="character" w:customStyle="1" w:styleId="gmail-apple-tab-span">
    <w:name w:val="gmail-apple-tab-span"/>
    <w:basedOn w:val="Standardnpsmoodstavce"/>
    <w:rsid w:val="00993F83"/>
  </w:style>
  <w:style w:type="character" w:styleId="Odkaznakoment">
    <w:name w:val="annotation reference"/>
    <w:basedOn w:val="Standardnpsmoodstavce"/>
    <w:uiPriority w:val="99"/>
    <w:semiHidden/>
    <w:unhideWhenUsed/>
    <w:rsid w:val="008D5856"/>
    <w:rPr>
      <w:sz w:val="16"/>
      <w:szCs w:val="16"/>
    </w:rPr>
  </w:style>
  <w:style w:type="paragraph" w:styleId="Textkomente">
    <w:name w:val="annotation text"/>
    <w:basedOn w:val="Normln"/>
    <w:link w:val="TextkomenteChar"/>
    <w:uiPriority w:val="99"/>
    <w:semiHidden/>
    <w:unhideWhenUsed/>
    <w:rsid w:val="008D5856"/>
    <w:pPr>
      <w:spacing w:line="240" w:lineRule="auto"/>
    </w:pPr>
    <w:rPr>
      <w:szCs w:val="20"/>
    </w:rPr>
  </w:style>
  <w:style w:type="character" w:customStyle="1" w:styleId="TextkomenteChar">
    <w:name w:val="Text komentáře Char"/>
    <w:basedOn w:val="Standardnpsmoodstavce"/>
    <w:link w:val="Textkomente"/>
    <w:uiPriority w:val="99"/>
    <w:semiHidden/>
    <w:rsid w:val="008D5856"/>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8D5856"/>
    <w:rPr>
      <w:b/>
      <w:bCs/>
    </w:rPr>
  </w:style>
  <w:style w:type="character" w:customStyle="1" w:styleId="PedmtkomenteChar">
    <w:name w:val="Předmět komentáře Char"/>
    <w:basedOn w:val="TextkomenteChar"/>
    <w:link w:val="Pedmtkomente"/>
    <w:uiPriority w:val="99"/>
    <w:semiHidden/>
    <w:rsid w:val="008D5856"/>
    <w:rPr>
      <w:rFonts w:ascii="Arial" w:eastAsia="Times New Roman" w:hAnsi="Arial"/>
      <w:b/>
      <w:bC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0251998">
      <w:bodyDiv w:val="1"/>
      <w:marLeft w:val="0"/>
      <w:marRight w:val="0"/>
      <w:marTop w:val="0"/>
      <w:marBottom w:val="0"/>
      <w:divBdr>
        <w:top w:val="none" w:sz="0" w:space="0" w:color="auto"/>
        <w:left w:val="none" w:sz="0" w:space="0" w:color="auto"/>
        <w:bottom w:val="none" w:sz="0" w:space="0" w:color="auto"/>
        <w:right w:val="none" w:sz="0" w:space="0" w:color="auto"/>
      </w:divBdr>
    </w:div>
    <w:div w:id="111486392">
      <w:bodyDiv w:val="1"/>
      <w:marLeft w:val="0"/>
      <w:marRight w:val="0"/>
      <w:marTop w:val="0"/>
      <w:marBottom w:val="0"/>
      <w:divBdr>
        <w:top w:val="none" w:sz="0" w:space="0" w:color="auto"/>
        <w:left w:val="none" w:sz="0" w:space="0" w:color="auto"/>
        <w:bottom w:val="none" w:sz="0" w:space="0" w:color="auto"/>
        <w:right w:val="none" w:sz="0" w:space="0" w:color="auto"/>
      </w:divBdr>
    </w:div>
    <w:div w:id="191312120">
      <w:bodyDiv w:val="1"/>
      <w:marLeft w:val="0"/>
      <w:marRight w:val="0"/>
      <w:marTop w:val="0"/>
      <w:marBottom w:val="0"/>
      <w:divBdr>
        <w:top w:val="none" w:sz="0" w:space="0" w:color="auto"/>
        <w:left w:val="none" w:sz="0" w:space="0" w:color="auto"/>
        <w:bottom w:val="none" w:sz="0" w:space="0" w:color="auto"/>
        <w:right w:val="none" w:sz="0" w:space="0" w:color="auto"/>
      </w:divBdr>
    </w:div>
    <w:div w:id="288630929">
      <w:bodyDiv w:val="1"/>
      <w:marLeft w:val="0"/>
      <w:marRight w:val="0"/>
      <w:marTop w:val="0"/>
      <w:marBottom w:val="0"/>
      <w:divBdr>
        <w:top w:val="none" w:sz="0" w:space="0" w:color="auto"/>
        <w:left w:val="none" w:sz="0" w:space="0" w:color="auto"/>
        <w:bottom w:val="none" w:sz="0" w:space="0" w:color="auto"/>
        <w:right w:val="none" w:sz="0" w:space="0" w:color="auto"/>
      </w:divBdr>
    </w:div>
    <w:div w:id="420486547">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56815814">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18632495">
      <w:bodyDiv w:val="1"/>
      <w:marLeft w:val="0"/>
      <w:marRight w:val="0"/>
      <w:marTop w:val="0"/>
      <w:marBottom w:val="0"/>
      <w:divBdr>
        <w:top w:val="none" w:sz="0" w:space="0" w:color="auto"/>
        <w:left w:val="none" w:sz="0" w:space="0" w:color="auto"/>
        <w:bottom w:val="none" w:sz="0" w:space="0" w:color="auto"/>
        <w:right w:val="none" w:sz="0" w:space="0" w:color="auto"/>
      </w:divBdr>
    </w:div>
    <w:div w:id="725303222">
      <w:bodyDiv w:val="1"/>
      <w:marLeft w:val="0"/>
      <w:marRight w:val="0"/>
      <w:marTop w:val="0"/>
      <w:marBottom w:val="0"/>
      <w:divBdr>
        <w:top w:val="none" w:sz="0" w:space="0" w:color="auto"/>
        <w:left w:val="none" w:sz="0" w:space="0" w:color="auto"/>
        <w:bottom w:val="none" w:sz="0" w:space="0" w:color="auto"/>
        <w:right w:val="none" w:sz="0" w:space="0" w:color="auto"/>
      </w:divBdr>
    </w:div>
    <w:div w:id="768045233">
      <w:bodyDiv w:val="1"/>
      <w:marLeft w:val="0"/>
      <w:marRight w:val="0"/>
      <w:marTop w:val="0"/>
      <w:marBottom w:val="0"/>
      <w:divBdr>
        <w:top w:val="none" w:sz="0" w:space="0" w:color="auto"/>
        <w:left w:val="none" w:sz="0" w:space="0" w:color="auto"/>
        <w:bottom w:val="none" w:sz="0" w:space="0" w:color="auto"/>
        <w:right w:val="none" w:sz="0" w:space="0" w:color="auto"/>
      </w:divBdr>
    </w:div>
    <w:div w:id="889463709">
      <w:bodyDiv w:val="1"/>
      <w:marLeft w:val="0"/>
      <w:marRight w:val="0"/>
      <w:marTop w:val="0"/>
      <w:marBottom w:val="0"/>
      <w:divBdr>
        <w:top w:val="none" w:sz="0" w:space="0" w:color="auto"/>
        <w:left w:val="none" w:sz="0" w:space="0" w:color="auto"/>
        <w:bottom w:val="none" w:sz="0" w:space="0" w:color="auto"/>
        <w:right w:val="none" w:sz="0" w:space="0" w:color="auto"/>
      </w:divBdr>
    </w:div>
    <w:div w:id="906764325">
      <w:bodyDiv w:val="1"/>
      <w:marLeft w:val="0"/>
      <w:marRight w:val="0"/>
      <w:marTop w:val="0"/>
      <w:marBottom w:val="0"/>
      <w:divBdr>
        <w:top w:val="none" w:sz="0" w:space="0" w:color="auto"/>
        <w:left w:val="none" w:sz="0" w:space="0" w:color="auto"/>
        <w:bottom w:val="none" w:sz="0" w:space="0" w:color="auto"/>
        <w:right w:val="none" w:sz="0" w:space="0" w:color="auto"/>
      </w:divBdr>
    </w:div>
    <w:div w:id="921721908">
      <w:bodyDiv w:val="1"/>
      <w:marLeft w:val="0"/>
      <w:marRight w:val="0"/>
      <w:marTop w:val="0"/>
      <w:marBottom w:val="0"/>
      <w:divBdr>
        <w:top w:val="none" w:sz="0" w:space="0" w:color="auto"/>
        <w:left w:val="none" w:sz="0" w:space="0" w:color="auto"/>
        <w:bottom w:val="none" w:sz="0" w:space="0" w:color="auto"/>
        <w:right w:val="none" w:sz="0" w:space="0" w:color="auto"/>
      </w:divBdr>
    </w:div>
    <w:div w:id="957031559">
      <w:bodyDiv w:val="1"/>
      <w:marLeft w:val="0"/>
      <w:marRight w:val="0"/>
      <w:marTop w:val="0"/>
      <w:marBottom w:val="0"/>
      <w:divBdr>
        <w:top w:val="none" w:sz="0" w:space="0" w:color="auto"/>
        <w:left w:val="none" w:sz="0" w:space="0" w:color="auto"/>
        <w:bottom w:val="none" w:sz="0" w:space="0" w:color="auto"/>
        <w:right w:val="none" w:sz="0" w:space="0" w:color="auto"/>
      </w:divBdr>
    </w:div>
    <w:div w:id="1004630222">
      <w:bodyDiv w:val="1"/>
      <w:marLeft w:val="0"/>
      <w:marRight w:val="0"/>
      <w:marTop w:val="0"/>
      <w:marBottom w:val="0"/>
      <w:divBdr>
        <w:top w:val="none" w:sz="0" w:space="0" w:color="auto"/>
        <w:left w:val="none" w:sz="0" w:space="0" w:color="auto"/>
        <w:bottom w:val="none" w:sz="0" w:space="0" w:color="auto"/>
        <w:right w:val="none" w:sz="0" w:space="0" w:color="auto"/>
      </w:divBdr>
    </w:div>
    <w:div w:id="1010332726">
      <w:bodyDiv w:val="1"/>
      <w:marLeft w:val="0"/>
      <w:marRight w:val="0"/>
      <w:marTop w:val="0"/>
      <w:marBottom w:val="0"/>
      <w:divBdr>
        <w:top w:val="none" w:sz="0" w:space="0" w:color="auto"/>
        <w:left w:val="none" w:sz="0" w:space="0" w:color="auto"/>
        <w:bottom w:val="none" w:sz="0" w:space="0" w:color="auto"/>
        <w:right w:val="none" w:sz="0" w:space="0" w:color="auto"/>
      </w:divBdr>
    </w:div>
    <w:div w:id="1191257430">
      <w:bodyDiv w:val="1"/>
      <w:marLeft w:val="0"/>
      <w:marRight w:val="0"/>
      <w:marTop w:val="0"/>
      <w:marBottom w:val="0"/>
      <w:divBdr>
        <w:top w:val="none" w:sz="0" w:space="0" w:color="auto"/>
        <w:left w:val="none" w:sz="0" w:space="0" w:color="auto"/>
        <w:bottom w:val="none" w:sz="0" w:space="0" w:color="auto"/>
        <w:right w:val="none" w:sz="0" w:space="0" w:color="auto"/>
      </w:divBdr>
    </w:div>
    <w:div w:id="1212378085">
      <w:bodyDiv w:val="1"/>
      <w:marLeft w:val="0"/>
      <w:marRight w:val="0"/>
      <w:marTop w:val="0"/>
      <w:marBottom w:val="0"/>
      <w:divBdr>
        <w:top w:val="none" w:sz="0" w:space="0" w:color="auto"/>
        <w:left w:val="none" w:sz="0" w:space="0" w:color="auto"/>
        <w:bottom w:val="none" w:sz="0" w:space="0" w:color="auto"/>
        <w:right w:val="none" w:sz="0" w:space="0" w:color="auto"/>
      </w:divBdr>
    </w:div>
    <w:div w:id="1294410675">
      <w:bodyDiv w:val="1"/>
      <w:marLeft w:val="0"/>
      <w:marRight w:val="0"/>
      <w:marTop w:val="0"/>
      <w:marBottom w:val="0"/>
      <w:divBdr>
        <w:top w:val="none" w:sz="0" w:space="0" w:color="auto"/>
        <w:left w:val="none" w:sz="0" w:space="0" w:color="auto"/>
        <w:bottom w:val="none" w:sz="0" w:space="0" w:color="auto"/>
        <w:right w:val="none" w:sz="0" w:space="0" w:color="auto"/>
      </w:divBdr>
      <w:divsChild>
        <w:div w:id="1826318505">
          <w:marLeft w:val="0"/>
          <w:marRight w:val="0"/>
          <w:marTop w:val="0"/>
          <w:marBottom w:val="0"/>
          <w:divBdr>
            <w:top w:val="none" w:sz="0" w:space="0" w:color="auto"/>
            <w:left w:val="none" w:sz="0" w:space="0" w:color="auto"/>
            <w:bottom w:val="none" w:sz="0" w:space="0" w:color="auto"/>
            <w:right w:val="none" w:sz="0" w:space="0" w:color="auto"/>
          </w:divBdr>
        </w:div>
      </w:divsChild>
    </w:div>
    <w:div w:id="1308246018">
      <w:bodyDiv w:val="1"/>
      <w:marLeft w:val="0"/>
      <w:marRight w:val="0"/>
      <w:marTop w:val="0"/>
      <w:marBottom w:val="0"/>
      <w:divBdr>
        <w:top w:val="none" w:sz="0" w:space="0" w:color="auto"/>
        <w:left w:val="none" w:sz="0" w:space="0" w:color="auto"/>
        <w:bottom w:val="none" w:sz="0" w:space="0" w:color="auto"/>
        <w:right w:val="none" w:sz="0" w:space="0" w:color="auto"/>
      </w:divBdr>
    </w:div>
    <w:div w:id="1336567908">
      <w:bodyDiv w:val="1"/>
      <w:marLeft w:val="0"/>
      <w:marRight w:val="0"/>
      <w:marTop w:val="0"/>
      <w:marBottom w:val="0"/>
      <w:divBdr>
        <w:top w:val="none" w:sz="0" w:space="0" w:color="auto"/>
        <w:left w:val="none" w:sz="0" w:space="0" w:color="auto"/>
        <w:bottom w:val="none" w:sz="0" w:space="0" w:color="auto"/>
        <w:right w:val="none" w:sz="0" w:space="0" w:color="auto"/>
      </w:divBdr>
    </w:div>
    <w:div w:id="1405226928">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18290501">
      <w:bodyDiv w:val="1"/>
      <w:marLeft w:val="0"/>
      <w:marRight w:val="0"/>
      <w:marTop w:val="0"/>
      <w:marBottom w:val="0"/>
      <w:divBdr>
        <w:top w:val="none" w:sz="0" w:space="0" w:color="auto"/>
        <w:left w:val="none" w:sz="0" w:space="0" w:color="auto"/>
        <w:bottom w:val="none" w:sz="0" w:space="0" w:color="auto"/>
        <w:right w:val="none" w:sz="0" w:space="0" w:color="auto"/>
      </w:divBdr>
    </w:div>
    <w:div w:id="1479541879">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8301331">
      <w:bodyDiv w:val="1"/>
      <w:marLeft w:val="0"/>
      <w:marRight w:val="0"/>
      <w:marTop w:val="0"/>
      <w:marBottom w:val="0"/>
      <w:divBdr>
        <w:top w:val="none" w:sz="0" w:space="0" w:color="auto"/>
        <w:left w:val="none" w:sz="0" w:space="0" w:color="auto"/>
        <w:bottom w:val="none" w:sz="0" w:space="0" w:color="auto"/>
        <w:right w:val="none" w:sz="0" w:space="0" w:color="auto"/>
      </w:divBdr>
    </w:div>
    <w:div w:id="1567111057">
      <w:bodyDiv w:val="1"/>
      <w:marLeft w:val="0"/>
      <w:marRight w:val="0"/>
      <w:marTop w:val="0"/>
      <w:marBottom w:val="0"/>
      <w:divBdr>
        <w:top w:val="none" w:sz="0" w:space="0" w:color="auto"/>
        <w:left w:val="none" w:sz="0" w:space="0" w:color="auto"/>
        <w:bottom w:val="none" w:sz="0" w:space="0" w:color="auto"/>
        <w:right w:val="none" w:sz="0" w:space="0" w:color="auto"/>
      </w:divBdr>
      <w:divsChild>
        <w:div w:id="20708073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1327943">
      <w:bodyDiv w:val="1"/>
      <w:marLeft w:val="0"/>
      <w:marRight w:val="0"/>
      <w:marTop w:val="0"/>
      <w:marBottom w:val="0"/>
      <w:divBdr>
        <w:top w:val="none" w:sz="0" w:space="0" w:color="auto"/>
        <w:left w:val="none" w:sz="0" w:space="0" w:color="auto"/>
        <w:bottom w:val="none" w:sz="0" w:space="0" w:color="auto"/>
        <w:right w:val="none" w:sz="0" w:space="0" w:color="auto"/>
      </w:divBdr>
    </w:div>
    <w:div w:id="1623731711">
      <w:bodyDiv w:val="1"/>
      <w:marLeft w:val="0"/>
      <w:marRight w:val="0"/>
      <w:marTop w:val="0"/>
      <w:marBottom w:val="0"/>
      <w:divBdr>
        <w:top w:val="none" w:sz="0" w:space="0" w:color="auto"/>
        <w:left w:val="none" w:sz="0" w:space="0" w:color="auto"/>
        <w:bottom w:val="none" w:sz="0" w:space="0" w:color="auto"/>
        <w:right w:val="none" w:sz="0" w:space="0" w:color="auto"/>
      </w:divBdr>
    </w:div>
    <w:div w:id="1816481998">
      <w:bodyDiv w:val="1"/>
      <w:marLeft w:val="0"/>
      <w:marRight w:val="0"/>
      <w:marTop w:val="0"/>
      <w:marBottom w:val="0"/>
      <w:divBdr>
        <w:top w:val="none" w:sz="0" w:space="0" w:color="auto"/>
        <w:left w:val="none" w:sz="0" w:space="0" w:color="auto"/>
        <w:bottom w:val="none" w:sz="0" w:space="0" w:color="auto"/>
        <w:right w:val="none" w:sz="0" w:space="0" w:color="auto"/>
      </w:divBdr>
    </w:div>
    <w:div w:id="1826166792">
      <w:bodyDiv w:val="1"/>
      <w:marLeft w:val="0"/>
      <w:marRight w:val="0"/>
      <w:marTop w:val="0"/>
      <w:marBottom w:val="0"/>
      <w:divBdr>
        <w:top w:val="none" w:sz="0" w:space="0" w:color="auto"/>
        <w:left w:val="none" w:sz="0" w:space="0" w:color="auto"/>
        <w:bottom w:val="none" w:sz="0" w:space="0" w:color="auto"/>
        <w:right w:val="none" w:sz="0" w:space="0" w:color="auto"/>
      </w:divBdr>
    </w:div>
    <w:div w:id="1856336846">
      <w:bodyDiv w:val="1"/>
      <w:marLeft w:val="0"/>
      <w:marRight w:val="0"/>
      <w:marTop w:val="0"/>
      <w:marBottom w:val="0"/>
      <w:divBdr>
        <w:top w:val="none" w:sz="0" w:space="0" w:color="auto"/>
        <w:left w:val="none" w:sz="0" w:space="0" w:color="auto"/>
        <w:bottom w:val="none" w:sz="0" w:space="0" w:color="auto"/>
        <w:right w:val="none" w:sz="0" w:space="0" w:color="auto"/>
      </w:divBdr>
    </w:div>
    <w:div w:id="1908223031">
      <w:bodyDiv w:val="1"/>
      <w:marLeft w:val="0"/>
      <w:marRight w:val="0"/>
      <w:marTop w:val="0"/>
      <w:marBottom w:val="0"/>
      <w:divBdr>
        <w:top w:val="none" w:sz="0" w:space="0" w:color="auto"/>
        <w:left w:val="none" w:sz="0" w:space="0" w:color="auto"/>
        <w:bottom w:val="none" w:sz="0" w:space="0" w:color="auto"/>
        <w:right w:val="none" w:sz="0" w:space="0" w:color="auto"/>
      </w:divBdr>
    </w:div>
    <w:div w:id="1919289985">
      <w:bodyDiv w:val="1"/>
      <w:marLeft w:val="0"/>
      <w:marRight w:val="0"/>
      <w:marTop w:val="0"/>
      <w:marBottom w:val="0"/>
      <w:divBdr>
        <w:top w:val="none" w:sz="0" w:space="0" w:color="auto"/>
        <w:left w:val="none" w:sz="0" w:space="0" w:color="auto"/>
        <w:bottom w:val="none" w:sz="0" w:space="0" w:color="auto"/>
        <w:right w:val="none" w:sz="0" w:space="0" w:color="auto"/>
      </w:divBdr>
    </w:div>
    <w:div w:id="2022967438">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chart" Target="charts/chart14.xml"/><Relationship Id="rId21" Type="http://schemas.openxmlformats.org/officeDocument/2006/relationships/chart" Target="charts/chart9.xml"/><Relationship Id="rId42" Type="http://schemas.openxmlformats.org/officeDocument/2006/relationships/chart" Target="charts/chart30.xml"/><Relationship Id="rId47" Type="http://schemas.openxmlformats.org/officeDocument/2006/relationships/chart" Target="charts/chart35.xml"/><Relationship Id="rId63" Type="http://schemas.openxmlformats.org/officeDocument/2006/relationships/chart" Target="charts/chart51.xml"/><Relationship Id="rId68" Type="http://schemas.openxmlformats.org/officeDocument/2006/relationships/chart" Target="charts/chart56.xml"/><Relationship Id="rId84" Type="http://schemas.openxmlformats.org/officeDocument/2006/relationships/hyperlink" Target="http://www.ifpi.cz/wp-content/uploads/2018/04/TZ-V%C3%BDsledky-trhu-2017-%C4%8Cesk%C3%A1-republika.pdf" TargetMode="External"/><Relationship Id="rId89" Type="http://schemas.openxmlformats.org/officeDocument/2006/relationships/hyperlink" Target="http://media.digitalnewsreport.org/wp-content/uploads/2018/06/digital-news-report-2018.pdf" TargetMode="External"/><Relationship Id="rId112"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hart" Target="charts/chart4.xml"/><Relationship Id="rId29" Type="http://schemas.openxmlformats.org/officeDocument/2006/relationships/chart" Target="charts/chart17.xml"/><Relationship Id="rId107" Type="http://schemas.openxmlformats.org/officeDocument/2006/relationships/header" Target="header2.xml"/><Relationship Id="rId11" Type="http://schemas.openxmlformats.org/officeDocument/2006/relationships/hyperlink" Target="https://www.czso.cz/csu/vykazy/p-5-01-rocni-vykaz-ekonomickych-subjektu-vybranych-produkcnich-odvetvi_psz_2018" TargetMode="External"/><Relationship Id="rId24" Type="http://schemas.openxmlformats.org/officeDocument/2006/relationships/chart" Target="charts/chart12.xml"/><Relationship Id="rId32" Type="http://schemas.openxmlformats.org/officeDocument/2006/relationships/chart" Target="charts/chart20.xml"/><Relationship Id="rId37" Type="http://schemas.openxmlformats.org/officeDocument/2006/relationships/chart" Target="charts/chart25.xml"/><Relationship Id="rId40" Type="http://schemas.openxmlformats.org/officeDocument/2006/relationships/chart" Target="charts/chart28.xml"/><Relationship Id="rId45" Type="http://schemas.openxmlformats.org/officeDocument/2006/relationships/chart" Target="charts/chart33.xml"/><Relationship Id="rId53" Type="http://schemas.openxmlformats.org/officeDocument/2006/relationships/chart" Target="charts/chart41.xml"/><Relationship Id="rId58" Type="http://schemas.openxmlformats.org/officeDocument/2006/relationships/chart" Target="charts/chart46.xml"/><Relationship Id="rId66" Type="http://schemas.openxmlformats.org/officeDocument/2006/relationships/chart" Target="charts/chart54.xml"/><Relationship Id="rId74" Type="http://schemas.openxmlformats.org/officeDocument/2006/relationships/chart" Target="charts/chart62.xml"/><Relationship Id="rId79" Type="http://schemas.openxmlformats.org/officeDocument/2006/relationships/chart" Target="charts/chart67.xml"/><Relationship Id="rId87" Type="http://schemas.openxmlformats.org/officeDocument/2006/relationships/hyperlink" Target="http://reutersinstitute.politics.ox.ac.uk/sites/default/files/Digital-News-Report-2016.pdf" TargetMode="External"/><Relationship Id="rId102" Type="http://schemas.openxmlformats.org/officeDocument/2006/relationships/hyperlink" Target="https://ekonomika.idnes.cz/statistiky-spotrebni-kos-cd-dvd-dad-/ekonomika.aspx?c=A180222_212428_ekonomika_jn" TargetMode="External"/><Relationship Id="rId110"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chart" Target="charts/chart49.xml"/><Relationship Id="rId82" Type="http://schemas.openxmlformats.org/officeDocument/2006/relationships/hyperlink" Target="http://www.asociaceproducentu.cz/prispevek/40" TargetMode="External"/><Relationship Id="rId90" Type="http://schemas.openxmlformats.org/officeDocument/2006/relationships/hyperlink" Target="https://www.polygon.com/2018/7/6/17542506/steam-games-sales-data-leak" TargetMode="External"/><Relationship Id="rId95" Type="http://schemas.openxmlformats.org/officeDocument/2006/relationships/hyperlink" Target="http://www.mkcr.cz/assets/profesionalni-umeni/Ekonomika-kultury-v-Evrope.doc" TargetMode="External"/><Relationship Id="rId19" Type="http://schemas.openxmlformats.org/officeDocument/2006/relationships/chart" Target="charts/chart7.xml"/><Relationship Id="rId14" Type="http://schemas.openxmlformats.org/officeDocument/2006/relationships/chart" Target="charts/chart2.xml"/><Relationship Id="rId22" Type="http://schemas.openxmlformats.org/officeDocument/2006/relationships/chart" Target="charts/chart10.xml"/><Relationship Id="rId27" Type="http://schemas.openxmlformats.org/officeDocument/2006/relationships/chart" Target="charts/chart15.xml"/><Relationship Id="rId30" Type="http://schemas.openxmlformats.org/officeDocument/2006/relationships/chart" Target="charts/chart18.xml"/><Relationship Id="rId35" Type="http://schemas.openxmlformats.org/officeDocument/2006/relationships/chart" Target="charts/chart23.xml"/><Relationship Id="rId43" Type="http://schemas.openxmlformats.org/officeDocument/2006/relationships/chart" Target="charts/chart31.xml"/><Relationship Id="rId48" Type="http://schemas.openxmlformats.org/officeDocument/2006/relationships/chart" Target="charts/chart36.xml"/><Relationship Id="rId56" Type="http://schemas.openxmlformats.org/officeDocument/2006/relationships/chart" Target="charts/chart44.xml"/><Relationship Id="rId64" Type="http://schemas.openxmlformats.org/officeDocument/2006/relationships/chart" Target="charts/chart52.xml"/><Relationship Id="rId69" Type="http://schemas.openxmlformats.org/officeDocument/2006/relationships/chart" Target="charts/chart57.xml"/><Relationship Id="rId77" Type="http://schemas.openxmlformats.org/officeDocument/2006/relationships/chart" Target="charts/chart65.xml"/><Relationship Id="rId100" Type="http://schemas.openxmlformats.org/officeDocument/2006/relationships/hyperlink" Target="http://www.asociaceproducentu.cz/img/prispevky/VYZKUM_AUDIOVIZUALNIHO_TRHU_PREZ.pdf" TargetMode="External"/><Relationship Id="rId105" Type="http://schemas.openxmlformats.org/officeDocument/2006/relationships/hyperlink" Target="https://www.sckn.cz/zpravy-o-ceskem-kniznim-trhu/" TargetMode="External"/><Relationship Id="rId8" Type="http://schemas.openxmlformats.org/officeDocument/2006/relationships/hyperlink" Target="https://www.czso.cz/csu/vykazy/kult-6-01rocni-vykaz-o-audiovizualnich-medialnich-sluzbach-a-rozhlasovem-vysilani_psz_2018" TargetMode="External"/><Relationship Id="rId51" Type="http://schemas.openxmlformats.org/officeDocument/2006/relationships/chart" Target="charts/chart39.xml"/><Relationship Id="rId72" Type="http://schemas.openxmlformats.org/officeDocument/2006/relationships/chart" Target="charts/chart60.xml"/><Relationship Id="rId80" Type="http://schemas.openxmlformats.org/officeDocument/2006/relationships/chart" Target="charts/chart68.xml"/><Relationship Id="rId85" Type="http://schemas.openxmlformats.org/officeDocument/2006/relationships/hyperlink" Target="https://degonline.org/portfolio_page/deg-year-end-2017-home-entertainment-report/" TargetMode="External"/><Relationship Id="rId93" Type="http://schemas.openxmlformats.org/officeDocument/2006/relationships/hyperlink" Target="https://www.internationalpublishers.org/images/data-statistics/IPAWorldBookFairReport2016.pdf" TargetMode="External"/><Relationship Id="rId98" Type="http://schemas.openxmlformats.org/officeDocument/2006/relationships/hyperlink" Target="http://www.mediar.cz/cesky-a-slovensky-trh-s-dvd-loni-klesl-prodej-blu-ray-vzrostl/" TargetMode="External"/><Relationship Id="rId3" Type="http://schemas.openxmlformats.org/officeDocument/2006/relationships/styles" Target="styles.xml"/><Relationship Id="rId12" Type="http://schemas.openxmlformats.org/officeDocument/2006/relationships/hyperlink" Target="http://www.idu.cz/cs/mapovani-kulturnich-a-kreativnich-prumyslu-v-cr-ii" TargetMode="External"/><Relationship Id="rId17" Type="http://schemas.openxmlformats.org/officeDocument/2006/relationships/chart" Target="charts/chart5.xml"/><Relationship Id="rId25" Type="http://schemas.openxmlformats.org/officeDocument/2006/relationships/chart" Target="charts/chart13.xml"/><Relationship Id="rId33" Type="http://schemas.openxmlformats.org/officeDocument/2006/relationships/chart" Target="charts/chart21.xml"/><Relationship Id="rId38" Type="http://schemas.openxmlformats.org/officeDocument/2006/relationships/chart" Target="charts/chart26.xml"/><Relationship Id="rId46" Type="http://schemas.openxmlformats.org/officeDocument/2006/relationships/chart" Target="charts/chart34.xml"/><Relationship Id="rId59" Type="http://schemas.openxmlformats.org/officeDocument/2006/relationships/chart" Target="charts/chart47.xml"/><Relationship Id="rId67" Type="http://schemas.openxmlformats.org/officeDocument/2006/relationships/chart" Target="charts/chart55.xml"/><Relationship Id="rId103" Type="http://schemas.openxmlformats.org/officeDocument/2006/relationships/hyperlink" Target="https://www.pwc.com/gx/en/industries/tmt/media/outlook/segment-findings.html" TargetMode="External"/><Relationship Id="rId108" Type="http://schemas.openxmlformats.org/officeDocument/2006/relationships/footer" Target="footer1.xml"/><Relationship Id="rId20" Type="http://schemas.openxmlformats.org/officeDocument/2006/relationships/chart" Target="charts/chart8.xml"/><Relationship Id="rId41" Type="http://schemas.openxmlformats.org/officeDocument/2006/relationships/chart" Target="charts/chart29.xml"/><Relationship Id="rId54" Type="http://schemas.openxmlformats.org/officeDocument/2006/relationships/chart" Target="charts/chart42.xml"/><Relationship Id="rId62" Type="http://schemas.openxmlformats.org/officeDocument/2006/relationships/chart" Target="charts/chart50.xml"/><Relationship Id="rId70" Type="http://schemas.openxmlformats.org/officeDocument/2006/relationships/chart" Target="charts/chart58.xml"/><Relationship Id="rId75" Type="http://schemas.openxmlformats.org/officeDocument/2006/relationships/chart" Target="charts/chart63.xml"/><Relationship Id="rId83" Type="http://schemas.openxmlformats.org/officeDocument/2006/relationships/hyperlink" Target="http://pageflip.ato.cz/mesicni_zpravy/2018_04/index.html" TargetMode="External"/><Relationship Id="rId88" Type="http://schemas.openxmlformats.org/officeDocument/2006/relationships/hyperlink" Target="http://www.digitalnewsreport.org/survey/2017/overview-key-findings-2017/" TargetMode="External"/><Relationship Id="rId91" Type="http://schemas.openxmlformats.org/officeDocument/2006/relationships/hyperlink" Target="http://www.ifpi.org/downloads/GMR2018.pdf" TargetMode="External"/><Relationship Id="rId96" Type="http://schemas.openxmlformats.org/officeDocument/2006/relationships/hyperlink" Target="https://www.lupa.cz/aktuality/neflix-zatim-vlastni-servery-v-cesku-a-na-slovensku-neplanuje/" TargetMode="Externa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3.xml"/><Relationship Id="rId23" Type="http://schemas.openxmlformats.org/officeDocument/2006/relationships/chart" Target="charts/chart11.xml"/><Relationship Id="rId28" Type="http://schemas.openxmlformats.org/officeDocument/2006/relationships/chart" Target="charts/chart16.xml"/><Relationship Id="rId36" Type="http://schemas.openxmlformats.org/officeDocument/2006/relationships/chart" Target="charts/chart24.xml"/><Relationship Id="rId49" Type="http://schemas.openxmlformats.org/officeDocument/2006/relationships/chart" Target="charts/chart37.xml"/><Relationship Id="rId57" Type="http://schemas.openxmlformats.org/officeDocument/2006/relationships/chart" Target="charts/chart45.xml"/><Relationship Id="rId106" Type="http://schemas.openxmlformats.org/officeDocument/2006/relationships/header" Target="header1.xml"/><Relationship Id="rId114" Type="http://schemas.microsoft.com/office/2011/relationships/people" Target="people.xml"/><Relationship Id="rId10" Type="http://schemas.openxmlformats.org/officeDocument/2006/relationships/hyperlink" Target="http://ec.europa.eu/culture/library/reports/ess-net-report_en.pdf" TargetMode="External"/><Relationship Id="rId31" Type="http://schemas.openxmlformats.org/officeDocument/2006/relationships/chart" Target="charts/chart19.xml"/><Relationship Id="rId44" Type="http://schemas.openxmlformats.org/officeDocument/2006/relationships/chart" Target="charts/chart32.xml"/><Relationship Id="rId52" Type="http://schemas.openxmlformats.org/officeDocument/2006/relationships/chart" Target="charts/chart40.xml"/><Relationship Id="rId60" Type="http://schemas.openxmlformats.org/officeDocument/2006/relationships/chart" Target="charts/chart48.xml"/><Relationship Id="rId65" Type="http://schemas.openxmlformats.org/officeDocument/2006/relationships/chart" Target="charts/chart53.xml"/><Relationship Id="rId73" Type="http://schemas.openxmlformats.org/officeDocument/2006/relationships/chart" Target="charts/chart61.xml"/><Relationship Id="rId78" Type="http://schemas.openxmlformats.org/officeDocument/2006/relationships/chart" Target="charts/chart66.xml"/><Relationship Id="rId81" Type="http://schemas.openxmlformats.org/officeDocument/2006/relationships/chart" Target="charts/chart69.xml"/><Relationship Id="rId86" Type="http://schemas.openxmlformats.org/officeDocument/2006/relationships/hyperlink" Target="http://www.isfe.eu/sites/isfe.eu/files/attachments/esa_ef_2014.pdf" TargetMode="External"/><Relationship Id="rId94" Type="http://schemas.openxmlformats.org/officeDocument/2006/relationships/hyperlink" Target="http://www.isfe.eu/sites/isfe.eu/files/attachments/euro_summary_-_isfe_consumer_study.pdf" TargetMode="External"/><Relationship Id="rId99" Type="http://schemas.openxmlformats.org/officeDocument/2006/relationships/hyperlink" Target="http://www.mkcr.cz/assets/media-a-audiovize/kinematografie/Priloha-Strategie-konkurenceschopnosti-ceskeho-filmoveho-prumyslu-2011--2016.pdf" TargetMode="External"/><Relationship Id="rId101" Type="http://schemas.openxmlformats.org/officeDocument/2006/relationships/hyperlink" Target="http://www.unievydavatelu.cz/gallery/files/NastavbaMP_elektronicke_platformy_tisku_leden%202014.pdf" TargetMode="External"/><Relationship Id="rId4" Type="http://schemas.openxmlformats.org/officeDocument/2006/relationships/settings" Target="settings.xml"/><Relationship Id="rId9" Type="http://schemas.openxmlformats.org/officeDocument/2006/relationships/hyperlink" Target="https://www.mkcr.cz/doc/cms_library/ekonomika-kultury-v-evrope-1921.doc" TargetMode="External"/><Relationship Id="rId13" Type="http://schemas.openxmlformats.org/officeDocument/2006/relationships/chart" Target="charts/chart1.xml"/><Relationship Id="rId18" Type="http://schemas.openxmlformats.org/officeDocument/2006/relationships/chart" Target="charts/chart6.xml"/><Relationship Id="rId39" Type="http://schemas.openxmlformats.org/officeDocument/2006/relationships/chart" Target="charts/chart27.xml"/><Relationship Id="rId109" Type="http://schemas.openxmlformats.org/officeDocument/2006/relationships/footer" Target="footer2.xml"/><Relationship Id="rId34" Type="http://schemas.openxmlformats.org/officeDocument/2006/relationships/chart" Target="charts/chart22.xml"/><Relationship Id="rId50" Type="http://schemas.openxmlformats.org/officeDocument/2006/relationships/chart" Target="charts/chart38.xml"/><Relationship Id="rId55" Type="http://schemas.openxmlformats.org/officeDocument/2006/relationships/chart" Target="charts/chart43.xml"/><Relationship Id="rId76" Type="http://schemas.openxmlformats.org/officeDocument/2006/relationships/chart" Target="charts/chart64.xml"/><Relationship Id="rId97" Type="http://schemas.openxmlformats.org/officeDocument/2006/relationships/hyperlink" Target="https://www.mediaguru.cz/clanky/2018/07/nova-loni-zvysila-trzby-zisk-presahl-450-mil-korun/" TargetMode="External"/><Relationship Id="rId104" Type="http://schemas.openxmlformats.org/officeDocument/2006/relationships/hyperlink" Target="http://www.median.eu/cs/wp-content/uploads/docs/RP_2017_3_4Q_prezentace.pdf" TargetMode="External"/><Relationship Id="rId7" Type="http://schemas.openxmlformats.org/officeDocument/2006/relationships/endnotes" Target="endnotes.xml"/><Relationship Id="rId71" Type="http://schemas.openxmlformats.org/officeDocument/2006/relationships/chart" Target="charts/chart59.xml"/><Relationship Id="rId92" Type="http://schemas.openxmlformats.org/officeDocument/2006/relationships/hyperlink" Target="http://www.internationalpublishers.org/images/reports/2014/IPA-annual-report-2014.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czso.cz/csu/czso/rocni-strukturalni-statistika-prumyslu-metodik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DERA~1\AppData\Local\Temp\publikace%20bar_lide%20a%20spolecnost-1.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Se&#353;it2"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Se&#353;it2"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Se&#353;it2"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D:\Dokumenty\Desktop\Knihy%20&#269;l&#225;nek\grafy.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D:\Dokumenty\Desktop\Knihy%20&#269;l&#225;nek\ekonomicke_postaveni.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Se&#353;it3"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D:\Publikace%20Kulturn&#237;%20pr&#367;mysly%20v%20&#268;R\2016\Tabulky\kapitola4-veletrhy.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Se&#353;it4"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Se&#353;it2"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Se&#353;it5"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D:\Publikace%20Kulturn&#237;%20pr&#367;mysly%20v%20&#268;R\2017\Tabulky%20a%20grafy\Graf%2016%20-%20p&#345;&#237;jmy,%20zam&#283;stnanost%20tisk.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D:\Publikace%20Kulturn&#237;%20pr&#367;mysly%20v%20&#268;R\2016\Tabulky\Kapitola%205%20-%20vsit%20uvodni.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D:\Publikace%20Kulturn&#237;%20pr&#367;mysly%20v%20&#268;R\2016\Tabulky\Kapitola%205%20-%20vsit%20uvodni.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Publikace%20Kulturn&#237;%20pr&#367;mysly%20v%20&#268;R\2017\Tabulky%20a%20grafy\Graf%203%20-%20Vydaje%20domacnosti.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33.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34.xml.rels><?xml version="1.0" encoding="UTF-8" standalone="yes"?>
<Relationships xmlns="http://schemas.openxmlformats.org/package/2006/relationships"><Relationship Id="rId1" Type="http://schemas.openxmlformats.org/officeDocument/2006/relationships/oleObject" Target="file:///D:\Publikace%20Kulturn&#237;%20pr&#367;mysly%20v%20&#268;R\2017\Tabulky%20a%20grafy\Graf%2029%20-%20kina%20n&#225;v&#353;t&#283;vnost%20UFD.xlsx" TargetMode="External"/></Relationships>
</file>

<file path=word/charts/_rels/chart35.xml.rels><?xml version="1.0" encoding="UTF-8" standalone="yes"?>
<Relationships xmlns="http://schemas.openxmlformats.org/package/2006/relationships"><Relationship Id="rId1" Type="http://schemas.openxmlformats.org/officeDocument/2006/relationships/oleObject" Target="file:///D:\Publikace%20Kulturn&#237;%20pr&#367;mysly%20v%20&#268;R\2017\Tabulky%20a%20grafy\Graf%2030%20-%20v&#353;it%20fyzcike%20formaty%20vs.%20online.xlsx" TargetMode="External"/></Relationships>
</file>

<file path=word/charts/_rels/chart36.xml.rels><?xml version="1.0" encoding="UTF-8" standalone="yes"?>
<Relationships xmlns="http://schemas.openxmlformats.org/package/2006/relationships"><Relationship Id="rId1" Type="http://schemas.openxmlformats.org/officeDocument/2006/relationships/oleObject" Target="Se&#353;it2" TargetMode="External"/></Relationships>
</file>

<file path=word/charts/_rels/chart37.xml.rels><?xml version="1.0" encoding="UTF-8" standalone="yes"?>
<Relationships xmlns="http://schemas.openxmlformats.org/package/2006/relationships"><Relationship Id="rId1" Type="http://schemas.openxmlformats.org/officeDocument/2006/relationships/oleObject" Target="file:///D:\Dokumenty\GroupWise\Silk%20-%20r&#367;zne%20ukazatele_OK.xls" TargetMode="External"/></Relationships>
</file>

<file path=word/charts/_rels/chart38.xml.rels><?xml version="1.0" encoding="UTF-8" standalone="yes"?>
<Relationships xmlns="http://schemas.openxmlformats.org/package/2006/relationships"><Relationship Id="rId1" Type="http://schemas.openxmlformats.org/officeDocument/2006/relationships/oleObject" Target="file:///D:\Dokumenty\Downloads\ilc_scp03.xls" TargetMode="External"/></Relationships>
</file>

<file path=word/charts/_rels/chart39.xml.rels><?xml version="1.0" encoding="UTF-8" standalone="yes"?>
<Relationships xmlns="http://schemas.openxmlformats.org/package/2006/relationships"><Relationship Id="rId1" Type="http://schemas.openxmlformats.org/officeDocument/2006/relationships/oleObject" Target="Se&#353;it2"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dedera1350\AppData\Local\Temp\06200417064.xlsx" TargetMode="External"/></Relationships>
</file>

<file path=word/charts/_rels/chart40.xml.rels><?xml version="1.0" encoding="UTF-8" standalone="yes"?>
<Relationships xmlns="http://schemas.openxmlformats.org/package/2006/relationships"><Relationship Id="rId1" Type="http://schemas.openxmlformats.org/officeDocument/2006/relationships/oleObject" Target="file:///D:\Publikace%20Kulturn&#237;%20pr&#367;mysly%20v%20&#268;R\2015\Tabulky\kapitola%203-%20tabulka%20ifpi%20prijmy.xls" TargetMode="External"/></Relationships>
</file>

<file path=word/charts/_rels/chart41.xml.rels><?xml version="1.0" encoding="UTF-8" standalone="yes"?>
<Relationships xmlns="http://schemas.openxmlformats.org/package/2006/relationships"><Relationship Id="rId1" Type="http://schemas.openxmlformats.org/officeDocument/2006/relationships/oleObject" Target="Se&#353;it3" TargetMode="External"/></Relationships>
</file>

<file path=word/charts/_rels/chart42.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43.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44.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45.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46.xml.rels><?xml version="1.0" encoding="UTF-8" standalone="yes"?>
<Relationships xmlns="http://schemas.openxmlformats.org/package/2006/relationships"><Relationship Id="rId1" Type="http://schemas.openxmlformats.org/officeDocument/2006/relationships/oleObject" Target="file:///D:\Publikace%20Kulturn&#237;%20pr&#367;mysly%20v%20&#268;R\2015\Tabulky\Tabulka%20-%20Kapitola%204%20-%20provozovatel&#233;.xlsx" TargetMode="External"/></Relationships>
</file>

<file path=word/charts/_rels/chart47.xml.rels><?xml version="1.0" encoding="UTF-8" standalone="yes"?>
<Relationships xmlns="http://schemas.openxmlformats.org/package/2006/relationships"><Relationship Id="rId1" Type="http://schemas.openxmlformats.org/officeDocument/2006/relationships/oleObject" Target="file:///D:\Publikace%20Kulturn&#237;%20pr&#367;mysly%20v%20&#268;R\2016\Tabulky\Kapitola%206%20-%20rozhlas%20televize%20online.xlsx" TargetMode="External"/></Relationships>
</file>

<file path=word/charts/_rels/chart48.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49.xml.rels><?xml version="1.0" encoding="UTF-8" standalone="yes"?>
<Relationships xmlns="http://schemas.openxmlformats.org/package/2006/relationships"><Relationship Id="rId1" Type="http://schemas.openxmlformats.org/officeDocument/2006/relationships/oleObject" Target="Se&#353;it2"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Publikace%20Kulturn&#237;%20pr&#367;mysly%20v%20&#268;R\2014\Ostatn&#237;%20zdroje%20-%20tabulky\V&#253;stupy_participace.xlsx" TargetMode="External"/></Relationships>
</file>

<file path=word/charts/_rels/chart50.xml.rels><?xml version="1.0" encoding="UTF-8" standalone="yes"?>
<Relationships xmlns="http://schemas.openxmlformats.org/package/2006/relationships"><Relationship Id="rId1" Type="http://schemas.openxmlformats.org/officeDocument/2006/relationships/oleObject" Target="Se&#353;it2" TargetMode="External"/></Relationships>
</file>

<file path=word/charts/_rels/chart51.xml.rels><?xml version="1.0" encoding="UTF-8" standalone="yes"?>
<Relationships xmlns="http://schemas.openxmlformats.org/package/2006/relationships"><Relationship Id="rId1" Type="http://schemas.openxmlformats.org/officeDocument/2006/relationships/oleObject" Target="file:///D:\Dokumenty\Desktop\Kult%206%20-%20Data%202018\cista4\205_vystupy.xlsx" TargetMode="External"/></Relationships>
</file>

<file path=word/charts/_rels/chart52.xml.rels><?xml version="1.0" encoding="UTF-8" standalone="yes"?>
<Relationships xmlns="http://schemas.openxmlformats.org/package/2006/relationships"><Relationship Id="rId1" Type="http://schemas.openxmlformats.org/officeDocument/2006/relationships/oleObject" Target="file:///D:\Dokumenty\Desktop\Kult%206%20-%20Data%202018\cista4\205_vystupy.xlsx" TargetMode="External"/></Relationships>
</file>

<file path=word/charts/_rels/chart53.xml.rels><?xml version="1.0" encoding="UTF-8" standalone="yes"?>
<Relationships xmlns="http://schemas.openxmlformats.org/package/2006/relationships"><Relationship Id="rId1" Type="http://schemas.openxmlformats.org/officeDocument/2006/relationships/oleObject" Target="file:///D:\Dokumenty\Desktop\Kult%206%20-%20Data%202018\cista4\205_vystupy.xlsx" TargetMode="External"/></Relationships>
</file>

<file path=word/charts/_rels/chart54.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55.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56.xml.rels><?xml version="1.0" encoding="UTF-8" standalone="yes"?>
<Relationships xmlns="http://schemas.openxmlformats.org/package/2006/relationships"><Relationship Id="rId1" Type="http://schemas.openxmlformats.org/officeDocument/2006/relationships/oleObject" Target="file:///D:\Publikace%20Kulturn&#237;%20pr&#367;mysly%20v%20&#268;R\2015\Tabulky\Kapitola%204%20zp&#367;sob%20poslechu%20r&#225;dia.xlsx" TargetMode="External"/></Relationships>
</file>

<file path=word/charts/_rels/chart57.xml.rels><?xml version="1.0" encoding="UTF-8" standalone="yes"?>
<Relationships xmlns="http://schemas.openxmlformats.org/package/2006/relationships"><Relationship Id="rId1" Type="http://schemas.openxmlformats.org/officeDocument/2006/relationships/oleObject" Target="file:///D:\Publikace%20Kulturn&#237;%20pr&#367;mysly%20v%20&#268;R\Ostatn&#237;%20zdroje%20-%20tabulky\v&#253;stup%20-%20webov&#233;%20r&#225;dio%20-%20mezin&#225;rodn&#237;%20srovn&#225;n&#237;.xlsx" TargetMode="External"/></Relationships>
</file>

<file path=word/charts/_rels/chart58.xml.rels><?xml version="1.0" encoding="UTF-8" standalone="yes"?>
<Relationships xmlns="http://schemas.openxmlformats.org/package/2006/relationships"><Relationship Id="rId1" Type="http://schemas.openxmlformats.org/officeDocument/2006/relationships/oleObject" Target="file:///D:\Publikace%20Kulturn&#237;%20pr&#367;mysly%20v%20&#268;R\Provozovatel&#233;%20anal&#253;za%20-%20podle%20z&#225;kladn&#237;ho%20souboru!!!.xlsx" TargetMode="External"/></Relationships>
</file>

<file path=word/charts/_rels/chart59.xml.rels><?xml version="1.0" encoding="UTF-8" standalone="yes"?>
<Relationships xmlns="http://schemas.openxmlformats.org/package/2006/relationships"><Relationship Id="rId1" Type="http://schemas.openxmlformats.org/officeDocument/2006/relationships/oleObject" Target="Se&#353;it2"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60.xml.rels><?xml version="1.0" encoding="UTF-8" standalone="yes"?>
<Relationships xmlns="http://schemas.openxmlformats.org/package/2006/relationships"><Relationship Id="rId1" Type="http://schemas.openxmlformats.org/officeDocument/2006/relationships/oleObject" Target="file:///D:\Dokumenty\Desktop\Kult%206%20-%20Data%202018\cista4\DM_VZKS_VZKS_KULT601_U_203_D_T.xlsx" TargetMode="External"/></Relationships>
</file>

<file path=word/charts/_rels/chart61.xml.rels><?xml version="1.0" encoding="UTF-8" standalone="yes"?>
<Relationships xmlns="http://schemas.openxmlformats.org/package/2006/relationships"><Relationship Id="rId1" Type="http://schemas.openxmlformats.org/officeDocument/2006/relationships/oleObject" Target="file:///D:\Dokumenty\Desktop\Kult%206%20-%20Data%202018\cista4\DM_VZKS_VZKS_KULT601_U_204_D_T.xlsx" TargetMode="External"/></Relationships>
</file>

<file path=word/charts/_rels/chart62.xml.rels><?xml version="1.0" encoding="UTF-8" standalone="yes"?>
<Relationships xmlns="http://schemas.openxmlformats.org/package/2006/relationships"><Relationship Id="rId1" Type="http://schemas.openxmlformats.org/officeDocument/2006/relationships/oleObject" Target="file:///D:\Dokumenty\Desktop\Kult%206%20-%20Data%202018\cista4\DM_VZKS_VZKS_KULT601_U_225_D.xlsx" TargetMode="External"/></Relationships>
</file>

<file path=word/charts/_rels/chart63.xml.rels><?xml version="1.0" encoding="UTF-8" standalone="yes"?>
<Relationships xmlns="http://schemas.openxmlformats.org/package/2006/relationships"><Relationship Id="rId1" Type="http://schemas.openxmlformats.org/officeDocument/2006/relationships/oleObject" Target="file:///D:\Dokumenty\Desktop\Kult%206%20-%20Data%202018\cista4\DM_VZKS_VZKS_KULT601_U_511_D.xlsx" TargetMode="External"/></Relationships>
</file>

<file path=word/charts/_rels/chart64.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65.xml.rels><?xml version="1.0" encoding="UTF-8" standalone="yes"?>
<Relationships xmlns="http://schemas.openxmlformats.org/package/2006/relationships"><Relationship Id="rId1" Type="http://schemas.openxmlformats.org/officeDocument/2006/relationships/oleObject" Target="file:///C:\Users\dedera1350\AppData\Local\Temp\0620041634%20-1.xlsx" TargetMode="External"/></Relationships>
</file>

<file path=word/charts/_rels/chart66.xml.rels><?xml version="1.0" encoding="UTF-8" standalone="yes"?>
<Relationships xmlns="http://schemas.openxmlformats.org/package/2006/relationships"><Relationship Id="rId1" Type="http://schemas.openxmlformats.org/officeDocument/2006/relationships/oleObject" Target="file:///D:\Publikace%20Kulturn&#237;%20pr&#367;mysly%20v%20&#268;R\2016\Tabulky\Kapitola%206%20-%20Playtv&#225;k.xlsx" TargetMode="External"/></Relationships>
</file>

<file path=word/charts/_rels/chart67.xml.rels><?xml version="1.0" encoding="UTF-8" standalone="yes"?>
<Relationships xmlns="http://schemas.openxmlformats.org/package/2006/relationships"><Relationship Id="rId1" Type="http://schemas.openxmlformats.org/officeDocument/2006/relationships/oleObject" Target="file:///D:\Publikace%20Kulturn&#237;%20pr&#367;mysly%20v%20&#268;R\2017\Tabulky%20a%20grafy\Graf%2057%20-%20videohry%20-%20sbs.xlsx" TargetMode="External"/></Relationships>
</file>

<file path=word/charts/_rels/chart68.xml.rels><?xml version="1.0" encoding="UTF-8" standalone="yes"?>
<Relationships xmlns="http://schemas.openxmlformats.org/package/2006/relationships"><Relationship Id="rId1" Type="http://schemas.openxmlformats.org/officeDocument/2006/relationships/oleObject" Target="Se&#353;it2" TargetMode="External"/></Relationships>
</file>

<file path=word/charts/_rels/chart69.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Publikace%20Kulturn&#237;%20pr&#367;mysly%20v%20&#268;R\2017\Tabulky%20a%20grafy\Graf%207%20Prijmy%20Knihy%20a%20tisk.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List1!$A$3</c:f>
              <c:strCache>
                <c:ptCount val="1"/>
                <c:pt idx="0">
                  <c:v>Kreativní průmysly</c:v>
                </c:pt>
              </c:strCache>
            </c:strRef>
          </c:tx>
          <c:spPr>
            <a:ln>
              <a:solidFill>
                <a:schemeClr val="tx2"/>
              </a:solidFill>
            </a:ln>
          </c:spPr>
          <c:marker>
            <c:spPr>
              <a:solidFill>
                <a:schemeClr val="tx2"/>
              </a:solidFill>
              <a:ln>
                <a:solidFill>
                  <a:schemeClr val="tx2"/>
                </a:solidFill>
              </a:ln>
            </c:spPr>
          </c:marker>
          <c:dLbls>
            <c:dLbl>
              <c:idx val="6"/>
              <c:tx>
                <c:rich>
                  <a:bodyPr/>
                  <a:lstStyle/>
                  <a:p>
                    <a:r>
                      <a:rPr lang="en-US"/>
                      <a:t>97,0</a:t>
                    </a:r>
                  </a:p>
                </c:rich>
              </c:tx>
              <c:dLblPos val="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09C9-450E-B027-5F6AB362E841}"/>
                </c:ext>
              </c:extLst>
            </c:dLbl>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List1!$B$2:$H$2</c:f>
              <c:numCache>
                <c:formatCode>General</c:formatCode>
                <c:ptCount val="7"/>
                <c:pt idx="0">
                  <c:v>2010</c:v>
                </c:pt>
                <c:pt idx="1">
                  <c:v>2011</c:v>
                </c:pt>
                <c:pt idx="2">
                  <c:v>2012</c:v>
                </c:pt>
                <c:pt idx="3">
                  <c:v>2013</c:v>
                </c:pt>
                <c:pt idx="4">
                  <c:v>2014</c:v>
                </c:pt>
                <c:pt idx="5">
                  <c:v>2015</c:v>
                </c:pt>
                <c:pt idx="6">
                  <c:v>2016</c:v>
                </c:pt>
              </c:numCache>
            </c:numRef>
          </c:cat>
          <c:val>
            <c:numRef>
              <c:f>List1!$B$3:$H$3</c:f>
              <c:numCache>
                <c:formatCode>General</c:formatCode>
                <c:ptCount val="7"/>
                <c:pt idx="0">
                  <c:v>99.6</c:v>
                </c:pt>
                <c:pt idx="1">
                  <c:v>92.6</c:v>
                </c:pt>
                <c:pt idx="2">
                  <c:v>87.6</c:v>
                </c:pt>
                <c:pt idx="3">
                  <c:v>84.3</c:v>
                </c:pt>
                <c:pt idx="4">
                  <c:v>87.5</c:v>
                </c:pt>
                <c:pt idx="5">
                  <c:v>92.4</c:v>
                </c:pt>
                <c:pt idx="6">
                  <c:v>97</c:v>
                </c:pt>
              </c:numCache>
            </c:numRef>
          </c:val>
          <c:extLst xmlns:c16r2="http://schemas.microsoft.com/office/drawing/2015/06/chart">
            <c:ext xmlns:c16="http://schemas.microsoft.com/office/drawing/2014/chart" uri="{C3380CC4-5D6E-409C-BE32-E72D297353CC}">
              <c16:uniqueId val="{00000001-09C9-450E-B027-5F6AB362E841}"/>
            </c:ext>
          </c:extLst>
        </c:ser>
        <c:ser>
          <c:idx val="1"/>
          <c:order val="1"/>
          <c:tx>
            <c:strRef>
              <c:f>List1!$A$4</c:f>
              <c:strCache>
                <c:ptCount val="1"/>
                <c:pt idx="0">
                  <c:v>Kulturní průmysly</c:v>
                </c:pt>
              </c:strCache>
            </c:strRef>
          </c:tx>
          <c:dLbls>
            <c:spPr>
              <a:noFill/>
              <a:ln>
                <a:noFill/>
              </a:ln>
              <a:effectLst/>
            </c:spPr>
            <c:dLblPos val="b"/>
            <c:showVal val="1"/>
            <c:extLst xmlns:c16r2="http://schemas.microsoft.com/office/drawing/2015/06/chart">
              <c:ext xmlns:c15="http://schemas.microsoft.com/office/drawing/2012/chart" uri="{CE6537A1-D6FC-4f65-9D91-7224C49458BB}">
                <c15:showLeaderLines val="0"/>
              </c:ext>
            </c:extLst>
          </c:dLbls>
          <c:cat>
            <c:numRef>
              <c:f>List1!$B$2:$H$2</c:f>
              <c:numCache>
                <c:formatCode>General</c:formatCode>
                <c:ptCount val="7"/>
                <c:pt idx="0">
                  <c:v>2010</c:v>
                </c:pt>
                <c:pt idx="1">
                  <c:v>2011</c:v>
                </c:pt>
                <c:pt idx="2">
                  <c:v>2012</c:v>
                </c:pt>
                <c:pt idx="3">
                  <c:v>2013</c:v>
                </c:pt>
                <c:pt idx="4">
                  <c:v>2014</c:v>
                </c:pt>
                <c:pt idx="5">
                  <c:v>2015</c:v>
                </c:pt>
                <c:pt idx="6">
                  <c:v>2016</c:v>
                </c:pt>
              </c:numCache>
            </c:numRef>
          </c:cat>
          <c:val>
            <c:numRef>
              <c:f>List1!$B$4:$H$4</c:f>
              <c:numCache>
                <c:formatCode>General</c:formatCode>
                <c:ptCount val="7"/>
                <c:pt idx="0">
                  <c:v>87.9</c:v>
                </c:pt>
                <c:pt idx="1">
                  <c:v>85.7</c:v>
                </c:pt>
                <c:pt idx="2">
                  <c:v>88.8</c:v>
                </c:pt>
                <c:pt idx="3">
                  <c:v>87</c:v>
                </c:pt>
                <c:pt idx="4">
                  <c:v>84.4</c:v>
                </c:pt>
                <c:pt idx="5">
                  <c:v>87.1</c:v>
                </c:pt>
                <c:pt idx="6">
                  <c:v>87.2</c:v>
                </c:pt>
              </c:numCache>
            </c:numRef>
          </c:val>
          <c:extLst xmlns:c16r2="http://schemas.microsoft.com/office/drawing/2015/06/chart">
            <c:ext xmlns:c16="http://schemas.microsoft.com/office/drawing/2014/chart" uri="{C3380CC4-5D6E-409C-BE32-E72D297353CC}">
              <c16:uniqueId val="{00000002-09C9-450E-B027-5F6AB362E841}"/>
            </c:ext>
          </c:extLst>
        </c:ser>
        <c:ser>
          <c:idx val="2"/>
          <c:order val="2"/>
          <c:tx>
            <c:strRef>
              <c:f>List1!$A$5</c:f>
              <c:strCache>
                <c:ptCount val="1"/>
                <c:pt idx="0">
                  <c:v>Tradiční odvětví</c:v>
                </c:pt>
              </c:strCache>
            </c:strRef>
          </c:tx>
          <c:dLbls>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List1!$B$2:$H$2</c:f>
              <c:numCache>
                <c:formatCode>General</c:formatCode>
                <c:ptCount val="7"/>
                <c:pt idx="0">
                  <c:v>2010</c:v>
                </c:pt>
                <c:pt idx="1">
                  <c:v>2011</c:v>
                </c:pt>
                <c:pt idx="2">
                  <c:v>2012</c:v>
                </c:pt>
                <c:pt idx="3">
                  <c:v>2013</c:v>
                </c:pt>
                <c:pt idx="4">
                  <c:v>2014</c:v>
                </c:pt>
                <c:pt idx="5">
                  <c:v>2015</c:v>
                </c:pt>
                <c:pt idx="6">
                  <c:v>2016</c:v>
                </c:pt>
              </c:numCache>
            </c:numRef>
          </c:cat>
          <c:val>
            <c:numRef>
              <c:f>List1!$B$5:$H$5</c:f>
              <c:numCache>
                <c:formatCode>General</c:formatCode>
                <c:ptCount val="7"/>
                <c:pt idx="0">
                  <c:v>28.3</c:v>
                </c:pt>
                <c:pt idx="1">
                  <c:v>28.8</c:v>
                </c:pt>
                <c:pt idx="2">
                  <c:v>31.4</c:v>
                </c:pt>
                <c:pt idx="3">
                  <c:v>32.9</c:v>
                </c:pt>
                <c:pt idx="4">
                  <c:v>34.200000000000003</c:v>
                </c:pt>
                <c:pt idx="5">
                  <c:v>36.5</c:v>
                </c:pt>
                <c:pt idx="6">
                  <c:v>38.5</c:v>
                </c:pt>
              </c:numCache>
            </c:numRef>
          </c:val>
          <c:extLst xmlns:c16r2="http://schemas.microsoft.com/office/drawing/2015/06/chart">
            <c:ext xmlns:c16="http://schemas.microsoft.com/office/drawing/2014/chart" uri="{C3380CC4-5D6E-409C-BE32-E72D297353CC}">
              <c16:uniqueId val="{00000003-09C9-450E-B027-5F6AB362E841}"/>
            </c:ext>
          </c:extLst>
        </c:ser>
        <c:marker val="1"/>
        <c:axId val="52943488"/>
        <c:axId val="53044736"/>
      </c:lineChart>
      <c:catAx>
        <c:axId val="52943488"/>
        <c:scaling>
          <c:orientation val="minMax"/>
        </c:scaling>
        <c:axPos val="b"/>
        <c:numFmt formatCode="General" sourceLinked="1"/>
        <c:tickLblPos val="nextTo"/>
        <c:crossAx val="53044736"/>
        <c:crosses val="autoZero"/>
        <c:auto val="1"/>
        <c:lblAlgn val="ctr"/>
        <c:lblOffset val="100"/>
      </c:catAx>
      <c:valAx>
        <c:axId val="53044736"/>
        <c:scaling>
          <c:orientation val="minMax"/>
        </c:scaling>
        <c:axPos val="l"/>
        <c:majorGridlines/>
        <c:numFmt formatCode="General" sourceLinked="1"/>
        <c:tickLblPos val="nextTo"/>
        <c:crossAx val="52943488"/>
        <c:crosses val="autoZero"/>
        <c:crossBetween val="between"/>
      </c:valAx>
    </c:plotArea>
    <c:legend>
      <c:legendPos val="t"/>
    </c:legend>
    <c:plotVisOnly val="1"/>
    <c:dispBlanksAs val="gap"/>
  </c:chart>
  <c:spPr>
    <a:ln>
      <a:no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cs-CZ"/>
  <c:style val="3"/>
  <c:chart>
    <c:title>
      <c:tx>
        <c:rich>
          <a:bodyPr/>
          <a:lstStyle/>
          <a:p>
            <a:pPr>
              <a:defRPr sz="1400"/>
            </a:pPr>
            <a:r>
              <a:rPr lang="cs-CZ" sz="1200"/>
              <a:t>Spisovatelé, novináři a jazykovědci</a:t>
            </a:r>
          </a:p>
        </c:rich>
      </c:tx>
      <c:layout>
        <c:manualLayout>
          <c:xMode val="edge"/>
          <c:yMode val="edge"/>
          <c:x val="0.23810532676221241"/>
          <c:y val="5.2287581699346636E-2"/>
        </c:manualLayout>
      </c:layout>
      <c:spPr>
        <a:ln>
          <a:noFill/>
        </a:ln>
      </c:spPr>
    </c:title>
    <c:plotArea>
      <c:layout>
        <c:manualLayout>
          <c:layoutTarget val="inner"/>
          <c:xMode val="edge"/>
          <c:yMode val="edge"/>
          <c:x val="0.24073943994410849"/>
          <c:y val="0.40245586948690237"/>
          <c:w val="0.54712173568232025"/>
          <c:h val="0.5964699706654315"/>
        </c:manualLayout>
      </c:layout>
      <c:doughnutChart>
        <c:varyColors val="1"/>
        <c:ser>
          <c:idx val="0"/>
          <c:order val="0"/>
          <c:dLbls>
            <c:dLbl>
              <c:idx val="0"/>
              <c:layout>
                <c:manualLayout>
                  <c:x val="-3.8369304556354941E-2"/>
                  <c:y val="1.5686274509803921E-2"/>
                </c:manualLayout>
              </c:layout>
              <c:numFmt formatCode="#,##0.0&quot; tis.&quot;" sourceLinked="0"/>
              <c:spPr>
                <a:noFill/>
                <a:ln>
                  <a:noFill/>
                </a:ln>
                <a:effectLst/>
              </c:spPr>
              <c:txPr>
                <a:bodyPr wrap="square" lIns="38100" tIns="19050" rIns="38100" bIns="19050" anchor="ctr">
                  <a:spAutoFit/>
                </a:bodyPr>
                <a:lstStyle/>
                <a:p>
                  <a:pPr>
                    <a:defRPr>
                      <a:solidFill>
                        <a:schemeClr val="bg1"/>
                      </a:solidFill>
                    </a:defRPr>
                  </a:pPr>
                  <a:endParaRPr lang="cs-CZ"/>
                </a:p>
              </c:txP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AECC-4CB9-8A28-C0A886E1AD2B}"/>
                </c:ext>
              </c:extLst>
            </c:dLbl>
            <c:numFmt formatCode="#,##0.0&quot; tis.&quot;" sourceLinked="0"/>
            <c:spPr>
              <a:noFill/>
              <a:ln>
                <a:noFill/>
              </a:ln>
              <a:effectLst/>
            </c:spPr>
            <c:showVal val="1"/>
            <c:showLeaderLines val="1"/>
            <c:extLst xmlns:c16r2="http://schemas.microsoft.com/office/drawing/2015/06/chart">
              <c:ext xmlns:c15="http://schemas.microsoft.com/office/drawing/2012/chart" uri="{CE6537A1-D6FC-4f65-9D91-7224C49458BB}"/>
            </c:extLst>
          </c:dLbls>
          <c:cat>
            <c:strRef>
              <c:f>List1!$H$4:$I$4</c:f>
              <c:strCache>
                <c:ptCount val="2"/>
                <c:pt idx="0">
                  <c:v> v kult. organizaci</c:v>
                </c:pt>
                <c:pt idx="1">
                  <c:v> v nekult. organizaci</c:v>
                </c:pt>
              </c:strCache>
            </c:strRef>
          </c:cat>
          <c:val>
            <c:numRef>
              <c:f>List1!$H$5:$I$5</c:f>
              <c:numCache>
                <c:formatCode>General</c:formatCode>
                <c:ptCount val="2"/>
                <c:pt idx="0">
                  <c:v>14.7</c:v>
                </c:pt>
                <c:pt idx="1">
                  <c:v>3.9</c:v>
                </c:pt>
              </c:numCache>
            </c:numRef>
          </c:val>
          <c:extLst xmlns:c16r2="http://schemas.microsoft.com/office/drawing/2015/06/chart">
            <c:ext xmlns:c16="http://schemas.microsoft.com/office/drawing/2014/chart" uri="{C3380CC4-5D6E-409C-BE32-E72D297353CC}">
              <c16:uniqueId val="{00000000-AECC-4CB9-8A28-C0A886E1AD2B}"/>
            </c:ext>
          </c:extLst>
        </c:ser>
        <c:firstSliceAng val="0"/>
        <c:holeSize val="50"/>
      </c:doughnutChart>
    </c:plotArea>
    <c:legend>
      <c:legendPos val="t"/>
      <c:layout>
        <c:manualLayout>
          <c:xMode val="edge"/>
          <c:yMode val="edge"/>
          <c:x val="4.9999811174682302E-2"/>
          <c:y val="0.23560784313725491"/>
          <c:w val="0.9"/>
          <c:h val="9.4551181102362714E-2"/>
        </c:manualLayout>
      </c:layout>
    </c:legend>
    <c:plotVisOnly val="1"/>
    <c:dispBlanksAs val="zero"/>
  </c:chart>
  <c:spPr>
    <a:ln>
      <a:noFill/>
    </a:ln>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2.5867136978248089E-2"/>
          <c:y val="0.20607308701796931"/>
          <c:w val="0.93415637860082301"/>
          <c:h val="0.50843798371357429"/>
        </c:manualLayout>
      </c:layout>
      <c:barChart>
        <c:barDir val="col"/>
        <c:grouping val="clustered"/>
        <c:ser>
          <c:idx val="0"/>
          <c:order val="0"/>
          <c:tx>
            <c:strRef>
              <c:f>List1!$A$3</c:f>
              <c:strCache>
                <c:ptCount val="1"/>
                <c:pt idx="0">
                  <c:v>jednotlivci 16+</c:v>
                </c:pt>
              </c:strCache>
            </c:strRef>
          </c:tx>
          <c:dLbls>
            <c:numFmt formatCode="0.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List1!$B$2:$C$2</c:f>
              <c:strCache>
                <c:ptCount val="2"/>
                <c:pt idx="0">
                  <c:v>knihy a časopisy</c:v>
                </c:pt>
                <c:pt idx="1">
                  <c:v>film a hudba</c:v>
                </c:pt>
              </c:strCache>
            </c:strRef>
          </c:cat>
          <c:val>
            <c:numRef>
              <c:f>List1!$B$3:$C$3</c:f>
              <c:numCache>
                <c:formatCode>General</c:formatCode>
                <c:ptCount val="2"/>
                <c:pt idx="0">
                  <c:v>7.1999999999999995E-2</c:v>
                </c:pt>
                <c:pt idx="1">
                  <c:v>4.3999999999999997E-2</c:v>
                </c:pt>
              </c:numCache>
            </c:numRef>
          </c:val>
          <c:extLst xmlns:c16r2="http://schemas.microsoft.com/office/drawing/2015/06/chart">
            <c:ext xmlns:c16="http://schemas.microsoft.com/office/drawing/2014/chart" uri="{C3380CC4-5D6E-409C-BE32-E72D297353CC}">
              <c16:uniqueId val="{00000000-82DE-4112-BC94-4A9BF413610E}"/>
            </c:ext>
          </c:extLst>
        </c:ser>
        <c:ser>
          <c:idx val="1"/>
          <c:order val="1"/>
          <c:tx>
            <c:strRef>
              <c:f>List1!$A$4</c:f>
              <c:strCache>
                <c:ptCount val="1"/>
                <c:pt idx="0">
                  <c:v>jednotlivci 16+ nakupující přes internet</c:v>
                </c:pt>
              </c:strCache>
            </c:strRef>
          </c:tx>
          <c:dLbls>
            <c:numFmt formatCode="0.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List1!$B$2:$C$2</c:f>
              <c:strCache>
                <c:ptCount val="2"/>
                <c:pt idx="0">
                  <c:v>knihy a časopisy</c:v>
                </c:pt>
                <c:pt idx="1">
                  <c:v>film a hudba</c:v>
                </c:pt>
              </c:strCache>
            </c:strRef>
          </c:cat>
          <c:val>
            <c:numRef>
              <c:f>List1!$B$4:$C$4</c:f>
              <c:numCache>
                <c:formatCode>General</c:formatCode>
                <c:ptCount val="2"/>
                <c:pt idx="0">
                  <c:v>0.14100000000000001</c:v>
                </c:pt>
                <c:pt idx="1">
                  <c:v>8.6000000000000021E-2</c:v>
                </c:pt>
              </c:numCache>
            </c:numRef>
          </c:val>
          <c:extLst xmlns:c16r2="http://schemas.microsoft.com/office/drawing/2015/06/chart">
            <c:ext xmlns:c16="http://schemas.microsoft.com/office/drawing/2014/chart" uri="{C3380CC4-5D6E-409C-BE32-E72D297353CC}">
              <c16:uniqueId val="{00000001-82DE-4112-BC94-4A9BF413610E}"/>
            </c:ext>
          </c:extLst>
        </c:ser>
        <c:axId val="89160320"/>
        <c:axId val="89190784"/>
      </c:barChart>
      <c:catAx>
        <c:axId val="89160320"/>
        <c:scaling>
          <c:orientation val="minMax"/>
        </c:scaling>
        <c:axPos val="b"/>
        <c:numFmt formatCode="General" sourceLinked="0"/>
        <c:tickLblPos val="nextTo"/>
        <c:crossAx val="89190784"/>
        <c:crosses val="autoZero"/>
        <c:auto val="1"/>
        <c:lblAlgn val="ctr"/>
        <c:lblOffset val="100"/>
      </c:catAx>
      <c:valAx>
        <c:axId val="89190784"/>
        <c:scaling>
          <c:orientation val="minMax"/>
        </c:scaling>
        <c:delete val="1"/>
        <c:axPos val="l"/>
        <c:numFmt formatCode="General" sourceLinked="1"/>
        <c:tickLblPos val="none"/>
        <c:crossAx val="89160320"/>
        <c:crosses val="autoZero"/>
        <c:crossBetween val="between"/>
      </c:valAx>
    </c:plotArea>
    <c:legend>
      <c:legendPos val="t"/>
      <c:layout>
        <c:manualLayout>
          <c:xMode val="edge"/>
          <c:yMode val="edge"/>
          <c:x val="0.18117735283089773"/>
          <c:y val="0"/>
          <c:w val="0.63764511994140971"/>
          <c:h val="0.13777457817772779"/>
        </c:manualLayout>
      </c:layout>
    </c:legend>
    <c:plotVisOnly val="1"/>
    <c:dispBlanksAs val="gap"/>
  </c:chart>
  <c:spPr>
    <a:ln>
      <a:noFill/>
    </a:ln>
  </c:sp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List1!$B$8</c:f>
              <c:strCache>
                <c:ptCount val="1"/>
                <c:pt idx="0">
                  <c:v>celkem</c:v>
                </c:pt>
              </c:strCache>
            </c:strRef>
          </c:tx>
          <c:dLbls>
            <c:numFmt formatCode="#,##0.0" sourceLinked="0"/>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List1!$C$7:$N$7</c:f>
              <c:numCache>
                <c:formatCode>General</c:formatCode>
                <c:ptCount val="12"/>
                <c:pt idx="0">
                  <c:v>2005</c:v>
                </c:pt>
                <c:pt idx="1">
                  <c:v>2006</c:v>
                </c:pt>
                <c:pt idx="2">
                  <c:v>2007</c:v>
                </c:pt>
                <c:pt idx="3">
                  <c:v>2008</c:v>
                </c:pt>
                <c:pt idx="4">
                  <c:v>2009</c:v>
                </c:pt>
                <c:pt idx="5">
                  <c:v>2010</c:v>
                </c:pt>
                <c:pt idx="6">
                  <c:v>2011</c:v>
                </c:pt>
                <c:pt idx="7">
                  <c:v>2012</c:v>
                </c:pt>
                <c:pt idx="8">
                  <c:v>2013</c:v>
                </c:pt>
                <c:pt idx="9">
                  <c:v>2014</c:v>
                </c:pt>
                <c:pt idx="10">
                  <c:v>2015</c:v>
                </c:pt>
                <c:pt idx="11">
                  <c:v>2016</c:v>
                </c:pt>
              </c:numCache>
            </c:numRef>
          </c:cat>
          <c:val>
            <c:numRef>
              <c:f>List1!$C$8:$N$8</c:f>
              <c:numCache>
                <c:formatCode>General</c:formatCode>
                <c:ptCount val="12"/>
                <c:pt idx="0">
                  <c:v>13.755087963711652</c:v>
                </c:pt>
                <c:pt idx="1">
                  <c:v>14.687933005054083</c:v>
                </c:pt>
                <c:pt idx="2">
                  <c:v>15.019409827526253</c:v>
                </c:pt>
                <c:pt idx="3">
                  <c:v>14.173026416190959</c:v>
                </c:pt>
                <c:pt idx="4">
                  <c:v>12.466869177768464</c:v>
                </c:pt>
                <c:pt idx="5">
                  <c:v>12.34655590934803</c:v>
                </c:pt>
                <c:pt idx="6">
                  <c:v>11.647129105105218</c:v>
                </c:pt>
                <c:pt idx="7">
                  <c:v>10.846119618923316</c:v>
                </c:pt>
                <c:pt idx="8">
                  <c:v>10.343643859181054</c:v>
                </c:pt>
                <c:pt idx="9">
                  <c:v>10.409021405275068</c:v>
                </c:pt>
                <c:pt idx="10">
                  <c:v>10.647580420004115</c:v>
                </c:pt>
                <c:pt idx="11">
                  <c:v>11.045332539089154</c:v>
                </c:pt>
              </c:numCache>
            </c:numRef>
          </c:val>
          <c:extLst xmlns:c16r2="http://schemas.microsoft.com/office/drawing/2015/06/chart">
            <c:ext xmlns:c16="http://schemas.microsoft.com/office/drawing/2014/chart" uri="{C3380CC4-5D6E-409C-BE32-E72D297353CC}">
              <c16:uniqueId val="{00000000-0B16-434F-BE05-990716DC004C}"/>
            </c:ext>
          </c:extLst>
        </c:ser>
        <c:ser>
          <c:idx val="1"/>
          <c:order val="1"/>
          <c:tx>
            <c:strRef>
              <c:f>List1!$B$9</c:f>
              <c:strCache>
                <c:ptCount val="1"/>
                <c:pt idx="0">
                  <c:v>z toho malobchodní prodej</c:v>
                </c:pt>
              </c:strCache>
            </c:strRef>
          </c:tx>
          <c:dLbls>
            <c:numFmt formatCode="#,##0.0" sourceLinked="0"/>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List1!$C$7:$N$7</c:f>
              <c:numCache>
                <c:formatCode>General</c:formatCode>
                <c:ptCount val="12"/>
                <c:pt idx="0">
                  <c:v>2005</c:v>
                </c:pt>
                <c:pt idx="1">
                  <c:v>2006</c:v>
                </c:pt>
                <c:pt idx="2">
                  <c:v>2007</c:v>
                </c:pt>
                <c:pt idx="3">
                  <c:v>2008</c:v>
                </c:pt>
                <c:pt idx="4">
                  <c:v>2009</c:v>
                </c:pt>
                <c:pt idx="5">
                  <c:v>2010</c:v>
                </c:pt>
                <c:pt idx="6">
                  <c:v>2011</c:v>
                </c:pt>
                <c:pt idx="7">
                  <c:v>2012</c:v>
                </c:pt>
                <c:pt idx="8">
                  <c:v>2013</c:v>
                </c:pt>
                <c:pt idx="9">
                  <c:v>2014</c:v>
                </c:pt>
                <c:pt idx="10">
                  <c:v>2015</c:v>
                </c:pt>
                <c:pt idx="11">
                  <c:v>2016</c:v>
                </c:pt>
              </c:numCache>
            </c:numRef>
          </c:cat>
          <c:val>
            <c:numRef>
              <c:f>List1!$C$9:$N$9</c:f>
              <c:numCache>
                <c:formatCode>General</c:formatCode>
                <c:ptCount val="12"/>
                <c:pt idx="0">
                  <c:v>5.8459713902626804</c:v>
                </c:pt>
                <c:pt idx="1">
                  <c:v>6.5232010491645473</c:v>
                </c:pt>
                <c:pt idx="2">
                  <c:v>6.7874253940592588</c:v>
                </c:pt>
                <c:pt idx="3">
                  <c:v>5.647644811404076</c:v>
                </c:pt>
                <c:pt idx="4">
                  <c:v>5.2269028696553255</c:v>
                </c:pt>
                <c:pt idx="5">
                  <c:v>4.6698154434164199</c:v>
                </c:pt>
                <c:pt idx="6">
                  <c:v>4.8480825769501941</c:v>
                </c:pt>
                <c:pt idx="7">
                  <c:v>4.6153548589046745</c:v>
                </c:pt>
                <c:pt idx="8">
                  <c:v>4.585130740032632</c:v>
                </c:pt>
                <c:pt idx="9">
                  <c:v>4.8579147200477752</c:v>
                </c:pt>
                <c:pt idx="10">
                  <c:v>4.8313639561955384</c:v>
                </c:pt>
                <c:pt idx="11">
                  <c:v>4.9324903000516924</c:v>
                </c:pt>
              </c:numCache>
            </c:numRef>
          </c:val>
          <c:extLst xmlns:c16r2="http://schemas.microsoft.com/office/drawing/2015/06/chart">
            <c:ext xmlns:c16="http://schemas.microsoft.com/office/drawing/2014/chart" uri="{C3380CC4-5D6E-409C-BE32-E72D297353CC}">
              <c16:uniqueId val="{00000001-0B16-434F-BE05-990716DC004C}"/>
            </c:ext>
          </c:extLst>
        </c:ser>
        <c:marker val="1"/>
        <c:axId val="124135296"/>
        <c:axId val="124136832"/>
      </c:lineChart>
      <c:catAx>
        <c:axId val="124135296"/>
        <c:scaling>
          <c:orientation val="minMax"/>
        </c:scaling>
        <c:axPos val="b"/>
        <c:numFmt formatCode="General" sourceLinked="1"/>
        <c:tickLblPos val="nextTo"/>
        <c:crossAx val="124136832"/>
        <c:crosses val="autoZero"/>
        <c:auto val="1"/>
        <c:lblAlgn val="ctr"/>
        <c:lblOffset val="100"/>
      </c:catAx>
      <c:valAx>
        <c:axId val="124136832"/>
        <c:scaling>
          <c:orientation val="minMax"/>
        </c:scaling>
        <c:delete val="1"/>
        <c:axPos val="l"/>
        <c:numFmt formatCode="General" sourceLinked="1"/>
        <c:tickLblPos val="none"/>
        <c:crossAx val="124135296"/>
        <c:crosses val="autoZero"/>
        <c:crossBetween val="between"/>
      </c:valAx>
    </c:plotArea>
    <c:legend>
      <c:legendPos val="t"/>
    </c:legend>
    <c:plotVisOnly val="1"/>
    <c:dispBlanksAs val="gap"/>
  </c:chart>
  <c:spPr>
    <a:ln>
      <a:noFill/>
    </a:ln>
  </c:sp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List1!$B$12</c:f>
              <c:strCache>
                <c:ptCount val="1"/>
                <c:pt idx="0">
                  <c:v>celkem</c:v>
                </c:pt>
              </c:strCache>
            </c:strRef>
          </c:tx>
          <c:dLbls>
            <c:numFmt formatCode="#,##0.0" sourceLinked="0"/>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List1!$C$11:$N$11</c:f>
              <c:numCache>
                <c:formatCode>General</c:formatCode>
                <c:ptCount val="12"/>
                <c:pt idx="0">
                  <c:v>2005</c:v>
                </c:pt>
                <c:pt idx="1">
                  <c:v>2006</c:v>
                </c:pt>
                <c:pt idx="2">
                  <c:v>2007</c:v>
                </c:pt>
                <c:pt idx="3">
                  <c:v>2008</c:v>
                </c:pt>
                <c:pt idx="4">
                  <c:v>2009</c:v>
                </c:pt>
                <c:pt idx="5">
                  <c:v>2010</c:v>
                </c:pt>
                <c:pt idx="6">
                  <c:v>2011</c:v>
                </c:pt>
                <c:pt idx="7">
                  <c:v>2012</c:v>
                </c:pt>
                <c:pt idx="8">
                  <c:v>2013</c:v>
                </c:pt>
                <c:pt idx="9">
                  <c:v>2014</c:v>
                </c:pt>
                <c:pt idx="10">
                  <c:v>2015</c:v>
                </c:pt>
                <c:pt idx="11">
                  <c:v>2016</c:v>
                </c:pt>
              </c:numCache>
            </c:numRef>
          </c:cat>
          <c:val>
            <c:numRef>
              <c:f>List1!$C$12:$N$12</c:f>
              <c:numCache>
                <c:formatCode>General</c:formatCode>
                <c:ptCount val="12"/>
                <c:pt idx="0">
                  <c:v>5.2398160854999993</c:v>
                </c:pt>
                <c:pt idx="1">
                  <c:v>5.5166837159800508</c:v>
                </c:pt>
                <c:pt idx="2">
                  <c:v>5.2783501399699997</c:v>
                </c:pt>
                <c:pt idx="3">
                  <c:v>4.3274426149328997</c:v>
                </c:pt>
                <c:pt idx="4">
                  <c:v>4.2118266073271995</c:v>
                </c:pt>
                <c:pt idx="5">
                  <c:v>4.0195853940188995</c:v>
                </c:pt>
                <c:pt idx="6">
                  <c:v>3.8485326780847999</c:v>
                </c:pt>
                <c:pt idx="7">
                  <c:v>3.8526383942933644</c:v>
                </c:pt>
                <c:pt idx="8">
                  <c:v>3.7208750207604999</c:v>
                </c:pt>
                <c:pt idx="9">
                  <c:v>3.3630875954400006</c:v>
                </c:pt>
                <c:pt idx="10">
                  <c:v>3.3723429162958558</c:v>
                </c:pt>
                <c:pt idx="11">
                  <c:v>3.3006011957193997</c:v>
                </c:pt>
              </c:numCache>
            </c:numRef>
          </c:val>
          <c:extLst xmlns:c16r2="http://schemas.microsoft.com/office/drawing/2015/06/chart">
            <c:ext xmlns:c16="http://schemas.microsoft.com/office/drawing/2014/chart" uri="{C3380CC4-5D6E-409C-BE32-E72D297353CC}">
              <c16:uniqueId val="{00000000-CCA8-4D01-87EE-2A99CF9AB229}"/>
            </c:ext>
          </c:extLst>
        </c:ser>
        <c:marker val="1"/>
        <c:axId val="124153216"/>
        <c:axId val="124179584"/>
      </c:lineChart>
      <c:catAx>
        <c:axId val="124153216"/>
        <c:scaling>
          <c:orientation val="minMax"/>
        </c:scaling>
        <c:axPos val="b"/>
        <c:numFmt formatCode="General" sourceLinked="1"/>
        <c:tickLblPos val="nextTo"/>
        <c:crossAx val="124179584"/>
        <c:crosses val="autoZero"/>
        <c:auto val="1"/>
        <c:lblAlgn val="ctr"/>
        <c:lblOffset val="100"/>
      </c:catAx>
      <c:valAx>
        <c:axId val="124179584"/>
        <c:scaling>
          <c:orientation val="minMax"/>
        </c:scaling>
        <c:delete val="1"/>
        <c:axPos val="l"/>
        <c:numFmt formatCode="General" sourceLinked="1"/>
        <c:tickLblPos val="none"/>
        <c:crossAx val="124153216"/>
        <c:crosses val="autoZero"/>
        <c:crossBetween val="between"/>
      </c:valAx>
    </c:plotArea>
    <c:plotVisOnly val="1"/>
    <c:dispBlanksAs val="gap"/>
  </c:chart>
  <c:spPr>
    <a:ln>
      <a:noFill/>
    </a:ln>
  </c:sp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List1!$A$6</c:f>
              <c:strCache>
                <c:ptCount val="1"/>
                <c:pt idx="0">
                  <c:v>počet vydaných knižních titulů</c:v>
                </c:pt>
              </c:strCache>
            </c:strRef>
          </c:tx>
          <c:dLbls>
            <c:numFmt formatCode="#,##0.0" sourceLinked="0"/>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List1!$B$5:$N$5</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List1!$B$6:$N$6</c:f>
              <c:numCache>
                <c:formatCode>General</c:formatCode>
                <c:ptCount val="13"/>
                <c:pt idx="0">
                  <c:v>15.350000000000026</c:v>
                </c:pt>
                <c:pt idx="1">
                  <c:v>17.019000000000005</c:v>
                </c:pt>
                <c:pt idx="2">
                  <c:v>18.029</c:v>
                </c:pt>
                <c:pt idx="3">
                  <c:v>18.52</c:v>
                </c:pt>
                <c:pt idx="4">
                  <c:v>17.597999999999999</c:v>
                </c:pt>
                <c:pt idx="5">
                  <c:v>17.05400000000003</c:v>
                </c:pt>
                <c:pt idx="6">
                  <c:v>18.984999999999989</c:v>
                </c:pt>
                <c:pt idx="7">
                  <c:v>17.247</c:v>
                </c:pt>
                <c:pt idx="8">
                  <c:v>17.876000000000001</c:v>
                </c:pt>
                <c:pt idx="9">
                  <c:v>18.379000000000001</c:v>
                </c:pt>
                <c:pt idx="10">
                  <c:v>18.281999999999989</c:v>
                </c:pt>
                <c:pt idx="11">
                  <c:v>17.815000000000001</c:v>
                </c:pt>
                <c:pt idx="12">
                  <c:v>16.421999999999986</c:v>
                </c:pt>
              </c:numCache>
            </c:numRef>
          </c:val>
          <c:extLst xmlns:c16r2="http://schemas.microsoft.com/office/drawing/2015/06/chart">
            <c:ext xmlns:c16="http://schemas.microsoft.com/office/drawing/2014/chart" uri="{C3380CC4-5D6E-409C-BE32-E72D297353CC}">
              <c16:uniqueId val="{00000000-67B1-46FF-ADA0-01A29A67CC9B}"/>
            </c:ext>
          </c:extLst>
        </c:ser>
        <c:ser>
          <c:idx val="1"/>
          <c:order val="1"/>
          <c:tx>
            <c:strRef>
              <c:f>List1!$A$7</c:f>
              <c:strCache>
                <c:ptCount val="1"/>
                <c:pt idx="0">
                  <c:v>z toho beletrie</c:v>
                </c:pt>
              </c:strCache>
            </c:strRef>
          </c:tx>
          <c:dLbls>
            <c:numFmt formatCode="#,##0.0" sourceLinked="0"/>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List1!$B$5:$N$5</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List1!$B$7:$N$7</c:f>
              <c:numCache>
                <c:formatCode>General</c:formatCode>
                <c:ptCount val="13"/>
                <c:pt idx="0">
                  <c:v>3.34</c:v>
                </c:pt>
                <c:pt idx="1">
                  <c:v>3.746</c:v>
                </c:pt>
                <c:pt idx="2">
                  <c:v>3.927</c:v>
                </c:pt>
                <c:pt idx="3">
                  <c:v>4.1619999999999955</c:v>
                </c:pt>
                <c:pt idx="4">
                  <c:v>4.4750000000000014</c:v>
                </c:pt>
                <c:pt idx="5">
                  <c:v>4.4770000000000003</c:v>
                </c:pt>
                <c:pt idx="6">
                  <c:v>5.1739999999999995</c:v>
                </c:pt>
                <c:pt idx="7">
                  <c:v>4.6839999999999975</c:v>
                </c:pt>
                <c:pt idx="8">
                  <c:v>5.1899999999999995</c:v>
                </c:pt>
                <c:pt idx="9">
                  <c:v>5.1289999999999845</c:v>
                </c:pt>
                <c:pt idx="10">
                  <c:v>5.2969999999999997</c:v>
                </c:pt>
                <c:pt idx="11">
                  <c:v>5.5590000000000002</c:v>
                </c:pt>
                <c:pt idx="12">
                  <c:v>4.9850000000000003</c:v>
                </c:pt>
              </c:numCache>
            </c:numRef>
          </c:val>
          <c:extLst xmlns:c16r2="http://schemas.microsoft.com/office/drawing/2015/06/chart">
            <c:ext xmlns:c16="http://schemas.microsoft.com/office/drawing/2014/chart" uri="{C3380CC4-5D6E-409C-BE32-E72D297353CC}">
              <c16:uniqueId val="{00000001-67B1-46FF-ADA0-01A29A67CC9B}"/>
            </c:ext>
          </c:extLst>
        </c:ser>
        <c:marker val="1"/>
        <c:axId val="124389632"/>
        <c:axId val="124399616"/>
      </c:lineChart>
      <c:catAx>
        <c:axId val="124389632"/>
        <c:scaling>
          <c:orientation val="minMax"/>
        </c:scaling>
        <c:axPos val="b"/>
        <c:numFmt formatCode="General" sourceLinked="1"/>
        <c:tickLblPos val="nextTo"/>
        <c:crossAx val="124399616"/>
        <c:crosses val="autoZero"/>
        <c:auto val="1"/>
        <c:lblAlgn val="ctr"/>
        <c:lblOffset val="100"/>
      </c:catAx>
      <c:valAx>
        <c:axId val="124399616"/>
        <c:scaling>
          <c:orientation val="minMax"/>
        </c:scaling>
        <c:delete val="1"/>
        <c:axPos val="l"/>
        <c:numFmt formatCode="General" sourceLinked="1"/>
        <c:tickLblPos val="none"/>
        <c:crossAx val="124389632"/>
        <c:crosses val="autoZero"/>
        <c:crossBetween val="between"/>
      </c:valAx>
    </c:plotArea>
    <c:legend>
      <c:legendPos val="t"/>
      <c:layout>
        <c:manualLayout>
          <c:xMode val="edge"/>
          <c:yMode val="edge"/>
          <c:x val="0.20043795006393444"/>
          <c:y val="0"/>
          <c:w val="0.59057692307691345"/>
          <c:h val="0.10715800524934384"/>
        </c:manualLayout>
      </c:layout>
    </c:legend>
    <c:plotVisOnly val="1"/>
    <c:dispBlanksAs val="gap"/>
  </c:chart>
  <c:spPr>
    <a:ln>
      <a:noFill/>
    </a:ln>
  </c:sp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0.22020446744856192"/>
          <c:y val="0.14540819354102685"/>
          <c:w val="0.73219658731469761"/>
          <c:h val="0.79052424968618062"/>
        </c:manualLayout>
      </c:layout>
      <c:barChart>
        <c:barDir val="bar"/>
        <c:grouping val="clustered"/>
        <c:ser>
          <c:idx val="0"/>
          <c:order val="0"/>
          <c:tx>
            <c:strRef>
              <c:f>List1!$A$48</c:f>
              <c:strCache>
                <c:ptCount val="1"/>
                <c:pt idx="0">
                  <c:v>muži</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List1!$B$47:$E$47</c:f>
              <c:strCache>
                <c:ptCount val="4"/>
                <c:pt idx="0">
                  <c:v>žádná</c:v>
                </c:pt>
                <c:pt idx="1">
                  <c:v>1 až 4 knihy</c:v>
                </c:pt>
                <c:pt idx="2">
                  <c:v>5 až 9 knih</c:v>
                </c:pt>
                <c:pt idx="3">
                  <c:v>10 a více knih
a více</c:v>
                </c:pt>
              </c:strCache>
            </c:strRef>
          </c:cat>
          <c:val>
            <c:numRef>
              <c:f>List1!$B$48:$E$48</c:f>
              <c:numCache>
                <c:formatCode>General</c:formatCode>
                <c:ptCount val="4"/>
                <c:pt idx="0">
                  <c:v>0.38900000000000168</c:v>
                </c:pt>
                <c:pt idx="1">
                  <c:v>0.33600000000000196</c:v>
                </c:pt>
                <c:pt idx="2">
                  <c:v>0.13200000000000001</c:v>
                </c:pt>
                <c:pt idx="3">
                  <c:v>0.13800000000000001</c:v>
                </c:pt>
              </c:numCache>
            </c:numRef>
          </c:val>
          <c:extLst xmlns:c16r2="http://schemas.microsoft.com/office/drawing/2015/06/chart">
            <c:ext xmlns:c16="http://schemas.microsoft.com/office/drawing/2014/chart" uri="{C3380CC4-5D6E-409C-BE32-E72D297353CC}">
              <c16:uniqueId val="{00000000-A978-4809-B47D-E042B1D808E5}"/>
            </c:ext>
          </c:extLst>
        </c:ser>
        <c:ser>
          <c:idx val="1"/>
          <c:order val="1"/>
          <c:tx>
            <c:strRef>
              <c:f>List1!$A$49</c:f>
              <c:strCache>
                <c:ptCount val="1"/>
                <c:pt idx="0">
                  <c:v>ženy</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List1!$B$47:$E$47</c:f>
              <c:strCache>
                <c:ptCount val="4"/>
                <c:pt idx="0">
                  <c:v>žádná</c:v>
                </c:pt>
                <c:pt idx="1">
                  <c:v>1 až 4 knihy</c:v>
                </c:pt>
                <c:pt idx="2">
                  <c:v>5 až 9 knih</c:v>
                </c:pt>
                <c:pt idx="3">
                  <c:v>10 a více knih
a více</c:v>
                </c:pt>
              </c:strCache>
            </c:strRef>
          </c:cat>
          <c:val>
            <c:numRef>
              <c:f>List1!$B$49:$E$49</c:f>
              <c:numCache>
                <c:formatCode>General</c:formatCode>
                <c:ptCount val="4"/>
                <c:pt idx="0">
                  <c:v>0.15300000000000041</c:v>
                </c:pt>
                <c:pt idx="1">
                  <c:v>0.3130000000000015</c:v>
                </c:pt>
                <c:pt idx="2">
                  <c:v>0.22500000000000001</c:v>
                </c:pt>
                <c:pt idx="3">
                  <c:v>0.30700000000000038</c:v>
                </c:pt>
              </c:numCache>
            </c:numRef>
          </c:val>
          <c:extLst xmlns:c16r2="http://schemas.microsoft.com/office/drawing/2015/06/chart">
            <c:ext xmlns:c16="http://schemas.microsoft.com/office/drawing/2014/chart" uri="{C3380CC4-5D6E-409C-BE32-E72D297353CC}">
              <c16:uniqueId val="{00000001-A978-4809-B47D-E042B1D808E5}"/>
            </c:ext>
          </c:extLst>
        </c:ser>
        <c:axId val="124429824"/>
        <c:axId val="124431360"/>
      </c:barChart>
      <c:catAx>
        <c:axId val="124429824"/>
        <c:scaling>
          <c:orientation val="minMax"/>
        </c:scaling>
        <c:axPos val="l"/>
        <c:numFmt formatCode="General" sourceLinked="0"/>
        <c:tickLblPos val="nextTo"/>
        <c:crossAx val="124431360"/>
        <c:crosses val="autoZero"/>
        <c:auto val="1"/>
        <c:lblAlgn val="ctr"/>
        <c:lblOffset val="100"/>
      </c:catAx>
      <c:valAx>
        <c:axId val="124431360"/>
        <c:scaling>
          <c:orientation val="minMax"/>
        </c:scaling>
        <c:delete val="1"/>
        <c:axPos val="b"/>
        <c:numFmt formatCode="General" sourceLinked="1"/>
        <c:tickLblPos val="none"/>
        <c:crossAx val="124429824"/>
        <c:crosses val="autoZero"/>
        <c:crossBetween val="between"/>
      </c:valAx>
    </c:plotArea>
    <c:legend>
      <c:legendPos val="t"/>
    </c:legend>
    <c:plotVisOnly val="1"/>
    <c:dispBlanksAs val="gap"/>
  </c:chart>
  <c:spPr>
    <a:ln>
      <a:noFill/>
    </a:ln>
  </c:sp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9.8557742782153068E-2"/>
          <c:y val="0.16289552347623221"/>
          <c:w val="0.87644225721784774"/>
          <c:h val="0.7211245990084576"/>
        </c:manualLayout>
      </c:layout>
      <c:barChart>
        <c:barDir val="col"/>
        <c:grouping val="clustered"/>
        <c:ser>
          <c:idx val="1"/>
          <c:order val="1"/>
          <c:tx>
            <c:strRef>
              <c:f>List1!$A$3</c:f>
              <c:strCache>
                <c:ptCount val="1"/>
                <c:pt idx="0">
                  <c:v>podíl těch, co přečtou alespoň jednu knihu</c:v>
                </c:pt>
              </c:strCache>
            </c:strRef>
          </c:tx>
          <c:dLbls>
            <c:numFmt formatCode="0%" sourceLinked="0"/>
            <c:showVal val="1"/>
          </c:dLbls>
          <c:cat>
            <c:strRef>
              <c:f>List1!$B$1:$D$1</c:f>
              <c:strCache>
                <c:ptCount val="3"/>
                <c:pt idx="0">
                  <c:v>studenti</c:v>
                </c:pt>
                <c:pt idx="1">
                  <c:v>zaměstnaní</c:v>
                </c:pt>
                <c:pt idx="2">
                  <c:v>důchodci</c:v>
                </c:pt>
              </c:strCache>
            </c:strRef>
          </c:cat>
          <c:val>
            <c:numRef>
              <c:f>List1!$B$3:$D$3</c:f>
              <c:numCache>
                <c:formatCode>0.00</c:formatCode>
                <c:ptCount val="3"/>
                <c:pt idx="0">
                  <c:v>0.90383990303253992</c:v>
                </c:pt>
                <c:pt idx="1">
                  <c:v>0.70754804249593795</c:v>
                </c:pt>
                <c:pt idx="2">
                  <c:v>0.76466822658777589</c:v>
                </c:pt>
              </c:numCache>
            </c:numRef>
          </c:val>
        </c:ser>
        <c:axId val="124990592"/>
        <c:axId val="124992128"/>
      </c:barChart>
      <c:barChart>
        <c:barDir val="col"/>
        <c:grouping val="clustered"/>
        <c:ser>
          <c:idx val="0"/>
          <c:order val="0"/>
          <c:tx>
            <c:strRef>
              <c:f>List1!$A$2</c:f>
              <c:strCache>
                <c:ptCount val="1"/>
                <c:pt idx="0">
                  <c:v>podíl těch, co přečtou 10 a více knih</c:v>
                </c:pt>
              </c:strCache>
            </c:strRef>
          </c:tx>
          <c:dLbls>
            <c:numFmt formatCode="0%" sourceLinked="0"/>
            <c:showVal val="1"/>
          </c:dLbls>
          <c:cat>
            <c:strRef>
              <c:f>List1!$B$1:$D$1</c:f>
              <c:strCache>
                <c:ptCount val="3"/>
                <c:pt idx="0">
                  <c:v>studenti</c:v>
                </c:pt>
                <c:pt idx="1">
                  <c:v>zaměstnaní</c:v>
                </c:pt>
                <c:pt idx="2">
                  <c:v>důchodci</c:v>
                </c:pt>
              </c:strCache>
            </c:strRef>
          </c:cat>
          <c:val>
            <c:numRef>
              <c:f>List1!$B$2:$D$2</c:f>
              <c:numCache>
                <c:formatCode>0.00</c:formatCode>
                <c:ptCount val="3"/>
                <c:pt idx="0">
                  <c:v>0.40422471118418224</c:v>
                </c:pt>
                <c:pt idx="1">
                  <c:v>0.19908614570625999</c:v>
                </c:pt>
                <c:pt idx="2">
                  <c:v>0.25127040361859476</c:v>
                </c:pt>
              </c:numCache>
            </c:numRef>
          </c:val>
        </c:ser>
        <c:gapWidth val="253"/>
        <c:overlap val="1"/>
        <c:axId val="124999552"/>
        <c:axId val="124998016"/>
      </c:barChart>
      <c:catAx>
        <c:axId val="124990592"/>
        <c:scaling>
          <c:orientation val="minMax"/>
        </c:scaling>
        <c:axPos val="b"/>
        <c:tickLblPos val="nextTo"/>
        <c:crossAx val="124992128"/>
        <c:crosses val="autoZero"/>
        <c:auto val="1"/>
        <c:lblAlgn val="ctr"/>
        <c:lblOffset val="100"/>
      </c:catAx>
      <c:valAx>
        <c:axId val="124992128"/>
        <c:scaling>
          <c:orientation val="minMax"/>
        </c:scaling>
        <c:delete val="1"/>
        <c:axPos val="l"/>
        <c:numFmt formatCode="0%" sourceLinked="0"/>
        <c:tickLblPos val="none"/>
        <c:crossAx val="124990592"/>
        <c:crosses val="autoZero"/>
        <c:crossBetween val="between"/>
      </c:valAx>
      <c:valAx>
        <c:axId val="124998016"/>
        <c:scaling>
          <c:orientation val="minMax"/>
          <c:max val="1"/>
        </c:scaling>
        <c:delete val="1"/>
        <c:axPos val="r"/>
        <c:numFmt formatCode="0.00" sourceLinked="1"/>
        <c:tickLblPos val="none"/>
        <c:crossAx val="124999552"/>
        <c:crosses val="max"/>
        <c:crossBetween val="between"/>
      </c:valAx>
      <c:catAx>
        <c:axId val="124999552"/>
        <c:scaling>
          <c:orientation val="minMax"/>
        </c:scaling>
        <c:delete val="1"/>
        <c:axPos val="b"/>
        <c:tickLblPos val="none"/>
        <c:crossAx val="124998016"/>
        <c:crosses val="autoZero"/>
        <c:auto val="1"/>
        <c:lblAlgn val="ctr"/>
        <c:lblOffset val="100"/>
      </c:catAx>
    </c:plotArea>
    <c:legend>
      <c:legendPos val="t"/>
    </c:legend>
    <c:plotVisOnly val="1"/>
    <c:dispBlanksAs val="gap"/>
  </c:chart>
  <c:spPr>
    <a:ln>
      <a:noFill/>
    </a:ln>
  </c:sp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List1!$B$10</c:f>
              <c:strCache>
                <c:ptCount val="1"/>
                <c:pt idx="0">
                  <c:v>tištěná kniha</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List1!$A$11:$A$16</c:f>
              <c:strCache>
                <c:ptCount val="6"/>
                <c:pt idx="0">
                  <c:v>16-24</c:v>
                </c:pt>
                <c:pt idx="1">
                  <c:v>25-34</c:v>
                </c:pt>
                <c:pt idx="2">
                  <c:v>35-44</c:v>
                </c:pt>
                <c:pt idx="3">
                  <c:v>45-54</c:v>
                </c:pt>
                <c:pt idx="4">
                  <c:v>55-64</c:v>
                </c:pt>
                <c:pt idx="5">
                  <c:v>65 a více</c:v>
                </c:pt>
              </c:strCache>
            </c:strRef>
          </c:cat>
          <c:val>
            <c:numRef>
              <c:f>List1!$B$11:$B$16</c:f>
              <c:numCache>
                <c:formatCode>General</c:formatCode>
                <c:ptCount val="6"/>
                <c:pt idx="0">
                  <c:v>0.85100000000000064</c:v>
                </c:pt>
                <c:pt idx="1">
                  <c:v>0.84400000000000064</c:v>
                </c:pt>
                <c:pt idx="2">
                  <c:v>0.86400000000000265</c:v>
                </c:pt>
                <c:pt idx="3">
                  <c:v>0.91300000000000003</c:v>
                </c:pt>
                <c:pt idx="4">
                  <c:v>0.879000000000006</c:v>
                </c:pt>
                <c:pt idx="5">
                  <c:v>0.95100000000000062</c:v>
                </c:pt>
              </c:numCache>
            </c:numRef>
          </c:val>
          <c:extLst xmlns:c16r2="http://schemas.microsoft.com/office/drawing/2015/06/chart">
            <c:ext xmlns:c16="http://schemas.microsoft.com/office/drawing/2014/chart" uri="{C3380CC4-5D6E-409C-BE32-E72D297353CC}">
              <c16:uniqueId val="{00000000-3335-4945-8895-24AB4A12CEDC}"/>
            </c:ext>
          </c:extLst>
        </c:ser>
        <c:ser>
          <c:idx val="1"/>
          <c:order val="1"/>
          <c:tx>
            <c:strRef>
              <c:f>List1!$C$10</c:f>
              <c:strCache>
                <c:ptCount val="1"/>
                <c:pt idx="0">
                  <c:v>e-kniha</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List1!$A$11:$A$16</c:f>
              <c:strCache>
                <c:ptCount val="6"/>
                <c:pt idx="0">
                  <c:v>16-24</c:v>
                </c:pt>
                <c:pt idx="1">
                  <c:v>25-34</c:v>
                </c:pt>
                <c:pt idx="2">
                  <c:v>35-44</c:v>
                </c:pt>
                <c:pt idx="3">
                  <c:v>45-54</c:v>
                </c:pt>
                <c:pt idx="4">
                  <c:v>55-64</c:v>
                </c:pt>
                <c:pt idx="5">
                  <c:v>65 a více</c:v>
                </c:pt>
              </c:strCache>
            </c:strRef>
          </c:cat>
          <c:val>
            <c:numRef>
              <c:f>List1!$C$11:$C$16</c:f>
              <c:numCache>
                <c:formatCode>General</c:formatCode>
                <c:ptCount val="6"/>
                <c:pt idx="0">
                  <c:v>0.24300000000000024</c:v>
                </c:pt>
                <c:pt idx="1">
                  <c:v>0.30800000000000038</c:v>
                </c:pt>
                <c:pt idx="2">
                  <c:v>0.193</c:v>
                </c:pt>
                <c:pt idx="3">
                  <c:v>0.10299999999999998</c:v>
                </c:pt>
                <c:pt idx="4">
                  <c:v>0.252</c:v>
                </c:pt>
                <c:pt idx="5">
                  <c:v>7.0000000000000021E-2</c:v>
                </c:pt>
              </c:numCache>
            </c:numRef>
          </c:val>
          <c:extLst xmlns:c16r2="http://schemas.microsoft.com/office/drawing/2015/06/chart">
            <c:ext xmlns:c16="http://schemas.microsoft.com/office/drawing/2014/chart" uri="{C3380CC4-5D6E-409C-BE32-E72D297353CC}">
              <c16:uniqueId val="{00000001-3335-4945-8895-24AB4A12CEDC}"/>
            </c:ext>
          </c:extLst>
        </c:ser>
        <c:axId val="125021568"/>
        <c:axId val="125035648"/>
      </c:barChart>
      <c:catAx>
        <c:axId val="125021568"/>
        <c:scaling>
          <c:orientation val="minMax"/>
        </c:scaling>
        <c:axPos val="b"/>
        <c:numFmt formatCode="General" sourceLinked="0"/>
        <c:tickLblPos val="nextTo"/>
        <c:crossAx val="125035648"/>
        <c:crosses val="autoZero"/>
        <c:auto val="1"/>
        <c:lblAlgn val="ctr"/>
        <c:lblOffset val="100"/>
      </c:catAx>
      <c:valAx>
        <c:axId val="125035648"/>
        <c:scaling>
          <c:orientation val="minMax"/>
        </c:scaling>
        <c:delete val="1"/>
        <c:axPos val="l"/>
        <c:numFmt formatCode="General" sourceLinked="1"/>
        <c:tickLblPos val="none"/>
        <c:crossAx val="125021568"/>
        <c:crosses val="autoZero"/>
        <c:crossBetween val="between"/>
      </c:valAx>
    </c:plotArea>
    <c:legend>
      <c:legendPos val="t"/>
    </c:legend>
    <c:plotVisOnly val="1"/>
    <c:dispBlanksAs val="gap"/>
  </c:chart>
  <c:spPr>
    <a:ln>
      <a:noFill/>
    </a:ln>
  </c:sp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List1!$B$1</c:f>
              <c:strCache>
                <c:ptCount val="1"/>
                <c:pt idx="0">
                  <c:v>návštěvníci</c:v>
                </c:pt>
              </c:strCache>
            </c:strRef>
          </c:tx>
          <c:cat>
            <c:strRef>
              <c:f>List1!$A$2:$A$6</c:f>
              <c:strCache>
                <c:ptCount val="5"/>
                <c:pt idx="0">
                  <c:v>Frankfurt</c:v>
                </c:pt>
                <c:pt idx="1">
                  <c:v>Boloň</c:v>
                </c:pt>
                <c:pt idx="2">
                  <c:v>Paříž</c:v>
                </c:pt>
                <c:pt idx="3">
                  <c:v>Praha</c:v>
                </c:pt>
                <c:pt idx="4">
                  <c:v>Londýn</c:v>
                </c:pt>
              </c:strCache>
            </c:strRef>
          </c:cat>
          <c:val>
            <c:numRef>
              <c:f>List1!$B$2:$B$6</c:f>
              <c:numCache>
                <c:formatCode>General</c:formatCode>
                <c:ptCount val="5"/>
                <c:pt idx="0">
                  <c:v>275</c:v>
                </c:pt>
                <c:pt idx="1">
                  <c:v>14.719999999999999</c:v>
                </c:pt>
                <c:pt idx="2">
                  <c:v>180</c:v>
                </c:pt>
                <c:pt idx="3">
                  <c:v>38</c:v>
                </c:pt>
                <c:pt idx="4">
                  <c:v>25</c:v>
                </c:pt>
              </c:numCache>
            </c:numRef>
          </c:val>
        </c:ser>
        <c:axId val="125540608"/>
        <c:axId val="125542400"/>
      </c:barChart>
      <c:lineChart>
        <c:grouping val="standard"/>
        <c:ser>
          <c:idx val="1"/>
          <c:order val="1"/>
          <c:tx>
            <c:strRef>
              <c:f>List1!$C$1</c:f>
              <c:strCache>
                <c:ptCount val="1"/>
                <c:pt idx="0">
                  <c:v>vystavující</c:v>
                </c:pt>
              </c:strCache>
            </c:strRef>
          </c:tx>
          <c:spPr>
            <a:ln w="28575">
              <a:noFill/>
            </a:ln>
          </c:spPr>
          <c:marker>
            <c:symbol val="diamond"/>
            <c:size val="7"/>
          </c:marker>
          <c:cat>
            <c:strRef>
              <c:f>List1!$A$2:$A$6</c:f>
              <c:strCache>
                <c:ptCount val="5"/>
                <c:pt idx="0">
                  <c:v>Frankfurt</c:v>
                </c:pt>
                <c:pt idx="1">
                  <c:v>Boloň</c:v>
                </c:pt>
                <c:pt idx="2">
                  <c:v>Paříž</c:v>
                </c:pt>
                <c:pt idx="3">
                  <c:v>Praha</c:v>
                </c:pt>
                <c:pt idx="4">
                  <c:v>Londýn</c:v>
                </c:pt>
              </c:strCache>
            </c:strRef>
          </c:cat>
          <c:val>
            <c:numRef>
              <c:f>List1!$C$2:$C$6</c:f>
              <c:numCache>
                <c:formatCode>General</c:formatCode>
                <c:ptCount val="5"/>
                <c:pt idx="0">
                  <c:v>7.1</c:v>
                </c:pt>
                <c:pt idx="1">
                  <c:v>1.1930000000000001</c:v>
                </c:pt>
                <c:pt idx="2">
                  <c:v>2</c:v>
                </c:pt>
                <c:pt idx="3">
                  <c:v>0.39300000000000063</c:v>
                </c:pt>
                <c:pt idx="4">
                  <c:v>1</c:v>
                </c:pt>
              </c:numCache>
            </c:numRef>
          </c:val>
        </c:ser>
        <c:marker val="1"/>
        <c:axId val="125554688"/>
        <c:axId val="125544320"/>
      </c:lineChart>
      <c:catAx>
        <c:axId val="125540608"/>
        <c:scaling>
          <c:orientation val="minMax"/>
        </c:scaling>
        <c:axPos val="b"/>
        <c:tickLblPos val="nextTo"/>
        <c:crossAx val="125542400"/>
        <c:crosses val="autoZero"/>
        <c:auto val="1"/>
        <c:lblAlgn val="ctr"/>
        <c:lblOffset val="100"/>
      </c:catAx>
      <c:valAx>
        <c:axId val="125542400"/>
        <c:scaling>
          <c:orientation val="minMax"/>
        </c:scaling>
        <c:axPos val="l"/>
        <c:majorGridlines/>
        <c:title>
          <c:tx>
            <c:rich>
              <a:bodyPr rot="-5400000" vert="horz"/>
              <a:lstStyle/>
              <a:p>
                <a:pPr>
                  <a:defRPr/>
                </a:pPr>
                <a:r>
                  <a:rPr lang="cs-CZ" b="0"/>
                  <a:t>návštěvníci</a:t>
                </a:r>
              </a:p>
            </c:rich>
          </c:tx>
        </c:title>
        <c:numFmt formatCode="General" sourceLinked="1"/>
        <c:tickLblPos val="nextTo"/>
        <c:crossAx val="125540608"/>
        <c:crosses val="autoZero"/>
        <c:crossBetween val="between"/>
      </c:valAx>
      <c:valAx>
        <c:axId val="125544320"/>
        <c:scaling>
          <c:orientation val="minMax"/>
        </c:scaling>
        <c:axPos val="r"/>
        <c:title>
          <c:tx>
            <c:rich>
              <a:bodyPr rot="-5400000" vert="horz"/>
              <a:lstStyle/>
              <a:p>
                <a:pPr>
                  <a:defRPr/>
                </a:pPr>
                <a:r>
                  <a:rPr lang="cs-CZ" b="0"/>
                  <a:t>vystavující</a:t>
                </a:r>
              </a:p>
            </c:rich>
          </c:tx>
        </c:title>
        <c:numFmt formatCode="General" sourceLinked="1"/>
        <c:tickLblPos val="nextTo"/>
        <c:crossAx val="125554688"/>
        <c:crosses val="max"/>
        <c:crossBetween val="between"/>
      </c:valAx>
      <c:catAx>
        <c:axId val="125554688"/>
        <c:scaling>
          <c:orientation val="minMax"/>
        </c:scaling>
        <c:delete val="1"/>
        <c:axPos val="b"/>
        <c:tickLblPos val="none"/>
        <c:crossAx val="125544320"/>
        <c:crosses val="autoZero"/>
        <c:auto val="1"/>
        <c:lblAlgn val="ctr"/>
        <c:lblOffset val="100"/>
      </c:catAx>
    </c:plotArea>
    <c:legend>
      <c:legendPos val="t"/>
    </c:legend>
    <c:plotVisOnly val="1"/>
    <c:dispBlanksAs val="gap"/>
  </c:chart>
  <c:spPr>
    <a:ln>
      <a:noFill/>
    </a:ln>
  </c:sp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List1!$A$13</c:f>
              <c:strCache>
                <c:ptCount val="1"/>
                <c:pt idx="0">
                  <c:v>celkem</c:v>
                </c:pt>
              </c:strCache>
            </c:strRef>
          </c:tx>
          <c:dLbls>
            <c:numFmt formatCode="#,##0.0" sourceLinked="0"/>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strRef>
              <c:f>List1!$B$12:$M$12</c:f>
              <c:strCache>
                <c:ptCount val="12"/>
                <c:pt idx="0">
                  <c:v>2005</c:v>
                </c:pt>
                <c:pt idx="1">
                  <c:v>2006</c:v>
                </c:pt>
                <c:pt idx="2">
                  <c:v>2007</c:v>
                </c:pt>
                <c:pt idx="3">
                  <c:v>2008</c:v>
                </c:pt>
                <c:pt idx="4">
                  <c:v>2009</c:v>
                </c:pt>
                <c:pt idx="5">
                  <c:v>2010</c:v>
                </c:pt>
                <c:pt idx="6">
                  <c:v>2011</c:v>
                </c:pt>
                <c:pt idx="7">
                  <c:v>2012</c:v>
                </c:pt>
                <c:pt idx="8">
                  <c:v>2013</c:v>
                </c:pt>
                <c:pt idx="9">
                  <c:v>2014</c:v>
                </c:pt>
                <c:pt idx="10">
                  <c:v>2015</c:v>
                </c:pt>
                <c:pt idx="11">
                  <c:v>2016</c:v>
                </c:pt>
              </c:strCache>
            </c:strRef>
          </c:cat>
          <c:val>
            <c:numRef>
              <c:f>List1!$B$13:$M$13</c:f>
              <c:numCache>
                <c:formatCode>General</c:formatCode>
                <c:ptCount val="12"/>
                <c:pt idx="0">
                  <c:v>27.277290589660989</c:v>
                </c:pt>
                <c:pt idx="1">
                  <c:v>28.952276720728783</c:v>
                </c:pt>
                <c:pt idx="2">
                  <c:v>30.229947167523829</c:v>
                </c:pt>
                <c:pt idx="3">
                  <c:v>31.364468058498222</c:v>
                </c:pt>
                <c:pt idx="4">
                  <c:v>28.409607552769018</c:v>
                </c:pt>
                <c:pt idx="5">
                  <c:v>27.136096164247835</c:v>
                </c:pt>
                <c:pt idx="6">
                  <c:v>26.228892571443023</c:v>
                </c:pt>
                <c:pt idx="7">
                  <c:v>25.074409864484068</c:v>
                </c:pt>
                <c:pt idx="8">
                  <c:v>23.622973404122909</c:v>
                </c:pt>
                <c:pt idx="9">
                  <c:v>23.258889783339189</c:v>
                </c:pt>
                <c:pt idx="10">
                  <c:v>23.026528996766917</c:v>
                </c:pt>
                <c:pt idx="11">
                  <c:v>23.671822430601907</c:v>
                </c:pt>
              </c:numCache>
            </c:numRef>
          </c:val>
          <c:extLst xmlns:c16r2="http://schemas.microsoft.com/office/drawing/2015/06/chart">
            <c:ext xmlns:c16="http://schemas.microsoft.com/office/drawing/2014/chart" uri="{C3380CC4-5D6E-409C-BE32-E72D297353CC}">
              <c16:uniqueId val="{00000000-DE76-45E5-8C37-F13BF213558C}"/>
            </c:ext>
          </c:extLst>
        </c:ser>
        <c:ser>
          <c:idx val="1"/>
          <c:order val="1"/>
          <c:tx>
            <c:strRef>
              <c:f>List1!$A$14</c:f>
              <c:strCache>
                <c:ptCount val="1"/>
                <c:pt idx="0">
                  <c:v>z toho maloobchodní prodej</c:v>
                </c:pt>
              </c:strCache>
            </c:strRef>
          </c:tx>
          <c:dLbls>
            <c:numFmt formatCode="#,##0.0" sourceLinked="0"/>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strRef>
              <c:f>List1!$B$12:$M$12</c:f>
              <c:strCache>
                <c:ptCount val="12"/>
                <c:pt idx="0">
                  <c:v>2005</c:v>
                </c:pt>
                <c:pt idx="1">
                  <c:v>2006</c:v>
                </c:pt>
                <c:pt idx="2">
                  <c:v>2007</c:v>
                </c:pt>
                <c:pt idx="3">
                  <c:v>2008</c:v>
                </c:pt>
                <c:pt idx="4">
                  <c:v>2009</c:v>
                </c:pt>
                <c:pt idx="5">
                  <c:v>2010</c:v>
                </c:pt>
                <c:pt idx="6">
                  <c:v>2011</c:v>
                </c:pt>
                <c:pt idx="7">
                  <c:v>2012</c:v>
                </c:pt>
                <c:pt idx="8">
                  <c:v>2013</c:v>
                </c:pt>
                <c:pt idx="9">
                  <c:v>2014</c:v>
                </c:pt>
                <c:pt idx="10">
                  <c:v>2015</c:v>
                </c:pt>
                <c:pt idx="11">
                  <c:v>2016</c:v>
                </c:pt>
              </c:strCache>
            </c:strRef>
          </c:cat>
          <c:val>
            <c:numRef>
              <c:f>List1!$B$14:$M$14</c:f>
              <c:numCache>
                <c:formatCode>General</c:formatCode>
                <c:ptCount val="12"/>
                <c:pt idx="0">
                  <c:v>6.6708978955225824</c:v>
                </c:pt>
                <c:pt idx="1">
                  <c:v>6.8373813106538464</c:v>
                </c:pt>
                <c:pt idx="2">
                  <c:v>7.5014578700223264</c:v>
                </c:pt>
                <c:pt idx="3">
                  <c:v>7.050752351400936</c:v>
                </c:pt>
                <c:pt idx="4">
                  <c:v>6.2951637351581553</c:v>
                </c:pt>
                <c:pt idx="5">
                  <c:v>6.2525000647164255</c:v>
                </c:pt>
                <c:pt idx="6">
                  <c:v>6.2453805690023465</c:v>
                </c:pt>
                <c:pt idx="7">
                  <c:v>6.1040875640923256</c:v>
                </c:pt>
                <c:pt idx="8">
                  <c:v>5.8861541476614745</c:v>
                </c:pt>
                <c:pt idx="9">
                  <c:v>6.5378932841359179</c:v>
                </c:pt>
                <c:pt idx="10">
                  <c:v>6.6470232705983445</c:v>
                </c:pt>
                <c:pt idx="11">
                  <c:v>6.8812784745731879</c:v>
                </c:pt>
              </c:numCache>
            </c:numRef>
          </c:val>
          <c:extLst xmlns:c16r2="http://schemas.microsoft.com/office/drawing/2015/06/chart">
            <c:ext xmlns:c16="http://schemas.microsoft.com/office/drawing/2014/chart" uri="{C3380CC4-5D6E-409C-BE32-E72D297353CC}">
              <c16:uniqueId val="{00000001-DE76-45E5-8C37-F13BF213558C}"/>
            </c:ext>
          </c:extLst>
        </c:ser>
        <c:marker val="1"/>
        <c:axId val="125572608"/>
        <c:axId val="125574144"/>
      </c:lineChart>
      <c:catAx>
        <c:axId val="125572608"/>
        <c:scaling>
          <c:orientation val="minMax"/>
        </c:scaling>
        <c:axPos val="b"/>
        <c:numFmt formatCode="General" sourceLinked="0"/>
        <c:tickLblPos val="nextTo"/>
        <c:crossAx val="125574144"/>
        <c:crosses val="autoZero"/>
        <c:auto val="1"/>
        <c:lblAlgn val="ctr"/>
        <c:lblOffset val="100"/>
      </c:catAx>
      <c:valAx>
        <c:axId val="125574144"/>
        <c:scaling>
          <c:orientation val="minMax"/>
        </c:scaling>
        <c:delete val="1"/>
        <c:axPos val="l"/>
        <c:numFmt formatCode="General" sourceLinked="1"/>
        <c:tickLblPos val="none"/>
        <c:crossAx val="125572608"/>
        <c:crosses val="autoZero"/>
        <c:crossBetween val="between"/>
      </c:valAx>
    </c:plotArea>
    <c:legend>
      <c:legendPos val="t"/>
    </c:legend>
    <c:plotVisOnly val="1"/>
    <c:dispBlanksAs val="gap"/>
  </c:chart>
  <c:spPr>
    <a:noFill/>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List1!$A$9</c:f>
              <c:strCache>
                <c:ptCount val="1"/>
                <c:pt idx="0">
                  <c:v>Kreativní průmysly</c:v>
                </c:pt>
              </c:strCache>
            </c:strRef>
          </c:tx>
          <c:spPr>
            <a:ln>
              <a:solidFill>
                <a:schemeClr val="tx2"/>
              </a:solidFill>
            </a:ln>
          </c:spPr>
          <c:marker>
            <c:spPr>
              <a:solidFill>
                <a:schemeClr val="tx2"/>
              </a:solidFill>
              <a:ln>
                <a:solidFill>
                  <a:schemeClr val="tx2"/>
                </a:solidFill>
              </a:ln>
            </c:spPr>
          </c:marker>
          <c:dLbls>
            <c:spPr>
              <a:noFill/>
              <a:ln>
                <a:noFill/>
              </a:ln>
              <a:effectLst/>
            </c:spPr>
            <c:dLblPos val="b"/>
            <c:showVal val="1"/>
            <c:extLst xmlns:c16r2="http://schemas.microsoft.com/office/drawing/2015/06/chart">
              <c:ext xmlns:c15="http://schemas.microsoft.com/office/drawing/2012/chart" uri="{CE6537A1-D6FC-4f65-9D91-7224C49458BB}">
                <c15:showLeaderLines val="0"/>
              </c:ext>
            </c:extLst>
          </c:dLbls>
          <c:cat>
            <c:numRef>
              <c:f>List1!$B$8:$H$8</c:f>
              <c:numCache>
                <c:formatCode>General</c:formatCode>
                <c:ptCount val="7"/>
                <c:pt idx="0">
                  <c:v>2010</c:v>
                </c:pt>
                <c:pt idx="1">
                  <c:v>2011</c:v>
                </c:pt>
                <c:pt idx="2">
                  <c:v>2012</c:v>
                </c:pt>
                <c:pt idx="3">
                  <c:v>2013</c:v>
                </c:pt>
                <c:pt idx="4">
                  <c:v>2014</c:v>
                </c:pt>
                <c:pt idx="5">
                  <c:v>2015</c:v>
                </c:pt>
                <c:pt idx="6">
                  <c:v>2016</c:v>
                </c:pt>
              </c:numCache>
            </c:numRef>
          </c:cat>
          <c:val>
            <c:numRef>
              <c:f>List1!$B$9:$H$9</c:f>
              <c:numCache>
                <c:formatCode>General</c:formatCode>
                <c:ptCount val="7"/>
                <c:pt idx="0">
                  <c:v>22.8</c:v>
                </c:pt>
                <c:pt idx="1">
                  <c:v>21.9</c:v>
                </c:pt>
                <c:pt idx="2">
                  <c:v>21.1</c:v>
                </c:pt>
                <c:pt idx="3">
                  <c:v>19.899999999999999</c:v>
                </c:pt>
                <c:pt idx="4">
                  <c:v>19.399999999999999</c:v>
                </c:pt>
                <c:pt idx="5">
                  <c:v>19.7</c:v>
                </c:pt>
                <c:pt idx="6">
                  <c:v>20.5</c:v>
                </c:pt>
              </c:numCache>
            </c:numRef>
          </c:val>
          <c:extLst xmlns:c16r2="http://schemas.microsoft.com/office/drawing/2015/06/chart">
            <c:ext xmlns:c16="http://schemas.microsoft.com/office/drawing/2014/chart" uri="{C3380CC4-5D6E-409C-BE32-E72D297353CC}">
              <c16:uniqueId val="{00000000-3E2A-4E8D-B7D9-FD6B0370BC67}"/>
            </c:ext>
          </c:extLst>
        </c:ser>
        <c:ser>
          <c:idx val="1"/>
          <c:order val="1"/>
          <c:tx>
            <c:strRef>
              <c:f>List1!$A$10</c:f>
              <c:strCache>
                <c:ptCount val="1"/>
                <c:pt idx="0">
                  <c:v>Kulturní průmysly</c:v>
                </c:pt>
              </c:strCache>
            </c:strRef>
          </c:tx>
          <c:dLbls>
            <c:dLbl>
              <c:idx val="0"/>
              <c:layout>
                <c:manualLayout>
                  <c:x val="-6.6040062527729052E-2"/>
                  <c:y val="-1.5403074615673288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3E2A-4E8D-B7D9-FD6B0370BC67}"/>
                </c:ext>
              </c:extLst>
            </c:dLbl>
            <c:dLbl>
              <c:idx val="1"/>
              <c:layout>
                <c:manualLayout>
                  <c:x val="-2.8125370584601409E-2"/>
                  <c:y val="-8.1337140549738993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3E2A-4E8D-B7D9-FD6B0370BC67}"/>
                </c:ext>
              </c:extLst>
            </c:dLbl>
            <c:dLbl>
              <c:idx val="2"/>
              <c:layout>
                <c:manualLayout>
                  <c:x val="-1.9699883486128243E-2"/>
                  <c:y val="-8.8663147875746348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3E2A-4E8D-B7D9-FD6B0370BC67}"/>
                </c:ext>
              </c:extLst>
            </c:dLbl>
            <c:dLbl>
              <c:idx val="5"/>
              <c:layout>
                <c:manualLayout>
                  <c:x val="-7.4465549626201943E-2"/>
                  <c:y val="-5.2033111245709834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3E2A-4E8D-B7D9-FD6B0370BC67}"/>
                </c:ext>
              </c:extLst>
            </c:dLbl>
            <c:dLbl>
              <c:idx val="6"/>
              <c:layout>
                <c:manualLayout>
                  <c:x val="-7.0252806076965491E-2"/>
                  <c:y val="-5.9359118571716996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3E2A-4E8D-B7D9-FD6B0370BC67}"/>
                </c:ext>
              </c:extLst>
            </c:dLbl>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List1!$B$8:$H$8</c:f>
              <c:numCache>
                <c:formatCode>General</c:formatCode>
                <c:ptCount val="7"/>
                <c:pt idx="0">
                  <c:v>2010</c:v>
                </c:pt>
                <c:pt idx="1">
                  <c:v>2011</c:v>
                </c:pt>
                <c:pt idx="2">
                  <c:v>2012</c:v>
                </c:pt>
                <c:pt idx="3">
                  <c:v>2013</c:v>
                </c:pt>
                <c:pt idx="4">
                  <c:v>2014</c:v>
                </c:pt>
                <c:pt idx="5">
                  <c:v>2015</c:v>
                </c:pt>
                <c:pt idx="6">
                  <c:v>2016</c:v>
                </c:pt>
              </c:numCache>
            </c:numRef>
          </c:cat>
          <c:val>
            <c:numRef>
              <c:f>List1!$B$10:$H$10</c:f>
              <c:numCache>
                <c:formatCode>General</c:formatCode>
                <c:ptCount val="7"/>
                <c:pt idx="0">
                  <c:v>26.1</c:v>
                </c:pt>
                <c:pt idx="1">
                  <c:v>23.3</c:v>
                </c:pt>
                <c:pt idx="2">
                  <c:v>22.5</c:v>
                </c:pt>
                <c:pt idx="3">
                  <c:v>22.6</c:v>
                </c:pt>
                <c:pt idx="4">
                  <c:v>23.4</c:v>
                </c:pt>
                <c:pt idx="5">
                  <c:v>29.4</c:v>
                </c:pt>
                <c:pt idx="6">
                  <c:v>30.2</c:v>
                </c:pt>
              </c:numCache>
            </c:numRef>
          </c:val>
          <c:extLst xmlns:c16r2="http://schemas.microsoft.com/office/drawing/2015/06/chart">
            <c:ext xmlns:c16="http://schemas.microsoft.com/office/drawing/2014/chart" uri="{C3380CC4-5D6E-409C-BE32-E72D297353CC}">
              <c16:uniqueId val="{00000006-3E2A-4E8D-B7D9-FD6B0370BC67}"/>
            </c:ext>
          </c:extLst>
        </c:ser>
        <c:ser>
          <c:idx val="2"/>
          <c:order val="2"/>
          <c:tx>
            <c:strRef>
              <c:f>List1!$A$11</c:f>
              <c:strCache>
                <c:ptCount val="1"/>
                <c:pt idx="0">
                  <c:v>Tradiční odvětví</c:v>
                </c:pt>
              </c:strCache>
            </c:strRef>
          </c:tx>
          <c:dLbls>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List1!$B$8:$H$8</c:f>
              <c:numCache>
                <c:formatCode>General</c:formatCode>
                <c:ptCount val="7"/>
                <c:pt idx="0">
                  <c:v>2010</c:v>
                </c:pt>
                <c:pt idx="1">
                  <c:v>2011</c:v>
                </c:pt>
                <c:pt idx="2">
                  <c:v>2012</c:v>
                </c:pt>
                <c:pt idx="3">
                  <c:v>2013</c:v>
                </c:pt>
                <c:pt idx="4">
                  <c:v>2014</c:v>
                </c:pt>
                <c:pt idx="5">
                  <c:v>2015</c:v>
                </c:pt>
                <c:pt idx="6">
                  <c:v>2016</c:v>
                </c:pt>
              </c:numCache>
            </c:numRef>
          </c:cat>
          <c:val>
            <c:numRef>
              <c:f>List1!$B$11:$H$11</c:f>
              <c:numCache>
                <c:formatCode>General</c:formatCode>
                <c:ptCount val="7"/>
                <c:pt idx="0">
                  <c:v>32.4</c:v>
                </c:pt>
                <c:pt idx="1">
                  <c:v>33.6</c:v>
                </c:pt>
                <c:pt idx="2">
                  <c:v>33.200000000000003</c:v>
                </c:pt>
                <c:pt idx="3">
                  <c:v>36.200000000000003</c:v>
                </c:pt>
                <c:pt idx="4">
                  <c:v>35.300000000000004</c:v>
                </c:pt>
                <c:pt idx="5">
                  <c:v>37.5</c:v>
                </c:pt>
                <c:pt idx="6">
                  <c:v>37.5</c:v>
                </c:pt>
              </c:numCache>
            </c:numRef>
          </c:val>
          <c:extLst xmlns:c16r2="http://schemas.microsoft.com/office/drawing/2015/06/chart">
            <c:ext xmlns:c16="http://schemas.microsoft.com/office/drawing/2014/chart" uri="{C3380CC4-5D6E-409C-BE32-E72D297353CC}">
              <c16:uniqueId val="{00000007-3E2A-4E8D-B7D9-FD6B0370BC67}"/>
            </c:ext>
          </c:extLst>
        </c:ser>
        <c:marker val="1"/>
        <c:axId val="54310400"/>
        <c:axId val="60699392"/>
      </c:lineChart>
      <c:catAx>
        <c:axId val="54310400"/>
        <c:scaling>
          <c:orientation val="minMax"/>
        </c:scaling>
        <c:axPos val="b"/>
        <c:numFmt formatCode="General" sourceLinked="1"/>
        <c:tickLblPos val="nextTo"/>
        <c:crossAx val="60699392"/>
        <c:crosses val="autoZero"/>
        <c:auto val="1"/>
        <c:lblAlgn val="ctr"/>
        <c:lblOffset val="100"/>
      </c:catAx>
      <c:valAx>
        <c:axId val="60699392"/>
        <c:scaling>
          <c:orientation val="minMax"/>
        </c:scaling>
        <c:axPos val="l"/>
        <c:majorGridlines/>
        <c:numFmt formatCode="General" sourceLinked="1"/>
        <c:tickLblPos val="nextTo"/>
        <c:crossAx val="54310400"/>
        <c:crosses val="autoZero"/>
        <c:crossBetween val="between"/>
      </c:valAx>
    </c:plotArea>
    <c:legend>
      <c:legendPos val="t"/>
    </c:legend>
    <c:plotVisOnly val="1"/>
    <c:dispBlanksAs val="gap"/>
  </c:chart>
  <c:spPr>
    <a:ln>
      <a:noFill/>
    </a:ln>
  </c:sp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List1!$A$12</c:f>
              <c:strCache>
                <c:ptCount val="1"/>
                <c:pt idx="0">
                  <c:v>celkem</c:v>
                </c:pt>
              </c:strCache>
            </c:strRef>
          </c:tx>
          <c:dLbls>
            <c:numFmt formatCode="#,##0.0" sourceLinked="0"/>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List1!$B$11:$N$11</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List1!$B$12:$N$12</c:f>
              <c:numCache>
                <c:formatCode>General</c:formatCode>
                <c:ptCount val="13"/>
                <c:pt idx="0">
                  <c:v>4.399</c:v>
                </c:pt>
                <c:pt idx="1">
                  <c:v>4.8319999999999999</c:v>
                </c:pt>
                <c:pt idx="2">
                  <c:v>4.9470000000000001</c:v>
                </c:pt>
                <c:pt idx="3">
                  <c:v>5.6869999999999985</c:v>
                </c:pt>
                <c:pt idx="4">
                  <c:v>5.4809999999999999</c:v>
                </c:pt>
                <c:pt idx="5">
                  <c:v>5.2650000000000006</c:v>
                </c:pt>
                <c:pt idx="6">
                  <c:v>5.0979999999999945</c:v>
                </c:pt>
                <c:pt idx="7">
                  <c:v>5.0280000000000005</c:v>
                </c:pt>
                <c:pt idx="8">
                  <c:v>5.0169999999999995</c:v>
                </c:pt>
                <c:pt idx="9">
                  <c:v>5.1269999999999945</c:v>
                </c:pt>
                <c:pt idx="10">
                  <c:v>5.1819999999999995</c:v>
                </c:pt>
                <c:pt idx="11">
                  <c:v>5.234</c:v>
                </c:pt>
                <c:pt idx="12">
                  <c:v>5.298</c:v>
                </c:pt>
              </c:numCache>
            </c:numRef>
          </c:val>
          <c:extLst xmlns:c16r2="http://schemas.microsoft.com/office/drawing/2015/06/chart">
            <c:ext xmlns:c16="http://schemas.microsoft.com/office/drawing/2014/chart" uri="{C3380CC4-5D6E-409C-BE32-E72D297353CC}">
              <c16:uniqueId val="{00000000-D749-496A-9332-DB12B9F2FC20}"/>
            </c:ext>
          </c:extLst>
        </c:ser>
        <c:ser>
          <c:idx val="1"/>
          <c:order val="1"/>
          <c:tx>
            <c:strRef>
              <c:f>List1!$A$13</c:f>
              <c:strCache>
                <c:ptCount val="1"/>
                <c:pt idx="0">
                  <c:v>tituly novin</c:v>
                </c:pt>
              </c:strCache>
            </c:strRef>
          </c:tx>
          <c:dLbls>
            <c:numFmt formatCode="#,##0.0" sourceLinked="0"/>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List1!$B$11:$N$11</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List1!$B$13:$N$13</c:f>
              <c:numCache>
                <c:formatCode>General</c:formatCode>
                <c:ptCount val="13"/>
                <c:pt idx="0">
                  <c:v>1.4059999999999775</c:v>
                </c:pt>
                <c:pt idx="1">
                  <c:v>1.589</c:v>
                </c:pt>
                <c:pt idx="2">
                  <c:v>1.5109999999999884</c:v>
                </c:pt>
                <c:pt idx="3">
                  <c:v>1.7369999999999872</c:v>
                </c:pt>
                <c:pt idx="4">
                  <c:v>1.6830000000000001</c:v>
                </c:pt>
                <c:pt idx="5">
                  <c:v>1.6620000000000001</c:v>
                </c:pt>
                <c:pt idx="6">
                  <c:v>1.522</c:v>
                </c:pt>
                <c:pt idx="7">
                  <c:v>1.381</c:v>
                </c:pt>
                <c:pt idx="8">
                  <c:v>1.391</c:v>
                </c:pt>
                <c:pt idx="9">
                  <c:v>1.3940000000000001</c:v>
                </c:pt>
                <c:pt idx="10">
                  <c:v>1.5</c:v>
                </c:pt>
                <c:pt idx="11">
                  <c:v>1.46</c:v>
                </c:pt>
                <c:pt idx="12">
                  <c:v>1.4689999999999868</c:v>
                </c:pt>
              </c:numCache>
            </c:numRef>
          </c:val>
          <c:extLst xmlns:c16r2="http://schemas.microsoft.com/office/drawing/2015/06/chart">
            <c:ext xmlns:c16="http://schemas.microsoft.com/office/drawing/2014/chart" uri="{C3380CC4-5D6E-409C-BE32-E72D297353CC}">
              <c16:uniqueId val="{00000001-D749-496A-9332-DB12B9F2FC20}"/>
            </c:ext>
          </c:extLst>
        </c:ser>
        <c:marker val="1"/>
        <c:axId val="125592320"/>
        <c:axId val="125593856"/>
      </c:lineChart>
      <c:catAx>
        <c:axId val="125592320"/>
        <c:scaling>
          <c:orientation val="minMax"/>
        </c:scaling>
        <c:axPos val="b"/>
        <c:numFmt formatCode="General" sourceLinked="1"/>
        <c:tickLblPos val="nextTo"/>
        <c:crossAx val="125593856"/>
        <c:crosses val="autoZero"/>
        <c:auto val="1"/>
        <c:lblAlgn val="ctr"/>
        <c:lblOffset val="100"/>
      </c:catAx>
      <c:valAx>
        <c:axId val="125593856"/>
        <c:scaling>
          <c:orientation val="minMax"/>
        </c:scaling>
        <c:delete val="1"/>
        <c:axPos val="l"/>
        <c:numFmt formatCode="General" sourceLinked="1"/>
        <c:tickLblPos val="none"/>
        <c:crossAx val="125592320"/>
        <c:crosses val="autoZero"/>
        <c:crossBetween val="between"/>
      </c:valAx>
    </c:plotArea>
    <c:legend>
      <c:legendPos val="t"/>
    </c:legend>
    <c:plotVisOnly val="1"/>
    <c:dispBlanksAs val="gap"/>
  </c:chart>
  <c:spPr>
    <a:ln>
      <a:noFill/>
    </a:ln>
  </c:sp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List1!$A$17</c:f>
              <c:strCache>
                <c:ptCount val="1"/>
                <c:pt idx="0">
                  <c:v>celkem</c:v>
                </c:pt>
              </c:strCache>
            </c:strRef>
          </c:tx>
          <c:dLbls>
            <c:numFmt formatCode="#,##0.0" sourceLinked="0"/>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strRef>
              <c:f>List1!$B$16:$M$16</c:f>
              <c:strCache>
                <c:ptCount val="12"/>
                <c:pt idx="0">
                  <c:v>2005</c:v>
                </c:pt>
                <c:pt idx="1">
                  <c:v>2006</c:v>
                </c:pt>
                <c:pt idx="2">
                  <c:v>2007</c:v>
                </c:pt>
                <c:pt idx="3">
                  <c:v>2008</c:v>
                </c:pt>
                <c:pt idx="4">
                  <c:v>2009</c:v>
                </c:pt>
                <c:pt idx="5">
                  <c:v>2010</c:v>
                </c:pt>
                <c:pt idx="6">
                  <c:v>2011</c:v>
                </c:pt>
                <c:pt idx="7">
                  <c:v>2012</c:v>
                </c:pt>
                <c:pt idx="8">
                  <c:v>2013</c:v>
                </c:pt>
                <c:pt idx="9">
                  <c:v>2014</c:v>
                </c:pt>
                <c:pt idx="10">
                  <c:v>2015</c:v>
                </c:pt>
                <c:pt idx="11">
                  <c:v>2016</c:v>
                </c:pt>
              </c:strCache>
            </c:strRef>
          </c:cat>
          <c:val>
            <c:numRef>
              <c:f>List1!$B$17:$M$17</c:f>
              <c:numCache>
                <c:formatCode>General</c:formatCode>
                <c:ptCount val="12"/>
                <c:pt idx="0">
                  <c:v>9.9727644984700028</c:v>
                </c:pt>
                <c:pt idx="1">
                  <c:v>10.433365017450001</c:v>
                </c:pt>
                <c:pt idx="2">
                  <c:v>10.1245897944</c:v>
                </c:pt>
                <c:pt idx="3">
                  <c:v>9.6130514441312389</c:v>
                </c:pt>
                <c:pt idx="4">
                  <c:v>9.5581858364176266</c:v>
                </c:pt>
                <c:pt idx="5">
                  <c:v>9.2455569915755991</c:v>
                </c:pt>
                <c:pt idx="6">
                  <c:v>8.6612055741749003</c:v>
                </c:pt>
                <c:pt idx="7">
                  <c:v>8.4968449472300023</c:v>
                </c:pt>
                <c:pt idx="8">
                  <c:v>8.1654326210411767</c:v>
                </c:pt>
                <c:pt idx="9">
                  <c:v>8.0493085075592017</c:v>
                </c:pt>
                <c:pt idx="10">
                  <c:v>7.9968442180525008</c:v>
                </c:pt>
                <c:pt idx="11">
                  <c:v>8.0029050329506006</c:v>
                </c:pt>
              </c:numCache>
            </c:numRef>
          </c:val>
          <c:extLst xmlns:c16r2="http://schemas.microsoft.com/office/drawing/2015/06/chart">
            <c:ext xmlns:c16="http://schemas.microsoft.com/office/drawing/2014/chart" uri="{C3380CC4-5D6E-409C-BE32-E72D297353CC}">
              <c16:uniqueId val="{00000000-8BA6-4A3B-884D-3623C1BCF6E8}"/>
            </c:ext>
          </c:extLst>
        </c:ser>
        <c:ser>
          <c:idx val="1"/>
          <c:order val="1"/>
          <c:tx>
            <c:strRef>
              <c:f>List1!$A$18</c:f>
              <c:strCache>
                <c:ptCount val="1"/>
                <c:pt idx="0">
                  <c:v>z toho vydávání novin</c:v>
                </c:pt>
              </c:strCache>
            </c:strRef>
          </c:tx>
          <c:dLbls>
            <c:numFmt formatCode="#,##0.0" sourceLinked="0"/>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strRef>
              <c:f>List1!$B$16:$M$16</c:f>
              <c:strCache>
                <c:ptCount val="12"/>
                <c:pt idx="0">
                  <c:v>2005</c:v>
                </c:pt>
                <c:pt idx="1">
                  <c:v>2006</c:v>
                </c:pt>
                <c:pt idx="2">
                  <c:v>2007</c:v>
                </c:pt>
                <c:pt idx="3">
                  <c:v>2008</c:v>
                </c:pt>
                <c:pt idx="4">
                  <c:v>2009</c:v>
                </c:pt>
                <c:pt idx="5">
                  <c:v>2010</c:v>
                </c:pt>
                <c:pt idx="6">
                  <c:v>2011</c:v>
                </c:pt>
                <c:pt idx="7">
                  <c:v>2012</c:v>
                </c:pt>
                <c:pt idx="8">
                  <c:v>2013</c:v>
                </c:pt>
                <c:pt idx="9">
                  <c:v>2014</c:v>
                </c:pt>
                <c:pt idx="10">
                  <c:v>2015</c:v>
                </c:pt>
                <c:pt idx="11">
                  <c:v>2016</c:v>
                </c:pt>
              </c:strCache>
            </c:strRef>
          </c:cat>
          <c:val>
            <c:numRef>
              <c:f>List1!$B$18:$M$18</c:f>
              <c:numCache>
                <c:formatCode>General</c:formatCode>
                <c:ptCount val="12"/>
                <c:pt idx="0">
                  <c:v>4.3347096728799945</c:v>
                </c:pt>
                <c:pt idx="1">
                  <c:v>4.6712713654700124</c:v>
                </c:pt>
                <c:pt idx="2">
                  <c:v>4.7276430413999995</c:v>
                </c:pt>
                <c:pt idx="3">
                  <c:v>4.2836559957796618</c:v>
                </c:pt>
                <c:pt idx="4">
                  <c:v>4.0870311193956965</c:v>
                </c:pt>
                <c:pt idx="5">
                  <c:v>3.8065336681205002</c:v>
                </c:pt>
                <c:pt idx="6">
                  <c:v>3.8299170927160002</c:v>
                </c:pt>
                <c:pt idx="7">
                  <c:v>3.5248643468859258</c:v>
                </c:pt>
                <c:pt idx="8">
                  <c:v>3.2942571965231977</c:v>
                </c:pt>
                <c:pt idx="9">
                  <c:v>3.4672873797098003</c:v>
                </c:pt>
                <c:pt idx="10">
                  <c:v>3.6566129132077716</c:v>
                </c:pt>
                <c:pt idx="11">
                  <c:v>3.7637730731579362</c:v>
                </c:pt>
              </c:numCache>
            </c:numRef>
          </c:val>
          <c:extLst xmlns:c16r2="http://schemas.microsoft.com/office/drawing/2015/06/chart">
            <c:ext xmlns:c16="http://schemas.microsoft.com/office/drawing/2014/chart" uri="{C3380CC4-5D6E-409C-BE32-E72D297353CC}">
              <c16:uniqueId val="{00000001-8BA6-4A3B-884D-3623C1BCF6E8}"/>
            </c:ext>
          </c:extLst>
        </c:ser>
        <c:ser>
          <c:idx val="2"/>
          <c:order val="2"/>
          <c:tx>
            <c:strRef>
              <c:f>List1!$A$19</c:f>
              <c:strCache>
                <c:ptCount val="1"/>
                <c:pt idx="0">
                  <c:v>z toho vydávání časopisů</c:v>
                </c:pt>
              </c:strCache>
            </c:strRef>
          </c:tx>
          <c:dLbls>
            <c:numFmt formatCode="#,##0.0" sourceLinked="0"/>
            <c:spPr>
              <a:noFill/>
              <a:ln>
                <a:noFill/>
              </a:ln>
              <a:effectLst/>
            </c:spPr>
            <c:dLblPos val="b"/>
            <c:showVal val="1"/>
            <c:extLst xmlns:c16r2="http://schemas.microsoft.com/office/drawing/2015/06/chart">
              <c:ext xmlns:c15="http://schemas.microsoft.com/office/drawing/2012/chart" uri="{CE6537A1-D6FC-4f65-9D91-7224C49458BB}">
                <c15:showLeaderLines val="0"/>
              </c:ext>
            </c:extLst>
          </c:dLbls>
          <c:cat>
            <c:strRef>
              <c:f>List1!$B$16:$M$16</c:f>
              <c:strCache>
                <c:ptCount val="12"/>
                <c:pt idx="0">
                  <c:v>2005</c:v>
                </c:pt>
                <c:pt idx="1">
                  <c:v>2006</c:v>
                </c:pt>
                <c:pt idx="2">
                  <c:v>2007</c:v>
                </c:pt>
                <c:pt idx="3">
                  <c:v>2008</c:v>
                </c:pt>
                <c:pt idx="4">
                  <c:v>2009</c:v>
                </c:pt>
                <c:pt idx="5">
                  <c:v>2010</c:v>
                </c:pt>
                <c:pt idx="6">
                  <c:v>2011</c:v>
                </c:pt>
                <c:pt idx="7">
                  <c:v>2012</c:v>
                </c:pt>
                <c:pt idx="8">
                  <c:v>2013</c:v>
                </c:pt>
                <c:pt idx="9">
                  <c:v>2014</c:v>
                </c:pt>
                <c:pt idx="10">
                  <c:v>2015</c:v>
                </c:pt>
                <c:pt idx="11">
                  <c:v>2016</c:v>
                </c:pt>
              </c:strCache>
            </c:strRef>
          </c:cat>
          <c:val>
            <c:numRef>
              <c:f>List1!$B$19:$M$19</c:f>
              <c:numCache>
                <c:formatCode>General</c:formatCode>
                <c:ptCount val="12"/>
                <c:pt idx="0">
                  <c:v>3.3261827441599996</c:v>
                </c:pt>
                <c:pt idx="1">
                  <c:v>3.3062648366899987</c:v>
                </c:pt>
                <c:pt idx="2">
                  <c:v>3.2097279640600012</c:v>
                </c:pt>
                <c:pt idx="3">
                  <c:v>3.5742991278427994</c:v>
                </c:pt>
                <c:pt idx="4">
                  <c:v>3.7623598296559</c:v>
                </c:pt>
                <c:pt idx="5">
                  <c:v>3.6606940776650276</c:v>
                </c:pt>
                <c:pt idx="6">
                  <c:v>3.2406937197524295</c:v>
                </c:pt>
                <c:pt idx="7">
                  <c:v>3.2953527782010092</c:v>
                </c:pt>
                <c:pt idx="8">
                  <c:v>3.1380888337941721</c:v>
                </c:pt>
                <c:pt idx="9">
                  <c:v>2.7135846275514299</c:v>
                </c:pt>
                <c:pt idx="10">
                  <c:v>2.5309371546436004</c:v>
                </c:pt>
                <c:pt idx="11">
                  <c:v>2.4393990263536987</c:v>
                </c:pt>
              </c:numCache>
            </c:numRef>
          </c:val>
          <c:extLst xmlns:c16r2="http://schemas.microsoft.com/office/drawing/2015/06/chart">
            <c:ext xmlns:c16="http://schemas.microsoft.com/office/drawing/2014/chart" uri="{C3380CC4-5D6E-409C-BE32-E72D297353CC}">
              <c16:uniqueId val="{00000002-8BA6-4A3B-884D-3623C1BCF6E8}"/>
            </c:ext>
          </c:extLst>
        </c:ser>
        <c:marker val="1"/>
        <c:axId val="125646336"/>
        <c:axId val="125647872"/>
      </c:lineChart>
      <c:catAx>
        <c:axId val="125646336"/>
        <c:scaling>
          <c:orientation val="minMax"/>
        </c:scaling>
        <c:axPos val="b"/>
        <c:numFmt formatCode="General" sourceLinked="0"/>
        <c:tickLblPos val="nextTo"/>
        <c:crossAx val="125647872"/>
        <c:crosses val="autoZero"/>
        <c:auto val="1"/>
        <c:lblAlgn val="ctr"/>
        <c:lblOffset val="100"/>
      </c:catAx>
      <c:valAx>
        <c:axId val="125647872"/>
        <c:scaling>
          <c:orientation val="minMax"/>
        </c:scaling>
        <c:delete val="1"/>
        <c:axPos val="l"/>
        <c:numFmt formatCode="General" sourceLinked="1"/>
        <c:tickLblPos val="none"/>
        <c:crossAx val="125646336"/>
        <c:crosses val="autoZero"/>
        <c:crossBetween val="between"/>
      </c:valAx>
    </c:plotArea>
    <c:legend>
      <c:legendPos val="t"/>
    </c:legend>
    <c:plotVisOnly val="1"/>
    <c:dispBlanksAs val="gap"/>
  </c:chart>
  <c:spPr>
    <a:ln>
      <a:noFill/>
    </a:ln>
  </c:spPr>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List1!$A$2</c:f>
              <c:strCache>
                <c:ptCount val="1"/>
                <c:pt idx="0">
                  <c:v>jednotlivci 16+</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List1!$B$1:$E$1</c:f>
              <c:numCache>
                <c:formatCode>General</c:formatCode>
                <c:ptCount val="4"/>
                <c:pt idx="0">
                  <c:v>2011</c:v>
                </c:pt>
                <c:pt idx="1">
                  <c:v>2013</c:v>
                </c:pt>
                <c:pt idx="2">
                  <c:v>2015</c:v>
                </c:pt>
                <c:pt idx="3">
                  <c:v>2017</c:v>
                </c:pt>
              </c:numCache>
            </c:numRef>
          </c:cat>
          <c:val>
            <c:numRef>
              <c:f>List1!$B$2:$E$2</c:f>
              <c:numCache>
                <c:formatCode>General</c:formatCode>
                <c:ptCount val="4"/>
                <c:pt idx="0">
                  <c:v>0.5</c:v>
                </c:pt>
                <c:pt idx="1">
                  <c:v>0.60000000000000064</c:v>
                </c:pt>
                <c:pt idx="2">
                  <c:v>0.65000000000000591</c:v>
                </c:pt>
                <c:pt idx="3">
                  <c:v>0.71000000000000063</c:v>
                </c:pt>
              </c:numCache>
            </c:numRef>
          </c:val>
          <c:extLst xmlns:c16r2="http://schemas.microsoft.com/office/drawing/2015/06/chart">
            <c:ext xmlns:c16="http://schemas.microsoft.com/office/drawing/2014/chart" uri="{C3380CC4-5D6E-409C-BE32-E72D297353CC}">
              <c16:uniqueId val="{00000000-99A5-4A3A-B197-150F6CEC95B4}"/>
            </c:ext>
          </c:extLst>
        </c:ser>
        <c:ser>
          <c:idx val="1"/>
          <c:order val="1"/>
          <c:tx>
            <c:strRef>
              <c:f>List1!$A$3</c:f>
              <c:strCache>
                <c:ptCount val="1"/>
                <c:pt idx="0">
                  <c:v>jednotlivci 16+ používající internet</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List1!$B$1:$E$1</c:f>
              <c:numCache>
                <c:formatCode>General</c:formatCode>
                <c:ptCount val="4"/>
                <c:pt idx="0">
                  <c:v>2011</c:v>
                </c:pt>
                <c:pt idx="1">
                  <c:v>2013</c:v>
                </c:pt>
                <c:pt idx="2">
                  <c:v>2015</c:v>
                </c:pt>
                <c:pt idx="3">
                  <c:v>2017</c:v>
                </c:pt>
              </c:numCache>
            </c:numRef>
          </c:cat>
          <c:val>
            <c:numRef>
              <c:f>List1!$B$3:$E$3</c:f>
              <c:numCache>
                <c:formatCode>General</c:formatCode>
                <c:ptCount val="4"/>
                <c:pt idx="0">
                  <c:v>0.76000000000000578</c:v>
                </c:pt>
                <c:pt idx="1">
                  <c:v>0.85000000000000064</c:v>
                </c:pt>
                <c:pt idx="2">
                  <c:v>0.86000000000000065</c:v>
                </c:pt>
                <c:pt idx="3">
                  <c:v>0.91</c:v>
                </c:pt>
              </c:numCache>
            </c:numRef>
          </c:val>
          <c:extLst xmlns:c16r2="http://schemas.microsoft.com/office/drawing/2015/06/chart">
            <c:ext xmlns:c16="http://schemas.microsoft.com/office/drawing/2014/chart" uri="{C3380CC4-5D6E-409C-BE32-E72D297353CC}">
              <c16:uniqueId val="{00000001-99A5-4A3A-B197-150F6CEC95B4}"/>
            </c:ext>
          </c:extLst>
        </c:ser>
        <c:axId val="125678336"/>
        <c:axId val="125679872"/>
      </c:barChart>
      <c:catAx>
        <c:axId val="125678336"/>
        <c:scaling>
          <c:orientation val="minMax"/>
        </c:scaling>
        <c:axPos val="b"/>
        <c:numFmt formatCode="General" sourceLinked="1"/>
        <c:tickLblPos val="nextTo"/>
        <c:crossAx val="125679872"/>
        <c:crosses val="autoZero"/>
        <c:auto val="1"/>
        <c:lblAlgn val="ctr"/>
        <c:lblOffset val="100"/>
      </c:catAx>
      <c:valAx>
        <c:axId val="125679872"/>
        <c:scaling>
          <c:orientation val="minMax"/>
        </c:scaling>
        <c:delete val="1"/>
        <c:axPos val="l"/>
        <c:numFmt formatCode="General" sourceLinked="1"/>
        <c:tickLblPos val="none"/>
        <c:crossAx val="125678336"/>
        <c:crosses val="autoZero"/>
        <c:crossBetween val="between"/>
      </c:valAx>
      <c:spPr>
        <a:noFill/>
        <a:ln w="25400">
          <a:noFill/>
        </a:ln>
      </c:spPr>
    </c:plotArea>
    <c:legend>
      <c:legendPos val="t"/>
    </c:legend>
    <c:plotVisOnly val="1"/>
    <c:dispBlanksAs val="gap"/>
  </c:chart>
  <c:spPr>
    <a:ln>
      <a:noFill/>
    </a:ln>
  </c:spPr>
  <c:externalData r:id="rId1"/>
</c:chartSpace>
</file>

<file path=word/charts/chart23.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List1!$B$31</c:f>
              <c:strCache>
                <c:ptCount val="1"/>
                <c:pt idx="0">
                  <c:v>jednotlivci 16+</c:v>
                </c:pt>
              </c:strCache>
            </c:strRef>
          </c:tx>
          <c:dLbls>
            <c:numFmt formatCode="0%" sourceLinked="0"/>
            <c:spPr>
              <a:noFill/>
              <a:ln>
                <a:noFill/>
              </a:ln>
              <a:effectLst/>
            </c:spPr>
            <c:dLblPos val="b"/>
            <c:showVal val="1"/>
            <c:extLst xmlns:c16r2="http://schemas.microsoft.com/office/drawing/2015/06/chart">
              <c:ext xmlns:c15="http://schemas.microsoft.com/office/drawing/2012/chart" uri="{CE6537A1-D6FC-4f65-9D91-7224C49458BB}">
                <c15:showLeaderLines val="0"/>
              </c:ext>
            </c:extLst>
          </c:dLbls>
          <c:cat>
            <c:strRef>
              <c:f>List1!$A$32:$A$37</c:f>
              <c:strCache>
                <c:ptCount val="6"/>
                <c:pt idx="0">
                  <c:v>16–24 let</c:v>
                </c:pt>
                <c:pt idx="1">
                  <c:v>25–34 let</c:v>
                </c:pt>
                <c:pt idx="2">
                  <c:v>35–44 let</c:v>
                </c:pt>
                <c:pt idx="3">
                  <c:v>45–54 let</c:v>
                </c:pt>
                <c:pt idx="4">
                  <c:v>55–64 let</c:v>
                </c:pt>
                <c:pt idx="5">
                  <c:v>65+</c:v>
                </c:pt>
              </c:strCache>
            </c:strRef>
          </c:cat>
          <c:val>
            <c:numRef>
              <c:f>List1!$B$32:$B$37</c:f>
              <c:numCache>
                <c:formatCode>General</c:formatCode>
                <c:ptCount val="6"/>
                <c:pt idx="0">
                  <c:v>0.86500000000000365</c:v>
                </c:pt>
                <c:pt idx="1">
                  <c:v>0.87800000000000555</c:v>
                </c:pt>
                <c:pt idx="2">
                  <c:v>0.88700000000000001</c:v>
                </c:pt>
                <c:pt idx="3">
                  <c:v>0.84700000000000064</c:v>
                </c:pt>
                <c:pt idx="4">
                  <c:v>0.68600000000000005</c:v>
                </c:pt>
                <c:pt idx="5">
                  <c:v>0.30100000000000032</c:v>
                </c:pt>
              </c:numCache>
            </c:numRef>
          </c:val>
          <c:extLst xmlns:c16r2="http://schemas.microsoft.com/office/drawing/2015/06/chart">
            <c:ext xmlns:c16="http://schemas.microsoft.com/office/drawing/2014/chart" uri="{C3380CC4-5D6E-409C-BE32-E72D297353CC}">
              <c16:uniqueId val="{00000000-5ACA-4972-ACDD-C8E7A43C91A2}"/>
            </c:ext>
          </c:extLst>
        </c:ser>
        <c:ser>
          <c:idx val="1"/>
          <c:order val="1"/>
          <c:tx>
            <c:strRef>
              <c:f>List1!$C$31</c:f>
              <c:strCache>
                <c:ptCount val="1"/>
                <c:pt idx="0">
                  <c:v>jednotlivci 16+ používající internet</c:v>
                </c:pt>
              </c:strCache>
            </c:strRef>
          </c:tx>
          <c:dLbls>
            <c:numFmt formatCode="0%" sourceLinked="0"/>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strRef>
              <c:f>List1!$A$32:$A$37</c:f>
              <c:strCache>
                <c:ptCount val="6"/>
                <c:pt idx="0">
                  <c:v>16–24 let</c:v>
                </c:pt>
                <c:pt idx="1">
                  <c:v>25–34 let</c:v>
                </c:pt>
                <c:pt idx="2">
                  <c:v>35–44 let</c:v>
                </c:pt>
                <c:pt idx="3">
                  <c:v>45–54 let</c:v>
                </c:pt>
                <c:pt idx="4">
                  <c:v>55–64 let</c:v>
                </c:pt>
                <c:pt idx="5">
                  <c:v>65+</c:v>
                </c:pt>
              </c:strCache>
            </c:strRef>
          </c:cat>
          <c:val>
            <c:numRef>
              <c:f>List1!$C$32:$C$37</c:f>
              <c:numCache>
                <c:formatCode>General</c:formatCode>
                <c:ptCount val="6"/>
                <c:pt idx="0">
                  <c:v>0.87400000000000522</c:v>
                </c:pt>
                <c:pt idx="1">
                  <c:v>0.91100000000000014</c:v>
                </c:pt>
                <c:pt idx="2">
                  <c:v>0.91600000000000015</c:v>
                </c:pt>
                <c:pt idx="3">
                  <c:v>0.9260000000000006</c:v>
                </c:pt>
                <c:pt idx="4">
                  <c:v>0.91</c:v>
                </c:pt>
                <c:pt idx="5">
                  <c:v>0.89500000000000002</c:v>
                </c:pt>
              </c:numCache>
            </c:numRef>
          </c:val>
          <c:extLst xmlns:c16r2="http://schemas.microsoft.com/office/drawing/2015/06/chart">
            <c:ext xmlns:c16="http://schemas.microsoft.com/office/drawing/2014/chart" uri="{C3380CC4-5D6E-409C-BE32-E72D297353CC}">
              <c16:uniqueId val="{00000001-5ACA-4972-ACDD-C8E7A43C91A2}"/>
            </c:ext>
          </c:extLst>
        </c:ser>
        <c:marker val="1"/>
        <c:axId val="4509696"/>
        <c:axId val="4511232"/>
      </c:lineChart>
      <c:catAx>
        <c:axId val="4509696"/>
        <c:scaling>
          <c:orientation val="minMax"/>
        </c:scaling>
        <c:axPos val="b"/>
        <c:numFmt formatCode="General" sourceLinked="0"/>
        <c:tickLblPos val="nextTo"/>
        <c:crossAx val="4511232"/>
        <c:crosses val="autoZero"/>
        <c:auto val="1"/>
        <c:lblAlgn val="ctr"/>
        <c:lblOffset val="100"/>
      </c:catAx>
      <c:valAx>
        <c:axId val="4511232"/>
        <c:scaling>
          <c:orientation val="minMax"/>
        </c:scaling>
        <c:delete val="1"/>
        <c:axPos val="l"/>
        <c:numFmt formatCode="General" sourceLinked="1"/>
        <c:tickLblPos val="none"/>
        <c:crossAx val="4509696"/>
        <c:crosses val="autoZero"/>
        <c:crossBetween val="between"/>
      </c:valAx>
    </c:plotArea>
    <c:legend>
      <c:legendPos val="t"/>
      <c:layout>
        <c:manualLayout>
          <c:xMode val="edge"/>
          <c:yMode val="edge"/>
          <c:x val="0.18778503397975729"/>
          <c:y val="0"/>
          <c:w val="0.62442976618444601"/>
          <c:h val="0.13320746508896344"/>
        </c:manualLayout>
      </c:layout>
    </c:legend>
    <c:plotVisOnly val="1"/>
    <c:dispBlanksAs val="gap"/>
  </c:chart>
  <c:spPr>
    <a:ln>
      <a:noFill/>
    </a:ln>
  </c:spPr>
  <c:externalData r:id="rId1"/>
</c:chartSpace>
</file>

<file path=word/charts/chart24.xml><?xml version="1.0" encoding="utf-8"?>
<c:chartSpace xmlns:c="http://schemas.openxmlformats.org/drawingml/2006/chart" xmlns:a="http://schemas.openxmlformats.org/drawingml/2006/main" xmlns:r="http://schemas.openxmlformats.org/officeDocument/2006/relationships">
  <c:date1904 val="1"/>
  <c:lang val="cs-CZ"/>
  <c:chart>
    <c:plotArea>
      <c:layout/>
      <c:barChart>
        <c:barDir val="col"/>
        <c:grouping val="clustered"/>
        <c:ser>
          <c:idx val="0"/>
          <c:order val="0"/>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List1!$C$4:$G$4</c:f>
              <c:strCache>
                <c:ptCount val="5"/>
                <c:pt idx="0">
                  <c:v>platí za online obsah</c:v>
                </c:pt>
                <c:pt idx="1">
                  <c:v>používá ad-blocker</c:v>
                </c:pt>
                <c:pt idx="2">
                  <c:v>používá smartfone k četbě online zpráv</c:v>
                </c:pt>
                <c:pt idx="3">
                  <c:v>používá počítač k četbě online zpráv</c:v>
                </c:pt>
                <c:pt idx="4">
                  <c:v>čte zprávy na sociálních sítích</c:v>
                </c:pt>
              </c:strCache>
            </c:strRef>
          </c:cat>
          <c:val>
            <c:numRef>
              <c:f>List1!$C$5:$G$5</c:f>
              <c:numCache>
                <c:formatCode>General</c:formatCode>
                <c:ptCount val="5"/>
                <c:pt idx="0">
                  <c:v>8.0000000000000043E-2</c:v>
                </c:pt>
                <c:pt idx="1">
                  <c:v>0.23</c:v>
                </c:pt>
                <c:pt idx="2">
                  <c:v>0.4</c:v>
                </c:pt>
                <c:pt idx="3">
                  <c:v>0.72000000000000064</c:v>
                </c:pt>
                <c:pt idx="4">
                  <c:v>0.52</c:v>
                </c:pt>
              </c:numCache>
            </c:numRef>
          </c:val>
          <c:extLst xmlns:c16r2="http://schemas.microsoft.com/office/drawing/2015/06/chart">
            <c:ext xmlns:c16="http://schemas.microsoft.com/office/drawing/2014/chart" uri="{C3380CC4-5D6E-409C-BE32-E72D297353CC}">
              <c16:uniqueId val="{00000000-E9FA-4A1B-BC5F-9393F014BA7E}"/>
            </c:ext>
          </c:extLst>
        </c:ser>
        <c:axId val="54146560"/>
        <c:axId val="54148096"/>
      </c:barChart>
      <c:catAx>
        <c:axId val="54146560"/>
        <c:scaling>
          <c:orientation val="minMax"/>
        </c:scaling>
        <c:axPos val="b"/>
        <c:numFmt formatCode="General" sourceLinked="0"/>
        <c:tickLblPos val="nextTo"/>
        <c:crossAx val="54148096"/>
        <c:crosses val="autoZero"/>
        <c:auto val="1"/>
        <c:lblAlgn val="ctr"/>
        <c:lblOffset val="100"/>
      </c:catAx>
      <c:valAx>
        <c:axId val="54148096"/>
        <c:scaling>
          <c:orientation val="minMax"/>
        </c:scaling>
        <c:delete val="1"/>
        <c:axPos val="l"/>
        <c:numFmt formatCode="General" sourceLinked="1"/>
        <c:tickLblPos val="none"/>
        <c:crossAx val="54146560"/>
        <c:crosses val="autoZero"/>
        <c:crossBetween val="between"/>
      </c:valAx>
    </c:plotArea>
    <c:plotVisOnly val="1"/>
    <c:dispBlanksAs val="gap"/>
  </c:chart>
  <c:spPr>
    <a:ln>
      <a:noFill/>
    </a:ln>
  </c:spPr>
  <c:externalData r:id="rId1"/>
</c:chartSpace>
</file>

<file path=word/charts/chart25.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7.1339432085552407E-2"/>
          <c:y val="0.21037628144015641"/>
          <c:w val="0.92866056791444751"/>
          <c:h val="0.63983804714993664"/>
        </c:manualLayout>
      </c:layout>
      <c:barChart>
        <c:barDir val="col"/>
        <c:grouping val="clustered"/>
        <c:ser>
          <c:idx val="0"/>
          <c:order val="0"/>
          <c:tx>
            <c:strRef>
              <c:f>List1!$A$16</c:f>
              <c:strCache>
                <c:ptCount val="1"/>
                <c:pt idx="0">
                  <c:v>2015</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List1!$B$15:$G$15</c:f>
              <c:strCache>
                <c:ptCount val="6"/>
                <c:pt idx="0">
                  <c:v>Finsko</c:v>
                </c:pt>
                <c:pt idx="1">
                  <c:v>Německo</c:v>
                </c:pt>
                <c:pt idx="2">
                  <c:v>Česká republika</c:v>
                </c:pt>
                <c:pt idx="3">
                  <c:v>Polsko</c:v>
                </c:pt>
                <c:pt idx="4">
                  <c:v>Spojené státy</c:v>
                </c:pt>
                <c:pt idx="5">
                  <c:v>Austrálie</c:v>
                </c:pt>
              </c:strCache>
            </c:strRef>
          </c:cat>
          <c:val>
            <c:numRef>
              <c:f>List1!$B$16:$G$16</c:f>
              <c:numCache>
                <c:formatCode>General</c:formatCode>
                <c:ptCount val="6"/>
                <c:pt idx="0">
                  <c:v>0.05</c:v>
                </c:pt>
                <c:pt idx="1">
                  <c:v>0.05</c:v>
                </c:pt>
                <c:pt idx="2">
                  <c:v>6.0000000000000032E-2</c:v>
                </c:pt>
                <c:pt idx="3">
                  <c:v>0.11</c:v>
                </c:pt>
                <c:pt idx="4">
                  <c:v>0.11</c:v>
                </c:pt>
                <c:pt idx="5">
                  <c:v>0.12000000000000002</c:v>
                </c:pt>
              </c:numCache>
            </c:numRef>
          </c:val>
          <c:extLst xmlns:c16r2="http://schemas.microsoft.com/office/drawing/2015/06/chart">
            <c:ext xmlns:c16="http://schemas.microsoft.com/office/drawing/2014/chart" uri="{C3380CC4-5D6E-409C-BE32-E72D297353CC}">
              <c16:uniqueId val="{00000000-3B16-4A78-B0B7-9ADF34458A72}"/>
            </c:ext>
          </c:extLst>
        </c:ser>
        <c:ser>
          <c:idx val="1"/>
          <c:order val="1"/>
          <c:tx>
            <c:strRef>
              <c:f>List1!$A$17</c:f>
              <c:strCache>
                <c:ptCount val="1"/>
                <c:pt idx="0">
                  <c:v>2016</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List1!$B$15:$G$15</c:f>
              <c:strCache>
                <c:ptCount val="6"/>
                <c:pt idx="0">
                  <c:v>Finsko</c:v>
                </c:pt>
                <c:pt idx="1">
                  <c:v>Německo</c:v>
                </c:pt>
                <c:pt idx="2">
                  <c:v>Česká republika</c:v>
                </c:pt>
                <c:pt idx="3">
                  <c:v>Polsko</c:v>
                </c:pt>
                <c:pt idx="4">
                  <c:v>Spojené státy</c:v>
                </c:pt>
                <c:pt idx="5">
                  <c:v>Austrálie</c:v>
                </c:pt>
              </c:strCache>
            </c:strRef>
          </c:cat>
          <c:val>
            <c:numRef>
              <c:f>List1!$B$17:$G$17</c:f>
              <c:numCache>
                <c:formatCode>General</c:formatCode>
                <c:ptCount val="6"/>
                <c:pt idx="0">
                  <c:v>0.05</c:v>
                </c:pt>
                <c:pt idx="1">
                  <c:v>6.0000000000000032E-2</c:v>
                </c:pt>
                <c:pt idx="2">
                  <c:v>8.0000000000000043E-2</c:v>
                </c:pt>
                <c:pt idx="3">
                  <c:v>0.13</c:v>
                </c:pt>
                <c:pt idx="4">
                  <c:v>0.14000000000000001</c:v>
                </c:pt>
                <c:pt idx="5">
                  <c:v>0.18000000000000024</c:v>
                </c:pt>
              </c:numCache>
            </c:numRef>
          </c:val>
          <c:extLst xmlns:c16r2="http://schemas.microsoft.com/office/drawing/2015/06/chart">
            <c:ext xmlns:c16="http://schemas.microsoft.com/office/drawing/2014/chart" uri="{C3380CC4-5D6E-409C-BE32-E72D297353CC}">
              <c16:uniqueId val="{00000001-3B16-4A78-B0B7-9ADF34458A72}"/>
            </c:ext>
          </c:extLst>
        </c:ser>
        <c:axId val="125866368"/>
        <c:axId val="125867904"/>
      </c:barChart>
      <c:catAx>
        <c:axId val="125866368"/>
        <c:scaling>
          <c:orientation val="minMax"/>
        </c:scaling>
        <c:axPos val="b"/>
        <c:numFmt formatCode="General" sourceLinked="0"/>
        <c:tickLblPos val="nextTo"/>
        <c:crossAx val="125867904"/>
        <c:crosses val="autoZero"/>
        <c:auto val="1"/>
        <c:lblAlgn val="ctr"/>
        <c:lblOffset val="100"/>
      </c:catAx>
      <c:valAx>
        <c:axId val="125867904"/>
        <c:scaling>
          <c:orientation val="minMax"/>
        </c:scaling>
        <c:delete val="1"/>
        <c:axPos val="l"/>
        <c:numFmt formatCode="0%" sourceLinked="0"/>
        <c:tickLblPos val="none"/>
        <c:crossAx val="125866368"/>
        <c:crosses val="autoZero"/>
        <c:crossBetween val="between"/>
      </c:valAx>
    </c:plotArea>
    <c:legend>
      <c:legendPos val="t"/>
    </c:legend>
    <c:plotVisOnly val="1"/>
    <c:dispBlanksAs val="gap"/>
  </c:chart>
  <c:spPr>
    <a:ln>
      <a:noFill/>
    </a:ln>
  </c:spPr>
  <c:externalData r:id="rId1"/>
</c:chartSpace>
</file>

<file path=word/charts/chart26.xml><?xml version="1.0" encoding="utf-8"?>
<c:chartSpace xmlns:c="http://schemas.openxmlformats.org/drawingml/2006/chart" xmlns:a="http://schemas.openxmlformats.org/drawingml/2006/main" xmlns:r="http://schemas.openxmlformats.org/officeDocument/2006/relationships">
  <c:date1904 val="1"/>
  <c:lang val="cs-CZ"/>
  <c:chart>
    <c:plotArea>
      <c:layout/>
      <c:barChart>
        <c:barDir val="bar"/>
        <c:grouping val="clustered"/>
        <c:ser>
          <c:idx val="0"/>
          <c:order val="0"/>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List1!$A$7:$A$11</c:f>
              <c:strCache>
                <c:ptCount val="5"/>
                <c:pt idx="0">
                  <c:v>měsíčníky</c:v>
                </c:pt>
                <c:pt idx="1">
                  <c:v>čtrnáctidenníky</c:v>
                </c:pt>
                <c:pt idx="2">
                  <c:v>týdeníky</c:v>
                </c:pt>
                <c:pt idx="3">
                  <c:v>deníky</c:v>
                </c:pt>
                <c:pt idx="4">
                  <c:v>tisk celkem</c:v>
                </c:pt>
              </c:strCache>
            </c:strRef>
          </c:cat>
          <c:val>
            <c:numRef>
              <c:f>List1!$B$7:$B$11</c:f>
              <c:numCache>
                <c:formatCode>General</c:formatCode>
                <c:ptCount val="5"/>
                <c:pt idx="0">
                  <c:v>0.53</c:v>
                </c:pt>
                <c:pt idx="1">
                  <c:v>0.46</c:v>
                </c:pt>
                <c:pt idx="2">
                  <c:v>0.6200000000000051</c:v>
                </c:pt>
                <c:pt idx="3">
                  <c:v>0.6200000000000051</c:v>
                </c:pt>
                <c:pt idx="4">
                  <c:v>0.89</c:v>
                </c:pt>
              </c:numCache>
            </c:numRef>
          </c:val>
          <c:extLst xmlns:c16r2="http://schemas.microsoft.com/office/drawing/2015/06/chart">
            <c:ext xmlns:c16="http://schemas.microsoft.com/office/drawing/2014/chart" uri="{C3380CC4-5D6E-409C-BE32-E72D297353CC}">
              <c16:uniqueId val="{00000000-D564-4BAB-87BA-B3A18EDE2D44}"/>
            </c:ext>
          </c:extLst>
        </c:ser>
        <c:axId val="125896576"/>
        <c:axId val="125898112"/>
      </c:barChart>
      <c:catAx>
        <c:axId val="125896576"/>
        <c:scaling>
          <c:orientation val="minMax"/>
        </c:scaling>
        <c:axPos val="l"/>
        <c:numFmt formatCode="General" sourceLinked="0"/>
        <c:tickLblPos val="nextTo"/>
        <c:crossAx val="125898112"/>
        <c:crosses val="autoZero"/>
        <c:auto val="1"/>
        <c:lblAlgn val="ctr"/>
        <c:lblOffset val="100"/>
      </c:catAx>
      <c:valAx>
        <c:axId val="125898112"/>
        <c:scaling>
          <c:orientation val="minMax"/>
        </c:scaling>
        <c:delete val="1"/>
        <c:axPos val="b"/>
        <c:numFmt formatCode="General" sourceLinked="1"/>
        <c:tickLblPos val="none"/>
        <c:crossAx val="125896576"/>
        <c:crosses val="autoZero"/>
        <c:crossBetween val="between"/>
      </c:valAx>
    </c:plotArea>
    <c:plotVisOnly val="1"/>
    <c:dispBlanksAs val="gap"/>
  </c:chart>
  <c:spPr>
    <a:ln>
      <a:noFill/>
    </a:ln>
  </c:spPr>
  <c:externalData r:id="rId1"/>
</c:chartSpace>
</file>

<file path=word/charts/chart27.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'33 '!$X$19</c:f>
              <c:strCache>
                <c:ptCount val="1"/>
                <c:pt idx="0">
                  <c:v>muži</c:v>
                </c:pt>
              </c:strCache>
            </c:strRef>
          </c:tx>
          <c:dLbls>
            <c:numFmt formatCode="0.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'33 '!$Y$18:$Z$18</c:f>
              <c:strCache>
                <c:ptCount val="2"/>
                <c:pt idx="0">
                  <c:v>poslech hudby (stream, rádio)</c:v>
                </c:pt>
                <c:pt idx="1">
                  <c:v>sledování filmu či videa (stream, televize)</c:v>
                </c:pt>
              </c:strCache>
            </c:strRef>
          </c:cat>
          <c:val>
            <c:numRef>
              <c:f>'33 '!$Y$19:$Z$19</c:f>
              <c:numCache>
                <c:formatCode>#,##0.0__</c:formatCode>
                <c:ptCount val="2"/>
                <c:pt idx="0">
                  <c:v>0.38100000000000456</c:v>
                </c:pt>
                <c:pt idx="1">
                  <c:v>0.50700000000000001</c:v>
                </c:pt>
              </c:numCache>
            </c:numRef>
          </c:val>
          <c:extLst xmlns:c16r2="http://schemas.microsoft.com/office/drawing/2015/06/chart">
            <c:ext xmlns:c16="http://schemas.microsoft.com/office/drawing/2014/chart" uri="{C3380CC4-5D6E-409C-BE32-E72D297353CC}">
              <c16:uniqueId val="{00000000-016B-41B1-BBCC-5E9CEA056F49}"/>
            </c:ext>
          </c:extLst>
        </c:ser>
        <c:ser>
          <c:idx val="1"/>
          <c:order val="1"/>
          <c:tx>
            <c:strRef>
              <c:f>'33 '!$X$20</c:f>
              <c:strCache>
                <c:ptCount val="1"/>
                <c:pt idx="0">
                  <c:v>ženy</c:v>
                </c:pt>
              </c:strCache>
            </c:strRef>
          </c:tx>
          <c:dLbls>
            <c:numFmt formatCode="0.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'33 '!$Y$18:$Z$18</c:f>
              <c:strCache>
                <c:ptCount val="2"/>
                <c:pt idx="0">
                  <c:v>poslech hudby (stream, rádio)</c:v>
                </c:pt>
                <c:pt idx="1">
                  <c:v>sledování filmu či videa (stream, televize)</c:v>
                </c:pt>
              </c:strCache>
            </c:strRef>
          </c:cat>
          <c:val>
            <c:numRef>
              <c:f>'33 '!$Y$20:$Z$20</c:f>
              <c:numCache>
                <c:formatCode>#,##0.0__</c:formatCode>
                <c:ptCount val="2"/>
                <c:pt idx="0">
                  <c:v>0.32600000000000473</c:v>
                </c:pt>
                <c:pt idx="1">
                  <c:v>0.45700000000000002</c:v>
                </c:pt>
              </c:numCache>
            </c:numRef>
          </c:val>
          <c:extLst xmlns:c16r2="http://schemas.microsoft.com/office/drawing/2015/06/chart">
            <c:ext xmlns:c16="http://schemas.microsoft.com/office/drawing/2014/chart" uri="{C3380CC4-5D6E-409C-BE32-E72D297353CC}">
              <c16:uniqueId val="{00000001-016B-41B1-BBCC-5E9CEA056F49}"/>
            </c:ext>
          </c:extLst>
        </c:ser>
        <c:axId val="125948672"/>
        <c:axId val="125950208"/>
      </c:barChart>
      <c:catAx>
        <c:axId val="125948672"/>
        <c:scaling>
          <c:orientation val="minMax"/>
        </c:scaling>
        <c:axPos val="b"/>
        <c:numFmt formatCode="General" sourceLinked="0"/>
        <c:tickLblPos val="nextTo"/>
        <c:crossAx val="125950208"/>
        <c:crosses val="autoZero"/>
        <c:auto val="1"/>
        <c:lblAlgn val="ctr"/>
        <c:lblOffset val="100"/>
      </c:catAx>
      <c:valAx>
        <c:axId val="125950208"/>
        <c:scaling>
          <c:orientation val="minMax"/>
        </c:scaling>
        <c:delete val="1"/>
        <c:axPos val="l"/>
        <c:numFmt formatCode="#,##0.0__" sourceLinked="1"/>
        <c:tickLblPos val="none"/>
        <c:crossAx val="125948672"/>
        <c:crosses val="autoZero"/>
        <c:crossBetween val="between"/>
      </c:valAx>
    </c:plotArea>
    <c:legend>
      <c:legendPos val="r"/>
    </c:legend>
    <c:plotVisOnly val="1"/>
    <c:dispBlanksAs val="gap"/>
  </c:chart>
  <c:spPr>
    <a:ln>
      <a:noFill/>
    </a:ln>
  </c:spPr>
  <c:externalData r:id="rId1"/>
</c:chartSpace>
</file>

<file path=word/charts/chart28.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'33 '!$Y$9</c:f>
              <c:strCache>
                <c:ptCount val="1"/>
                <c:pt idx="0">
                  <c:v>poslech hudby (stream, rádio)</c:v>
                </c:pt>
              </c:strCache>
            </c:strRef>
          </c:tx>
          <c:dLbls>
            <c:dLbl>
              <c:idx val="5"/>
              <c:layout>
                <c:manualLayout>
                  <c:x val="-7.2142896013596509E-3"/>
                  <c:y val="1.7147417701313828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52B2-47CA-8335-0346F4F92AED}"/>
                </c:ext>
              </c:extLst>
            </c:dLbl>
            <c:numFmt formatCode="0.0%" sourceLinked="0"/>
            <c:spPr>
              <a:noFill/>
              <a:ln>
                <a:noFill/>
              </a:ln>
              <a:effectLst/>
            </c:spPr>
            <c:dLblPos val="b"/>
            <c:showVal val="1"/>
            <c:extLst xmlns:c16r2="http://schemas.microsoft.com/office/drawing/2015/06/chart">
              <c:ext xmlns:c15="http://schemas.microsoft.com/office/drawing/2012/chart" uri="{CE6537A1-D6FC-4f65-9D91-7224C49458BB}">
                <c15:showLeaderLines val="0"/>
              </c:ext>
            </c:extLst>
          </c:dLbls>
          <c:cat>
            <c:strRef>
              <c:f>'33 '!$X$10:$X$15</c:f>
              <c:strCache>
                <c:ptCount val="6"/>
                <c:pt idx="0">
                  <c:v>16–24 let</c:v>
                </c:pt>
                <c:pt idx="1">
                  <c:v>25–34 let</c:v>
                </c:pt>
                <c:pt idx="2">
                  <c:v>35–44 let</c:v>
                </c:pt>
                <c:pt idx="3">
                  <c:v>45–54 let</c:v>
                </c:pt>
                <c:pt idx="4">
                  <c:v>55–64 let</c:v>
                </c:pt>
                <c:pt idx="5">
                  <c:v>65+</c:v>
                </c:pt>
              </c:strCache>
            </c:strRef>
          </c:cat>
          <c:val>
            <c:numRef>
              <c:f>'33 '!$Y$10:$Y$15</c:f>
              <c:numCache>
                <c:formatCode>#,##0.0__</c:formatCode>
                <c:ptCount val="6"/>
                <c:pt idx="0">
                  <c:v>0.79371271982334257</c:v>
                </c:pt>
                <c:pt idx="1">
                  <c:v>0.62936183211302399</c:v>
                </c:pt>
                <c:pt idx="2">
                  <c:v>0.40133620286756255</c:v>
                </c:pt>
                <c:pt idx="3">
                  <c:v>0.32446050176314323</c:v>
                </c:pt>
                <c:pt idx="4">
                  <c:v>0.14546574199557691</c:v>
                </c:pt>
                <c:pt idx="5">
                  <c:v>5.5006473866135587E-2</c:v>
                </c:pt>
              </c:numCache>
            </c:numRef>
          </c:val>
          <c:extLst xmlns:c16r2="http://schemas.microsoft.com/office/drawing/2015/06/chart">
            <c:ext xmlns:c16="http://schemas.microsoft.com/office/drawing/2014/chart" uri="{C3380CC4-5D6E-409C-BE32-E72D297353CC}">
              <c16:uniqueId val="{00000001-52B2-47CA-8335-0346F4F92AED}"/>
            </c:ext>
          </c:extLst>
        </c:ser>
        <c:ser>
          <c:idx val="1"/>
          <c:order val="1"/>
          <c:tx>
            <c:strRef>
              <c:f>'33 '!$Z$9</c:f>
              <c:strCache>
                <c:ptCount val="1"/>
                <c:pt idx="0">
                  <c:v>sledování filmu či videa (stream, televize)</c:v>
                </c:pt>
              </c:strCache>
            </c:strRef>
          </c:tx>
          <c:dLbls>
            <c:numFmt formatCode="0.0%" sourceLinked="0"/>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strRef>
              <c:f>'33 '!$X$10:$X$15</c:f>
              <c:strCache>
                <c:ptCount val="6"/>
                <c:pt idx="0">
                  <c:v>16–24 let</c:v>
                </c:pt>
                <c:pt idx="1">
                  <c:v>25–34 let</c:v>
                </c:pt>
                <c:pt idx="2">
                  <c:v>35–44 let</c:v>
                </c:pt>
                <c:pt idx="3">
                  <c:v>45–54 let</c:v>
                </c:pt>
                <c:pt idx="4">
                  <c:v>55–64 let</c:v>
                </c:pt>
                <c:pt idx="5">
                  <c:v>65+</c:v>
                </c:pt>
              </c:strCache>
            </c:strRef>
          </c:cat>
          <c:val>
            <c:numRef>
              <c:f>'33 '!$Z$10:$Z$15</c:f>
              <c:numCache>
                <c:formatCode>#,##0.0__</c:formatCode>
                <c:ptCount val="6"/>
                <c:pt idx="0">
                  <c:v>0.8514156490275897</c:v>
                </c:pt>
                <c:pt idx="1">
                  <c:v>0.72269254784505044</c:v>
                </c:pt>
                <c:pt idx="2">
                  <c:v>0.60860837469309836</c:v>
                </c:pt>
                <c:pt idx="3">
                  <c:v>0.49216820723085658</c:v>
                </c:pt>
                <c:pt idx="4">
                  <c:v>0.31272099624333982</c:v>
                </c:pt>
                <c:pt idx="5">
                  <c:v>0.11855626003553622</c:v>
                </c:pt>
              </c:numCache>
            </c:numRef>
          </c:val>
          <c:extLst xmlns:c16r2="http://schemas.microsoft.com/office/drawing/2015/06/chart">
            <c:ext xmlns:c16="http://schemas.microsoft.com/office/drawing/2014/chart" uri="{C3380CC4-5D6E-409C-BE32-E72D297353CC}">
              <c16:uniqueId val="{00000002-52B2-47CA-8335-0346F4F92AED}"/>
            </c:ext>
          </c:extLst>
        </c:ser>
        <c:marker val="1"/>
        <c:axId val="125976960"/>
        <c:axId val="125978496"/>
      </c:lineChart>
      <c:catAx>
        <c:axId val="125976960"/>
        <c:scaling>
          <c:orientation val="minMax"/>
        </c:scaling>
        <c:axPos val="b"/>
        <c:numFmt formatCode="General" sourceLinked="0"/>
        <c:tickLblPos val="nextTo"/>
        <c:crossAx val="125978496"/>
        <c:crosses val="autoZero"/>
        <c:auto val="1"/>
        <c:lblAlgn val="ctr"/>
        <c:lblOffset val="100"/>
      </c:catAx>
      <c:valAx>
        <c:axId val="125978496"/>
        <c:scaling>
          <c:orientation val="minMax"/>
        </c:scaling>
        <c:delete val="1"/>
        <c:axPos val="l"/>
        <c:numFmt formatCode="0%" sourceLinked="0"/>
        <c:tickLblPos val="none"/>
        <c:crossAx val="125976960"/>
        <c:crosses val="autoZero"/>
        <c:crossBetween val="between"/>
      </c:valAx>
    </c:plotArea>
    <c:legend>
      <c:legendPos val="t"/>
    </c:legend>
    <c:plotVisOnly val="1"/>
    <c:dispBlanksAs val="gap"/>
  </c:chart>
  <c:spPr>
    <a:ln>
      <a:noFill/>
    </a:ln>
  </c:spPr>
  <c:externalData r:id="rId1"/>
</c:chartSpace>
</file>

<file path=word/charts/chart29.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SBS!$A$18</c:f>
              <c:strCache>
                <c:ptCount val="1"/>
                <c:pt idx="0">
                  <c:v>příjmy</c:v>
                </c:pt>
              </c:strCache>
            </c:strRef>
          </c:tx>
          <c:dLbls>
            <c:numFmt formatCode="#,##0.0" sourceLinked="0"/>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SBS!$B$17:$K$17</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SBS!$B$18:$K$18</c:f>
              <c:numCache>
                <c:formatCode>General</c:formatCode>
                <c:ptCount val="10"/>
                <c:pt idx="0">
                  <c:v>16.61886365060063</c:v>
                </c:pt>
                <c:pt idx="1">
                  <c:v>15.783563310042569</c:v>
                </c:pt>
                <c:pt idx="2">
                  <c:v>12.601540739307772</c:v>
                </c:pt>
                <c:pt idx="3">
                  <c:v>14.497927875117153</c:v>
                </c:pt>
                <c:pt idx="4">
                  <c:v>14.891281261624815</c:v>
                </c:pt>
                <c:pt idx="5">
                  <c:v>14.568424879414426</c:v>
                </c:pt>
                <c:pt idx="6">
                  <c:v>15.478267106374098</c:v>
                </c:pt>
                <c:pt idx="7">
                  <c:v>15.001318895832798</c:v>
                </c:pt>
                <c:pt idx="8">
                  <c:v>16.335483267101626</c:v>
                </c:pt>
                <c:pt idx="9">
                  <c:v>18.179810478815895</c:v>
                </c:pt>
              </c:numCache>
            </c:numRef>
          </c:val>
          <c:extLst xmlns:c16r2="http://schemas.microsoft.com/office/drawing/2015/06/chart">
            <c:ext xmlns:c16="http://schemas.microsoft.com/office/drawing/2014/chart" uri="{C3380CC4-5D6E-409C-BE32-E72D297353CC}">
              <c16:uniqueId val="{00000000-DE0A-469D-A03B-00D2D38AA68E}"/>
            </c:ext>
          </c:extLst>
        </c:ser>
        <c:marker val="1"/>
        <c:axId val="126019456"/>
        <c:axId val="126020992"/>
      </c:lineChart>
      <c:catAx>
        <c:axId val="126019456"/>
        <c:scaling>
          <c:orientation val="minMax"/>
        </c:scaling>
        <c:axPos val="b"/>
        <c:numFmt formatCode="General" sourceLinked="1"/>
        <c:tickLblPos val="nextTo"/>
        <c:crossAx val="126020992"/>
        <c:crosses val="autoZero"/>
        <c:auto val="1"/>
        <c:lblAlgn val="ctr"/>
        <c:lblOffset val="100"/>
      </c:catAx>
      <c:valAx>
        <c:axId val="126020992"/>
        <c:scaling>
          <c:orientation val="minMax"/>
        </c:scaling>
        <c:delete val="1"/>
        <c:axPos val="l"/>
        <c:numFmt formatCode="General" sourceLinked="1"/>
        <c:tickLblPos val="none"/>
        <c:crossAx val="126019456"/>
        <c:crosses val="autoZero"/>
        <c:crossBetween val="between"/>
      </c:valAx>
    </c:plotArea>
    <c:plotVisOnly val="1"/>
    <c:dispBlanksAs val="gap"/>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List1!$A$2</c:f>
              <c:strCache>
                <c:ptCount val="1"/>
                <c:pt idx="0">
                  <c:v>2016</c:v>
                </c:pt>
              </c:strCache>
            </c:strRef>
          </c:tx>
          <c:dLbls>
            <c:numFmt formatCode="#,##0.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List1!$B$1:$E$1</c:f>
              <c:strCache>
                <c:ptCount val="4"/>
                <c:pt idx="0">
                  <c:v>Neperiodický tisk (knihy)</c:v>
                </c:pt>
                <c:pt idx="1">
                  <c:v>Periodický tisk (časopisy, noviny)</c:v>
                </c:pt>
                <c:pt idx="2">
                  <c:v>Rozhlas a televize (služby)</c:v>
                </c:pt>
                <c:pt idx="3">
                  <c:v>Film a hudba (fyzické nosiče)</c:v>
                </c:pt>
              </c:strCache>
            </c:strRef>
          </c:cat>
          <c:val>
            <c:numRef>
              <c:f>List1!$B$2:$E$2</c:f>
              <c:numCache>
                <c:formatCode>0.00</c:formatCode>
                <c:ptCount val="4"/>
                <c:pt idx="0">
                  <c:v>5.24</c:v>
                </c:pt>
                <c:pt idx="1">
                  <c:v>7.0219999999999985</c:v>
                </c:pt>
                <c:pt idx="2">
                  <c:v>10.108000000000001</c:v>
                </c:pt>
                <c:pt idx="3">
                  <c:v>1.23</c:v>
                </c:pt>
              </c:numCache>
            </c:numRef>
          </c:val>
          <c:extLst xmlns:c16r2="http://schemas.microsoft.com/office/drawing/2015/06/chart">
            <c:ext xmlns:c16="http://schemas.microsoft.com/office/drawing/2014/chart" uri="{C3380CC4-5D6E-409C-BE32-E72D297353CC}">
              <c16:uniqueId val="{00000000-8904-433C-AAB8-7A3FF25DEF27}"/>
            </c:ext>
          </c:extLst>
        </c:ser>
        <c:ser>
          <c:idx val="1"/>
          <c:order val="1"/>
          <c:tx>
            <c:strRef>
              <c:f>List1!$A$3</c:f>
              <c:strCache>
                <c:ptCount val="1"/>
                <c:pt idx="0">
                  <c:v>2017</c:v>
                </c:pt>
              </c:strCache>
            </c:strRef>
          </c:tx>
          <c:dLbls>
            <c:numFmt formatCode="#,##0.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List1!$B$1:$E$1</c:f>
              <c:strCache>
                <c:ptCount val="4"/>
                <c:pt idx="0">
                  <c:v>Neperiodický tisk (knihy)</c:v>
                </c:pt>
                <c:pt idx="1">
                  <c:v>Periodický tisk (časopisy, noviny)</c:v>
                </c:pt>
                <c:pt idx="2">
                  <c:v>Rozhlas a televize (služby)</c:v>
                </c:pt>
                <c:pt idx="3">
                  <c:v>Film a hudba (fyzické nosiče)</c:v>
                </c:pt>
              </c:strCache>
            </c:strRef>
          </c:cat>
          <c:val>
            <c:numRef>
              <c:f>List1!$B$3:$E$3</c:f>
              <c:numCache>
                <c:formatCode>0.00</c:formatCode>
                <c:ptCount val="4"/>
                <c:pt idx="0">
                  <c:v>4.6539999999999955</c:v>
                </c:pt>
                <c:pt idx="1">
                  <c:v>6.8119999999999985</c:v>
                </c:pt>
                <c:pt idx="2">
                  <c:v>10.726999999999999</c:v>
                </c:pt>
                <c:pt idx="3">
                  <c:v>1.53</c:v>
                </c:pt>
              </c:numCache>
            </c:numRef>
          </c:val>
          <c:extLst xmlns:c16r2="http://schemas.microsoft.com/office/drawing/2015/06/chart">
            <c:ext xmlns:c16="http://schemas.microsoft.com/office/drawing/2014/chart" uri="{C3380CC4-5D6E-409C-BE32-E72D297353CC}">
              <c16:uniqueId val="{00000001-8904-433C-AAB8-7A3FF25DEF27}"/>
            </c:ext>
          </c:extLst>
        </c:ser>
        <c:axId val="106395520"/>
        <c:axId val="106397056"/>
      </c:barChart>
      <c:catAx>
        <c:axId val="106395520"/>
        <c:scaling>
          <c:orientation val="minMax"/>
        </c:scaling>
        <c:axPos val="b"/>
        <c:numFmt formatCode="General" sourceLinked="0"/>
        <c:tickLblPos val="nextTo"/>
        <c:crossAx val="106397056"/>
        <c:crosses val="autoZero"/>
        <c:auto val="1"/>
        <c:lblAlgn val="ctr"/>
        <c:lblOffset val="100"/>
      </c:catAx>
      <c:valAx>
        <c:axId val="106397056"/>
        <c:scaling>
          <c:orientation val="minMax"/>
        </c:scaling>
        <c:delete val="1"/>
        <c:axPos val="l"/>
        <c:numFmt formatCode="0.00" sourceLinked="1"/>
        <c:tickLblPos val="none"/>
        <c:crossAx val="106395520"/>
        <c:crosses val="autoZero"/>
        <c:crossBetween val="between"/>
      </c:valAx>
      <c:spPr>
        <a:noFill/>
        <a:ln w="25400">
          <a:noFill/>
        </a:ln>
      </c:spPr>
    </c:plotArea>
    <c:legend>
      <c:legendPos val="t"/>
    </c:legend>
    <c:plotVisOnly val="1"/>
    <c:dispBlanksAs val="gap"/>
  </c:chart>
  <c:spPr>
    <a:ln>
      <a:noFill/>
    </a:ln>
  </c:spPr>
  <c:externalData r:id="rId1"/>
</c:chartSpace>
</file>

<file path=word/charts/chart30.xml><?xml version="1.0" encoding="utf-8"?>
<c:chartSpace xmlns:c="http://schemas.openxmlformats.org/drawingml/2006/chart" xmlns:a="http://schemas.openxmlformats.org/drawingml/2006/main" xmlns:r="http://schemas.openxmlformats.org/officeDocument/2006/relationships">
  <c:lang val="cs-CZ"/>
  <c:style val="3"/>
  <c:chart>
    <c:plotArea>
      <c:layout/>
      <c:lineChart>
        <c:grouping val="standard"/>
        <c:ser>
          <c:idx val="0"/>
          <c:order val="0"/>
          <c:tx>
            <c:strRef>
              <c:f>APA!$B$4</c:f>
              <c:strCache>
                <c:ptCount val="1"/>
                <c:pt idx="0">
                  <c:v>česká produkce</c:v>
                </c:pt>
              </c:strCache>
            </c:strRef>
          </c:tx>
          <c:dLbls>
            <c:dLbl>
              <c:idx val="0"/>
              <c:layout>
                <c:manualLayout>
                  <c:x val="-2.9197000137264936E-2"/>
                  <c:y val="-7.159846822425886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02DB-4F98-A349-86BA57D4938E}"/>
                </c:ext>
              </c:extLst>
            </c:dLbl>
            <c:dLbl>
              <c:idx val="1"/>
              <c:layout>
                <c:manualLayout>
                  <c:x val="-3.1310048209108571E-2"/>
                  <c:y val="-5.5205025601308036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02DB-4F98-A349-86BA57D4938E}"/>
                </c:ext>
              </c:extLst>
            </c:dLbl>
            <c:dLbl>
              <c:idx val="2"/>
              <c:layout>
                <c:manualLayout>
                  <c:x val="-3.3423096280952205E-2"/>
                  <c:y val="3.7691149262080052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02DB-4F98-A349-86BA57D4938E}"/>
                </c:ext>
              </c:extLst>
            </c:dLbl>
            <c:dLbl>
              <c:idx val="3"/>
              <c:layout>
                <c:manualLayout>
                  <c:x val="-3.3423096280952205E-2"/>
                  <c:y val="5.9549072759347801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02DB-4F98-A349-86BA57D4938E}"/>
                </c:ext>
              </c:extLst>
            </c:dLbl>
            <c:dLbl>
              <c:idx val="5"/>
              <c:layout>
                <c:manualLayout>
                  <c:x val="-2.0744807849890402E-2"/>
                  <c:y val="-4.9740544726991104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02DB-4F98-A349-86BA57D4938E}"/>
                </c:ext>
              </c:extLst>
            </c:dLbl>
            <c:numFmt formatCode="#,##0.0" sourceLinked="0"/>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APA!$C$3:$L$3</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APA!$C$4:$L$4</c:f>
              <c:numCache>
                <c:formatCode>General</c:formatCode>
                <c:ptCount val="10"/>
                <c:pt idx="0">
                  <c:v>0.88</c:v>
                </c:pt>
                <c:pt idx="1">
                  <c:v>0.8</c:v>
                </c:pt>
                <c:pt idx="2">
                  <c:v>0.57700000000000062</c:v>
                </c:pt>
                <c:pt idx="3">
                  <c:v>0.62100000000000488</c:v>
                </c:pt>
                <c:pt idx="4">
                  <c:v>0.73900000000000265</c:v>
                </c:pt>
                <c:pt idx="5">
                  <c:v>0.79500000000000004</c:v>
                </c:pt>
                <c:pt idx="6">
                  <c:v>0.64600000000000546</c:v>
                </c:pt>
                <c:pt idx="7">
                  <c:v>0.85200000000000065</c:v>
                </c:pt>
                <c:pt idx="8">
                  <c:v>0.92100000000000004</c:v>
                </c:pt>
                <c:pt idx="9">
                  <c:v>1.04</c:v>
                </c:pt>
              </c:numCache>
            </c:numRef>
          </c:val>
          <c:extLst xmlns:c16r2="http://schemas.microsoft.com/office/drawing/2015/06/chart">
            <c:ext xmlns:c16="http://schemas.microsoft.com/office/drawing/2014/chart" uri="{C3380CC4-5D6E-409C-BE32-E72D297353CC}">
              <c16:uniqueId val="{00000005-02DB-4F98-A349-86BA57D4938E}"/>
            </c:ext>
          </c:extLst>
        </c:ser>
        <c:ser>
          <c:idx val="1"/>
          <c:order val="1"/>
          <c:tx>
            <c:strRef>
              <c:f>APA!$B$5</c:f>
              <c:strCache>
                <c:ptCount val="1"/>
                <c:pt idx="0">
                  <c:v>zahraniční produkce</c:v>
                </c:pt>
              </c:strCache>
            </c:strRef>
          </c:tx>
          <c:dLbls>
            <c:dLbl>
              <c:idx val="0"/>
              <c:layout>
                <c:manualLayout>
                  <c:x val="-2.7083952065421753E-2"/>
                  <c:y val="5.9549072759347704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02DB-4F98-A349-86BA57D4938E}"/>
                </c:ext>
              </c:extLst>
            </c:dLbl>
            <c:dLbl>
              <c:idx val="1"/>
              <c:layout>
                <c:manualLayout>
                  <c:x val="-3.553614435279584E-2"/>
                  <c:y val="8.6871477130932448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02DB-4F98-A349-86BA57D4938E}"/>
                </c:ext>
              </c:extLst>
            </c:dLbl>
            <c:dLbl>
              <c:idx val="4"/>
              <c:layout>
                <c:manualLayout>
                  <c:x val="-7.1457961574137682E-2"/>
                  <c:y val="-1.6953659481089463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02DB-4F98-A349-86BA57D4938E}"/>
                </c:ext>
              </c:extLst>
            </c:dLbl>
            <c:numFmt formatCode="#,##0.0" sourceLinked="0"/>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APA!$C$3:$L$3</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APA!$C$5:$L$5</c:f>
              <c:numCache>
                <c:formatCode>General</c:formatCode>
                <c:ptCount val="10"/>
                <c:pt idx="0">
                  <c:v>0.70500000000000063</c:v>
                </c:pt>
                <c:pt idx="1">
                  <c:v>0.74400000000000488</c:v>
                </c:pt>
                <c:pt idx="2">
                  <c:v>0.94299999999999995</c:v>
                </c:pt>
                <c:pt idx="3">
                  <c:v>1.036</c:v>
                </c:pt>
                <c:pt idx="4">
                  <c:v>1.5640000000000001</c:v>
                </c:pt>
                <c:pt idx="5">
                  <c:v>2.84</c:v>
                </c:pt>
                <c:pt idx="6">
                  <c:v>3.3539999999999988</c:v>
                </c:pt>
                <c:pt idx="7">
                  <c:v>3.7040000000000002</c:v>
                </c:pt>
                <c:pt idx="8">
                  <c:v>3.5749999999999997</c:v>
                </c:pt>
                <c:pt idx="9">
                  <c:v>3.1579999999999999</c:v>
                </c:pt>
              </c:numCache>
            </c:numRef>
          </c:val>
          <c:extLst xmlns:c16r2="http://schemas.microsoft.com/office/drawing/2015/06/chart">
            <c:ext xmlns:c16="http://schemas.microsoft.com/office/drawing/2014/chart" uri="{C3380CC4-5D6E-409C-BE32-E72D297353CC}">
              <c16:uniqueId val="{00000009-02DB-4F98-A349-86BA57D4938E}"/>
            </c:ext>
          </c:extLst>
        </c:ser>
        <c:ser>
          <c:idx val="2"/>
          <c:order val="2"/>
          <c:tx>
            <c:strRef>
              <c:f>APA!$B$6</c:f>
              <c:strCache>
                <c:ptCount val="1"/>
                <c:pt idx="0">
                  <c:v>reklamní produkce</c:v>
                </c:pt>
              </c:strCache>
            </c:strRef>
          </c:tx>
          <c:dLbls>
            <c:numFmt formatCode="#,##0.0" sourceLinked="0"/>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APA!$C$3:$L$3</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APA!$C$6:$L$6</c:f>
              <c:numCache>
                <c:formatCode>General</c:formatCode>
                <c:ptCount val="10"/>
                <c:pt idx="0">
                  <c:v>1.9370000000000001</c:v>
                </c:pt>
                <c:pt idx="1">
                  <c:v>1.4889999999999888</c:v>
                </c:pt>
                <c:pt idx="2">
                  <c:v>2.06</c:v>
                </c:pt>
                <c:pt idx="3">
                  <c:v>2.1619999999999999</c:v>
                </c:pt>
                <c:pt idx="4">
                  <c:v>1.772</c:v>
                </c:pt>
                <c:pt idx="5">
                  <c:v>1.391999999999989</c:v>
                </c:pt>
                <c:pt idx="6">
                  <c:v>1.9600000000000097</c:v>
                </c:pt>
                <c:pt idx="7">
                  <c:v>2.2029999999999998</c:v>
                </c:pt>
                <c:pt idx="8">
                  <c:v>2.0270000000000001</c:v>
                </c:pt>
                <c:pt idx="9">
                  <c:v>2.2130999999999998</c:v>
                </c:pt>
              </c:numCache>
            </c:numRef>
          </c:val>
          <c:extLst xmlns:c16r2="http://schemas.microsoft.com/office/drawing/2015/06/chart">
            <c:ext xmlns:c16="http://schemas.microsoft.com/office/drawing/2014/chart" uri="{C3380CC4-5D6E-409C-BE32-E72D297353CC}">
              <c16:uniqueId val="{0000000A-02DB-4F98-A349-86BA57D4938E}"/>
            </c:ext>
          </c:extLst>
        </c:ser>
        <c:marker val="1"/>
        <c:axId val="126060032"/>
        <c:axId val="126061568"/>
      </c:lineChart>
      <c:catAx>
        <c:axId val="126060032"/>
        <c:scaling>
          <c:orientation val="minMax"/>
        </c:scaling>
        <c:axPos val="b"/>
        <c:numFmt formatCode="General" sourceLinked="1"/>
        <c:tickLblPos val="nextTo"/>
        <c:crossAx val="126061568"/>
        <c:crosses val="autoZero"/>
        <c:auto val="1"/>
        <c:lblAlgn val="ctr"/>
        <c:lblOffset val="100"/>
      </c:catAx>
      <c:valAx>
        <c:axId val="126061568"/>
        <c:scaling>
          <c:orientation val="minMax"/>
        </c:scaling>
        <c:delete val="1"/>
        <c:axPos val="l"/>
        <c:numFmt formatCode="General" sourceLinked="1"/>
        <c:tickLblPos val="none"/>
        <c:crossAx val="126060032"/>
        <c:crosses val="autoZero"/>
        <c:crossBetween val="between"/>
      </c:valAx>
    </c:plotArea>
    <c:legend>
      <c:legendPos val="t"/>
    </c:legend>
    <c:plotVisOnly val="1"/>
    <c:dispBlanksAs val="gap"/>
  </c:chart>
  <c:spPr>
    <a:ln>
      <a:noFill/>
    </a:ln>
  </c:spPr>
  <c:externalData r:id="rId1"/>
</c:chartSpace>
</file>

<file path=word/charts/chart31.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SBS!$A$21</c:f>
              <c:strCache>
                <c:ptCount val="1"/>
                <c:pt idx="0">
                  <c:v>zaměstnanci</c:v>
                </c:pt>
              </c:strCache>
            </c:strRef>
          </c:tx>
          <c:dLbls>
            <c:numFmt formatCode="#,##0.0" sourceLinked="0"/>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SBS!$B$20:$K$20</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SBS!$B$21:$K$21</c:f>
              <c:numCache>
                <c:formatCode>General</c:formatCode>
                <c:ptCount val="10"/>
                <c:pt idx="0">
                  <c:v>2.19767252793</c:v>
                </c:pt>
                <c:pt idx="1">
                  <c:v>2.1621310281510353</c:v>
                </c:pt>
                <c:pt idx="2">
                  <c:v>2.0672210797485602</c:v>
                </c:pt>
                <c:pt idx="3">
                  <c:v>1.8584250111419003</c:v>
                </c:pt>
                <c:pt idx="4">
                  <c:v>1.59822837569325</c:v>
                </c:pt>
                <c:pt idx="5">
                  <c:v>1.5263756700859499</c:v>
                </c:pt>
                <c:pt idx="6">
                  <c:v>1.4642395122324856</c:v>
                </c:pt>
                <c:pt idx="7">
                  <c:v>1.4659473572345358</c:v>
                </c:pt>
                <c:pt idx="8">
                  <c:v>1.4430868561725998</c:v>
                </c:pt>
                <c:pt idx="9">
                  <c:v>1.5122001732544006</c:v>
                </c:pt>
              </c:numCache>
            </c:numRef>
          </c:val>
          <c:extLst xmlns:c16r2="http://schemas.microsoft.com/office/drawing/2015/06/chart">
            <c:ext xmlns:c16="http://schemas.microsoft.com/office/drawing/2014/chart" uri="{C3380CC4-5D6E-409C-BE32-E72D297353CC}">
              <c16:uniqueId val="{00000000-8546-4B23-B700-9C0645477CE6}"/>
            </c:ext>
          </c:extLst>
        </c:ser>
        <c:marker val="1"/>
        <c:axId val="126082048"/>
        <c:axId val="126157568"/>
      </c:lineChart>
      <c:catAx>
        <c:axId val="126082048"/>
        <c:scaling>
          <c:orientation val="minMax"/>
        </c:scaling>
        <c:axPos val="b"/>
        <c:numFmt formatCode="General" sourceLinked="1"/>
        <c:tickLblPos val="nextTo"/>
        <c:crossAx val="126157568"/>
        <c:crosses val="autoZero"/>
        <c:auto val="1"/>
        <c:lblAlgn val="ctr"/>
        <c:lblOffset val="100"/>
      </c:catAx>
      <c:valAx>
        <c:axId val="126157568"/>
        <c:scaling>
          <c:orientation val="minMax"/>
        </c:scaling>
        <c:delete val="1"/>
        <c:axPos val="l"/>
        <c:numFmt formatCode="General" sourceLinked="1"/>
        <c:tickLblPos val="none"/>
        <c:crossAx val="126082048"/>
        <c:crosses val="autoZero"/>
        <c:crossBetween val="between"/>
      </c:valAx>
    </c:plotArea>
    <c:plotVisOnly val="1"/>
    <c:dispBlanksAs val="gap"/>
  </c:chart>
  <c:spPr>
    <a:ln>
      <a:noFill/>
    </a:ln>
  </c:spPr>
  <c:externalData r:id="rId1"/>
</c:chartSpace>
</file>

<file path=word/charts/chart32.xml><?xml version="1.0" encoding="utf-8"?>
<c:chartSpace xmlns:c="http://schemas.openxmlformats.org/drawingml/2006/chart" xmlns:a="http://schemas.openxmlformats.org/drawingml/2006/main" xmlns:r="http://schemas.openxmlformats.org/officeDocument/2006/relationships">
  <c:lang val="cs-CZ"/>
  <c:style val="3"/>
  <c:chart>
    <c:title>
      <c:tx>
        <c:rich>
          <a:bodyPr/>
          <a:lstStyle/>
          <a:p>
            <a:pPr>
              <a:defRPr/>
            </a:pPr>
            <a:r>
              <a:rPr lang="cs-CZ" sz="1200"/>
              <a:t>Osoby zaměstnané</a:t>
            </a:r>
            <a:r>
              <a:rPr lang="cs-CZ" sz="1200" baseline="0"/>
              <a:t> v oblasti filmu a videa</a:t>
            </a:r>
            <a:endParaRPr lang="cs-CZ" sz="1200"/>
          </a:p>
        </c:rich>
      </c:tx>
    </c:title>
    <c:plotArea>
      <c:layout>
        <c:manualLayout>
          <c:layoutTarget val="inner"/>
          <c:xMode val="edge"/>
          <c:yMode val="edge"/>
          <c:x val="0.3184164721792076"/>
          <c:y val="0.33645191112244843"/>
          <c:w val="0.38163427632487973"/>
          <c:h val="0.5577731730902058"/>
        </c:manualLayout>
      </c:layout>
      <c:doughnutChart>
        <c:varyColors val="1"/>
        <c:ser>
          <c:idx val="0"/>
          <c:order val="0"/>
          <c:dLbls>
            <c:dLbl>
              <c:idx val="0"/>
              <c:numFmt formatCode="#,##0&quot; tis.&quot;" sourceLinked="0"/>
              <c:spPr>
                <a:noFill/>
                <a:ln>
                  <a:noFill/>
                </a:ln>
                <a:effectLst/>
              </c:spPr>
              <c:txPr>
                <a:bodyPr wrap="square" lIns="38100" tIns="19050" rIns="38100" bIns="19050" anchor="ctr">
                  <a:spAutoFit/>
                </a:bodyPr>
                <a:lstStyle/>
                <a:p>
                  <a:pPr>
                    <a:defRPr>
                      <a:solidFill>
                        <a:schemeClr val="bg1"/>
                      </a:solidFill>
                    </a:defRPr>
                  </a:pPr>
                  <a:endParaRPr lang="cs-CZ"/>
                </a:p>
              </c:txPr>
            </c:dLbl>
            <c:numFmt formatCode="#,##0&quot; tis.&quot;" sourceLinked="0"/>
            <c:spPr>
              <a:noFill/>
              <a:ln>
                <a:noFill/>
              </a:ln>
              <a:effectLst/>
            </c:spPr>
            <c:showVal val="1"/>
            <c:showLeaderLines val="1"/>
            <c:extLst xmlns:c16r2="http://schemas.microsoft.com/office/drawing/2015/06/chart">
              <c:ext xmlns:c15="http://schemas.microsoft.com/office/drawing/2012/chart" uri="{CE6537A1-D6FC-4f65-9D91-7224C49458BB}"/>
            </c:extLst>
          </c:dLbls>
          <c:cat>
            <c:strRef>
              <c:f>List1!$C$4:$D$4</c:f>
              <c:strCache>
                <c:ptCount val="2"/>
                <c:pt idx="0">
                  <c:v>povolání kult. charakteru</c:v>
                </c:pt>
                <c:pt idx="1">
                  <c:v>povolání nekult. charakteru</c:v>
                </c:pt>
              </c:strCache>
            </c:strRef>
          </c:cat>
          <c:val>
            <c:numRef>
              <c:f>List1!$C$5:$D$5</c:f>
              <c:numCache>
                <c:formatCode>General</c:formatCode>
                <c:ptCount val="2"/>
                <c:pt idx="0">
                  <c:v>4</c:v>
                </c:pt>
                <c:pt idx="1">
                  <c:v>2</c:v>
                </c:pt>
              </c:numCache>
            </c:numRef>
          </c:val>
          <c:extLst xmlns:c16r2="http://schemas.microsoft.com/office/drawing/2015/06/chart">
            <c:ext xmlns:c16="http://schemas.microsoft.com/office/drawing/2014/chart" uri="{C3380CC4-5D6E-409C-BE32-E72D297353CC}">
              <c16:uniqueId val="{00000000-200F-458E-813C-159F64B8CF73}"/>
            </c:ext>
          </c:extLst>
        </c:ser>
        <c:firstSliceAng val="0"/>
        <c:holeSize val="50"/>
      </c:doughnutChart>
    </c:plotArea>
    <c:legend>
      <c:legendPos val="t"/>
    </c:legend>
    <c:plotVisOnly val="1"/>
    <c:dispBlanksAs val="zero"/>
  </c:chart>
  <c:spPr>
    <a:ln>
      <a:noFill/>
    </a:ln>
  </c:spPr>
  <c:externalData r:id="rId1"/>
</c:chartSpace>
</file>

<file path=word/charts/chart33.xml><?xml version="1.0" encoding="utf-8"?>
<c:chartSpace xmlns:c="http://schemas.openxmlformats.org/drawingml/2006/chart" xmlns:a="http://schemas.openxmlformats.org/drawingml/2006/main" xmlns:r="http://schemas.openxmlformats.org/officeDocument/2006/relationships">
  <c:date1904 val="1"/>
  <c:lang val="cs-CZ"/>
  <c:style val="3"/>
  <c:chart>
    <c:title>
      <c:tx>
        <c:rich>
          <a:bodyPr/>
          <a:lstStyle/>
          <a:p>
            <a:pPr>
              <a:defRPr sz="1200"/>
            </a:pPr>
            <a:r>
              <a:rPr lang="cs-CZ" sz="1200"/>
              <a:t>Technici v oblasti vysílání</a:t>
            </a:r>
            <a:r>
              <a:rPr lang="cs-CZ" sz="1200" baseline="0"/>
              <a:t> a audiovizuálních záznamů</a:t>
            </a:r>
            <a:endParaRPr lang="cs-CZ" sz="1200"/>
          </a:p>
        </c:rich>
      </c:tx>
      <c:layout>
        <c:manualLayout>
          <c:xMode val="edge"/>
          <c:yMode val="edge"/>
          <c:x val="0.14172839506172913"/>
          <c:y val="0"/>
        </c:manualLayout>
      </c:layout>
    </c:title>
    <c:plotArea>
      <c:layout>
        <c:manualLayout>
          <c:layoutTarget val="inner"/>
          <c:xMode val="edge"/>
          <c:yMode val="edge"/>
          <c:x val="0.28562651890735996"/>
          <c:y val="0.3381838113609314"/>
          <c:w val="0.51763585107417476"/>
          <c:h val="0.56129188670693253"/>
        </c:manualLayout>
      </c:layout>
      <c:doughnutChart>
        <c:varyColors val="1"/>
        <c:ser>
          <c:idx val="0"/>
          <c:order val="0"/>
          <c:dLbls>
            <c:dLbl>
              <c:idx val="0"/>
              <c:numFmt formatCode="#,##0&quot; tis.&quot;" sourceLinked="0"/>
              <c:spPr/>
              <c:txPr>
                <a:bodyPr/>
                <a:lstStyle/>
                <a:p>
                  <a:pPr>
                    <a:defRPr>
                      <a:solidFill>
                        <a:schemeClr val="bg1"/>
                      </a:solidFill>
                    </a:defRPr>
                  </a:pPr>
                  <a:endParaRPr lang="cs-CZ"/>
                </a:p>
              </c:txPr>
            </c:dLbl>
            <c:numFmt formatCode="#,##0.0&quot; tis.&quot;" sourceLinked="0"/>
            <c:spPr>
              <a:noFill/>
              <a:ln>
                <a:noFill/>
              </a:ln>
              <a:effectLst/>
            </c:spPr>
            <c:showVal val="1"/>
            <c:showLeaderLines val="1"/>
            <c:extLst xmlns:c16r2="http://schemas.microsoft.com/office/drawing/2015/06/chart">
              <c:ext xmlns:c15="http://schemas.microsoft.com/office/drawing/2012/chart" uri="{CE6537A1-D6FC-4f65-9D91-7224C49458BB}"/>
            </c:extLst>
          </c:dLbls>
          <c:cat>
            <c:strRef>
              <c:f>List1!$H$4:$I$4</c:f>
              <c:strCache>
                <c:ptCount val="2"/>
                <c:pt idx="0">
                  <c:v> v kult. organizaci</c:v>
                </c:pt>
                <c:pt idx="1">
                  <c:v> v nekult. organizaci</c:v>
                </c:pt>
              </c:strCache>
            </c:strRef>
          </c:cat>
          <c:val>
            <c:numRef>
              <c:f>List1!$H$5:$I$5</c:f>
              <c:numCache>
                <c:formatCode>General</c:formatCode>
                <c:ptCount val="2"/>
                <c:pt idx="0">
                  <c:v>6</c:v>
                </c:pt>
                <c:pt idx="1">
                  <c:v>2.2999999999999998</c:v>
                </c:pt>
              </c:numCache>
            </c:numRef>
          </c:val>
          <c:extLst xmlns:c16r2="http://schemas.microsoft.com/office/drawing/2015/06/chart">
            <c:ext xmlns:c16="http://schemas.microsoft.com/office/drawing/2014/chart" uri="{C3380CC4-5D6E-409C-BE32-E72D297353CC}">
              <c16:uniqueId val="{00000001-47F8-4F82-981E-80EE3D8326C5}"/>
            </c:ext>
          </c:extLst>
        </c:ser>
        <c:firstSliceAng val="0"/>
        <c:holeSize val="50"/>
      </c:doughnutChart>
    </c:plotArea>
    <c:legend>
      <c:legendPos val="t"/>
      <c:layout>
        <c:manualLayout>
          <c:xMode val="edge"/>
          <c:yMode val="edge"/>
          <c:x val="4.5061533974919812E-2"/>
          <c:y val="0.16599732262382871"/>
          <c:w val="0.9"/>
          <c:h val="9.6829522815672656E-2"/>
        </c:manualLayout>
      </c:layout>
    </c:legend>
    <c:plotVisOnly val="1"/>
    <c:dispBlanksAs val="zero"/>
  </c:chart>
  <c:spPr>
    <a:ln>
      <a:noFill/>
    </a:ln>
  </c:spPr>
  <c:externalData r:id="rId1"/>
</c:chartSpace>
</file>

<file path=word/charts/chart34.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List1!$C$1</c:f>
              <c:strCache>
                <c:ptCount val="1"/>
                <c:pt idx="0">
                  <c:v>návštěvnost</c:v>
                </c:pt>
              </c:strCache>
            </c:strRef>
          </c:tx>
          <c:cat>
            <c:numRef>
              <c:f>List1!$B$2:$B$19</c:f>
              <c:numCache>
                <c:formatCode>General</c:formatCode>
                <c:ptCount val="18"/>
                <c:pt idx="0">
                  <c:v>1989</c:v>
                </c:pt>
                <c:pt idx="1">
                  <c:v>1991</c:v>
                </c:pt>
                <c:pt idx="2">
                  <c:v>1993</c:v>
                </c:pt>
                <c:pt idx="3">
                  <c:v>1995</c:v>
                </c:pt>
                <c:pt idx="4">
                  <c:v>1997</c:v>
                </c:pt>
                <c:pt idx="5">
                  <c:v>1999</c:v>
                </c:pt>
                <c:pt idx="6">
                  <c:v>2001</c:v>
                </c:pt>
                <c:pt idx="7">
                  <c:v>2003</c:v>
                </c:pt>
                <c:pt idx="8">
                  <c:v>2005</c:v>
                </c:pt>
                <c:pt idx="9">
                  <c:v>2007</c:v>
                </c:pt>
                <c:pt idx="10">
                  <c:v>2009</c:v>
                </c:pt>
                <c:pt idx="11">
                  <c:v>2011</c:v>
                </c:pt>
                <c:pt idx="12">
                  <c:v>2012</c:v>
                </c:pt>
                <c:pt idx="13">
                  <c:v>2013</c:v>
                </c:pt>
                <c:pt idx="14">
                  <c:v>2014</c:v>
                </c:pt>
                <c:pt idx="15">
                  <c:v>2015</c:v>
                </c:pt>
                <c:pt idx="16">
                  <c:v>2016</c:v>
                </c:pt>
                <c:pt idx="17">
                  <c:v>2017</c:v>
                </c:pt>
              </c:numCache>
            </c:numRef>
          </c:cat>
          <c:val>
            <c:numRef>
              <c:f>List1!$C$2:$C$19</c:f>
              <c:numCache>
                <c:formatCode>0</c:formatCode>
                <c:ptCount val="18"/>
                <c:pt idx="0">
                  <c:v>51.45252</c:v>
                </c:pt>
                <c:pt idx="1">
                  <c:v>29.897814000000061</c:v>
                </c:pt>
                <c:pt idx="2">
                  <c:v>21.898199999999989</c:v>
                </c:pt>
                <c:pt idx="3">
                  <c:v>9.2532139999999998</c:v>
                </c:pt>
                <c:pt idx="4">
                  <c:v>9.8150240000000046</c:v>
                </c:pt>
                <c:pt idx="5">
                  <c:v>8.370825</c:v>
                </c:pt>
                <c:pt idx="6">
                  <c:v>10.363336000000034</c:v>
                </c:pt>
                <c:pt idx="7">
                  <c:v>12.139638</c:v>
                </c:pt>
                <c:pt idx="8">
                  <c:v>9.4786320000000028</c:v>
                </c:pt>
                <c:pt idx="9">
                  <c:v>12.829513</c:v>
                </c:pt>
                <c:pt idx="10">
                  <c:v>12.469365</c:v>
                </c:pt>
                <c:pt idx="11">
                  <c:v>10.789760000000001</c:v>
                </c:pt>
                <c:pt idx="12">
                  <c:v>11.181850999999998</c:v>
                </c:pt>
                <c:pt idx="13">
                  <c:v>11.057559000000024</c:v>
                </c:pt>
                <c:pt idx="14">
                  <c:v>11.55858600000003</c:v>
                </c:pt>
                <c:pt idx="15">
                  <c:v>12.958099000000002</c:v>
                </c:pt>
                <c:pt idx="16" formatCode="#,##0">
                  <c:v>15.621922999999999</c:v>
                </c:pt>
                <c:pt idx="17">
                  <c:v>15.233432000000002</c:v>
                </c:pt>
              </c:numCache>
            </c:numRef>
          </c:val>
          <c:extLst xmlns:c16r2="http://schemas.microsoft.com/office/drawing/2015/06/chart">
            <c:ext xmlns:c16="http://schemas.microsoft.com/office/drawing/2014/chart" uri="{C3380CC4-5D6E-409C-BE32-E72D297353CC}">
              <c16:uniqueId val="{00000000-52E3-4C9A-81AC-84363C03D036}"/>
            </c:ext>
          </c:extLst>
        </c:ser>
        <c:marker val="1"/>
        <c:axId val="126341888"/>
        <c:axId val="126343424"/>
      </c:lineChart>
      <c:lineChart>
        <c:grouping val="standard"/>
        <c:ser>
          <c:idx val="1"/>
          <c:order val="1"/>
          <c:tx>
            <c:strRef>
              <c:f>List1!$D$1</c:f>
              <c:strCache>
                <c:ptCount val="1"/>
                <c:pt idx="0">
                  <c:v>tržby</c:v>
                </c:pt>
              </c:strCache>
            </c:strRef>
          </c:tx>
          <c:cat>
            <c:numRef>
              <c:f>List1!$B$2:$B$19</c:f>
              <c:numCache>
                <c:formatCode>General</c:formatCode>
                <c:ptCount val="18"/>
                <c:pt idx="0">
                  <c:v>1989</c:v>
                </c:pt>
                <c:pt idx="1">
                  <c:v>1991</c:v>
                </c:pt>
                <c:pt idx="2">
                  <c:v>1993</c:v>
                </c:pt>
                <c:pt idx="3">
                  <c:v>1995</c:v>
                </c:pt>
                <c:pt idx="4">
                  <c:v>1997</c:v>
                </c:pt>
                <c:pt idx="5">
                  <c:v>1999</c:v>
                </c:pt>
                <c:pt idx="6">
                  <c:v>2001</c:v>
                </c:pt>
                <c:pt idx="7">
                  <c:v>2003</c:v>
                </c:pt>
                <c:pt idx="8">
                  <c:v>2005</c:v>
                </c:pt>
                <c:pt idx="9">
                  <c:v>2007</c:v>
                </c:pt>
                <c:pt idx="10">
                  <c:v>2009</c:v>
                </c:pt>
                <c:pt idx="11">
                  <c:v>2011</c:v>
                </c:pt>
                <c:pt idx="12">
                  <c:v>2012</c:v>
                </c:pt>
                <c:pt idx="13">
                  <c:v>2013</c:v>
                </c:pt>
                <c:pt idx="14">
                  <c:v>2014</c:v>
                </c:pt>
                <c:pt idx="15">
                  <c:v>2015</c:v>
                </c:pt>
                <c:pt idx="16">
                  <c:v>2016</c:v>
                </c:pt>
                <c:pt idx="17">
                  <c:v>2017</c:v>
                </c:pt>
              </c:numCache>
            </c:numRef>
          </c:cat>
          <c:val>
            <c:numRef>
              <c:f>List1!$D$2:$D$19</c:f>
              <c:numCache>
                <c:formatCode>0</c:formatCode>
                <c:ptCount val="18"/>
                <c:pt idx="0">
                  <c:v>354.40432599999963</c:v>
                </c:pt>
                <c:pt idx="1">
                  <c:v>323.18650999999898</c:v>
                </c:pt>
                <c:pt idx="2">
                  <c:v>432.90459399999969</c:v>
                </c:pt>
                <c:pt idx="3">
                  <c:v>254.206096</c:v>
                </c:pt>
                <c:pt idx="4">
                  <c:v>436.96089000000001</c:v>
                </c:pt>
                <c:pt idx="5">
                  <c:v>496.06289299999997</c:v>
                </c:pt>
                <c:pt idx="6">
                  <c:v>817.68152499999997</c:v>
                </c:pt>
                <c:pt idx="7">
                  <c:v>1084.0099550000011</c:v>
                </c:pt>
                <c:pt idx="8">
                  <c:v>854.48562399999946</c:v>
                </c:pt>
                <c:pt idx="9">
                  <c:v>1200.0042249999954</c:v>
                </c:pt>
                <c:pt idx="10">
                  <c:v>1251.0653749999999</c:v>
                </c:pt>
                <c:pt idx="11">
                  <c:v>1209.8740869999958</c:v>
                </c:pt>
                <c:pt idx="12">
                  <c:v>1275.596489</c:v>
                </c:pt>
                <c:pt idx="13">
                  <c:v>1424.2456470000011</c:v>
                </c:pt>
                <c:pt idx="14">
                  <c:v>1462.6702329999944</c:v>
                </c:pt>
                <c:pt idx="15">
                  <c:v>1669.1765809999999</c:v>
                </c:pt>
                <c:pt idx="16">
                  <c:v>2011.0441979999998</c:v>
                </c:pt>
                <c:pt idx="17">
                  <c:v>2004.2451309999999</c:v>
                </c:pt>
              </c:numCache>
            </c:numRef>
          </c:val>
          <c:extLst xmlns:c16r2="http://schemas.microsoft.com/office/drawing/2015/06/chart">
            <c:ext xmlns:c16="http://schemas.microsoft.com/office/drawing/2014/chart" uri="{C3380CC4-5D6E-409C-BE32-E72D297353CC}">
              <c16:uniqueId val="{00000001-52E3-4C9A-81AC-84363C03D036}"/>
            </c:ext>
          </c:extLst>
        </c:ser>
        <c:marker val="1"/>
        <c:axId val="126351616"/>
        <c:axId val="126349696"/>
      </c:lineChart>
      <c:catAx>
        <c:axId val="126341888"/>
        <c:scaling>
          <c:orientation val="minMax"/>
        </c:scaling>
        <c:axPos val="b"/>
        <c:numFmt formatCode="General" sourceLinked="1"/>
        <c:tickLblPos val="nextTo"/>
        <c:crossAx val="126343424"/>
        <c:crosses val="autoZero"/>
        <c:auto val="1"/>
        <c:lblAlgn val="ctr"/>
        <c:lblOffset val="100"/>
      </c:catAx>
      <c:valAx>
        <c:axId val="126343424"/>
        <c:scaling>
          <c:orientation val="minMax"/>
        </c:scaling>
        <c:axPos val="l"/>
        <c:majorGridlines/>
        <c:title>
          <c:tx>
            <c:rich>
              <a:bodyPr rot="-5400000" vert="horz"/>
              <a:lstStyle/>
              <a:p>
                <a:pPr>
                  <a:defRPr/>
                </a:pPr>
                <a:r>
                  <a:rPr lang="cs-CZ" b="0">
                    <a:latin typeface="+mn-lt"/>
                  </a:rPr>
                  <a:t>návštěvnost</a:t>
                </a:r>
              </a:p>
            </c:rich>
          </c:tx>
          <c:layout>
            <c:manualLayout>
              <c:xMode val="edge"/>
              <c:yMode val="edge"/>
              <c:x val="8.4656084656084766E-3"/>
              <c:y val="0.40186199551143081"/>
            </c:manualLayout>
          </c:layout>
        </c:title>
        <c:numFmt formatCode="0" sourceLinked="1"/>
        <c:tickLblPos val="nextTo"/>
        <c:crossAx val="126341888"/>
        <c:crosses val="autoZero"/>
        <c:crossBetween val="between"/>
      </c:valAx>
      <c:valAx>
        <c:axId val="126349696"/>
        <c:scaling>
          <c:orientation val="minMax"/>
        </c:scaling>
        <c:axPos val="r"/>
        <c:title>
          <c:tx>
            <c:rich>
              <a:bodyPr rot="-5400000" vert="horz"/>
              <a:lstStyle/>
              <a:p>
                <a:pPr>
                  <a:defRPr/>
                </a:pPr>
                <a:r>
                  <a:rPr lang="cs-CZ" b="0"/>
                  <a:t>tržby</a:t>
                </a:r>
              </a:p>
            </c:rich>
          </c:tx>
        </c:title>
        <c:numFmt formatCode="0" sourceLinked="1"/>
        <c:tickLblPos val="nextTo"/>
        <c:crossAx val="126351616"/>
        <c:crosses val="max"/>
        <c:crossBetween val="between"/>
      </c:valAx>
      <c:catAx>
        <c:axId val="126351616"/>
        <c:scaling>
          <c:orientation val="minMax"/>
        </c:scaling>
        <c:delete val="1"/>
        <c:axPos val="b"/>
        <c:numFmt formatCode="General" sourceLinked="1"/>
        <c:tickLblPos val="none"/>
        <c:crossAx val="126349696"/>
        <c:crosses val="autoZero"/>
        <c:auto val="1"/>
        <c:lblAlgn val="ctr"/>
        <c:lblOffset val="100"/>
      </c:catAx>
    </c:plotArea>
    <c:legend>
      <c:legendPos val="t"/>
    </c:legend>
    <c:plotVisOnly val="1"/>
    <c:dispBlanksAs val="gap"/>
  </c:chart>
  <c:spPr>
    <a:ln>
      <a:noFill/>
    </a:ln>
  </c:spPr>
  <c:externalData r:id="rId1"/>
</c:chartSpace>
</file>

<file path=word/charts/chart35.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List1!$B$9</c:f>
              <c:strCache>
                <c:ptCount val="1"/>
                <c:pt idx="0">
                  <c:v>fyzické nosiče</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List1!$A$10:$A$15</c:f>
              <c:strCache>
                <c:ptCount val="6"/>
                <c:pt idx="0">
                  <c:v>16-24</c:v>
                </c:pt>
                <c:pt idx="1">
                  <c:v>25-34</c:v>
                </c:pt>
                <c:pt idx="2">
                  <c:v>35-44</c:v>
                </c:pt>
                <c:pt idx="3">
                  <c:v>45-54</c:v>
                </c:pt>
                <c:pt idx="4">
                  <c:v>55-64</c:v>
                </c:pt>
                <c:pt idx="5">
                  <c:v>65 a více</c:v>
                </c:pt>
              </c:strCache>
            </c:strRef>
          </c:cat>
          <c:val>
            <c:numRef>
              <c:f>List1!$B$10:$B$15</c:f>
              <c:numCache>
                <c:formatCode>General</c:formatCode>
                <c:ptCount val="6"/>
                <c:pt idx="0">
                  <c:v>0.21300000000000024</c:v>
                </c:pt>
                <c:pt idx="1">
                  <c:v>0.21800000000000044</c:v>
                </c:pt>
                <c:pt idx="2">
                  <c:v>0.41400000000000031</c:v>
                </c:pt>
                <c:pt idx="3">
                  <c:v>0.27800000000000002</c:v>
                </c:pt>
                <c:pt idx="4">
                  <c:v>0.35700000000000032</c:v>
                </c:pt>
                <c:pt idx="5">
                  <c:v>0.68400000000000005</c:v>
                </c:pt>
              </c:numCache>
            </c:numRef>
          </c:val>
          <c:extLst xmlns:c16r2="http://schemas.microsoft.com/office/drawing/2015/06/chart">
            <c:ext xmlns:c16="http://schemas.microsoft.com/office/drawing/2014/chart" uri="{C3380CC4-5D6E-409C-BE32-E72D297353CC}">
              <c16:uniqueId val="{00000000-E871-4A82-998F-E19CAC35A3D2}"/>
            </c:ext>
          </c:extLst>
        </c:ser>
        <c:ser>
          <c:idx val="1"/>
          <c:order val="1"/>
          <c:tx>
            <c:strRef>
              <c:f>List1!$C$9</c:f>
              <c:strCache>
                <c:ptCount val="1"/>
                <c:pt idx="0">
                  <c:v>digitální forma</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List1!$A$10:$A$15</c:f>
              <c:strCache>
                <c:ptCount val="6"/>
                <c:pt idx="0">
                  <c:v>16-24</c:v>
                </c:pt>
                <c:pt idx="1">
                  <c:v>25-34</c:v>
                </c:pt>
                <c:pt idx="2">
                  <c:v>35-44</c:v>
                </c:pt>
                <c:pt idx="3">
                  <c:v>45-54</c:v>
                </c:pt>
                <c:pt idx="4">
                  <c:v>55-64</c:v>
                </c:pt>
                <c:pt idx="5">
                  <c:v>65 a více</c:v>
                </c:pt>
              </c:strCache>
            </c:strRef>
          </c:cat>
          <c:val>
            <c:numRef>
              <c:f>List1!$C$10:$C$15</c:f>
              <c:numCache>
                <c:formatCode>General</c:formatCode>
                <c:ptCount val="6"/>
                <c:pt idx="0">
                  <c:v>0.83200000000000063</c:v>
                </c:pt>
                <c:pt idx="1">
                  <c:v>0.85500000000000065</c:v>
                </c:pt>
                <c:pt idx="2">
                  <c:v>0.81299999999999994</c:v>
                </c:pt>
                <c:pt idx="3">
                  <c:v>0.77100000000000202</c:v>
                </c:pt>
                <c:pt idx="4">
                  <c:v>0.6430000000000019</c:v>
                </c:pt>
                <c:pt idx="5">
                  <c:v>0.31600000000000089</c:v>
                </c:pt>
              </c:numCache>
            </c:numRef>
          </c:val>
          <c:extLst xmlns:c16r2="http://schemas.microsoft.com/office/drawing/2015/06/chart">
            <c:ext xmlns:c16="http://schemas.microsoft.com/office/drawing/2014/chart" uri="{C3380CC4-5D6E-409C-BE32-E72D297353CC}">
              <c16:uniqueId val="{00000001-E871-4A82-998F-E19CAC35A3D2}"/>
            </c:ext>
          </c:extLst>
        </c:ser>
        <c:axId val="139087872"/>
        <c:axId val="139089408"/>
      </c:barChart>
      <c:catAx>
        <c:axId val="139087872"/>
        <c:scaling>
          <c:orientation val="minMax"/>
        </c:scaling>
        <c:axPos val="b"/>
        <c:numFmt formatCode="General" sourceLinked="0"/>
        <c:tickLblPos val="nextTo"/>
        <c:crossAx val="139089408"/>
        <c:crosses val="autoZero"/>
        <c:auto val="1"/>
        <c:lblAlgn val="ctr"/>
        <c:lblOffset val="100"/>
      </c:catAx>
      <c:valAx>
        <c:axId val="139089408"/>
        <c:scaling>
          <c:orientation val="minMax"/>
        </c:scaling>
        <c:delete val="1"/>
        <c:axPos val="l"/>
        <c:numFmt formatCode="General" sourceLinked="1"/>
        <c:tickLblPos val="none"/>
        <c:crossAx val="139087872"/>
        <c:crosses val="autoZero"/>
        <c:crossBetween val="between"/>
      </c:valAx>
    </c:plotArea>
    <c:legend>
      <c:legendPos val="t"/>
    </c:legend>
    <c:plotVisOnly val="1"/>
    <c:dispBlanksAs val="gap"/>
  </c:chart>
  <c:spPr>
    <a:ln>
      <a:noFill/>
    </a:ln>
  </c:spPr>
  <c:externalData r:id="rId1"/>
</c:chartSpace>
</file>

<file path=word/charts/chart36.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List1!$K$1</c:f>
              <c:strCache>
                <c:ptCount val="1"/>
                <c:pt idx="0">
                  <c:v>muži</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List1!$J$2:$J$8</c:f>
              <c:strCache>
                <c:ptCount val="7"/>
                <c:pt idx="0">
                  <c:v>ano, 1-3 krát</c:v>
                </c:pt>
                <c:pt idx="1">
                  <c:v>ano, více než 3krát</c:v>
                </c:pt>
                <c:pt idx="2">
                  <c:v>ne, nemohl(a) jsem si to dovolit</c:v>
                </c:pt>
                <c:pt idx="3">
                  <c:v>ne, neměl(a) jsem zájem</c:v>
                </c:pt>
                <c:pt idx="4">
                  <c:v>ne, neměl(a) jsem čas</c:v>
                </c:pt>
                <c:pt idx="5">
                  <c:v>ne, nebyly v dostupné vzdálenosti</c:v>
                </c:pt>
                <c:pt idx="6">
                  <c:v>ne, z jiného důvodu</c:v>
                </c:pt>
              </c:strCache>
            </c:strRef>
          </c:cat>
          <c:val>
            <c:numRef>
              <c:f>List1!$K$2:$K$8</c:f>
              <c:numCache>
                <c:formatCode>General</c:formatCode>
                <c:ptCount val="7"/>
                <c:pt idx="0">
                  <c:v>0.310932113244755</c:v>
                </c:pt>
                <c:pt idx="1">
                  <c:v>0.16395454552089544</c:v>
                </c:pt>
                <c:pt idx="2">
                  <c:v>3.9616448572692142E-2</c:v>
                </c:pt>
                <c:pt idx="3">
                  <c:v>0.25161023702669061</c:v>
                </c:pt>
                <c:pt idx="4">
                  <c:v>7.352815472933838E-2</c:v>
                </c:pt>
                <c:pt idx="5">
                  <c:v>1.7515716944383936E-2</c:v>
                </c:pt>
                <c:pt idx="6">
                  <c:v>0.14284278396125891</c:v>
                </c:pt>
              </c:numCache>
            </c:numRef>
          </c:val>
          <c:extLst xmlns:c16r2="http://schemas.microsoft.com/office/drawing/2015/06/chart">
            <c:ext xmlns:c16="http://schemas.microsoft.com/office/drawing/2014/chart" uri="{C3380CC4-5D6E-409C-BE32-E72D297353CC}">
              <c16:uniqueId val="{00000000-F217-41AB-95E2-9E9D710BBFDB}"/>
            </c:ext>
          </c:extLst>
        </c:ser>
        <c:ser>
          <c:idx val="1"/>
          <c:order val="1"/>
          <c:tx>
            <c:strRef>
              <c:f>List1!$L$1</c:f>
              <c:strCache>
                <c:ptCount val="1"/>
                <c:pt idx="0">
                  <c:v>ženy</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List1!$J$2:$J$8</c:f>
              <c:strCache>
                <c:ptCount val="7"/>
                <c:pt idx="0">
                  <c:v>ano, 1-3 krát</c:v>
                </c:pt>
                <c:pt idx="1">
                  <c:v>ano, více než 3krát</c:v>
                </c:pt>
                <c:pt idx="2">
                  <c:v>ne, nemohl(a) jsem si to dovolit</c:v>
                </c:pt>
                <c:pt idx="3">
                  <c:v>ne, neměl(a) jsem zájem</c:v>
                </c:pt>
                <c:pt idx="4">
                  <c:v>ne, neměl(a) jsem čas</c:v>
                </c:pt>
                <c:pt idx="5">
                  <c:v>ne, nebyly v dostupné vzdálenosti</c:v>
                </c:pt>
                <c:pt idx="6">
                  <c:v>ne, z jiného důvodu</c:v>
                </c:pt>
              </c:strCache>
            </c:strRef>
          </c:cat>
          <c:val>
            <c:numRef>
              <c:f>List1!$L$2:$L$8</c:f>
              <c:numCache>
                <c:formatCode>General</c:formatCode>
                <c:ptCount val="7"/>
                <c:pt idx="0">
                  <c:v>0.31334521356217881</c:v>
                </c:pt>
                <c:pt idx="1">
                  <c:v>0.16718445595547171</c:v>
                </c:pt>
                <c:pt idx="2">
                  <c:v>5.7768637927741825E-2</c:v>
                </c:pt>
                <c:pt idx="3">
                  <c:v>0.20340135010499702</c:v>
                </c:pt>
                <c:pt idx="4">
                  <c:v>5.7305443397430184E-2</c:v>
                </c:pt>
                <c:pt idx="5">
                  <c:v>2.5937476899520882E-2</c:v>
                </c:pt>
                <c:pt idx="6">
                  <c:v>0.17505742215267261</c:v>
                </c:pt>
              </c:numCache>
            </c:numRef>
          </c:val>
          <c:extLst xmlns:c16r2="http://schemas.microsoft.com/office/drawing/2015/06/chart">
            <c:ext xmlns:c16="http://schemas.microsoft.com/office/drawing/2014/chart" uri="{C3380CC4-5D6E-409C-BE32-E72D297353CC}">
              <c16:uniqueId val="{00000001-F217-41AB-95E2-9E9D710BBFDB}"/>
            </c:ext>
          </c:extLst>
        </c:ser>
        <c:axId val="139111424"/>
        <c:axId val="139121408"/>
      </c:barChart>
      <c:catAx>
        <c:axId val="139111424"/>
        <c:scaling>
          <c:orientation val="minMax"/>
        </c:scaling>
        <c:axPos val="b"/>
        <c:numFmt formatCode="General" sourceLinked="0"/>
        <c:tickLblPos val="nextTo"/>
        <c:crossAx val="139121408"/>
        <c:crosses val="autoZero"/>
        <c:auto val="1"/>
        <c:lblAlgn val="ctr"/>
        <c:lblOffset val="100"/>
      </c:catAx>
      <c:valAx>
        <c:axId val="139121408"/>
        <c:scaling>
          <c:orientation val="minMax"/>
        </c:scaling>
        <c:delete val="1"/>
        <c:axPos val="l"/>
        <c:numFmt formatCode="0%" sourceLinked="0"/>
        <c:tickLblPos val="none"/>
        <c:crossAx val="139111424"/>
        <c:crosses val="autoZero"/>
        <c:crossBetween val="between"/>
      </c:valAx>
    </c:plotArea>
    <c:legend>
      <c:legendPos val="t"/>
    </c:legend>
    <c:plotVisOnly val="1"/>
    <c:dispBlanksAs val="gap"/>
  </c:chart>
  <c:spPr>
    <a:ln>
      <a:noFill/>
    </a:ln>
  </c:spPr>
  <c:externalData r:id="rId1"/>
</c:chartSpace>
</file>

<file path=word/charts/chart37.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barChart>
        <c:barDir val="bar"/>
        <c:grouping val="clustered"/>
        <c:ser>
          <c:idx val="0"/>
          <c:order val="0"/>
          <c:tx>
            <c:strRef>
              <c:f>List2!$C$18</c:f>
              <c:strCache>
                <c:ptCount val="1"/>
                <c:pt idx="0">
                  <c:v>navštívil</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List2!$D$17:$I$17</c:f>
              <c:strCache>
                <c:ptCount val="6"/>
                <c:pt idx="0">
                  <c:v>75+</c:v>
                </c:pt>
                <c:pt idx="1">
                  <c:v>65-74</c:v>
                </c:pt>
                <c:pt idx="2">
                  <c:v>50-64</c:v>
                </c:pt>
                <c:pt idx="3">
                  <c:v>35-49</c:v>
                </c:pt>
                <c:pt idx="4">
                  <c:v>25-34</c:v>
                </c:pt>
                <c:pt idx="5">
                  <c:v>16-24</c:v>
                </c:pt>
              </c:strCache>
            </c:strRef>
          </c:cat>
          <c:val>
            <c:numRef>
              <c:f>List2!$D$18:$I$18</c:f>
              <c:numCache>
                <c:formatCode>General</c:formatCode>
                <c:ptCount val="6"/>
                <c:pt idx="0">
                  <c:v>8.1067828611560727E-2</c:v>
                </c:pt>
                <c:pt idx="1">
                  <c:v>0.19292157702833837</c:v>
                </c:pt>
                <c:pt idx="2">
                  <c:v>0.31753597483072282</c:v>
                </c:pt>
                <c:pt idx="3">
                  <c:v>0.57328727189219852</c:v>
                </c:pt>
                <c:pt idx="4">
                  <c:v>0.71393476551168578</c:v>
                </c:pt>
                <c:pt idx="5">
                  <c:v>0.85495654572933466</c:v>
                </c:pt>
              </c:numCache>
            </c:numRef>
          </c:val>
          <c:extLst xmlns:c16r2="http://schemas.microsoft.com/office/drawing/2015/06/chart">
            <c:ext xmlns:c16="http://schemas.microsoft.com/office/drawing/2014/chart" uri="{C3380CC4-5D6E-409C-BE32-E72D297353CC}">
              <c16:uniqueId val="{00000000-E5F4-4D4F-A7BA-B9BBB599983F}"/>
            </c:ext>
          </c:extLst>
        </c:ser>
        <c:axId val="139473664"/>
        <c:axId val="139475200"/>
      </c:barChart>
      <c:catAx>
        <c:axId val="139473664"/>
        <c:scaling>
          <c:orientation val="minMax"/>
        </c:scaling>
        <c:axPos val="l"/>
        <c:numFmt formatCode="General" sourceLinked="0"/>
        <c:tickLblPos val="nextTo"/>
        <c:crossAx val="139475200"/>
        <c:crosses val="autoZero"/>
        <c:auto val="1"/>
        <c:lblAlgn val="ctr"/>
        <c:lblOffset val="100"/>
      </c:catAx>
      <c:valAx>
        <c:axId val="139475200"/>
        <c:scaling>
          <c:orientation val="minMax"/>
        </c:scaling>
        <c:delete val="1"/>
        <c:axPos val="b"/>
        <c:numFmt formatCode="General" sourceLinked="1"/>
        <c:tickLblPos val="none"/>
        <c:crossAx val="139473664"/>
        <c:crosses val="autoZero"/>
        <c:crossBetween val="between"/>
      </c:valAx>
    </c:plotArea>
    <c:plotVisOnly val="1"/>
    <c:dispBlanksAs val="gap"/>
  </c:chart>
  <c:spPr>
    <a:ln>
      <a:noFill/>
    </a:ln>
  </c:spPr>
  <c:externalData r:id="rId1"/>
</c:chartSpace>
</file>

<file path=word/charts/chart38.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bar"/>
        <c:grouping val="clustered"/>
        <c:ser>
          <c:idx val="0"/>
          <c:order val="0"/>
          <c:tx>
            <c:strRef>
              <c:f>List1!$I$1</c:f>
              <c:strCache>
                <c:ptCount val="1"/>
                <c:pt idx="0">
                  <c:v>čtyřikrát a více</c:v>
                </c:pt>
              </c:strCache>
            </c:strRef>
          </c:tx>
          <c:dPt>
            <c:idx val="1"/>
            <c:spPr>
              <a:ln>
                <a:solidFill>
                  <a:schemeClr val="tx2">
                    <a:lumMod val="50000"/>
                  </a:schemeClr>
                </a:solidFill>
              </a:ln>
            </c:spPr>
            <c:extLst xmlns:c16r2="http://schemas.microsoft.com/office/drawing/2015/06/chart">
              <c:ext xmlns:c16="http://schemas.microsoft.com/office/drawing/2014/chart" uri="{C3380CC4-5D6E-409C-BE32-E72D297353CC}">
                <c16:uniqueId val="{00000002-9DC0-4E9A-9E57-C4643E306F00}"/>
              </c:ext>
            </c:extLst>
          </c:dPt>
          <c:dLbls>
            <c:numFmt formatCode="0.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List1!$H$2:$H$13</c:f>
              <c:strCache>
                <c:ptCount val="12"/>
                <c:pt idx="0">
                  <c:v>Rakousko</c:v>
                </c:pt>
                <c:pt idx="1">
                  <c:v>Česká republika</c:v>
                </c:pt>
                <c:pt idx="2">
                  <c:v>Estonsko</c:v>
                </c:pt>
                <c:pt idx="3">
                  <c:v>Irsko</c:v>
                </c:pt>
                <c:pt idx="4">
                  <c:v>Belgie</c:v>
                </c:pt>
                <c:pt idx="5">
                  <c:v>Spojené království</c:v>
                </c:pt>
                <c:pt idx="6">
                  <c:v>Finsko</c:v>
                </c:pt>
                <c:pt idx="7">
                  <c:v>Lucembursko</c:v>
                </c:pt>
                <c:pt idx="8">
                  <c:v>Francie</c:v>
                </c:pt>
                <c:pt idx="9">
                  <c:v>Nizozemsko</c:v>
                </c:pt>
                <c:pt idx="10">
                  <c:v>Švédsko</c:v>
                </c:pt>
                <c:pt idx="11">
                  <c:v>Dánsko</c:v>
                </c:pt>
              </c:strCache>
            </c:strRef>
          </c:cat>
          <c:val>
            <c:numRef>
              <c:f>List1!$I$2:$I$13</c:f>
              <c:numCache>
                <c:formatCode>General</c:formatCode>
                <c:ptCount val="12"/>
                <c:pt idx="0">
                  <c:v>0.193</c:v>
                </c:pt>
                <c:pt idx="1">
                  <c:v>0.16600000000000001</c:v>
                </c:pt>
                <c:pt idx="2">
                  <c:v>0.20900000000000021</c:v>
                </c:pt>
                <c:pt idx="3">
                  <c:v>0.2</c:v>
                </c:pt>
                <c:pt idx="4">
                  <c:v>0.22700000000000001</c:v>
                </c:pt>
                <c:pt idx="5">
                  <c:v>0.20300000000000001</c:v>
                </c:pt>
                <c:pt idx="6">
                  <c:v>0.18100000000000024</c:v>
                </c:pt>
                <c:pt idx="7">
                  <c:v>0.26400000000000001</c:v>
                </c:pt>
                <c:pt idx="8">
                  <c:v>0.29300000000000032</c:v>
                </c:pt>
                <c:pt idx="9">
                  <c:v>0.222</c:v>
                </c:pt>
                <c:pt idx="10">
                  <c:v>0.20800000000000021</c:v>
                </c:pt>
                <c:pt idx="11">
                  <c:v>0.21500000000000041</c:v>
                </c:pt>
              </c:numCache>
            </c:numRef>
          </c:val>
          <c:extLst xmlns:c16r2="http://schemas.microsoft.com/office/drawing/2015/06/chart">
            <c:ext xmlns:c16="http://schemas.microsoft.com/office/drawing/2014/chart" uri="{C3380CC4-5D6E-409C-BE32-E72D297353CC}">
              <c16:uniqueId val="{00000000-132E-4A15-AF05-572316A6E995}"/>
            </c:ext>
          </c:extLst>
        </c:ser>
        <c:ser>
          <c:idx val="1"/>
          <c:order val="1"/>
          <c:tx>
            <c:strRef>
              <c:f>List1!$J$1</c:f>
              <c:strCache>
                <c:ptCount val="1"/>
                <c:pt idx="0">
                  <c:v>alespoň jednou</c:v>
                </c:pt>
              </c:strCache>
            </c:strRef>
          </c:tx>
          <c:dPt>
            <c:idx val="1"/>
            <c:spPr>
              <a:ln cmpd="sng">
                <a:solidFill>
                  <a:schemeClr val="tx2">
                    <a:lumMod val="50000"/>
                  </a:schemeClr>
                </a:solidFill>
              </a:ln>
            </c:spPr>
            <c:extLst xmlns:c16r2="http://schemas.microsoft.com/office/drawing/2015/06/chart">
              <c:ext xmlns:c16="http://schemas.microsoft.com/office/drawing/2014/chart" uri="{C3380CC4-5D6E-409C-BE32-E72D297353CC}">
                <c16:uniqueId val="{00000001-9DC0-4E9A-9E57-C4643E306F00}"/>
              </c:ext>
            </c:extLst>
          </c:dPt>
          <c:dLbls>
            <c:numFmt formatCode="0.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List1!$H$2:$H$13</c:f>
              <c:strCache>
                <c:ptCount val="12"/>
                <c:pt idx="0">
                  <c:v>Rakousko</c:v>
                </c:pt>
                <c:pt idx="1">
                  <c:v>Česká republika</c:v>
                </c:pt>
                <c:pt idx="2">
                  <c:v>Estonsko</c:v>
                </c:pt>
                <c:pt idx="3">
                  <c:v>Irsko</c:v>
                </c:pt>
                <c:pt idx="4">
                  <c:v>Belgie</c:v>
                </c:pt>
                <c:pt idx="5">
                  <c:v>Spojené království</c:v>
                </c:pt>
                <c:pt idx="6">
                  <c:v>Finsko</c:v>
                </c:pt>
                <c:pt idx="7">
                  <c:v>Lucembursko</c:v>
                </c:pt>
                <c:pt idx="8">
                  <c:v>Francie</c:v>
                </c:pt>
                <c:pt idx="9">
                  <c:v>Nizozemsko</c:v>
                </c:pt>
                <c:pt idx="10">
                  <c:v>Švédsko</c:v>
                </c:pt>
                <c:pt idx="11">
                  <c:v>Dánsko</c:v>
                </c:pt>
              </c:strCache>
            </c:strRef>
          </c:cat>
          <c:val>
            <c:numRef>
              <c:f>List1!$J$2:$J$13</c:f>
              <c:numCache>
                <c:formatCode>General</c:formatCode>
                <c:ptCount val="12"/>
                <c:pt idx="0">
                  <c:v>0.47600000000000031</c:v>
                </c:pt>
                <c:pt idx="1">
                  <c:v>0.47800000000000031</c:v>
                </c:pt>
                <c:pt idx="2">
                  <c:v>0.48200000000000032</c:v>
                </c:pt>
                <c:pt idx="3">
                  <c:v>0.49000000000000032</c:v>
                </c:pt>
                <c:pt idx="4">
                  <c:v>0.503</c:v>
                </c:pt>
                <c:pt idx="5">
                  <c:v>0.52500000000000002</c:v>
                </c:pt>
                <c:pt idx="6">
                  <c:v>0.55200000000000005</c:v>
                </c:pt>
                <c:pt idx="7">
                  <c:v>0.55500000000000005</c:v>
                </c:pt>
                <c:pt idx="8">
                  <c:v>0.58000000000000007</c:v>
                </c:pt>
                <c:pt idx="9">
                  <c:v>0.59</c:v>
                </c:pt>
                <c:pt idx="10">
                  <c:v>0.61100000000000065</c:v>
                </c:pt>
                <c:pt idx="11">
                  <c:v>0.66500000000000981</c:v>
                </c:pt>
              </c:numCache>
            </c:numRef>
          </c:val>
          <c:extLst xmlns:c16r2="http://schemas.microsoft.com/office/drawing/2015/06/chart">
            <c:ext xmlns:c16="http://schemas.microsoft.com/office/drawing/2014/chart" uri="{C3380CC4-5D6E-409C-BE32-E72D297353CC}">
              <c16:uniqueId val="{00000001-132E-4A15-AF05-572316A6E995}"/>
            </c:ext>
          </c:extLst>
        </c:ser>
        <c:axId val="140911744"/>
        <c:axId val="140913280"/>
      </c:barChart>
      <c:catAx>
        <c:axId val="140911744"/>
        <c:scaling>
          <c:orientation val="minMax"/>
        </c:scaling>
        <c:axPos val="l"/>
        <c:numFmt formatCode="General" sourceLinked="0"/>
        <c:tickLblPos val="nextTo"/>
        <c:crossAx val="140913280"/>
        <c:crosses val="autoZero"/>
        <c:auto val="1"/>
        <c:lblAlgn val="ctr"/>
        <c:lblOffset val="100"/>
      </c:catAx>
      <c:valAx>
        <c:axId val="140913280"/>
        <c:scaling>
          <c:orientation val="minMax"/>
        </c:scaling>
        <c:delete val="1"/>
        <c:axPos val="b"/>
        <c:numFmt formatCode="General" sourceLinked="1"/>
        <c:tickLblPos val="none"/>
        <c:crossAx val="140911744"/>
        <c:crosses val="autoZero"/>
        <c:crossBetween val="between"/>
      </c:valAx>
    </c:plotArea>
    <c:legend>
      <c:legendPos val="t"/>
    </c:legend>
    <c:plotVisOnly val="1"/>
    <c:dispBlanksAs val="gap"/>
  </c:chart>
  <c:spPr>
    <a:ln>
      <a:noFill/>
    </a:ln>
  </c:spPr>
  <c:externalData r:id="rId1"/>
</c:chartSpace>
</file>

<file path=word/charts/chart39.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manualLayout>
          <c:layoutTarget val="inner"/>
          <c:xMode val="edge"/>
          <c:yMode val="edge"/>
          <c:x val="6.6405101424177659E-2"/>
          <c:y val="4.6168203333557672E-2"/>
          <c:w val="0.90381253889655078"/>
          <c:h val="0.79399331493820002"/>
        </c:manualLayout>
      </c:layout>
      <c:lineChart>
        <c:grouping val="standard"/>
        <c:ser>
          <c:idx val="0"/>
          <c:order val="0"/>
          <c:tx>
            <c:strRef>
              <c:f>List1!$B$1</c:f>
              <c:strCache>
                <c:ptCount val="1"/>
                <c:pt idx="0">
                  <c:v>CZ IFPI</c:v>
                </c:pt>
              </c:strCache>
            </c:strRef>
          </c:tx>
          <c:dLbls>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List1!$A$2:$A$14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List1!$B$2:$B$14</c:f>
              <c:numCache>
                <c:formatCode>General</c:formatCode>
                <c:ptCount val="13"/>
                <c:pt idx="0">
                  <c:v>576</c:v>
                </c:pt>
                <c:pt idx="1">
                  <c:v>527</c:v>
                </c:pt>
                <c:pt idx="2">
                  <c:v>506</c:v>
                </c:pt>
                <c:pt idx="3">
                  <c:v>556</c:v>
                </c:pt>
                <c:pt idx="4">
                  <c:v>491</c:v>
                </c:pt>
                <c:pt idx="5">
                  <c:v>358</c:v>
                </c:pt>
                <c:pt idx="6">
                  <c:v>300</c:v>
                </c:pt>
                <c:pt idx="7">
                  <c:v>281</c:v>
                </c:pt>
                <c:pt idx="8">
                  <c:v>264</c:v>
                </c:pt>
                <c:pt idx="9">
                  <c:v>283</c:v>
                </c:pt>
                <c:pt idx="10">
                  <c:v>327</c:v>
                </c:pt>
                <c:pt idx="11">
                  <c:v>331</c:v>
                </c:pt>
                <c:pt idx="12">
                  <c:v>371</c:v>
                </c:pt>
              </c:numCache>
            </c:numRef>
          </c:val>
          <c:extLst xmlns:c16r2="http://schemas.microsoft.com/office/drawing/2015/06/chart">
            <c:ext xmlns:c16="http://schemas.microsoft.com/office/drawing/2014/chart" uri="{C3380CC4-5D6E-409C-BE32-E72D297353CC}">
              <c16:uniqueId val="{00000000-834A-4354-B8B9-B7D826009974}"/>
            </c:ext>
          </c:extLst>
        </c:ser>
        <c:marker val="1"/>
        <c:axId val="140941952"/>
        <c:axId val="140956032"/>
      </c:lineChart>
      <c:catAx>
        <c:axId val="140941952"/>
        <c:scaling>
          <c:orientation val="minMax"/>
        </c:scaling>
        <c:axPos val="b"/>
        <c:numFmt formatCode="General" sourceLinked="1"/>
        <c:tickLblPos val="nextTo"/>
        <c:crossAx val="140956032"/>
        <c:crosses val="autoZero"/>
        <c:auto val="1"/>
        <c:lblAlgn val="ctr"/>
        <c:lblOffset val="100"/>
      </c:catAx>
      <c:valAx>
        <c:axId val="140956032"/>
        <c:scaling>
          <c:orientation val="minMax"/>
        </c:scaling>
        <c:delete val="1"/>
        <c:axPos val="l"/>
        <c:numFmt formatCode="General" sourceLinked="1"/>
        <c:tickLblPos val="none"/>
        <c:crossAx val="140941952"/>
        <c:crosses val="autoZero"/>
        <c:crossBetween val="between"/>
      </c:valAx>
      <c:spPr>
        <a:noFill/>
        <a:ln w="25400">
          <a:noFill/>
        </a:ln>
      </c:spPr>
    </c:plotArea>
    <c:plotVisOnly val="1"/>
    <c:dispBlanksAs val="gap"/>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cs-CZ"/>
  <c:chart>
    <c:plotArea>
      <c:layout/>
      <c:barChart>
        <c:barDir val="bar"/>
        <c:grouping val="clustered"/>
        <c:ser>
          <c:idx val="0"/>
          <c:order val="0"/>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List1!$A$2:$A$6</c:f>
              <c:strCache>
                <c:ptCount val="5"/>
                <c:pt idx="0">
                  <c:v>sledování placených filmů, seriálů a jiných pořadů</c:v>
                </c:pt>
                <c:pt idx="1">
                  <c:v>nakupování knih, filmu, hudby, tisku</c:v>
                </c:pt>
                <c:pt idx="2">
                  <c:v>nakupování vstupenek kulturní či sportovní akce</c:v>
                </c:pt>
                <c:pt idx="3">
                  <c:v>hraní/stahování počítačových her</c:v>
                </c:pt>
                <c:pt idx="4">
                  <c:v>čtení zpráv</c:v>
                </c:pt>
              </c:strCache>
            </c:strRef>
          </c:cat>
          <c:val>
            <c:numRef>
              <c:f>List1!$B$2:$B$6</c:f>
              <c:numCache>
                <c:formatCode>General</c:formatCode>
                <c:ptCount val="5"/>
                <c:pt idx="0">
                  <c:v>3.6999999999999998E-2</c:v>
                </c:pt>
                <c:pt idx="1">
                  <c:v>9.9000000000000046E-2</c:v>
                </c:pt>
                <c:pt idx="2">
                  <c:v>0.17</c:v>
                </c:pt>
                <c:pt idx="3">
                  <c:v>0.19700000000000001</c:v>
                </c:pt>
                <c:pt idx="4">
                  <c:v>0.71400000000000063</c:v>
                </c:pt>
              </c:numCache>
            </c:numRef>
          </c:val>
          <c:extLst xmlns:c16r2="http://schemas.microsoft.com/office/drawing/2015/06/chart">
            <c:ext xmlns:c16="http://schemas.microsoft.com/office/drawing/2014/chart" uri="{C3380CC4-5D6E-409C-BE32-E72D297353CC}">
              <c16:uniqueId val="{00000000-47AC-449A-A913-BB288FB4429C}"/>
            </c:ext>
          </c:extLst>
        </c:ser>
        <c:axId val="48443392"/>
        <c:axId val="48444928"/>
      </c:barChart>
      <c:catAx>
        <c:axId val="48443392"/>
        <c:scaling>
          <c:orientation val="minMax"/>
        </c:scaling>
        <c:axPos val="l"/>
        <c:numFmt formatCode="General" sourceLinked="0"/>
        <c:tickLblPos val="nextTo"/>
        <c:txPr>
          <a:bodyPr/>
          <a:lstStyle/>
          <a:p>
            <a:pPr algn="just">
              <a:defRPr/>
            </a:pPr>
            <a:endParaRPr lang="cs-CZ"/>
          </a:p>
        </c:txPr>
        <c:crossAx val="48444928"/>
        <c:crosses val="autoZero"/>
        <c:auto val="1"/>
        <c:lblAlgn val="ctr"/>
        <c:lblOffset val="100"/>
      </c:catAx>
      <c:valAx>
        <c:axId val="48444928"/>
        <c:scaling>
          <c:orientation val="minMax"/>
        </c:scaling>
        <c:delete val="1"/>
        <c:axPos val="b"/>
        <c:numFmt formatCode="General" sourceLinked="1"/>
        <c:tickLblPos val="none"/>
        <c:crossAx val="48443392"/>
        <c:crosses val="autoZero"/>
        <c:crossBetween val="between"/>
      </c:valAx>
      <c:spPr>
        <a:noFill/>
        <a:ln w="25400">
          <a:noFill/>
        </a:ln>
      </c:spPr>
    </c:plotArea>
    <c:plotVisOnly val="1"/>
    <c:dispBlanksAs val="gap"/>
  </c:chart>
  <c:spPr>
    <a:ln>
      <a:noFill/>
    </a:ln>
  </c:spPr>
  <c:externalData r:id="rId1"/>
</c:chartSpace>
</file>

<file path=word/charts/chart40.xml><?xml version="1.0" encoding="utf-8"?>
<c:chartSpace xmlns:c="http://schemas.openxmlformats.org/drawingml/2006/chart" xmlns:a="http://schemas.openxmlformats.org/drawingml/2006/main" xmlns:r="http://schemas.openxmlformats.org/officeDocument/2006/relationships">
  <c:lang val="cs-CZ"/>
  <c:style val="3"/>
  <c:chart>
    <c:plotArea>
      <c:layout/>
      <c:lineChart>
        <c:grouping val="standard"/>
        <c:ser>
          <c:idx val="0"/>
          <c:order val="0"/>
          <c:tx>
            <c:strRef>
              <c:f>List1!$C$11</c:f>
              <c:strCache>
                <c:ptCount val="1"/>
                <c:pt idx="0">
                  <c:v>příjmy z digitálního prodeje</c:v>
                </c:pt>
              </c:strCache>
            </c:strRef>
          </c:tx>
          <c:dLbls>
            <c:dLbl>
              <c:idx val="0"/>
              <c:layout>
                <c:manualLayout>
                  <c:x val="-2.9416947881514912E-2"/>
                  <c:y val="-0.10224659417572811"/>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26A1-44D1-812F-4703FF051051}"/>
                </c:ext>
              </c:extLst>
            </c:dLbl>
            <c:dLbl>
              <c:idx val="1"/>
              <c:layout>
                <c:manualLayout>
                  <c:x val="-2.9416947881514902E-2"/>
                  <c:y val="-0.11018310211223599"/>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26A1-44D1-812F-4703FF051051}"/>
                </c:ext>
              </c:extLst>
            </c:dLbl>
            <c:dLbl>
              <c:idx val="2"/>
              <c:layout>
                <c:manualLayout>
                  <c:x val="-3.1536796536796544E-2"/>
                  <c:y val="-0.1023609548806400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84FC-4EAB-9FC4-C98C264489DD}"/>
                </c:ext>
              </c:extLst>
            </c:dLbl>
            <c:dLbl>
              <c:idx val="3"/>
              <c:layout>
                <c:manualLayout>
                  <c:x val="-3.8030303030303046E-2"/>
                  <c:y val="-7.0614923134608321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84FC-4EAB-9FC4-C98C264489DD}"/>
                </c:ext>
              </c:extLst>
            </c:dLbl>
            <c:dLbl>
              <c:idx val="4"/>
              <c:layout>
                <c:manualLayout>
                  <c:x val="-3.7023894740430184E-2"/>
                  <c:y val="8.0178727659042617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84FC-4EAB-9FC4-C98C264489DD}"/>
                </c:ext>
              </c:extLst>
            </c:dLbl>
            <c:dLbl>
              <c:idx val="5"/>
              <c:layout>
                <c:manualLayout>
                  <c:x val="-3.9188396904932497E-2"/>
                  <c:y val="9.6051743532058545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84FC-4EAB-9FC4-C98C264489DD}"/>
                </c:ext>
              </c:extLst>
            </c:dLbl>
            <c:dLbl>
              <c:idx val="6"/>
              <c:layout>
                <c:manualLayout>
                  <c:x val="-3.7023894740430184E-2"/>
                  <c:y val="0.10398825146856649"/>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84FC-4EAB-9FC4-C98C264489DD}"/>
                </c:ext>
              </c:extLst>
            </c:dLbl>
            <c:dLbl>
              <c:idx val="7"/>
              <c:layout>
                <c:manualLayout>
                  <c:x val="-3.9188396904932338E-2"/>
                  <c:y val="8.0178727659042701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84FC-4EAB-9FC4-C98C264489DD}"/>
                </c:ext>
              </c:extLst>
            </c:dLbl>
            <c:numFmt formatCode="#,##0" sourceLinked="0"/>
            <c:spPr>
              <a:noFill/>
              <a:ln>
                <a:noFill/>
              </a:ln>
              <a:effectLst/>
            </c:spPr>
            <c:dLblPos val="b"/>
            <c:showVal val="1"/>
            <c:extLst xmlns:c16r2="http://schemas.microsoft.com/office/drawing/2015/06/chart">
              <c:ext xmlns:c15="http://schemas.microsoft.com/office/drawing/2012/chart" uri="{CE6537A1-D6FC-4f65-9D91-7224C49458BB}">
                <c15:showLeaderLines val="0"/>
              </c:ext>
            </c:extLst>
          </c:dLbls>
          <c:cat>
            <c:numRef>
              <c:f>List1!$D$10:$K$10</c:f>
              <c:numCache>
                <c:formatCode>General</c:formatCode>
                <c:ptCount val="8"/>
                <c:pt idx="0">
                  <c:v>2010</c:v>
                </c:pt>
                <c:pt idx="1">
                  <c:v>2011</c:v>
                </c:pt>
                <c:pt idx="2">
                  <c:v>2012</c:v>
                </c:pt>
                <c:pt idx="3">
                  <c:v>2013</c:v>
                </c:pt>
                <c:pt idx="4">
                  <c:v>2014</c:v>
                </c:pt>
                <c:pt idx="5">
                  <c:v>2015</c:v>
                </c:pt>
                <c:pt idx="6">
                  <c:v>2016</c:v>
                </c:pt>
                <c:pt idx="7">
                  <c:v>2017</c:v>
                </c:pt>
              </c:numCache>
            </c:numRef>
          </c:cat>
          <c:val>
            <c:numRef>
              <c:f>List1!$D$11:$K$11</c:f>
              <c:numCache>
                <c:formatCode>General</c:formatCode>
                <c:ptCount val="8"/>
                <c:pt idx="0">
                  <c:v>25.11500000000003</c:v>
                </c:pt>
                <c:pt idx="1">
                  <c:v>35.655000000000001</c:v>
                </c:pt>
                <c:pt idx="2">
                  <c:v>57.980000000000004</c:v>
                </c:pt>
                <c:pt idx="3">
                  <c:v>70.579000000000008</c:v>
                </c:pt>
                <c:pt idx="4">
                  <c:v>102.727</c:v>
                </c:pt>
                <c:pt idx="5">
                  <c:v>132.226</c:v>
                </c:pt>
                <c:pt idx="6">
                  <c:v>136.25</c:v>
                </c:pt>
                <c:pt idx="7">
                  <c:v>175.94400000000002</c:v>
                </c:pt>
              </c:numCache>
            </c:numRef>
          </c:val>
          <c:extLst xmlns:c16r2="http://schemas.microsoft.com/office/drawing/2015/06/chart">
            <c:ext xmlns:c16="http://schemas.microsoft.com/office/drawing/2014/chart" uri="{C3380CC4-5D6E-409C-BE32-E72D297353CC}">
              <c16:uniqueId val="{00000002-26A1-44D1-812F-4703FF051051}"/>
            </c:ext>
          </c:extLst>
        </c:ser>
        <c:ser>
          <c:idx val="1"/>
          <c:order val="1"/>
          <c:tx>
            <c:strRef>
              <c:f>List1!$C$12</c:f>
              <c:strCache>
                <c:ptCount val="1"/>
                <c:pt idx="0">
                  <c:v>příjmy z prodeje fyzických nosičů</c:v>
                </c:pt>
              </c:strCache>
            </c:strRef>
          </c:tx>
          <c:dLbls>
            <c:numFmt formatCode="#,##0" sourceLinked="0"/>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List1!$D$10:$K$10</c:f>
              <c:numCache>
                <c:formatCode>General</c:formatCode>
                <c:ptCount val="8"/>
                <c:pt idx="0">
                  <c:v>2010</c:v>
                </c:pt>
                <c:pt idx="1">
                  <c:v>2011</c:v>
                </c:pt>
                <c:pt idx="2">
                  <c:v>2012</c:v>
                </c:pt>
                <c:pt idx="3">
                  <c:v>2013</c:v>
                </c:pt>
                <c:pt idx="4">
                  <c:v>2014</c:v>
                </c:pt>
                <c:pt idx="5">
                  <c:v>2015</c:v>
                </c:pt>
                <c:pt idx="6">
                  <c:v>2016</c:v>
                </c:pt>
                <c:pt idx="7">
                  <c:v>2017</c:v>
                </c:pt>
              </c:numCache>
            </c:numRef>
          </c:cat>
          <c:val>
            <c:numRef>
              <c:f>List1!$D$12:$K$12</c:f>
              <c:numCache>
                <c:formatCode>General</c:formatCode>
                <c:ptCount val="8"/>
                <c:pt idx="0">
                  <c:v>332.392</c:v>
                </c:pt>
                <c:pt idx="1">
                  <c:v>264.14000000000038</c:v>
                </c:pt>
                <c:pt idx="2">
                  <c:v>222.97800000000001</c:v>
                </c:pt>
                <c:pt idx="3">
                  <c:v>193.56300000000002</c:v>
                </c:pt>
                <c:pt idx="4">
                  <c:v>180.15700000000001</c:v>
                </c:pt>
                <c:pt idx="5">
                  <c:v>194.49</c:v>
                </c:pt>
                <c:pt idx="6">
                  <c:v>194.267</c:v>
                </c:pt>
                <c:pt idx="7">
                  <c:v>195.078</c:v>
                </c:pt>
              </c:numCache>
            </c:numRef>
          </c:val>
          <c:extLst xmlns:c16r2="http://schemas.microsoft.com/office/drawing/2015/06/chart">
            <c:ext xmlns:c16="http://schemas.microsoft.com/office/drawing/2014/chart" uri="{C3380CC4-5D6E-409C-BE32-E72D297353CC}">
              <c16:uniqueId val="{00000003-26A1-44D1-812F-4703FF051051}"/>
            </c:ext>
          </c:extLst>
        </c:ser>
        <c:marker val="1"/>
        <c:axId val="143409920"/>
        <c:axId val="143411456"/>
      </c:lineChart>
      <c:catAx>
        <c:axId val="143409920"/>
        <c:scaling>
          <c:orientation val="minMax"/>
        </c:scaling>
        <c:axPos val="b"/>
        <c:numFmt formatCode="General" sourceLinked="1"/>
        <c:tickLblPos val="nextTo"/>
        <c:crossAx val="143411456"/>
        <c:crosses val="autoZero"/>
        <c:auto val="1"/>
        <c:lblAlgn val="ctr"/>
        <c:lblOffset val="100"/>
      </c:catAx>
      <c:valAx>
        <c:axId val="143411456"/>
        <c:scaling>
          <c:orientation val="minMax"/>
        </c:scaling>
        <c:delete val="1"/>
        <c:axPos val="l"/>
        <c:numFmt formatCode="General" sourceLinked="1"/>
        <c:tickLblPos val="none"/>
        <c:crossAx val="143409920"/>
        <c:crosses val="autoZero"/>
        <c:crossBetween val="between"/>
      </c:valAx>
    </c:plotArea>
    <c:legend>
      <c:legendPos val="t"/>
    </c:legend>
    <c:plotVisOnly val="1"/>
    <c:dispBlanksAs val="gap"/>
  </c:chart>
  <c:spPr>
    <a:ln>
      <a:noFill/>
    </a:ln>
  </c:spPr>
  <c:externalData r:id="rId1"/>
</c:chartSpace>
</file>

<file path=word/charts/chart41.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List1!$A$15</c:f>
              <c:strCache>
                <c:ptCount val="1"/>
                <c:pt idx="0">
                  <c:v>zaměstnanost</c:v>
                </c:pt>
              </c:strCache>
            </c:strRef>
          </c:tx>
          <c:dLbls>
            <c:numFmt formatCode="#,##0" sourceLinked="0"/>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List1!$B$14:$M$14</c:f>
              <c:numCache>
                <c:formatCode>General</c:formatCode>
                <c:ptCount val="12"/>
                <c:pt idx="0">
                  <c:v>2005</c:v>
                </c:pt>
                <c:pt idx="1">
                  <c:v>2006</c:v>
                </c:pt>
                <c:pt idx="2">
                  <c:v>2007</c:v>
                </c:pt>
                <c:pt idx="3">
                  <c:v>2008</c:v>
                </c:pt>
                <c:pt idx="4">
                  <c:v>2009</c:v>
                </c:pt>
                <c:pt idx="5">
                  <c:v>2010</c:v>
                </c:pt>
                <c:pt idx="6">
                  <c:v>2011</c:v>
                </c:pt>
                <c:pt idx="7">
                  <c:v>2012</c:v>
                </c:pt>
                <c:pt idx="8">
                  <c:v>2013</c:v>
                </c:pt>
                <c:pt idx="9">
                  <c:v>2014</c:v>
                </c:pt>
                <c:pt idx="10">
                  <c:v>2015</c:v>
                </c:pt>
                <c:pt idx="11">
                  <c:v>2016</c:v>
                </c:pt>
              </c:numCache>
            </c:numRef>
          </c:cat>
          <c:val>
            <c:numRef>
              <c:f>List1!$B$15:$M$15</c:f>
              <c:numCache>
                <c:formatCode>#,##0</c:formatCode>
                <c:ptCount val="12"/>
                <c:pt idx="0">
                  <c:v>479.27531106999703</c:v>
                </c:pt>
                <c:pt idx="1">
                  <c:v>520.81408287999989</c:v>
                </c:pt>
                <c:pt idx="2">
                  <c:v>479.64032595000003</c:v>
                </c:pt>
                <c:pt idx="3">
                  <c:v>439.42171474939528</c:v>
                </c:pt>
                <c:pt idx="4">
                  <c:v>398.01461901614999</c:v>
                </c:pt>
                <c:pt idx="5">
                  <c:v>350.73371014029493</c:v>
                </c:pt>
                <c:pt idx="6">
                  <c:v>314.92005491384964</c:v>
                </c:pt>
                <c:pt idx="7">
                  <c:v>306.53098498354996</c:v>
                </c:pt>
                <c:pt idx="8">
                  <c:v>307.83508622009964</c:v>
                </c:pt>
                <c:pt idx="9">
                  <c:v>267.47978638295001</c:v>
                </c:pt>
                <c:pt idx="10">
                  <c:v>248.3750753004</c:v>
                </c:pt>
                <c:pt idx="11">
                  <c:v>253.21482760229998</c:v>
                </c:pt>
              </c:numCache>
            </c:numRef>
          </c:val>
          <c:extLst xmlns:c16r2="http://schemas.microsoft.com/office/drawing/2015/06/chart">
            <c:ext xmlns:c16="http://schemas.microsoft.com/office/drawing/2014/chart" uri="{C3380CC4-5D6E-409C-BE32-E72D297353CC}">
              <c16:uniqueId val="{00000000-3A10-4A63-814C-FB76C106E9C6}"/>
            </c:ext>
          </c:extLst>
        </c:ser>
        <c:marker val="1"/>
        <c:axId val="143444224"/>
        <c:axId val="143446016"/>
      </c:lineChart>
      <c:catAx>
        <c:axId val="143444224"/>
        <c:scaling>
          <c:orientation val="minMax"/>
        </c:scaling>
        <c:axPos val="b"/>
        <c:numFmt formatCode="General" sourceLinked="1"/>
        <c:tickLblPos val="nextTo"/>
        <c:crossAx val="143446016"/>
        <c:crosses val="autoZero"/>
        <c:auto val="1"/>
        <c:lblAlgn val="ctr"/>
        <c:lblOffset val="100"/>
      </c:catAx>
      <c:valAx>
        <c:axId val="143446016"/>
        <c:scaling>
          <c:orientation val="minMax"/>
        </c:scaling>
        <c:delete val="1"/>
        <c:axPos val="l"/>
        <c:numFmt formatCode="#,##0" sourceLinked="1"/>
        <c:tickLblPos val="none"/>
        <c:crossAx val="143444224"/>
        <c:crosses val="autoZero"/>
        <c:crossBetween val="between"/>
      </c:valAx>
    </c:plotArea>
    <c:plotVisOnly val="1"/>
    <c:dispBlanksAs val="gap"/>
  </c:chart>
  <c:spPr>
    <a:ln>
      <a:noFill/>
    </a:ln>
  </c:spPr>
  <c:externalData r:id="rId1"/>
</c:chartSpace>
</file>

<file path=word/charts/chart42.xml><?xml version="1.0" encoding="utf-8"?>
<c:chartSpace xmlns:c="http://schemas.openxmlformats.org/drawingml/2006/chart" xmlns:a="http://schemas.openxmlformats.org/drawingml/2006/main" xmlns:r="http://schemas.openxmlformats.org/officeDocument/2006/relationships">
  <c:date1904 val="1"/>
  <c:lang val="cs-CZ"/>
  <c:style val="3"/>
  <c:chart>
    <c:title>
      <c:tx>
        <c:rich>
          <a:bodyPr/>
          <a:lstStyle/>
          <a:p>
            <a:pPr>
              <a:defRPr/>
            </a:pPr>
            <a:r>
              <a:rPr lang="cs-CZ" sz="1200"/>
              <a:t>Osoby zaměstnané v oblasti hudby</a:t>
            </a:r>
          </a:p>
        </c:rich>
      </c:tx>
    </c:title>
    <c:plotArea>
      <c:layout>
        <c:manualLayout>
          <c:layoutTarget val="inner"/>
          <c:xMode val="edge"/>
          <c:yMode val="edge"/>
          <c:x val="0.28269318030161483"/>
          <c:y val="0.27128916577735568"/>
          <c:w val="0.48357815442561197"/>
          <c:h val="0.62705738705738701"/>
        </c:manualLayout>
      </c:layout>
      <c:doughnutChart>
        <c:varyColors val="1"/>
        <c:ser>
          <c:idx val="0"/>
          <c:order val="0"/>
          <c:tx>
            <c:strRef>
              <c:f>List1!$C$5</c:f>
              <c:strCache>
                <c:ptCount val="1"/>
                <c:pt idx="0">
                  <c:v>hudba</c:v>
                </c:pt>
              </c:strCache>
            </c:strRef>
          </c:tx>
          <c:dLbls>
            <c:dLbl>
              <c:idx val="0"/>
              <c:layout>
                <c:manualLayout>
                  <c:x val="-1.8832391713747721E-2"/>
                  <c:y val="3.4188034188034191E-2"/>
                </c:manualLayout>
              </c:layout>
              <c:numFmt formatCode="#,##0.0&quot; tis.&quot;" sourceLinked="0"/>
              <c:spPr>
                <a:noFill/>
                <a:ln>
                  <a:noFill/>
                </a:ln>
                <a:effectLst/>
              </c:spPr>
              <c:txPr>
                <a:bodyPr wrap="square" lIns="38100" tIns="19050" rIns="38100" bIns="19050" anchor="ctr">
                  <a:spAutoFit/>
                </a:bodyPr>
                <a:lstStyle/>
                <a:p>
                  <a:pPr>
                    <a:defRPr>
                      <a:solidFill>
                        <a:schemeClr val="bg1">
                          <a:alpha val="99000"/>
                        </a:schemeClr>
                      </a:solidFill>
                    </a:defRPr>
                  </a:pPr>
                  <a:endParaRPr lang="cs-CZ"/>
                </a:p>
              </c:txP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91BC-426A-8279-580E2DA451AE}"/>
                </c:ext>
              </c:extLst>
            </c:dLbl>
            <c:dLbl>
              <c:idx val="1"/>
              <c:layout>
                <c:manualLayout>
                  <c:x val="3.3898305084745811E-2"/>
                  <c:y val="-7.3260073260073305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91BC-426A-8279-580E2DA451AE}"/>
                </c:ext>
              </c:extLst>
            </c:dLbl>
            <c:numFmt formatCode="#,##0.0&quot; tis.&quot;" sourceLinked="0"/>
            <c:spPr>
              <a:noFill/>
              <a:ln>
                <a:noFill/>
              </a:ln>
              <a:effectLst/>
            </c:spPr>
            <c:showVal val="1"/>
            <c:showLeaderLines val="1"/>
            <c:extLst xmlns:c16r2="http://schemas.microsoft.com/office/drawing/2015/06/chart">
              <c:ext xmlns:c15="http://schemas.microsoft.com/office/drawing/2012/chart" uri="{CE6537A1-D6FC-4f65-9D91-7224C49458BB}"/>
            </c:extLst>
          </c:dLbls>
          <c:cat>
            <c:strRef>
              <c:f>List1!$D$4:$E$4</c:f>
              <c:strCache>
                <c:ptCount val="2"/>
                <c:pt idx="0">
                  <c:v>povolání kult. charakteru</c:v>
                </c:pt>
                <c:pt idx="1">
                  <c:v>povolání nekult. charakteru</c:v>
                </c:pt>
              </c:strCache>
            </c:strRef>
          </c:cat>
          <c:val>
            <c:numRef>
              <c:f>List1!$D$5:$E$5</c:f>
              <c:numCache>
                <c:formatCode>General</c:formatCode>
                <c:ptCount val="2"/>
                <c:pt idx="0">
                  <c:v>2.1</c:v>
                </c:pt>
                <c:pt idx="1">
                  <c:v>1.1000000000000001</c:v>
                </c:pt>
              </c:numCache>
            </c:numRef>
          </c:val>
          <c:extLst xmlns:c16r2="http://schemas.microsoft.com/office/drawing/2015/06/chart">
            <c:ext xmlns:c16="http://schemas.microsoft.com/office/drawing/2014/chart" uri="{C3380CC4-5D6E-409C-BE32-E72D297353CC}">
              <c16:uniqueId val="{00000000-4759-480D-9C6E-5CDFA1CD0CDA}"/>
            </c:ext>
          </c:extLst>
        </c:ser>
        <c:firstSliceAng val="0"/>
        <c:holeSize val="50"/>
      </c:doughnutChart>
    </c:plotArea>
    <c:legend>
      <c:legendPos val="t"/>
    </c:legend>
    <c:plotVisOnly val="1"/>
    <c:dispBlanksAs val="zero"/>
  </c:chart>
  <c:spPr>
    <a:ln>
      <a:noFill/>
    </a:ln>
  </c:spPr>
  <c:externalData r:id="rId1"/>
</c:chartSpace>
</file>

<file path=word/charts/chart43.xml><?xml version="1.0" encoding="utf-8"?>
<c:chartSpace xmlns:c="http://schemas.openxmlformats.org/drawingml/2006/chart" xmlns:a="http://schemas.openxmlformats.org/drawingml/2006/main" xmlns:r="http://schemas.openxmlformats.org/officeDocument/2006/relationships">
  <c:date1904 val="1"/>
  <c:lang val="cs-CZ"/>
  <c:style val="3"/>
  <c:chart>
    <c:title>
      <c:tx>
        <c:rich>
          <a:bodyPr/>
          <a:lstStyle/>
          <a:p>
            <a:pPr>
              <a:defRPr sz="1200"/>
            </a:pPr>
            <a:r>
              <a:rPr lang="cs-CZ" sz="1200"/>
              <a:t>Hudebníci, zpěváci a skladatelé</a:t>
            </a:r>
          </a:p>
        </c:rich>
      </c:tx>
    </c:title>
    <c:plotArea>
      <c:layout>
        <c:manualLayout>
          <c:layoutTarget val="inner"/>
          <c:xMode val="edge"/>
          <c:yMode val="edge"/>
          <c:x val="0.22623962040332146"/>
          <c:y val="0.27128916577735568"/>
          <c:w val="0.60920521945433181"/>
          <c:h val="0.62705738705738701"/>
        </c:manualLayout>
      </c:layout>
      <c:doughnutChart>
        <c:varyColors val="1"/>
        <c:ser>
          <c:idx val="0"/>
          <c:order val="0"/>
          <c:dLbls>
            <c:dLbl>
              <c:idx val="0"/>
              <c:layout>
                <c:manualLayout>
                  <c:x val="6.6429418742585997E-2"/>
                  <c:y val="-3.907203907203907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580A-4B51-B5CA-4D5B55087A83}"/>
                </c:ext>
              </c:extLst>
            </c:dLbl>
            <c:dLbl>
              <c:idx val="1"/>
              <c:numFmt formatCode="#,##0.0&quot; tis.&quot;" sourceLinked="0"/>
              <c:spPr>
                <a:noFill/>
                <a:ln>
                  <a:noFill/>
                </a:ln>
                <a:effectLst/>
              </c:spPr>
              <c:txPr>
                <a:bodyPr wrap="square" lIns="38100" tIns="19050" rIns="38100" bIns="19050" anchor="ctr">
                  <a:spAutoFit/>
                </a:bodyPr>
                <a:lstStyle/>
                <a:p>
                  <a:pPr>
                    <a:defRPr>
                      <a:solidFill>
                        <a:sysClr val="windowText" lastClr="000000"/>
                      </a:solidFill>
                    </a:defRPr>
                  </a:pPr>
                  <a:endParaRPr lang="cs-CZ"/>
                </a:p>
              </c:txPr>
            </c:dLbl>
            <c:numFmt formatCode="#,##0.0&quot; tis.&quot;" sourceLinked="0"/>
            <c:spPr>
              <a:noFill/>
              <a:ln>
                <a:noFill/>
              </a:ln>
              <a:effectLst/>
            </c:spPr>
            <c:txPr>
              <a:bodyPr wrap="square" lIns="38100" tIns="19050" rIns="38100" bIns="19050" anchor="ctr">
                <a:spAutoFit/>
              </a:bodyPr>
              <a:lstStyle/>
              <a:p>
                <a:pPr>
                  <a:defRPr>
                    <a:solidFill>
                      <a:schemeClr val="bg1"/>
                    </a:solidFill>
                  </a:defRPr>
                </a:pPr>
                <a:endParaRPr lang="cs-CZ"/>
              </a:p>
            </c:txPr>
            <c:showVal val="1"/>
            <c:showLeaderLines val="1"/>
            <c:extLst xmlns:c16r2="http://schemas.microsoft.com/office/drawing/2015/06/chart">
              <c:ext xmlns:c15="http://schemas.microsoft.com/office/drawing/2012/chart" uri="{CE6537A1-D6FC-4f65-9D91-7224C49458BB}"/>
            </c:extLst>
          </c:dLbls>
          <c:cat>
            <c:strRef>
              <c:f>List1!$I$4:$J$4</c:f>
              <c:strCache>
                <c:ptCount val="2"/>
                <c:pt idx="0">
                  <c:v> v kult. organizaci</c:v>
                </c:pt>
                <c:pt idx="1">
                  <c:v> v nekult. organizaci</c:v>
                </c:pt>
              </c:strCache>
            </c:strRef>
          </c:cat>
          <c:val>
            <c:numRef>
              <c:f>List1!$I$5:$J$5</c:f>
              <c:numCache>
                <c:formatCode>General</c:formatCode>
                <c:ptCount val="2"/>
                <c:pt idx="0">
                  <c:v>5.8</c:v>
                </c:pt>
                <c:pt idx="1">
                  <c:v>0.60000000000000064</c:v>
                </c:pt>
              </c:numCache>
            </c:numRef>
          </c:val>
          <c:extLst xmlns:c16r2="http://schemas.microsoft.com/office/drawing/2015/06/chart">
            <c:ext xmlns:c16="http://schemas.microsoft.com/office/drawing/2014/chart" uri="{C3380CC4-5D6E-409C-BE32-E72D297353CC}">
              <c16:uniqueId val="{00000000-99E8-4D08-87A0-67A7151A47B6}"/>
            </c:ext>
          </c:extLst>
        </c:ser>
        <c:firstSliceAng val="0"/>
        <c:holeSize val="50"/>
      </c:doughnutChart>
    </c:plotArea>
    <c:legend>
      <c:legendPos val="t"/>
    </c:legend>
    <c:plotVisOnly val="1"/>
    <c:dispBlanksAs val="zero"/>
  </c:chart>
  <c:spPr>
    <a:ln>
      <a:noFill/>
    </a:ln>
  </c:spPr>
  <c:externalData r:id="rId1"/>
</c:chartSpace>
</file>

<file path=word/charts/chart44.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0.24959487888441556"/>
          <c:y val="8.9260808926082E-2"/>
          <c:w val="0.71906934343130768"/>
          <c:h val="0.79887501510010672"/>
        </c:manualLayout>
      </c:layout>
      <c:barChart>
        <c:barDir val="bar"/>
        <c:grouping val="clustered"/>
        <c:ser>
          <c:idx val="0"/>
          <c:order val="0"/>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List1!$A$2:$E$2</c:f>
              <c:strCache>
                <c:ptCount val="5"/>
                <c:pt idx="0">
                  <c:v>práva k nahrávkám</c:v>
                </c:pt>
                <c:pt idx="1">
                  <c:v>vinyl</c:v>
                </c:pt>
                <c:pt idx="2">
                  <c:v>cd</c:v>
                </c:pt>
                <c:pt idx="3">
                  <c:v>download</c:v>
                </c:pt>
                <c:pt idx="4">
                  <c:v>streaming</c:v>
                </c:pt>
              </c:strCache>
            </c:strRef>
          </c:cat>
          <c:val>
            <c:numRef>
              <c:f>List1!$A$3:$E$3</c:f>
              <c:numCache>
                <c:formatCode>General</c:formatCode>
                <c:ptCount val="5"/>
                <c:pt idx="0">
                  <c:v>0.46</c:v>
                </c:pt>
                <c:pt idx="1">
                  <c:v>6.0000000000000032E-2</c:v>
                </c:pt>
                <c:pt idx="2">
                  <c:v>0.21000000000000021</c:v>
                </c:pt>
                <c:pt idx="3">
                  <c:v>4.0000000000000022E-2</c:v>
                </c:pt>
                <c:pt idx="4">
                  <c:v>0.23</c:v>
                </c:pt>
              </c:numCache>
            </c:numRef>
          </c:val>
          <c:extLst xmlns:c16r2="http://schemas.microsoft.com/office/drawing/2015/06/chart">
            <c:ext xmlns:c16="http://schemas.microsoft.com/office/drawing/2014/chart" uri="{C3380CC4-5D6E-409C-BE32-E72D297353CC}">
              <c16:uniqueId val="{00000000-643C-4C8F-BA5A-02FD90EE7251}"/>
            </c:ext>
          </c:extLst>
        </c:ser>
        <c:axId val="143643392"/>
        <c:axId val="143629312"/>
      </c:barChart>
      <c:valAx>
        <c:axId val="143629312"/>
        <c:scaling>
          <c:orientation val="minMax"/>
        </c:scaling>
        <c:delete val="1"/>
        <c:axPos val="b"/>
        <c:numFmt formatCode="General" sourceLinked="1"/>
        <c:tickLblPos val="none"/>
        <c:crossAx val="143643392"/>
        <c:crosses val="autoZero"/>
        <c:crossBetween val="between"/>
      </c:valAx>
      <c:catAx>
        <c:axId val="143643392"/>
        <c:scaling>
          <c:orientation val="minMax"/>
        </c:scaling>
        <c:axPos val="l"/>
        <c:numFmt formatCode="General" sourceLinked="0"/>
        <c:tickLblPos val="nextTo"/>
        <c:crossAx val="143629312"/>
        <c:crosses val="autoZero"/>
        <c:auto val="1"/>
        <c:lblAlgn val="ctr"/>
        <c:lblOffset val="100"/>
      </c:catAx>
    </c:plotArea>
    <c:plotVisOnly val="1"/>
    <c:dispBlanksAs val="gap"/>
  </c:chart>
  <c:spPr>
    <a:ln>
      <a:noFill/>
    </a:ln>
  </c:spPr>
  <c:externalData r:id="rId1"/>
</c:chartSpace>
</file>

<file path=word/charts/chart45.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percentStacked"/>
        <c:ser>
          <c:idx val="0"/>
          <c:order val="0"/>
          <c:tx>
            <c:strRef>
              <c:f>List1!$A$6</c:f>
              <c:strCache>
                <c:ptCount val="1"/>
                <c:pt idx="0">
                  <c:v>digitální</c:v>
                </c:pt>
              </c:strCache>
            </c:strRef>
          </c:tx>
          <c:dLbls>
            <c:numFmt formatCode="0%" sourceLinked="0"/>
            <c:spPr>
              <a:noFill/>
              <a:ln>
                <a:noFill/>
              </a:ln>
              <a:effectLst/>
            </c:spPr>
            <c:txPr>
              <a:bodyPr wrap="square" lIns="38100" tIns="19050" rIns="38100" bIns="19050" anchor="ctr">
                <a:spAutoFit/>
              </a:bodyPr>
              <a:lstStyle/>
              <a:p>
                <a:pPr>
                  <a:defRPr>
                    <a:solidFill>
                      <a:schemeClr val="bg1"/>
                    </a:solidFill>
                  </a:defRPr>
                </a:pPr>
                <a:endParaRPr lang="cs-CZ"/>
              </a:p>
            </c:txPr>
            <c:showVal val="1"/>
            <c:extLst xmlns:c16r2="http://schemas.microsoft.com/office/drawing/2015/06/chart">
              <c:ext xmlns:c15="http://schemas.microsoft.com/office/drawing/2012/chart" uri="{CE6537A1-D6FC-4f65-9D91-7224C49458BB}">
                <c15:showLeaderLines val="0"/>
              </c:ext>
            </c:extLst>
          </c:dLbls>
          <c:cat>
            <c:numRef>
              <c:f>List1!$B$5:$F$5</c:f>
              <c:numCache>
                <c:formatCode>General</c:formatCode>
                <c:ptCount val="5"/>
                <c:pt idx="0">
                  <c:v>2013</c:v>
                </c:pt>
                <c:pt idx="1">
                  <c:v>2014</c:v>
                </c:pt>
                <c:pt idx="2">
                  <c:v>2015</c:v>
                </c:pt>
                <c:pt idx="3">
                  <c:v>2016</c:v>
                </c:pt>
                <c:pt idx="4">
                  <c:v>2017</c:v>
                </c:pt>
              </c:numCache>
            </c:numRef>
          </c:cat>
          <c:val>
            <c:numRef>
              <c:f>List1!$B$6:$F$6</c:f>
              <c:numCache>
                <c:formatCode>General</c:formatCode>
                <c:ptCount val="5"/>
                <c:pt idx="0">
                  <c:v>0.27</c:v>
                </c:pt>
                <c:pt idx="1">
                  <c:v>0.36000000000000032</c:v>
                </c:pt>
                <c:pt idx="2">
                  <c:v>0.4</c:v>
                </c:pt>
                <c:pt idx="3">
                  <c:v>0.44</c:v>
                </c:pt>
                <c:pt idx="4">
                  <c:v>0.51</c:v>
                </c:pt>
              </c:numCache>
            </c:numRef>
          </c:val>
          <c:extLst xmlns:c16r2="http://schemas.microsoft.com/office/drawing/2015/06/chart">
            <c:ext xmlns:c16="http://schemas.microsoft.com/office/drawing/2014/chart" uri="{C3380CC4-5D6E-409C-BE32-E72D297353CC}">
              <c16:uniqueId val="{00000000-40A8-4A7E-9408-016068DACB6E}"/>
            </c:ext>
          </c:extLst>
        </c:ser>
        <c:ser>
          <c:idx val="1"/>
          <c:order val="1"/>
          <c:tx>
            <c:strRef>
              <c:f>List1!$A$7</c:f>
              <c:strCache>
                <c:ptCount val="1"/>
                <c:pt idx="0">
                  <c:v>fyzické</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List1!$B$5:$F$5</c:f>
              <c:numCache>
                <c:formatCode>General</c:formatCode>
                <c:ptCount val="5"/>
                <c:pt idx="0">
                  <c:v>2013</c:v>
                </c:pt>
                <c:pt idx="1">
                  <c:v>2014</c:v>
                </c:pt>
                <c:pt idx="2">
                  <c:v>2015</c:v>
                </c:pt>
                <c:pt idx="3">
                  <c:v>2016</c:v>
                </c:pt>
                <c:pt idx="4">
                  <c:v>2017</c:v>
                </c:pt>
              </c:numCache>
            </c:numRef>
          </c:cat>
          <c:val>
            <c:numRef>
              <c:f>List1!$B$7:$F$7</c:f>
              <c:numCache>
                <c:formatCode>General</c:formatCode>
                <c:ptCount val="5"/>
                <c:pt idx="0">
                  <c:v>0.73000000000000065</c:v>
                </c:pt>
                <c:pt idx="1">
                  <c:v>0.64000000000000479</c:v>
                </c:pt>
                <c:pt idx="2">
                  <c:v>0.60000000000000064</c:v>
                </c:pt>
                <c:pt idx="3">
                  <c:v>0.56000000000000005</c:v>
                </c:pt>
                <c:pt idx="4">
                  <c:v>0.49000000000000032</c:v>
                </c:pt>
              </c:numCache>
            </c:numRef>
          </c:val>
          <c:extLst xmlns:c16r2="http://schemas.microsoft.com/office/drawing/2015/06/chart">
            <c:ext xmlns:c16="http://schemas.microsoft.com/office/drawing/2014/chart" uri="{C3380CC4-5D6E-409C-BE32-E72D297353CC}">
              <c16:uniqueId val="{00000001-40A8-4A7E-9408-016068DACB6E}"/>
            </c:ext>
          </c:extLst>
        </c:ser>
        <c:overlap val="100"/>
        <c:axId val="143666560"/>
        <c:axId val="143701120"/>
      </c:barChart>
      <c:catAx>
        <c:axId val="143666560"/>
        <c:scaling>
          <c:orientation val="minMax"/>
        </c:scaling>
        <c:axPos val="b"/>
        <c:numFmt formatCode="General" sourceLinked="1"/>
        <c:tickLblPos val="nextTo"/>
        <c:crossAx val="143701120"/>
        <c:crosses val="autoZero"/>
        <c:auto val="1"/>
        <c:lblAlgn val="ctr"/>
        <c:lblOffset val="100"/>
      </c:catAx>
      <c:valAx>
        <c:axId val="143701120"/>
        <c:scaling>
          <c:orientation val="minMax"/>
        </c:scaling>
        <c:delete val="1"/>
        <c:axPos val="l"/>
        <c:numFmt formatCode="0%" sourceLinked="1"/>
        <c:tickLblPos val="none"/>
        <c:crossAx val="143666560"/>
        <c:crosses val="autoZero"/>
        <c:crossBetween val="between"/>
      </c:valAx>
      <c:spPr>
        <a:noFill/>
        <a:ln w="25400">
          <a:noFill/>
        </a:ln>
      </c:spPr>
    </c:plotArea>
    <c:legend>
      <c:legendPos val="t"/>
    </c:legend>
    <c:plotVisOnly val="1"/>
    <c:dispBlanksAs val="gap"/>
  </c:chart>
  <c:spPr>
    <a:ln>
      <a:noFill/>
    </a:ln>
  </c:spPr>
  <c:externalData r:id="rId1"/>
</c:chartSpace>
</file>

<file path=word/charts/chart46.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List1!$B$3</c:f>
              <c:strCache>
                <c:ptCount val="1"/>
                <c:pt idx="0">
                  <c:v>provozovatelé televizního vysílání</c:v>
                </c:pt>
              </c:strCache>
            </c:strRef>
          </c:tx>
          <c:dLbls>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List1!$C$2:$M$2</c:f>
              <c:numCache>
                <c:formatCode>General</c:formatCode>
                <c:ptCount val="11"/>
                <c:pt idx="0">
                  <c:v>2007</c:v>
                </c:pt>
                <c:pt idx="1">
                  <c:v>2008</c:v>
                </c:pt>
                <c:pt idx="2">
                  <c:v>2009</c:v>
                </c:pt>
                <c:pt idx="3">
                  <c:v>2010</c:v>
                </c:pt>
                <c:pt idx="4">
                  <c:v>2011</c:v>
                </c:pt>
                <c:pt idx="5">
                  <c:v>2012</c:v>
                </c:pt>
                <c:pt idx="6">
                  <c:v>2013</c:v>
                </c:pt>
                <c:pt idx="7">
                  <c:v>2014</c:v>
                </c:pt>
                <c:pt idx="8">
                  <c:v>2015</c:v>
                </c:pt>
                <c:pt idx="9">
                  <c:v>2016</c:v>
                </c:pt>
                <c:pt idx="10">
                  <c:v>2017</c:v>
                </c:pt>
              </c:numCache>
            </c:numRef>
          </c:cat>
          <c:val>
            <c:numRef>
              <c:f>List1!$C$3:$M$3</c:f>
              <c:numCache>
                <c:formatCode>General</c:formatCode>
                <c:ptCount val="11"/>
                <c:pt idx="0">
                  <c:v>153</c:v>
                </c:pt>
                <c:pt idx="1">
                  <c:v>169</c:v>
                </c:pt>
                <c:pt idx="2">
                  <c:v>159</c:v>
                </c:pt>
                <c:pt idx="3">
                  <c:v>153</c:v>
                </c:pt>
                <c:pt idx="4">
                  <c:v>148</c:v>
                </c:pt>
                <c:pt idx="5">
                  <c:v>137</c:v>
                </c:pt>
                <c:pt idx="6">
                  <c:v>135</c:v>
                </c:pt>
                <c:pt idx="7">
                  <c:v>144</c:v>
                </c:pt>
                <c:pt idx="8">
                  <c:v>150</c:v>
                </c:pt>
                <c:pt idx="9">
                  <c:v>126</c:v>
                </c:pt>
                <c:pt idx="10">
                  <c:v>133</c:v>
                </c:pt>
              </c:numCache>
            </c:numRef>
          </c:val>
          <c:extLst xmlns:c16r2="http://schemas.microsoft.com/office/drawing/2015/06/chart">
            <c:ext xmlns:c16="http://schemas.microsoft.com/office/drawing/2014/chart" uri="{C3380CC4-5D6E-409C-BE32-E72D297353CC}">
              <c16:uniqueId val="{00000000-0A22-4183-83F3-D25D272EA13E}"/>
            </c:ext>
          </c:extLst>
        </c:ser>
        <c:ser>
          <c:idx val="1"/>
          <c:order val="1"/>
          <c:tx>
            <c:strRef>
              <c:f>List1!$B$4</c:f>
              <c:strCache>
                <c:ptCount val="1"/>
                <c:pt idx="0">
                  <c:v>provozovatelé rozhlasového vysílání</c:v>
                </c:pt>
              </c:strCache>
            </c:strRef>
          </c:tx>
          <c:dLbls>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List1!$C$2:$M$2</c:f>
              <c:numCache>
                <c:formatCode>General</c:formatCode>
                <c:ptCount val="11"/>
                <c:pt idx="0">
                  <c:v>2007</c:v>
                </c:pt>
                <c:pt idx="1">
                  <c:v>2008</c:v>
                </c:pt>
                <c:pt idx="2">
                  <c:v>2009</c:v>
                </c:pt>
                <c:pt idx="3">
                  <c:v>2010</c:v>
                </c:pt>
                <c:pt idx="4">
                  <c:v>2011</c:v>
                </c:pt>
                <c:pt idx="5">
                  <c:v>2012</c:v>
                </c:pt>
                <c:pt idx="6">
                  <c:v>2013</c:v>
                </c:pt>
                <c:pt idx="7">
                  <c:v>2014</c:v>
                </c:pt>
                <c:pt idx="8">
                  <c:v>2015</c:v>
                </c:pt>
                <c:pt idx="9">
                  <c:v>2016</c:v>
                </c:pt>
                <c:pt idx="10">
                  <c:v>2017</c:v>
                </c:pt>
              </c:numCache>
            </c:numRef>
          </c:cat>
          <c:val>
            <c:numRef>
              <c:f>List1!$C$4:$M$4</c:f>
              <c:numCache>
                <c:formatCode>General</c:formatCode>
                <c:ptCount val="11"/>
                <c:pt idx="0">
                  <c:v>79</c:v>
                </c:pt>
                <c:pt idx="1">
                  <c:v>76</c:v>
                </c:pt>
                <c:pt idx="2">
                  <c:v>78</c:v>
                </c:pt>
                <c:pt idx="3">
                  <c:v>57</c:v>
                </c:pt>
                <c:pt idx="4">
                  <c:v>59</c:v>
                </c:pt>
                <c:pt idx="5">
                  <c:v>63</c:v>
                </c:pt>
                <c:pt idx="6">
                  <c:v>60</c:v>
                </c:pt>
                <c:pt idx="7">
                  <c:v>56</c:v>
                </c:pt>
                <c:pt idx="8">
                  <c:v>56</c:v>
                </c:pt>
                <c:pt idx="9">
                  <c:v>53</c:v>
                </c:pt>
                <c:pt idx="10">
                  <c:v>52</c:v>
                </c:pt>
              </c:numCache>
            </c:numRef>
          </c:val>
          <c:extLst xmlns:c16r2="http://schemas.microsoft.com/office/drawing/2015/06/chart">
            <c:ext xmlns:c16="http://schemas.microsoft.com/office/drawing/2014/chart" uri="{C3380CC4-5D6E-409C-BE32-E72D297353CC}">
              <c16:uniqueId val="{00000001-0A22-4183-83F3-D25D272EA13E}"/>
            </c:ext>
          </c:extLst>
        </c:ser>
        <c:marker val="1"/>
        <c:axId val="143738368"/>
        <c:axId val="143739904"/>
      </c:lineChart>
      <c:catAx>
        <c:axId val="143738368"/>
        <c:scaling>
          <c:orientation val="minMax"/>
        </c:scaling>
        <c:axPos val="b"/>
        <c:numFmt formatCode="General" sourceLinked="1"/>
        <c:tickLblPos val="nextTo"/>
        <c:crossAx val="143739904"/>
        <c:crosses val="autoZero"/>
        <c:auto val="1"/>
        <c:lblAlgn val="ctr"/>
        <c:lblOffset val="100"/>
      </c:catAx>
      <c:valAx>
        <c:axId val="143739904"/>
        <c:scaling>
          <c:orientation val="minMax"/>
        </c:scaling>
        <c:delete val="1"/>
        <c:axPos val="l"/>
        <c:numFmt formatCode="General" sourceLinked="1"/>
        <c:tickLblPos val="none"/>
        <c:crossAx val="143738368"/>
        <c:crosses val="autoZero"/>
        <c:crossBetween val="between"/>
      </c:valAx>
    </c:plotArea>
    <c:legend>
      <c:legendPos val="t"/>
    </c:legend>
    <c:plotVisOnly val="1"/>
    <c:dispBlanksAs val="gap"/>
  </c:chart>
  <c:spPr>
    <a:ln>
      <a:noFill/>
    </a:ln>
  </c:spPr>
  <c:externalData r:id="rId1"/>
</c:chartSpace>
</file>

<file path=word/charts/chart47.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List1!$H$3</c:f>
              <c:strCache>
                <c:ptCount val="1"/>
                <c:pt idx="0">
                  <c:v>rádio</c:v>
                </c:pt>
              </c:strCache>
            </c:strRef>
          </c:tx>
          <c:dLbls>
            <c:dLbl>
              <c:idx val="0"/>
              <c:layout>
                <c:manualLayout>
                  <c:x val="-3.4110449031708769E-2"/>
                  <c:y val="-8.1525540076721248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BF3-4F76-ADFF-3A22A1CB174A}"/>
                </c:ext>
              </c:extLst>
            </c:dLbl>
            <c:dLbl>
              <c:idx val="4"/>
              <c:layout>
                <c:manualLayout>
                  <c:x val="-4.0121701205259777E-2"/>
                  <c:y val="6.9827167830436437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E84-46CB-A592-EC1DF4BD5062}"/>
                </c:ext>
              </c:extLst>
            </c:dLbl>
            <c:dLbl>
              <c:idx val="5"/>
              <c:layout>
                <c:manualLayout>
                  <c:x val="-1.4615809839690441E-2"/>
                  <c:y val="3.2091318773832624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E84-46CB-A592-EC1DF4BD5062}"/>
                </c:ext>
              </c:extLst>
            </c:dLbl>
            <c:numFmt formatCode="0%" sourceLinked="0"/>
            <c:spPr>
              <a:noFill/>
              <a:ln>
                <a:noFill/>
              </a:ln>
              <a:effectLst/>
            </c:spPr>
            <c:dLblPos val="b"/>
            <c:showVal val="1"/>
            <c:extLst xmlns:c16r2="http://schemas.microsoft.com/office/drawing/2015/06/chart">
              <c:ext xmlns:c15="http://schemas.microsoft.com/office/drawing/2012/chart" uri="{CE6537A1-D6FC-4f65-9D91-7224C49458BB}">
                <c15:showLeaderLines val="0"/>
              </c:ext>
            </c:extLst>
          </c:dLbls>
          <c:cat>
            <c:strRef>
              <c:f>List1!$C$4:$C$9</c:f>
              <c:strCache>
                <c:ptCount val="6"/>
                <c:pt idx="0">
                  <c:v>16–24 let</c:v>
                </c:pt>
                <c:pt idx="1">
                  <c:v>25–34 let</c:v>
                </c:pt>
                <c:pt idx="2">
                  <c:v>35–44 let</c:v>
                </c:pt>
                <c:pt idx="3">
                  <c:v>45–54 let</c:v>
                </c:pt>
                <c:pt idx="4">
                  <c:v>55–64 let</c:v>
                </c:pt>
                <c:pt idx="5">
                  <c:v>65+</c:v>
                </c:pt>
              </c:strCache>
            </c:strRef>
          </c:cat>
          <c:val>
            <c:numRef>
              <c:f>List1!$H$4:$H$9</c:f>
              <c:numCache>
                <c:formatCode>#,##0.0__</c:formatCode>
                <c:ptCount val="6"/>
                <c:pt idx="0">
                  <c:v>0.37827333918642081</c:v>
                </c:pt>
                <c:pt idx="1">
                  <c:v>0.31568603548501362</c:v>
                </c:pt>
                <c:pt idx="2">
                  <c:v>0.21713740186090583</c:v>
                </c:pt>
                <c:pt idx="3">
                  <c:v>0.19154213412987994</c:v>
                </c:pt>
                <c:pt idx="4">
                  <c:v>0.10201252808666372</c:v>
                </c:pt>
                <c:pt idx="5">
                  <c:v>4.2360242031697422E-2</c:v>
                </c:pt>
              </c:numCache>
            </c:numRef>
          </c:val>
          <c:extLst xmlns:c16r2="http://schemas.microsoft.com/office/drawing/2015/06/chart">
            <c:ext xmlns:c16="http://schemas.microsoft.com/office/drawing/2014/chart" uri="{C3380CC4-5D6E-409C-BE32-E72D297353CC}">
              <c16:uniqueId val="{00000001-4BF3-4F76-ADFF-3A22A1CB174A}"/>
            </c:ext>
          </c:extLst>
        </c:ser>
        <c:ser>
          <c:idx val="1"/>
          <c:order val="1"/>
          <c:tx>
            <c:strRef>
              <c:f>List1!$I$3</c:f>
              <c:strCache>
                <c:ptCount val="1"/>
                <c:pt idx="0">
                  <c:v>televize</c:v>
                </c:pt>
              </c:strCache>
            </c:strRef>
          </c:tx>
          <c:dLbls>
            <c:dLbl>
              <c:idx val="0"/>
              <c:layout>
                <c:manualLayout>
                  <c:x val="-3.4110449031708769E-2"/>
                  <c:y val="8.1525540076721248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4BF3-4F76-ADFF-3A22A1CB174A}"/>
                </c:ext>
              </c:extLst>
            </c:dLbl>
            <c:numFmt formatCode="0%" sourceLinked="0"/>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strRef>
              <c:f>List1!$C$4:$C$9</c:f>
              <c:strCache>
                <c:ptCount val="6"/>
                <c:pt idx="0">
                  <c:v>16–24 let</c:v>
                </c:pt>
                <c:pt idx="1">
                  <c:v>25–34 let</c:v>
                </c:pt>
                <c:pt idx="2">
                  <c:v>35–44 let</c:v>
                </c:pt>
                <c:pt idx="3">
                  <c:v>45–54 let</c:v>
                </c:pt>
                <c:pt idx="4">
                  <c:v>55–64 let</c:v>
                </c:pt>
                <c:pt idx="5">
                  <c:v>65+</c:v>
                </c:pt>
              </c:strCache>
            </c:strRef>
          </c:cat>
          <c:val>
            <c:numRef>
              <c:f>List1!$I$4:$I$9</c:f>
              <c:numCache>
                <c:formatCode>#,##0.0__</c:formatCode>
                <c:ptCount val="6"/>
                <c:pt idx="0">
                  <c:v>0.37484170041950732</c:v>
                </c:pt>
                <c:pt idx="1">
                  <c:v>0.33165835200264865</c:v>
                </c:pt>
                <c:pt idx="2">
                  <c:v>0.31406580930212891</c:v>
                </c:pt>
                <c:pt idx="3">
                  <c:v>0.26883527404998031</c:v>
                </c:pt>
                <c:pt idx="4">
                  <c:v>0.1738231559183217</c:v>
                </c:pt>
                <c:pt idx="5">
                  <c:v>5.5720604568012012E-2</c:v>
                </c:pt>
              </c:numCache>
            </c:numRef>
          </c:val>
          <c:extLst xmlns:c16r2="http://schemas.microsoft.com/office/drawing/2015/06/chart">
            <c:ext xmlns:c16="http://schemas.microsoft.com/office/drawing/2014/chart" uri="{C3380CC4-5D6E-409C-BE32-E72D297353CC}">
              <c16:uniqueId val="{00000003-4BF3-4F76-ADFF-3A22A1CB174A}"/>
            </c:ext>
          </c:extLst>
        </c:ser>
        <c:marker val="1"/>
        <c:axId val="143763712"/>
        <c:axId val="143777792"/>
      </c:lineChart>
      <c:catAx>
        <c:axId val="143763712"/>
        <c:scaling>
          <c:orientation val="minMax"/>
        </c:scaling>
        <c:axPos val="b"/>
        <c:numFmt formatCode="General" sourceLinked="0"/>
        <c:tickLblPos val="nextTo"/>
        <c:crossAx val="143777792"/>
        <c:crosses val="autoZero"/>
        <c:auto val="1"/>
        <c:lblAlgn val="ctr"/>
        <c:lblOffset val="100"/>
      </c:catAx>
      <c:valAx>
        <c:axId val="143777792"/>
        <c:scaling>
          <c:orientation val="minMax"/>
        </c:scaling>
        <c:delete val="1"/>
        <c:axPos val="l"/>
        <c:numFmt formatCode="#,##0.0__" sourceLinked="1"/>
        <c:tickLblPos val="none"/>
        <c:crossAx val="143763712"/>
        <c:crosses val="autoZero"/>
        <c:crossBetween val="between"/>
      </c:valAx>
    </c:plotArea>
    <c:legend>
      <c:legendPos val="t"/>
    </c:legend>
    <c:plotVisOnly val="1"/>
    <c:dispBlanksAs val="gap"/>
  </c:chart>
  <c:spPr>
    <a:ln>
      <a:noFill/>
    </a:ln>
  </c:spPr>
  <c:externalData r:id="rId1"/>
</c:chartSpace>
</file>

<file path=word/charts/chart48.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List1!$A$2</c:f>
              <c:strCache>
                <c:ptCount val="1"/>
                <c:pt idx="0">
                  <c:v>výdaje</c:v>
                </c:pt>
              </c:strCache>
            </c:strRef>
          </c:tx>
          <c:dLbls>
            <c:dLbl>
              <c:idx val="6"/>
              <c:layout>
                <c:manualLayout>
                  <c:x val="-1.0945848026665409E-2"/>
                  <c:y val="-5.6397761600554673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AF74-4041-82DE-48E171C16087}"/>
                </c:ext>
              </c:extLst>
            </c:dLbl>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List1!$B$1:$H$1</c:f>
              <c:numCache>
                <c:formatCode>General</c:formatCode>
                <c:ptCount val="7"/>
                <c:pt idx="0">
                  <c:v>2011</c:v>
                </c:pt>
                <c:pt idx="1">
                  <c:v>2012</c:v>
                </c:pt>
                <c:pt idx="2">
                  <c:v>2013</c:v>
                </c:pt>
                <c:pt idx="3">
                  <c:v>2014</c:v>
                </c:pt>
                <c:pt idx="4">
                  <c:v>2015</c:v>
                </c:pt>
                <c:pt idx="5">
                  <c:v>2016</c:v>
                </c:pt>
                <c:pt idx="6">
                  <c:v>2017</c:v>
                </c:pt>
              </c:numCache>
            </c:numRef>
          </c:cat>
          <c:val>
            <c:numRef>
              <c:f>List1!$B$2:$H$2</c:f>
              <c:numCache>
                <c:formatCode>General</c:formatCode>
                <c:ptCount val="7"/>
                <c:pt idx="0">
                  <c:v>15.2</c:v>
                </c:pt>
                <c:pt idx="1">
                  <c:v>15.7</c:v>
                </c:pt>
                <c:pt idx="2">
                  <c:v>16.7</c:v>
                </c:pt>
                <c:pt idx="3">
                  <c:v>16.7</c:v>
                </c:pt>
                <c:pt idx="4">
                  <c:v>17</c:v>
                </c:pt>
                <c:pt idx="5">
                  <c:v>16.899999999999999</c:v>
                </c:pt>
                <c:pt idx="6">
                  <c:v>17.8</c:v>
                </c:pt>
              </c:numCache>
            </c:numRef>
          </c:val>
          <c:extLst xmlns:c16r2="http://schemas.microsoft.com/office/drawing/2015/06/chart">
            <c:ext xmlns:c16="http://schemas.microsoft.com/office/drawing/2014/chart" uri="{C3380CC4-5D6E-409C-BE32-E72D297353CC}">
              <c16:uniqueId val="{00000001-AF74-4041-82DE-48E171C16087}"/>
            </c:ext>
          </c:extLst>
        </c:ser>
        <c:marker val="1"/>
        <c:axId val="165695872"/>
        <c:axId val="165697408"/>
      </c:lineChart>
      <c:catAx>
        <c:axId val="165695872"/>
        <c:scaling>
          <c:orientation val="minMax"/>
        </c:scaling>
        <c:axPos val="b"/>
        <c:numFmt formatCode="General" sourceLinked="1"/>
        <c:tickLblPos val="nextTo"/>
        <c:crossAx val="165697408"/>
        <c:crosses val="autoZero"/>
        <c:auto val="1"/>
        <c:lblAlgn val="ctr"/>
        <c:lblOffset val="100"/>
      </c:catAx>
      <c:valAx>
        <c:axId val="165697408"/>
        <c:scaling>
          <c:orientation val="minMax"/>
        </c:scaling>
        <c:delete val="1"/>
        <c:axPos val="l"/>
        <c:numFmt formatCode="General" sourceLinked="1"/>
        <c:tickLblPos val="none"/>
        <c:crossAx val="165695872"/>
        <c:crosses val="autoZero"/>
        <c:crossBetween val="between"/>
      </c:valAx>
      <c:spPr>
        <a:noFill/>
        <a:ln w="25400">
          <a:noFill/>
        </a:ln>
      </c:spPr>
    </c:plotArea>
    <c:plotVisOnly val="1"/>
    <c:dispBlanksAs val="gap"/>
  </c:chart>
  <c:spPr>
    <a:ln>
      <a:noFill/>
    </a:ln>
  </c:spPr>
  <c:externalData r:id="rId1"/>
</c:chartSpace>
</file>

<file path=word/charts/chart49.xml><?xml version="1.0" encoding="utf-8"?>
<c:chartSpace xmlns:c="http://schemas.openxmlformats.org/drawingml/2006/chart" xmlns:a="http://schemas.openxmlformats.org/drawingml/2006/main" xmlns:r="http://schemas.openxmlformats.org/officeDocument/2006/relationships">
  <c:lang val="cs-CZ"/>
  <c:chart>
    <c:plotArea>
      <c:layout/>
      <c:barChart>
        <c:barDir val="col"/>
        <c:grouping val="clustered"/>
        <c:ser>
          <c:idx val="0"/>
          <c:order val="0"/>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List1!$A$2:$C$2</c:f>
              <c:strCache>
                <c:ptCount val="3"/>
                <c:pt idx="0">
                  <c:v>Radiohouse a Media Club</c:v>
                </c:pt>
                <c:pt idx="1">
                  <c:v>Čro</c:v>
                </c:pt>
                <c:pt idx="2">
                  <c:v>Ostatní</c:v>
                </c:pt>
              </c:strCache>
            </c:strRef>
          </c:cat>
          <c:val>
            <c:numRef>
              <c:f>List1!$A$3:$C$3</c:f>
              <c:numCache>
                <c:formatCode>General</c:formatCode>
                <c:ptCount val="3"/>
                <c:pt idx="0">
                  <c:v>0.76000000000000478</c:v>
                </c:pt>
                <c:pt idx="1">
                  <c:v>0.22</c:v>
                </c:pt>
                <c:pt idx="2">
                  <c:v>2.0000000000000011E-2</c:v>
                </c:pt>
              </c:numCache>
            </c:numRef>
          </c:val>
          <c:extLst xmlns:c16r2="http://schemas.microsoft.com/office/drawing/2015/06/chart">
            <c:ext xmlns:c16="http://schemas.microsoft.com/office/drawing/2014/chart" uri="{C3380CC4-5D6E-409C-BE32-E72D297353CC}">
              <c16:uniqueId val="{00000000-B371-4E4F-9869-9BB188B849AF}"/>
            </c:ext>
          </c:extLst>
        </c:ser>
        <c:axId val="165737984"/>
        <c:axId val="165739520"/>
      </c:barChart>
      <c:catAx>
        <c:axId val="165737984"/>
        <c:scaling>
          <c:orientation val="minMax"/>
        </c:scaling>
        <c:axPos val="b"/>
        <c:numFmt formatCode="General" sourceLinked="0"/>
        <c:tickLblPos val="nextTo"/>
        <c:crossAx val="165739520"/>
        <c:crosses val="autoZero"/>
        <c:auto val="1"/>
        <c:lblAlgn val="ctr"/>
        <c:lblOffset val="100"/>
      </c:catAx>
      <c:valAx>
        <c:axId val="165739520"/>
        <c:scaling>
          <c:orientation val="minMax"/>
        </c:scaling>
        <c:delete val="1"/>
        <c:axPos val="l"/>
        <c:numFmt formatCode="General" sourceLinked="1"/>
        <c:tickLblPos val="none"/>
        <c:crossAx val="165737984"/>
        <c:crosses val="autoZero"/>
        <c:crossBetween val="between"/>
      </c:valAx>
    </c:plotArea>
    <c:plotVisOnly val="1"/>
    <c:dispBlanksAs val="gap"/>
  </c:chart>
  <c:spPr>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2.2845275181723943E-2"/>
          <c:y val="0.21334965482255891"/>
          <c:w val="0.95430944963655262"/>
          <c:h val="0.57792937647500142"/>
        </c:manualLayout>
      </c:layout>
      <c:barChart>
        <c:barDir val="col"/>
        <c:grouping val="clustered"/>
        <c:ser>
          <c:idx val="0"/>
          <c:order val="0"/>
          <c:tx>
            <c:strRef>
              <c:f>List2!$D$1</c:f>
              <c:strCache>
                <c:ptCount val="1"/>
                <c:pt idx="0">
                  <c:v>alespoň jednou týdně</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List2!$C$2:$C$7</c:f>
              <c:strCache>
                <c:ptCount val="6"/>
                <c:pt idx="0">
                  <c:v>sledování TV</c:v>
                </c:pt>
                <c:pt idx="1">
                  <c:v>poslech hudby doma</c:v>
                </c:pt>
                <c:pt idx="2">
                  <c:v>sledování filmů doma</c:v>
                </c:pt>
                <c:pt idx="3">
                  <c:v>čtení knih</c:v>
                </c:pt>
                <c:pt idx="4">
                  <c:v>návštěva kina</c:v>
                </c:pt>
                <c:pt idx="5">
                  <c:v>návštěva divadla či koncertu</c:v>
                </c:pt>
              </c:strCache>
            </c:strRef>
          </c:cat>
          <c:val>
            <c:numRef>
              <c:f>List2!$D$2:$D$7</c:f>
              <c:numCache>
                <c:formatCode>0%</c:formatCode>
                <c:ptCount val="6"/>
                <c:pt idx="0">
                  <c:v>0.97000000000000064</c:v>
                </c:pt>
                <c:pt idx="1">
                  <c:v>0.81</c:v>
                </c:pt>
                <c:pt idx="2">
                  <c:v>0.48000000000000032</c:v>
                </c:pt>
                <c:pt idx="3">
                  <c:v>0.72000000000000064</c:v>
                </c:pt>
                <c:pt idx="4">
                  <c:v>1.0000000000000005E-2</c:v>
                </c:pt>
                <c:pt idx="5">
                  <c:v>3.0000000000000002E-2</c:v>
                </c:pt>
              </c:numCache>
            </c:numRef>
          </c:val>
          <c:extLst xmlns:c16r2="http://schemas.microsoft.com/office/drawing/2015/06/chart">
            <c:ext xmlns:c16="http://schemas.microsoft.com/office/drawing/2014/chart" uri="{C3380CC4-5D6E-409C-BE32-E72D297353CC}">
              <c16:uniqueId val="{00000000-542A-4492-B466-E30535EF2315}"/>
            </c:ext>
          </c:extLst>
        </c:ser>
        <c:ser>
          <c:idx val="1"/>
          <c:order val="1"/>
          <c:tx>
            <c:strRef>
              <c:f>List2!$E$1</c:f>
              <c:strCache>
                <c:ptCount val="1"/>
                <c:pt idx="0">
                  <c:v>alespoň jednou měsíčně</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List2!$C$2:$C$7</c:f>
              <c:strCache>
                <c:ptCount val="6"/>
                <c:pt idx="0">
                  <c:v>sledování TV</c:v>
                </c:pt>
                <c:pt idx="1">
                  <c:v>poslech hudby doma</c:v>
                </c:pt>
                <c:pt idx="2">
                  <c:v>sledování filmů doma</c:v>
                </c:pt>
                <c:pt idx="3">
                  <c:v>čtení knih</c:v>
                </c:pt>
                <c:pt idx="4">
                  <c:v>návštěva kina</c:v>
                </c:pt>
                <c:pt idx="5">
                  <c:v>návštěva divadla či koncertu</c:v>
                </c:pt>
              </c:strCache>
            </c:strRef>
          </c:cat>
          <c:val>
            <c:numRef>
              <c:f>List2!$E$2:$E$7</c:f>
              <c:numCache>
                <c:formatCode>0%</c:formatCode>
                <c:ptCount val="6"/>
                <c:pt idx="0">
                  <c:v>0.99</c:v>
                </c:pt>
                <c:pt idx="1">
                  <c:v>0.98</c:v>
                </c:pt>
                <c:pt idx="2">
                  <c:v>0.93</c:v>
                </c:pt>
                <c:pt idx="3">
                  <c:v>0.96000000000000063</c:v>
                </c:pt>
                <c:pt idx="4">
                  <c:v>0.29000000000000031</c:v>
                </c:pt>
                <c:pt idx="5">
                  <c:v>0.31000000000000238</c:v>
                </c:pt>
              </c:numCache>
            </c:numRef>
          </c:val>
          <c:extLst xmlns:c16r2="http://schemas.microsoft.com/office/drawing/2015/06/chart">
            <c:ext xmlns:c16="http://schemas.microsoft.com/office/drawing/2014/chart" uri="{C3380CC4-5D6E-409C-BE32-E72D297353CC}">
              <c16:uniqueId val="{00000001-542A-4492-B466-E30535EF2315}"/>
            </c:ext>
          </c:extLst>
        </c:ser>
        <c:axId val="48465408"/>
        <c:axId val="48466944"/>
      </c:barChart>
      <c:catAx>
        <c:axId val="48465408"/>
        <c:scaling>
          <c:orientation val="minMax"/>
        </c:scaling>
        <c:axPos val="b"/>
        <c:numFmt formatCode="General" sourceLinked="0"/>
        <c:tickLblPos val="nextTo"/>
        <c:crossAx val="48466944"/>
        <c:crosses val="autoZero"/>
        <c:auto val="1"/>
        <c:lblAlgn val="ctr"/>
        <c:lblOffset val="100"/>
      </c:catAx>
      <c:valAx>
        <c:axId val="48466944"/>
        <c:scaling>
          <c:orientation val="minMax"/>
          <c:max val="1"/>
        </c:scaling>
        <c:delete val="1"/>
        <c:axPos val="l"/>
        <c:numFmt formatCode="0%" sourceLinked="1"/>
        <c:tickLblPos val="none"/>
        <c:crossAx val="48465408"/>
        <c:crosses val="autoZero"/>
        <c:crossBetween val="between"/>
      </c:valAx>
    </c:plotArea>
    <c:legend>
      <c:legendPos val="t"/>
      <c:layout>
        <c:manualLayout>
          <c:xMode val="edge"/>
          <c:yMode val="edge"/>
          <c:x val="0.24039999672938359"/>
          <c:y val="0"/>
          <c:w val="0.51920000654123843"/>
          <c:h val="0.10482848339609695"/>
        </c:manualLayout>
      </c:layout>
    </c:legend>
    <c:plotVisOnly val="1"/>
    <c:dispBlanksAs val="gap"/>
  </c:chart>
  <c:spPr>
    <a:ln>
      <a:noFill/>
    </a:ln>
  </c:spPr>
  <c:externalData r:id="rId1"/>
</c:chartSpace>
</file>

<file path=word/charts/chart50.xml><?xml version="1.0" encoding="utf-8"?>
<c:chartSpace xmlns:c="http://schemas.openxmlformats.org/drawingml/2006/chart" xmlns:a="http://schemas.openxmlformats.org/drawingml/2006/main" xmlns:r="http://schemas.openxmlformats.org/officeDocument/2006/relationships">
  <c:lang val="cs-CZ"/>
  <c:chart>
    <c:plotArea>
      <c:layout/>
      <c:barChart>
        <c:barDir val="col"/>
        <c:grouping val="clustered"/>
        <c:ser>
          <c:idx val="0"/>
          <c:order val="0"/>
          <c:dLbls>
            <c:numFmt formatCode="#,##0.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multiLvlStrRef>
              <c:f>List1!$A$6:$D$7</c:f>
              <c:multiLvlStrCache>
                <c:ptCount val="4"/>
                <c:lvl>
                  <c:pt idx="0">
                    <c:v>veřejnoprávní</c:v>
                  </c:pt>
                  <c:pt idx="1">
                    <c:v>soukromé</c:v>
                  </c:pt>
                  <c:pt idx="2">
                    <c:v>veřejnoprávní</c:v>
                  </c:pt>
                  <c:pt idx="3">
                    <c:v>soukromé</c:v>
                  </c:pt>
                </c:lvl>
                <c:lvl>
                  <c:pt idx="0">
                    <c:v>celoplošné</c:v>
                  </c:pt>
                  <c:pt idx="2">
                    <c:v>regionální</c:v>
                  </c:pt>
                </c:lvl>
              </c:multiLvlStrCache>
            </c:multiLvlStrRef>
          </c:cat>
          <c:val>
            <c:numRef>
              <c:f>List1!$A$8:$D$8</c:f>
              <c:numCache>
                <c:formatCode>General</c:formatCode>
                <c:ptCount val="4"/>
                <c:pt idx="0">
                  <c:v>1.29</c:v>
                </c:pt>
                <c:pt idx="1">
                  <c:v>2.71</c:v>
                </c:pt>
                <c:pt idx="2">
                  <c:v>0.22</c:v>
                </c:pt>
                <c:pt idx="3">
                  <c:v>2.8</c:v>
                </c:pt>
              </c:numCache>
            </c:numRef>
          </c:val>
          <c:extLst xmlns:c16r2="http://schemas.microsoft.com/office/drawing/2015/06/chart">
            <c:ext xmlns:c16="http://schemas.microsoft.com/office/drawing/2014/chart" uri="{C3380CC4-5D6E-409C-BE32-E72D297353CC}">
              <c16:uniqueId val="{00000000-0D0E-4A56-88E5-CC83A2FE8345}"/>
            </c:ext>
          </c:extLst>
        </c:ser>
        <c:axId val="166038144"/>
        <c:axId val="166039936"/>
      </c:barChart>
      <c:catAx>
        <c:axId val="166038144"/>
        <c:scaling>
          <c:orientation val="minMax"/>
        </c:scaling>
        <c:axPos val="b"/>
        <c:numFmt formatCode="General" sourceLinked="0"/>
        <c:tickLblPos val="nextTo"/>
        <c:crossAx val="166039936"/>
        <c:crosses val="autoZero"/>
        <c:auto val="1"/>
        <c:lblAlgn val="ctr"/>
        <c:lblOffset val="100"/>
      </c:catAx>
      <c:valAx>
        <c:axId val="166039936"/>
        <c:scaling>
          <c:orientation val="minMax"/>
        </c:scaling>
        <c:delete val="1"/>
        <c:axPos val="l"/>
        <c:numFmt formatCode="General" sourceLinked="1"/>
        <c:tickLblPos val="none"/>
        <c:crossAx val="166038144"/>
        <c:crosses val="autoZero"/>
        <c:crossBetween val="between"/>
      </c:valAx>
      <c:spPr>
        <a:noFill/>
        <a:ln w="25400">
          <a:noFill/>
        </a:ln>
      </c:spPr>
    </c:plotArea>
    <c:plotVisOnly val="1"/>
    <c:dispBlanksAs val="gap"/>
  </c:chart>
  <c:spPr>
    <a:ln>
      <a:noFill/>
    </a:ln>
  </c:spPr>
  <c:externalData r:id="rId1"/>
</c:chartSpace>
</file>

<file path=word/charts/chart51.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2.2075055187638012E-2"/>
          <c:y val="0.13592496369425902"/>
          <c:w val="0.95364238410595958"/>
          <c:h val="0.48870005462515159"/>
        </c:manualLayout>
      </c:layout>
      <c:barChart>
        <c:barDir val="col"/>
        <c:grouping val="clustered"/>
        <c:ser>
          <c:idx val="0"/>
          <c:order val="0"/>
          <c:tx>
            <c:strRef>
              <c:f>Sheet0!$N$87</c:f>
              <c:strCache>
                <c:ptCount val="1"/>
                <c:pt idx="0">
                  <c:v>veřejnoprávní</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Sheet0!$M$88:$M$91</c:f>
              <c:strCache>
                <c:ptCount val="4"/>
                <c:pt idx="0">
                  <c:v>hudební pořady</c:v>
                </c:pt>
                <c:pt idx="1">
                  <c:v>zpravodajské, publicistické, dramatické a zábavné</c:v>
                </c:pt>
                <c:pt idx="2">
                  <c:v>reklama</c:v>
                </c:pt>
                <c:pt idx="3">
                  <c:v>ostatní</c:v>
                </c:pt>
              </c:strCache>
            </c:strRef>
          </c:cat>
          <c:val>
            <c:numRef>
              <c:f>Sheet0!$N$88:$N$91</c:f>
              <c:numCache>
                <c:formatCode>General</c:formatCode>
                <c:ptCount val="4"/>
                <c:pt idx="0">
                  <c:v>0.51734293193717251</c:v>
                </c:pt>
                <c:pt idx="1">
                  <c:v>0.33835078534032009</c:v>
                </c:pt>
                <c:pt idx="2">
                  <c:v>2.0942408376963352E-2</c:v>
                </c:pt>
                <c:pt idx="3">
                  <c:v>0.12336387434555036</c:v>
                </c:pt>
              </c:numCache>
            </c:numRef>
          </c:val>
          <c:extLst xmlns:c16r2="http://schemas.microsoft.com/office/drawing/2015/06/chart">
            <c:ext xmlns:c16="http://schemas.microsoft.com/office/drawing/2014/chart" uri="{C3380CC4-5D6E-409C-BE32-E72D297353CC}">
              <c16:uniqueId val="{00000000-9AAB-487F-B694-879175B48757}"/>
            </c:ext>
          </c:extLst>
        </c:ser>
        <c:ser>
          <c:idx val="1"/>
          <c:order val="1"/>
          <c:tx>
            <c:strRef>
              <c:f>Sheet0!$O$87</c:f>
              <c:strCache>
                <c:ptCount val="1"/>
                <c:pt idx="0">
                  <c:v>soukromé</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Sheet0!$M$88:$M$91</c:f>
              <c:strCache>
                <c:ptCount val="4"/>
                <c:pt idx="0">
                  <c:v>hudební pořady</c:v>
                </c:pt>
                <c:pt idx="1">
                  <c:v>zpravodajské, publicistické, dramatické a zábavné</c:v>
                </c:pt>
                <c:pt idx="2">
                  <c:v>reklama</c:v>
                </c:pt>
                <c:pt idx="3">
                  <c:v>ostatní</c:v>
                </c:pt>
              </c:strCache>
            </c:strRef>
          </c:cat>
          <c:val>
            <c:numRef>
              <c:f>Sheet0!$O$88:$O$91</c:f>
              <c:numCache>
                <c:formatCode>General</c:formatCode>
                <c:ptCount val="4"/>
                <c:pt idx="0">
                  <c:v>0.77439371995573869</c:v>
                </c:pt>
                <c:pt idx="1">
                  <c:v>9.1136428275525525E-2</c:v>
                </c:pt>
                <c:pt idx="2">
                  <c:v>0.10033633760217084</c:v>
                </c:pt>
                <c:pt idx="3">
                  <c:v>3.4133514166641357E-2</c:v>
                </c:pt>
              </c:numCache>
            </c:numRef>
          </c:val>
          <c:extLst xmlns:c16r2="http://schemas.microsoft.com/office/drawing/2015/06/chart">
            <c:ext xmlns:c16="http://schemas.microsoft.com/office/drawing/2014/chart" uri="{C3380CC4-5D6E-409C-BE32-E72D297353CC}">
              <c16:uniqueId val="{00000001-9AAB-487F-B694-879175B48757}"/>
            </c:ext>
          </c:extLst>
        </c:ser>
        <c:axId val="166049280"/>
        <c:axId val="166050816"/>
      </c:barChart>
      <c:catAx>
        <c:axId val="166049280"/>
        <c:scaling>
          <c:orientation val="minMax"/>
        </c:scaling>
        <c:axPos val="b"/>
        <c:numFmt formatCode="General" sourceLinked="0"/>
        <c:tickLblPos val="nextTo"/>
        <c:crossAx val="166050816"/>
        <c:crosses val="autoZero"/>
        <c:auto val="1"/>
        <c:lblAlgn val="ctr"/>
        <c:lblOffset val="100"/>
      </c:catAx>
      <c:valAx>
        <c:axId val="166050816"/>
        <c:scaling>
          <c:orientation val="minMax"/>
        </c:scaling>
        <c:delete val="1"/>
        <c:axPos val="l"/>
        <c:numFmt formatCode="General" sourceLinked="1"/>
        <c:tickLblPos val="none"/>
        <c:crossAx val="166049280"/>
        <c:crosses val="autoZero"/>
        <c:crossBetween val="between"/>
      </c:valAx>
    </c:plotArea>
    <c:legend>
      <c:legendPos val="t"/>
      <c:layout>
        <c:manualLayout>
          <c:xMode val="edge"/>
          <c:yMode val="edge"/>
          <c:x val="0.33997931549947435"/>
          <c:y val="0"/>
          <c:w val="0.31562635796353472"/>
          <c:h val="0.12238858467564651"/>
        </c:manualLayout>
      </c:layout>
    </c:legend>
    <c:plotVisOnly val="1"/>
    <c:dispBlanksAs val="gap"/>
  </c:chart>
  <c:spPr>
    <a:ln>
      <a:noFill/>
    </a:ln>
  </c:spPr>
  <c:externalData r:id="rId1"/>
</c:chartSpace>
</file>

<file path=word/charts/chart52.xml><?xml version="1.0" encoding="utf-8"?>
<c:chartSpace xmlns:c="http://schemas.openxmlformats.org/drawingml/2006/chart" xmlns:a="http://schemas.openxmlformats.org/drawingml/2006/main" xmlns:r="http://schemas.openxmlformats.org/officeDocument/2006/relationships">
  <c:date1904 val="1"/>
  <c:lang val="cs-CZ"/>
  <c:chart>
    <c:plotArea>
      <c:layout/>
      <c:barChart>
        <c:barDir val="col"/>
        <c:grouping val="clustered"/>
        <c:ser>
          <c:idx val="0"/>
          <c:order val="0"/>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Sheet0!$K$73:$K$80</c:f>
              <c:strCache>
                <c:ptCount val="8"/>
                <c:pt idx="0">
                  <c:v>do roku 1959</c:v>
                </c:pt>
                <c:pt idx="1">
                  <c:v>1960-1969</c:v>
                </c:pt>
                <c:pt idx="2">
                  <c:v>1970-1979</c:v>
                </c:pt>
                <c:pt idx="3">
                  <c:v>1980-1989</c:v>
                </c:pt>
                <c:pt idx="4">
                  <c:v>1990-1999</c:v>
                </c:pt>
                <c:pt idx="5">
                  <c:v>2000-2009</c:v>
                </c:pt>
                <c:pt idx="6">
                  <c:v>2010-2015</c:v>
                </c:pt>
                <c:pt idx="7">
                  <c:v>2016-2017</c:v>
                </c:pt>
              </c:strCache>
            </c:strRef>
          </c:cat>
          <c:val>
            <c:numRef>
              <c:f>Sheet0!$L$73:$L$80</c:f>
              <c:numCache>
                <c:formatCode>General</c:formatCode>
                <c:ptCount val="8"/>
                <c:pt idx="0">
                  <c:v>2.4678777867211663E-2</c:v>
                </c:pt>
                <c:pt idx="1">
                  <c:v>7.4771769700558294E-2</c:v>
                </c:pt>
                <c:pt idx="2">
                  <c:v>5.7787686352045904E-2</c:v>
                </c:pt>
                <c:pt idx="3">
                  <c:v>9.8195334046690383E-2</c:v>
                </c:pt>
                <c:pt idx="4">
                  <c:v>0.13975303971501871</c:v>
                </c:pt>
                <c:pt idx="5">
                  <c:v>0.13147675456294244</c:v>
                </c:pt>
                <c:pt idx="6">
                  <c:v>0.23282196276385667</c:v>
                </c:pt>
                <c:pt idx="7">
                  <c:v>0.2405146749916782</c:v>
                </c:pt>
              </c:numCache>
            </c:numRef>
          </c:val>
          <c:extLst xmlns:c16r2="http://schemas.microsoft.com/office/drawing/2015/06/chart">
            <c:ext xmlns:c16="http://schemas.microsoft.com/office/drawing/2014/chart" uri="{C3380CC4-5D6E-409C-BE32-E72D297353CC}">
              <c16:uniqueId val="{00000000-DCA7-4E36-A07B-082D86603A47}"/>
            </c:ext>
          </c:extLst>
        </c:ser>
        <c:axId val="166075392"/>
        <c:axId val="166085376"/>
      </c:barChart>
      <c:catAx>
        <c:axId val="166075392"/>
        <c:scaling>
          <c:orientation val="minMax"/>
        </c:scaling>
        <c:axPos val="b"/>
        <c:numFmt formatCode="General" sourceLinked="0"/>
        <c:tickLblPos val="nextTo"/>
        <c:crossAx val="166085376"/>
        <c:crosses val="autoZero"/>
        <c:auto val="1"/>
        <c:lblAlgn val="ctr"/>
        <c:lblOffset val="100"/>
      </c:catAx>
      <c:valAx>
        <c:axId val="166085376"/>
        <c:scaling>
          <c:orientation val="minMax"/>
        </c:scaling>
        <c:delete val="1"/>
        <c:axPos val="l"/>
        <c:numFmt formatCode="General" sourceLinked="1"/>
        <c:tickLblPos val="none"/>
        <c:crossAx val="166075392"/>
        <c:crosses val="autoZero"/>
        <c:crossBetween val="between"/>
      </c:valAx>
    </c:plotArea>
    <c:plotVisOnly val="1"/>
    <c:dispBlanksAs val="gap"/>
  </c:chart>
  <c:spPr>
    <a:ln>
      <a:noFill/>
    </a:ln>
  </c:spPr>
  <c:externalData r:id="rId1"/>
</c:chartSpace>
</file>

<file path=word/charts/chart53.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percentStacked"/>
        <c:ser>
          <c:idx val="1"/>
          <c:order val="1"/>
          <c:tx>
            <c:strRef>
              <c:f>Sheet0!$M$96</c:f>
              <c:strCache>
                <c:ptCount val="1"/>
                <c:pt idx="0">
                  <c:v>skladby zahraničních interpretů</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Sheet0!$K$97:$K$104</c:f>
              <c:strCache>
                <c:ptCount val="8"/>
                <c:pt idx="0">
                  <c:v>do roku 1959</c:v>
                </c:pt>
                <c:pt idx="1">
                  <c:v>1960-1969</c:v>
                </c:pt>
                <c:pt idx="2">
                  <c:v>1970-1979</c:v>
                </c:pt>
                <c:pt idx="3">
                  <c:v>1980-1989</c:v>
                </c:pt>
                <c:pt idx="4">
                  <c:v>1990-1999</c:v>
                </c:pt>
                <c:pt idx="5">
                  <c:v>2000-2009</c:v>
                </c:pt>
                <c:pt idx="6">
                  <c:v>2010-2015</c:v>
                </c:pt>
                <c:pt idx="7">
                  <c:v>2016-2017</c:v>
                </c:pt>
              </c:strCache>
            </c:strRef>
          </c:cat>
          <c:val>
            <c:numRef>
              <c:f>Sheet0!$M$97:$M$104</c:f>
              <c:numCache>
                <c:formatCode>General</c:formatCode>
                <c:ptCount val="8"/>
                <c:pt idx="0">
                  <c:v>0.62724744522248965</c:v>
                </c:pt>
                <c:pt idx="1">
                  <c:v>0.510824164673645</c:v>
                </c:pt>
                <c:pt idx="2">
                  <c:v>0.48885939901867353</c:v>
                </c:pt>
                <c:pt idx="3">
                  <c:v>0.54727964886163449</c:v>
                </c:pt>
                <c:pt idx="4">
                  <c:v>0.63491273863776532</c:v>
                </c:pt>
                <c:pt idx="5">
                  <c:v>0.65773538162752665</c:v>
                </c:pt>
                <c:pt idx="6">
                  <c:v>0.64447106603921689</c:v>
                </c:pt>
                <c:pt idx="7">
                  <c:v>0.79117795718142081</c:v>
                </c:pt>
              </c:numCache>
            </c:numRef>
          </c:val>
          <c:extLst xmlns:c16r2="http://schemas.microsoft.com/office/drawing/2015/06/chart">
            <c:ext xmlns:c16="http://schemas.microsoft.com/office/drawing/2014/chart" uri="{C3380CC4-5D6E-409C-BE32-E72D297353CC}">
              <c16:uniqueId val="{00000000-48B6-4EDE-A65C-9BE0F1032B7B}"/>
            </c:ext>
          </c:extLst>
        </c:ser>
        <c:ser>
          <c:idx val="0"/>
          <c:order val="0"/>
          <c:tx>
            <c:strRef>
              <c:f>Sheet0!$L$96</c:f>
              <c:strCache>
                <c:ptCount val="1"/>
                <c:pt idx="0">
                  <c:v>skladby českých interpertů</c:v>
                </c:pt>
              </c:strCache>
            </c:strRef>
          </c:tx>
          <c:dLbls>
            <c:dLbl>
              <c:idx val="1"/>
              <c:layout>
                <c:manualLayout>
                  <c:x val="0"/>
                  <c:y val="2.27920227920228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8B6-4EDE-A65C-9BE0F1032B7B}"/>
                </c:ext>
              </c:extLst>
            </c:dLbl>
            <c:dLbl>
              <c:idx val="2"/>
              <c:layout>
                <c:manualLayout>
                  <c:x val="6.5681444991790424E-3"/>
                  <c:y val="-1.709401709401710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48B6-4EDE-A65C-9BE0F1032B7B}"/>
                </c:ext>
              </c:extLst>
            </c:dLbl>
            <c:dLbl>
              <c:idx val="6"/>
              <c:layout>
                <c:manualLayout>
                  <c:x val="2.1893814997263543E-3"/>
                  <c:y val="-3.4188034188034191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48B6-4EDE-A65C-9BE0F1032B7B}"/>
                </c:ext>
              </c:extLst>
            </c:dLbl>
            <c:numFmt formatCode="0%" sourceLinked="0"/>
            <c:spPr>
              <a:noFill/>
              <a:ln>
                <a:noFill/>
              </a:ln>
              <a:effectLst/>
            </c:spPr>
            <c:txPr>
              <a:bodyPr wrap="square" lIns="38100" tIns="19050" rIns="38100" bIns="19050" anchor="ctr">
                <a:spAutoFit/>
              </a:bodyPr>
              <a:lstStyle/>
              <a:p>
                <a:pPr>
                  <a:defRPr>
                    <a:solidFill>
                      <a:schemeClr val="bg1"/>
                    </a:solidFill>
                  </a:defRPr>
                </a:pPr>
                <a:endParaRPr lang="cs-CZ"/>
              </a:p>
            </c:txPr>
            <c:showVal val="1"/>
            <c:extLst xmlns:c16r2="http://schemas.microsoft.com/office/drawing/2015/06/chart">
              <c:ext xmlns:c15="http://schemas.microsoft.com/office/drawing/2012/chart" uri="{CE6537A1-D6FC-4f65-9D91-7224C49458BB}">
                <c15:showLeaderLines val="0"/>
              </c:ext>
            </c:extLst>
          </c:dLbls>
          <c:cat>
            <c:strRef>
              <c:f>Sheet0!$K$97:$K$104</c:f>
              <c:strCache>
                <c:ptCount val="8"/>
                <c:pt idx="0">
                  <c:v>do roku 1959</c:v>
                </c:pt>
                <c:pt idx="1">
                  <c:v>1960-1969</c:v>
                </c:pt>
                <c:pt idx="2">
                  <c:v>1970-1979</c:v>
                </c:pt>
                <c:pt idx="3">
                  <c:v>1980-1989</c:v>
                </c:pt>
                <c:pt idx="4">
                  <c:v>1990-1999</c:v>
                </c:pt>
                <c:pt idx="5">
                  <c:v>2000-2009</c:v>
                </c:pt>
                <c:pt idx="6">
                  <c:v>2010-2015</c:v>
                </c:pt>
                <c:pt idx="7">
                  <c:v>2016-2017</c:v>
                </c:pt>
              </c:strCache>
            </c:strRef>
          </c:cat>
          <c:val>
            <c:numRef>
              <c:f>Sheet0!$L$97:$L$104</c:f>
              <c:numCache>
                <c:formatCode>General</c:formatCode>
                <c:ptCount val="8"/>
                <c:pt idx="0">
                  <c:v>0.37275255477751068</c:v>
                </c:pt>
                <c:pt idx="1">
                  <c:v>0.48917583532635694</c:v>
                </c:pt>
                <c:pt idx="2">
                  <c:v>0.51114060098132952</c:v>
                </c:pt>
                <c:pt idx="3">
                  <c:v>0.45272035113836551</c:v>
                </c:pt>
                <c:pt idx="4">
                  <c:v>0.36508726136223918</c:v>
                </c:pt>
                <c:pt idx="5">
                  <c:v>0.34226461837247601</c:v>
                </c:pt>
                <c:pt idx="6">
                  <c:v>0.35552893396079138</c:v>
                </c:pt>
                <c:pt idx="7">
                  <c:v>0.20882204281857911</c:v>
                </c:pt>
              </c:numCache>
            </c:numRef>
          </c:val>
          <c:extLst xmlns:c16r2="http://schemas.microsoft.com/office/drawing/2015/06/chart">
            <c:ext xmlns:c16="http://schemas.microsoft.com/office/drawing/2014/chart" uri="{C3380CC4-5D6E-409C-BE32-E72D297353CC}">
              <c16:uniqueId val="{00000004-48B6-4EDE-A65C-9BE0F1032B7B}"/>
            </c:ext>
          </c:extLst>
        </c:ser>
        <c:overlap val="100"/>
        <c:axId val="166150528"/>
        <c:axId val="166152064"/>
      </c:barChart>
      <c:catAx>
        <c:axId val="166150528"/>
        <c:scaling>
          <c:orientation val="minMax"/>
        </c:scaling>
        <c:axPos val="b"/>
        <c:numFmt formatCode="General" sourceLinked="0"/>
        <c:tickLblPos val="nextTo"/>
        <c:crossAx val="166152064"/>
        <c:crosses val="autoZero"/>
        <c:auto val="1"/>
        <c:lblAlgn val="ctr"/>
        <c:lblOffset val="100"/>
      </c:catAx>
      <c:valAx>
        <c:axId val="166152064"/>
        <c:scaling>
          <c:orientation val="minMax"/>
        </c:scaling>
        <c:delete val="1"/>
        <c:axPos val="l"/>
        <c:numFmt formatCode="0%" sourceLinked="1"/>
        <c:tickLblPos val="none"/>
        <c:crossAx val="166150528"/>
        <c:crosses val="autoZero"/>
        <c:crossBetween val="between"/>
      </c:valAx>
    </c:plotArea>
    <c:legend>
      <c:legendPos val="t"/>
    </c:legend>
    <c:plotVisOnly val="1"/>
    <c:dispBlanksAs val="gap"/>
  </c:chart>
  <c:spPr>
    <a:ln>
      <a:noFill/>
    </a:ln>
  </c:spPr>
  <c:externalData r:id="rId1"/>
</c:chartSpace>
</file>

<file path=word/charts/chart54.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List1!$A$2</c:f>
              <c:strCache>
                <c:ptCount val="1"/>
                <c:pt idx="0">
                  <c:v>příjmy (mld. Kč)</c:v>
                </c:pt>
              </c:strCache>
            </c:strRef>
          </c:tx>
          <c:dLbls>
            <c:numFmt formatCode="#,##0.0" sourceLinked="0"/>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List1!$B$1:$G$1</c:f>
              <c:numCache>
                <c:formatCode>General</c:formatCode>
                <c:ptCount val="6"/>
                <c:pt idx="0">
                  <c:v>2012</c:v>
                </c:pt>
                <c:pt idx="1">
                  <c:v>2013</c:v>
                </c:pt>
                <c:pt idx="2">
                  <c:v>2014</c:v>
                </c:pt>
                <c:pt idx="3">
                  <c:v>2015</c:v>
                </c:pt>
                <c:pt idx="4">
                  <c:v>2016</c:v>
                </c:pt>
                <c:pt idx="5">
                  <c:v>2017</c:v>
                </c:pt>
              </c:numCache>
            </c:numRef>
          </c:cat>
          <c:val>
            <c:numRef>
              <c:f>List1!$B$2:$G$2</c:f>
              <c:numCache>
                <c:formatCode>General</c:formatCode>
                <c:ptCount val="6"/>
                <c:pt idx="0">
                  <c:v>5</c:v>
                </c:pt>
                <c:pt idx="1">
                  <c:v>4.9000000000000004</c:v>
                </c:pt>
                <c:pt idx="2">
                  <c:v>4.7</c:v>
                </c:pt>
                <c:pt idx="3">
                  <c:v>4.7</c:v>
                </c:pt>
                <c:pt idx="4">
                  <c:v>4.4000000000000004</c:v>
                </c:pt>
                <c:pt idx="5">
                  <c:v>4.5</c:v>
                </c:pt>
              </c:numCache>
            </c:numRef>
          </c:val>
          <c:extLst xmlns:c16r2="http://schemas.microsoft.com/office/drawing/2015/06/chart">
            <c:ext xmlns:c16="http://schemas.microsoft.com/office/drawing/2014/chart" uri="{C3380CC4-5D6E-409C-BE32-E72D297353CC}">
              <c16:uniqueId val="{00000000-FC1F-41A4-843C-17CDDCDB3B75}"/>
            </c:ext>
          </c:extLst>
        </c:ser>
        <c:ser>
          <c:idx val="1"/>
          <c:order val="1"/>
          <c:tx>
            <c:strRef>
              <c:f>List1!$A$3</c:f>
              <c:strCache>
                <c:ptCount val="1"/>
                <c:pt idx="0">
                  <c:v>počet zaměstnanců (v tis. osob, přepočteno na plné prac. úvazky)</c:v>
                </c:pt>
              </c:strCache>
            </c:strRef>
          </c:tx>
          <c:dLbls>
            <c:numFmt formatCode="#,##0.0" sourceLinked="0"/>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List1!$B$1:$G$1</c:f>
              <c:numCache>
                <c:formatCode>General</c:formatCode>
                <c:ptCount val="6"/>
                <c:pt idx="0">
                  <c:v>2012</c:v>
                </c:pt>
                <c:pt idx="1">
                  <c:v>2013</c:v>
                </c:pt>
                <c:pt idx="2">
                  <c:v>2014</c:v>
                </c:pt>
                <c:pt idx="3">
                  <c:v>2015</c:v>
                </c:pt>
                <c:pt idx="4">
                  <c:v>2016</c:v>
                </c:pt>
                <c:pt idx="5">
                  <c:v>2017</c:v>
                </c:pt>
              </c:numCache>
            </c:numRef>
          </c:cat>
          <c:val>
            <c:numRef>
              <c:f>List1!$B$3:$G$3</c:f>
              <c:numCache>
                <c:formatCode>General</c:formatCode>
                <c:ptCount val="6"/>
                <c:pt idx="0">
                  <c:v>1.8</c:v>
                </c:pt>
                <c:pt idx="1">
                  <c:v>1.8</c:v>
                </c:pt>
                <c:pt idx="2">
                  <c:v>1.9000000000000001</c:v>
                </c:pt>
                <c:pt idx="3">
                  <c:v>1.9000000000000001</c:v>
                </c:pt>
                <c:pt idx="4">
                  <c:v>1.9000000000000001</c:v>
                </c:pt>
                <c:pt idx="5">
                  <c:v>2</c:v>
                </c:pt>
              </c:numCache>
            </c:numRef>
          </c:val>
          <c:extLst xmlns:c16r2="http://schemas.microsoft.com/office/drawing/2015/06/chart">
            <c:ext xmlns:c16="http://schemas.microsoft.com/office/drawing/2014/chart" uri="{C3380CC4-5D6E-409C-BE32-E72D297353CC}">
              <c16:uniqueId val="{00000001-FC1F-41A4-843C-17CDDCDB3B75}"/>
            </c:ext>
          </c:extLst>
        </c:ser>
        <c:marker val="1"/>
        <c:axId val="166181120"/>
        <c:axId val="166195200"/>
      </c:lineChart>
      <c:catAx>
        <c:axId val="166181120"/>
        <c:scaling>
          <c:orientation val="minMax"/>
        </c:scaling>
        <c:axPos val="b"/>
        <c:numFmt formatCode="General" sourceLinked="1"/>
        <c:tickLblPos val="nextTo"/>
        <c:crossAx val="166195200"/>
        <c:crosses val="autoZero"/>
        <c:auto val="1"/>
        <c:lblAlgn val="ctr"/>
        <c:lblOffset val="100"/>
      </c:catAx>
      <c:valAx>
        <c:axId val="166195200"/>
        <c:scaling>
          <c:orientation val="minMax"/>
        </c:scaling>
        <c:delete val="1"/>
        <c:axPos val="l"/>
        <c:numFmt formatCode="General" sourceLinked="1"/>
        <c:tickLblPos val="none"/>
        <c:crossAx val="166181120"/>
        <c:crosses val="autoZero"/>
        <c:crossBetween val="between"/>
      </c:valAx>
    </c:plotArea>
    <c:legend>
      <c:legendPos val="t"/>
    </c:legend>
    <c:plotVisOnly val="1"/>
    <c:dispBlanksAs val="gap"/>
  </c:chart>
  <c:spPr>
    <a:ln>
      <a:noFill/>
    </a:ln>
  </c:spPr>
  <c:externalData r:id="rId1"/>
</c:chartSpace>
</file>

<file path=word/charts/chart55.xml><?xml version="1.0" encoding="utf-8"?>
<c:chartSpace xmlns:c="http://schemas.openxmlformats.org/drawingml/2006/chart" xmlns:a="http://schemas.openxmlformats.org/drawingml/2006/main" xmlns:r="http://schemas.openxmlformats.org/officeDocument/2006/relationships">
  <c:date1904 val="1"/>
  <c:lang val="cs-CZ"/>
  <c:style val="3"/>
  <c:chart>
    <c:autoTitleDeleted val="1"/>
    <c:plotArea>
      <c:layout>
        <c:manualLayout>
          <c:layoutTarget val="inner"/>
          <c:xMode val="edge"/>
          <c:yMode val="edge"/>
          <c:x val="0.3406076871969953"/>
          <c:y val="0.17989476433929191"/>
          <c:w val="0.36890967576421502"/>
          <c:h val="0.69760644848303965"/>
        </c:manualLayout>
      </c:layout>
      <c:doughnutChart>
        <c:varyColors val="1"/>
        <c:ser>
          <c:idx val="0"/>
          <c:order val="0"/>
          <c:dLbls>
            <c:dLbl>
              <c:idx val="0"/>
              <c:layout>
                <c:manualLayout>
                  <c:x val="-1.2252712813733615E-16"/>
                  <c:y val="2.5276461295418627E-2"/>
                </c:manualLayout>
              </c:layout>
              <c:numFmt formatCode="#,##0.0&quot; tis.&quot;" sourceLinked="0"/>
              <c:spPr>
                <a:noFill/>
                <a:ln>
                  <a:noFill/>
                </a:ln>
                <a:effectLst/>
              </c:spPr>
              <c:txPr>
                <a:bodyPr wrap="square" lIns="38100" tIns="19050" rIns="38100" bIns="19050" anchor="ctr">
                  <a:spAutoFit/>
                </a:bodyPr>
                <a:lstStyle/>
                <a:p>
                  <a:pPr>
                    <a:defRPr>
                      <a:solidFill>
                        <a:schemeClr val="bg1"/>
                      </a:solidFill>
                    </a:defRPr>
                  </a:pPr>
                  <a:endParaRPr lang="cs-CZ"/>
                </a:p>
              </c:txP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5D5-48E6-BA9F-1AB6B12A40B1}"/>
                </c:ext>
              </c:extLst>
            </c:dLbl>
            <c:dLbl>
              <c:idx val="1"/>
              <c:layout>
                <c:manualLayout>
                  <c:x val="1.6708437761069374E-2"/>
                  <c:y val="-8.8467614533965219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5D5-48E6-BA9F-1AB6B12A40B1}"/>
                </c:ext>
              </c:extLst>
            </c:dLbl>
            <c:numFmt formatCode="#,##0.0&quot; tis.&quot;" sourceLinked="0"/>
            <c:spPr>
              <a:noFill/>
              <a:ln>
                <a:noFill/>
              </a:ln>
              <a:effectLst/>
            </c:spPr>
            <c:showVal val="1"/>
            <c:showLeaderLines val="1"/>
            <c:extLst xmlns:c16r2="http://schemas.microsoft.com/office/drawing/2015/06/chart">
              <c:ext xmlns:c15="http://schemas.microsoft.com/office/drawing/2012/chart" uri="{CE6537A1-D6FC-4f65-9D91-7224C49458BB}"/>
            </c:extLst>
          </c:dLbls>
          <c:cat>
            <c:strRef>
              <c:f>List1!$B$3:$C$3</c:f>
              <c:strCache>
                <c:ptCount val="2"/>
                <c:pt idx="0">
                  <c:v>povolání kult. charakteru</c:v>
                </c:pt>
                <c:pt idx="1">
                  <c:v>povolání nekult. charakteru</c:v>
                </c:pt>
              </c:strCache>
            </c:strRef>
          </c:cat>
          <c:val>
            <c:numRef>
              <c:f>List1!$B$4:$C$4</c:f>
              <c:numCache>
                <c:formatCode>General</c:formatCode>
                <c:ptCount val="2"/>
                <c:pt idx="0">
                  <c:v>1.9000000000000001</c:v>
                </c:pt>
                <c:pt idx="1">
                  <c:v>1.5</c:v>
                </c:pt>
              </c:numCache>
            </c:numRef>
          </c:val>
          <c:extLst xmlns:c16r2="http://schemas.microsoft.com/office/drawing/2015/06/chart">
            <c:ext xmlns:c16="http://schemas.microsoft.com/office/drawing/2014/chart" uri="{C3380CC4-5D6E-409C-BE32-E72D297353CC}">
              <c16:uniqueId val="{00000000-3821-48CA-917E-F900B5C04FC7}"/>
            </c:ext>
          </c:extLst>
        </c:ser>
        <c:firstSliceAng val="0"/>
        <c:holeSize val="50"/>
      </c:doughnutChart>
    </c:plotArea>
    <c:legend>
      <c:legendPos val="t"/>
    </c:legend>
    <c:plotVisOnly val="1"/>
    <c:dispBlanksAs val="zero"/>
  </c:chart>
  <c:spPr>
    <a:ln>
      <a:noFill/>
    </a:ln>
  </c:spPr>
  <c:externalData r:id="rId1"/>
</c:chartSpace>
</file>

<file path=word/charts/chart56.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List1!$B$3:$F$3</c:f>
              <c:strCache>
                <c:ptCount val="5"/>
                <c:pt idx="0">
                  <c:v>rádio, autorádio</c:v>
                </c:pt>
                <c:pt idx="1">
                  <c:v>internet</c:v>
                </c:pt>
                <c:pt idx="2">
                  <c:v>mobilní telefon</c:v>
                </c:pt>
                <c:pt idx="3">
                  <c:v>televize</c:v>
                </c:pt>
                <c:pt idx="4">
                  <c:v>tablet</c:v>
                </c:pt>
              </c:strCache>
            </c:strRef>
          </c:cat>
          <c:val>
            <c:numRef>
              <c:f>List1!$B$4:$F$4</c:f>
              <c:numCache>
                <c:formatCode>General</c:formatCode>
                <c:ptCount val="5"/>
                <c:pt idx="0">
                  <c:v>0.94000000000000061</c:v>
                </c:pt>
                <c:pt idx="1">
                  <c:v>0.23</c:v>
                </c:pt>
                <c:pt idx="2">
                  <c:v>0.19</c:v>
                </c:pt>
                <c:pt idx="3">
                  <c:v>0.11</c:v>
                </c:pt>
                <c:pt idx="4">
                  <c:v>2.0000000000000011E-2</c:v>
                </c:pt>
              </c:numCache>
            </c:numRef>
          </c:val>
          <c:extLst xmlns:c16r2="http://schemas.microsoft.com/office/drawing/2015/06/chart">
            <c:ext xmlns:c16="http://schemas.microsoft.com/office/drawing/2014/chart" uri="{C3380CC4-5D6E-409C-BE32-E72D297353CC}">
              <c16:uniqueId val="{00000000-F477-4067-B552-C928F3A51505}"/>
            </c:ext>
          </c:extLst>
        </c:ser>
        <c:axId val="166509952"/>
        <c:axId val="166540416"/>
      </c:barChart>
      <c:catAx>
        <c:axId val="166509952"/>
        <c:scaling>
          <c:orientation val="minMax"/>
        </c:scaling>
        <c:axPos val="b"/>
        <c:numFmt formatCode="General" sourceLinked="0"/>
        <c:tickLblPos val="nextTo"/>
        <c:crossAx val="166540416"/>
        <c:crosses val="autoZero"/>
        <c:auto val="1"/>
        <c:lblAlgn val="ctr"/>
        <c:lblOffset val="100"/>
      </c:catAx>
      <c:valAx>
        <c:axId val="166540416"/>
        <c:scaling>
          <c:orientation val="minMax"/>
        </c:scaling>
        <c:delete val="1"/>
        <c:axPos val="l"/>
        <c:numFmt formatCode="0%" sourceLinked="0"/>
        <c:tickLblPos val="none"/>
        <c:crossAx val="166509952"/>
        <c:crosses val="autoZero"/>
        <c:crossBetween val="between"/>
      </c:valAx>
    </c:plotArea>
    <c:plotVisOnly val="1"/>
    <c:dispBlanksAs val="gap"/>
  </c:chart>
  <c:spPr>
    <a:ln>
      <a:noFill/>
    </a:ln>
  </c:spPr>
  <c:externalData r:id="rId1"/>
</c:chartSpace>
</file>

<file path=word/charts/chart57.xml><?xml version="1.0" encoding="utf-8"?>
<c:chartSpace xmlns:c="http://schemas.openxmlformats.org/drawingml/2006/chart" xmlns:a="http://schemas.openxmlformats.org/drawingml/2006/main" xmlns:r="http://schemas.openxmlformats.org/officeDocument/2006/relationships">
  <c:lang val="cs-CZ"/>
  <c:style val="3"/>
  <c:chart>
    <c:autoTitleDeleted val="1"/>
    <c:plotArea>
      <c:layout/>
      <c:barChart>
        <c:barDir val="bar"/>
        <c:grouping val="clustered"/>
        <c:ser>
          <c:idx val="0"/>
          <c:order val="0"/>
          <c:tx>
            <c:strRef>
              <c:f>List1!$J$2:$J$3</c:f>
              <c:strCache>
                <c:ptCount val="1"/>
                <c:pt idx="0">
                  <c:v>poslech rádia celkem 16-74</c:v>
                </c:pt>
              </c:strCache>
            </c:strRef>
          </c:tx>
          <c:dPt>
            <c:idx val="4"/>
            <c:spPr>
              <a:solidFill>
                <a:schemeClr val="tx2"/>
              </a:solidFill>
            </c:spPr>
            <c:extLst xmlns:c16r2="http://schemas.microsoft.com/office/drawing/2015/06/chart">
              <c:ext xmlns:c16="http://schemas.microsoft.com/office/drawing/2014/chart" uri="{C3380CC4-5D6E-409C-BE32-E72D297353CC}">
                <c16:uniqueId val="{00000000-2753-4413-9669-E53AF83730D4}"/>
              </c:ext>
            </c:extLst>
          </c:dPt>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List1!$I$4:$I$14</c:f>
              <c:strCache>
                <c:ptCount val="11"/>
                <c:pt idx="0">
                  <c:v>Rumunsko</c:v>
                </c:pt>
                <c:pt idx="1">
                  <c:v>Slovensko</c:v>
                </c:pt>
                <c:pt idx="2">
                  <c:v>Polsko</c:v>
                </c:pt>
                <c:pt idx="3">
                  <c:v>Rakousko</c:v>
                </c:pt>
                <c:pt idx="4">
                  <c:v>ČR</c:v>
                </c:pt>
                <c:pt idx="5">
                  <c:v>Belgie</c:v>
                </c:pt>
                <c:pt idx="6">
                  <c:v>EU průměr</c:v>
                </c:pt>
                <c:pt idx="7">
                  <c:v>Spojené království</c:v>
                </c:pt>
                <c:pt idx="8">
                  <c:v>Německo</c:v>
                </c:pt>
                <c:pt idx="9">
                  <c:v>Nizozemsko</c:v>
                </c:pt>
                <c:pt idx="10">
                  <c:v>Švédsko</c:v>
                </c:pt>
              </c:strCache>
            </c:strRef>
          </c:cat>
          <c:val>
            <c:numRef>
              <c:f>List1!$J$4:$J$14</c:f>
              <c:numCache>
                <c:formatCode>0.00%</c:formatCode>
                <c:ptCount val="11"/>
                <c:pt idx="0">
                  <c:v>0.14009199999999999</c:v>
                </c:pt>
                <c:pt idx="1">
                  <c:v>0.18622500000000144</c:v>
                </c:pt>
                <c:pt idx="2">
                  <c:v>0.18956500000000462</c:v>
                </c:pt>
                <c:pt idx="3">
                  <c:v>0.20850600000000041</c:v>
                </c:pt>
                <c:pt idx="4">
                  <c:v>0.22276299999999999</c:v>
                </c:pt>
                <c:pt idx="5">
                  <c:v>0.23490900000000425</c:v>
                </c:pt>
                <c:pt idx="6">
                  <c:v>0.24289300000000041</c:v>
                </c:pt>
                <c:pt idx="7">
                  <c:v>0.24756900000000462</c:v>
                </c:pt>
                <c:pt idx="8">
                  <c:v>0.25587800000000038</c:v>
                </c:pt>
                <c:pt idx="9">
                  <c:v>0.37108200000000935</c:v>
                </c:pt>
                <c:pt idx="10">
                  <c:v>0.4570550000000001</c:v>
                </c:pt>
              </c:numCache>
            </c:numRef>
          </c:val>
          <c:extLst xmlns:c16r2="http://schemas.microsoft.com/office/drawing/2015/06/chart">
            <c:ext xmlns:c16="http://schemas.microsoft.com/office/drawing/2014/chart" uri="{C3380CC4-5D6E-409C-BE32-E72D297353CC}">
              <c16:uniqueId val="{00000000-0C06-4801-B28D-0643D183F17F}"/>
            </c:ext>
          </c:extLst>
        </c:ser>
        <c:axId val="166553088"/>
        <c:axId val="166554624"/>
      </c:barChart>
      <c:catAx>
        <c:axId val="166553088"/>
        <c:scaling>
          <c:orientation val="minMax"/>
        </c:scaling>
        <c:axPos val="l"/>
        <c:numFmt formatCode="General" sourceLinked="0"/>
        <c:tickLblPos val="nextTo"/>
        <c:crossAx val="166554624"/>
        <c:crosses val="autoZero"/>
        <c:auto val="1"/>
        <c:lblAlgn val="ctr"/>
        <c:lblOffset val="100"/>
      </c:catAx>
      <c:valAx>
        <c:axId val="166554624"/>
        <c:scaling>
          <c:orientation val="minMax"/>
        </c:scaling>
        <c:axPos val="b"/>
        <c:numFmt formatCode="0%" sourceLinked="0"/>
        <c:tickLblPos val="nextTo"/>
        <c:crossAx val="166553088"/>
        <c:crosses val="autoZero"/>
        <c:crossBetween val="between"/>
      </c:valAx>
    </c:plotArea>
    <c:plotVisOnly val="1"/>
    <c:dispBlanksAs val="gap"/>
  </c:chart>
  <c:spPr>
    <a:ln>
      <a:noFill/>
    </a:ln>
  </c:spPr>
  <c:externalData r:id="rId1"/>
</c:chartSpace>
</file>

<file path=word/charts/chart58.xml><?xml version="1.0" encoding="utf-8"?>
<c:chartSpace xmlns:c="http://schemas.openxmlformats.org/drawingml/2006/chart" xmlns:a="http://schemas.openxmlformats.org/drawingml/2006/main" xmlns:r="http://schemas.openxmlformats.org/officeDocument/2006/relationships">
  <c:date1904 val="1"/>
  <c:lang val="cs-CZ"/>
  <c:chart>
    <c:plotArea>
      <c:layout/>
      <c:barChart>
        <c:barDir val="bar"/>
        <c:grouping val="clustered"/>
        <c:ser>
          <c:idx val="0"/>
          <c:order val="0"/>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výstupy!$N$37:$S$37</c:f>
              <c:strCache>
                <c:ptCount val="6"/>
                <c:pt idx="0">
                  <c:v>Vće než 55 let</c:v>
                </c:pt>
                <c:pt idx="1">
                  <c:v>45-54 let</c:v>
                </c:pt>
                <c:pt idx="2">
                  <c:v>35-44 let</c:v>
                </c:pt>
                <c:pt idx="3">
                  <c:v>25-34 let</c:v>
                </c:pt>
                <c:pt idx="4">
                  <c:v>15-24 let</c:v>
                </c:pt>
                <c:pt idx="5">
                  <c:v>Méně než 15 let</c:v>
                </c:pt>
              </c:strCache>
            </c:strRef>
          </c:cat>
          <c:val>
            <c:numRef>
              <c:f>výstupy!$N$38:$S$38</c:f>
              <c:numCache>
                <c:formatCode>General</c:formatCode>
                <c:ptCount val="6"/>
                <c:pt idx="0">
                  <c:v>0.23728813559322937</c:v>
                </c:pt>
                <c:pt idx="1">
                  <c:v>0.40677966101695823</c:v>
                </c:pt>
                <c:pt idx="2">
                  <c:v>0.59322033898305049</c:v>
                </c:pt>
                <c:pt idx="3">
                  <c:v>0.72881355932203351</c:v>
                </c:pt>
                <c:pt idx="4">
                  <c:v>0.54237288135591488</c:v>
                </c:pt>
                <c:pt idx="5">
                  <c:v>0.11864406779661273</c:v>
                </c:pt>
              </c:numCache>
            </c:numRef>
          </c:val>
          <c:extLst xmlns:c16r2="http://schemas.microsoft.com/office/drawing/2015/06/chart">
            <c:ext xmlns:c16="http://schemas.microsoft.com/office/drawing/2014/chart" uri="{C3380CC4-5D6E-409C-BE32-E72D297353CC}">
              <c16:uniqueId val="{00000000-2F6D-47B6-AB18-AFAF1C42CE8B}"/>
            </c:ext>
          </c:extLst>
        </c:ser>
        <c:axId val="166992512"/>
        <c:axId val="167010688"/>
      </c:barChart>
      <c:catAx>
        <c:axId val="166992512"/>
        <c:scaling>
          <c:orientation val="minMax"/>
        </c:scaling>
        <c:axPos val="l"/>
        <c:numFmt formatCode="General" sourceLinked="0"/>
        <c:tickLblPos val="nextTo"/>
        <c:crossAx val="167010688"/>
        <c:crosses val="autoZero"/>
        <c:auto val="1"/>
        <c:lblAlgn val="ctr"/>
        <c:lblOffset val="100"/>
      </c:catAx>
      <c:valAx>
        <c:axId val="167010688"/>
        <c:scaling>
          <c:orientation val="minMax"/>
        </c:scaling>
        <c:axPos val="b"/>
        <c:numFmt formatCode="0%" sourceLinked="0"/>
        <c:tickLblPos val="nextTo"/>
        <c:crossAx val="166992512"/>
        <c:crosses val="autoZero"/>
        <c:crossBetween val="between"/>
      </c:valAx>
      <c:spPr>
        <a:ln>
          <a:noFill/>
        </a:ln>
      </c:spPr>
    </c:plotArea>
    <c:plotVisOnly val="1"/>
    <c:dispBlanksAs val="gap"/>
  </c:chart>
  <c:spPr>
    <a:ln>
      <a:noFill/>
    </a:ln>
  </c:spPr>
  <c:externalData r:id="rId1"/>
</c:chartSpace>
</file>

<file path=word/charts/chart59.xml><?xml version="1.0" encoding="utf-8"?>
<c:chartSpace xmlns:c="http://schemas.openxmlformats.org/drawingml/2006/chart" xmlns:a="http://schemas.openxmlformats.org/drawingml/2006/main" xmlns:r="http://schemas.openxmlformats.org/officeDocument/2006/relationships">
  <c:date1904 val="1"/>
  <c:lang val="cs-CZ"/>
  <c:chart>
    <c:plotArea>
      <c:layout/>
      <c:barChart>
        <c:barDir val="col"/>
        <c:grouping val="clustered"/>
        <c:ser>
          <c:idx val="0"/>
          <c:order val="0"/>
          <c:dLbls>
            <c:numFmt formatCode="0.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List1!$A$1:$C$1</c:f>
              <c:strCache>
                <c:ptCount val="3"/>
                <c:pt idx="0">
                  <c:v>veřejnoprávní vysílání</c:v>
                </c:pt>
                <c:pt idx="1">
                  <c:v>velké soukromé společnosti</c:v>
                </c:pt>
                <c:pt idx="2">
                  <c:v>ostatní</c:v>
                </c:pt>
              </c:strCache>
            </c:strRef>
          </c:cat>
          <c:val>
            <c:numRef>
              <c:f>List1!$A$2:$C$2</c:f>
              <c:numCache>
                <c:formatCode>General</c:formatCode>
                <c:ptCount val="3"/>
                <c:pt idx="0">
                  <c:v>0.28420000000000001</c:v>
                </c:pt>
                <c:pt idx="1">
                  <c:v>0.66270000000000595</c:v>
                </c:pt>
                <c:pt idx="2">
                  <c:v>5.3100000000000001E-2</c:v>
                </c:pt>
              </c:numCache>
            </c:numRef>
          </c:val>
          <c:extLst xmlns:c16r2="http://schemas.microsoft.com/office/drawing/2015/06/chart">
            <c:ext xmlns:c16="http://schemas.microsoft.com/office/drawing/2014/chart" uri="{C3380CC4-5D6E-409C-BE32-E72D297353CC}">
              <c16:uniqueId val="{00000000-4929-4315-82CD-46ED10F0CE9A}"/>
            </c:ext>
          </c:extLst>
        </c:ser>
        <c:axId val="167018496"/>
        <c:axId val="167020032"/>
      </c:barChart>
      <c:catAx>
        <c:axId val="167018496"/>
        <c:scaling>
          <c:orientation val="minMax"/>
        </c:scaling>
        <c:axPos val="b"/>
        <c:numFmt formatCode="General" sourceLinked="0"/>
        <c:tickLblPos val="nextTo"/>
        <c:crossAx val="167020032"/>
        <c:crosses val="autoZero"/>
        <c:auto val="1"/>
        <c:lblAlgn val="ctr"/>
        <c:lblOffset val="100"/>
      </c:catAx>
      <c:valAx>
        <c:axId val="167020032"/>
        <c:scaling>
          <c:orientation val="minMax"/>
        </c:scaling>
        <c:delete val="1"/>
        <c:axPos val="l"/>
        <c:numFmt formatCode="General" sourceLinked="1"/>
        <c:tickLblPos val="none"/>
        <c:crossAx val="167018496"/>
        <c:crosses val="autoZero"/>
        <c:crossBetween val="between"/>
      </c:valAx>
      <c:spPr>
        <a:noFill/>
        <a:ln w="25400">
          <a:noFill/>
        </a:ln>
      </c:spPr>
    </c:plotArea>
    <c:plotVisOnly val="1"/>
    <c:dispBlanksAs val="gap"/>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0"/>
          <c:y val="0.15387242713081919"/>
          <c:w val="1"/>
          <c:h val="0.70465119491642492"/>
        </c:manualLayout>
      </c:layout>
      <c:barChart>
        <c:barDir val="col"/>
        <c:grouping val="clustered"/>
        <c:ser>
          <c:idx val="0"/>
          <c:order val="0"/>
          <c:tx>
            <c:strRef>
              <c:f>List1!$B$1</c:f>
              <c:strCache>
                <c:ptCount val="1"/>
                <c:pt idx="0">
                  <c:v>18-24</c:v>
                </c:pt>
              </c:strCache>
            </c:strRef>
          </c:tx>
          <c:dLbls>
            <c:dLbl>
              <c:idx val="4"/>
              <c:layout>
                <c:manualLayout>
                  <c:x val="-6.0060060060060094E-3"/>
                  <c:y val="8.771929824561403E-3"/>
                </c:manualLayout>
              </c:layout>
              <c:showVal val="1"/>
            </c:dLbl>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List1!$A$2:$A$6</c:f>
              <c:strCache>
                <c:ptCount val="5"/>
                <c:pt idx="0">
                  <c:v>Online média (vč. sociálních sítí)</c:v>
                </c:pt>
                <c:pt idx="1">
                  <c:v>Sociální sítě</c:v>
                </c:pt>
                <c:pt idx="2">
                  <c:v>Rádio</c:v>
                </c:pt>
                <c:pt idx="3">
                  <c:v>Tištěná periodika</c:v>
                </c:pt>
                <c:pt idx="4">
                  <c:v>Televize</c:v>
                </c:pt>
              </c:strCache>
            </c:strRef>
          </c:cat>
          <c:val>
            <c:numRef>
              <c:f>List1!$B$2:$B$6</c:f>
              <c:numCache>
                <c:formatCode>General</c:formatCode>
                <c:ptCount val="5"/>
                <c:pt idx="0">
                  <c:v>0.64000000000000978</c:v>
                </c:pt>
                <c:pt idx="1">
                  <c:v>0.33000000000000512</c:v>
                </c:pt>
                <c:pt idx="2">
                  <c:v>4.0000000000000022E-2</c:v>
                </c:pt>
                <c:pt idx="3">
                  <c:v>0.05</c:v>
                </c:pt>
                <c:pt idx="4">
                  <c:v>0.24000000000000021</c:v>
                </c:pt>
              </c:numCache>
            </c:numRef>
          </c:val>
          <c:extLst xmlns:c16r2="http://schemas.microsoft.com/office/drawing/2015/06/chart">
            <c:ext xmlns:c16="http://schemas.microsoft.com/office/drawing/2014/chart" uri="{C3380CC4-5D6E-409C-BE32-E72D297353CC}">
              <c16:uniqueId val="{00000000-AD98-46E2-916A-5BB59B169C92}"/>
            </c:ext>
          </c:extLst>
        </c:ser>
        <c:ser>
          <c:idx val="1"/>
          <c:order val="1"/>
          <c:tx>
            <c:strRef>
              <c:f>List1!$C$1</c:f>
              <c:strCache>
                <c:ptCount val="1"/>
                <c:pt idx="0">
                  <c:v>25-34</c:v>
                </c:pt>
              </c:strCache>
            </c:strRef>
          </c:tx>
          <c:dLbls>
            <c:dLbl>
              <c:idx val="0"/>
              <c:layout>
                <c:manualLayout>
                  <c:x val="4.0040040040040074E-3"/>
                  <c:y val="4.3859649122807015E-3"/>
                </c:manualLayout>
              </c:layout>
              <c:showVal val="1"/>
            </c:dLbl>
            <c:dLbl>
              <c:idx val="4"/>
              <c:layout>
                <c:manualLayout>
                  <c:x val="-6.0060060060060094E-3"/>
                  <c:y val="0"/>
                </c:manualLayout>
              </c:layout>
              <c:showVal val="1"/>
            </c:dLbl>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List1!$A$2:$A$6</c:f>
              <c:strCache>
                <c:ptCount val="5"/>
                <c:pt idx="0">
                  <c:v>Online média (vč. sociálních sítí)</c:v>
                </c:pt>
                <c:pt idx="1">
                  <c:v>Sociální sítě</c:v>
                </c:pt>
                <c:pt idx="2">
                  <c:v>Rádio</c:v>
                </c:pt>
                <c:pt idx="3">
                  <c:v>Tištěná periodika</c:v>
                </c:pt>
                <c:pt idx="4">
                  <c:v>Televize</c:v>
                </c:pt>
              </c:strCache>
            </c:strRef>
          </c:cat>
          <c:val>
            <c:numRef>
              <c:f>List1!$C$2:$C$6</c:f>
              <c:numCache>
                <c:formatCode>General</c:formatCode>
                <c:ptCount val="5"/>
                <c:pt idx="0">
                  <c:v>0.58000000000000007</c:v>
                </c:pt>
                <c:pt idx="1">
                  <c:v>0.21000000000000021</c:v>
                </c:pt>
                <c:pt idx="2">
                  <c:v>0.05</c:v>
                </c:pt>
                <c:pt idx="3">
                  <c:v>0.05</c:v>
                </c:pt>
                <c:pt idx="4">
                  <c:v>0.29000000000000031</c:v>
                </c:pt>
              </c:numCache>
            </c:numRef>
          </c:val>
          <c:extLst xmlns:c16r2="http://schemas.microsoft.com/office/drawing/2015/06/chart">
            <c:ext xmlns:c16="http://schemas.microsoft.com/office/drawing/2014/chart" uri="{C3380CC4-5D6E-409C-BE32-E72D297353CC}">
              <c16:uniqueId val="{00000001-AD98-46E2-916A-5BB59B169C92}"/>
            </c:ext>
          </c:extLst>
        </c:ser>
        <c:ser>
          <c:idx val="2"/>
          <c:order val="2"/>
          <c:tx>
            <c:strRef>
              <c:f>List1!$D$1</c:f>
              <c:strCache>
                <c:ptCount val="1"/>
                <c:pt idx="0">
                  <c:v>35-44</c:v>
                </c:pt>
              </c:strCache>
            </c:strRef>
          </c:tx>
          <c:dLbls>
            <c:dLbl>
              <c:idx val="0"/>
              <c:layout>
                <c:manualLayout>
                  <c:x val="2.0020020020020042E-3"/>
                  <c:y val="4.3859649122807015E-3"/>
                </c:manualLayout>
              </c:layout>
              <c:showVal val="1"/>
            </c:dLbl>
            <c:dLbl>
              <c:idx val="4"/>
              <c:layout>
                <c:manualLayout>
                  <c:x val="-6.0060060060060094E-3"/>
                  <c:y val="4.3859649122807015E-3"/>
                </c:manualLayout>
              </c:layout>
              <c:showVal val="1"/>
            </c:dLbl>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List1!$A$2:$A$6</c:f>
              <c:strCache>
                <c:ptCount val="5"/>
                <c:pt idx="0">
                  <c:v>Online média (vč. sociálních sítí)</c:v>
                </c:pt>
                <c:pt idx="1">
                  <c:v>Sociální sítě</c:v>
                </c:pt>
                <c:pt idx="2">
                  <c:v>Rádio</c:v>
                </c:pt>
                <c:pt idx="3">
                  <c:v>Tištěná periodika</c:v>
                </c:pt>
                <c:pt idx="4">
                  <c:v>Televize</c:v>
                </c:pt>
              </c:strCache>
            </c:strRef>
          </c:cat>
          <c:val>
            <c:numRef>
              <c:f>List1!$D$2:$D$6</c:f>
              <c:numCache>
                <c:formatCode>General</c:formatCode>
                <c:ptCount val="5"/>
                <c:pt idx="0">
                  <c:v>0.49000000000000032</c:v>
                </c:pt>
                <c:pt idx="1">
                  <c:v>0.15000000000000024</c:v>
                </c:pt>
                <c:pt idx="2">
                  <c:v>6.0000000000000032E-2</c:v>
                </c:pt>
                <c:pt idx="3">
                  <c:v>6.0000000000000032E-2</c:v>
                </c:pt>
                <c:pt idx="4">
                  <c:v>0.37000000000000038</c:v>
                </c:pt>
              </c:numCache>
            </c:numRef>
          </c:val>
          <c:extLst xmlns:c16r2="http://schemas.microsoft.com/office/drawing/2015/06/chart">
            <c:ext xmlns:c16="http://schemas.microsoft.com/office/drawing/2014/chart" uri="{C3380CC4-5D6E-409C-BE32-E72D297353CC}">
              <c16:uniqueId val="{00000002-AD98-46E2-916A-5BB59B169C92}"/>
            </c:ext>
          </c:extLst>
        </c:ser>
        <c:ser>
          <c:idx val="3"/>
          <c:order val="3"/>
          <c:tx>
            <c:strRef>
              <c:f>List1!$E$1</c:f>
              <c:strCache>
                <c:ptCount val="1"/>
                <c:pt idx="0">
                  <c:v>45-54</c:v>
                </c:pt>
              </c:strCache>
            </c:strRef>
          </c:tx>
          <c:dLbls>
            <c:dLbl>
              <c:idx val="0"/>
              <c:layout>
                <c:manualLayout>
                  <c:x val="2.0020020020020042E-3"/>
                  <c:y val="0"/>
                </c:manualLayout>
              </c:layout>
              <c:showVal val="1"/>
            </c:dLbl>
            <c:dLbl>
              <c:idx val="4"/>
              <c:layout>
                <c:manualLayout>
                  <c:x val="-4.0040040040040074E-3"/>
                  <c:y val="0"/>
                </c:manualLayout>
              </c:layout>
              <c:showVal val="1"/>
            </c:dLbl>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List1!$A$2:$A$6</c:f>
              <c:strCache>
                <c:ptCount val="5"/>
                <c:pt idx="0">
                  <c:v>Online média (vč. sociálních sítí)</c:v>
                </c:pt>
                <c:pt idx="1">
                  <c:v>Sociální sítě</c:v>
                </c:pt>
                <c:pt idx="2">
                  <c:v>Rádio</c:v>
                </c:pt>
                <c:pt idx="3">
                  <c:v>Tištěná periodika</c:v>
                </c:pt>
                <c:pt idx="4">
                  <c:v>Televize</c:v>
                </c:pt>
              </c:strCache>
            </c:strRef>
          </c:cat>
          <c:val>
            <c:numRef>
              <c:f>List1!$E$2:$E$6</c:f>
              <c:numCache>
                <c:formatCode>General</c:formatCode>
                <c:ptCount val="5"/>
                <c:pt idx="0">
                  <c:v>0.3900000000000049</c:v>
                </c:pt>
                <c:pt idx="1">
                  <c:v>0.1</c:v>
                </c:pt>
                <c:pt idx="2">
                  <c:v>7.0000000000000021E-2</c:v>
                </c:pt>
                <c:pt idx="3">
                  <c:v>7.0000000000000021E-2</c:v>
                </c:pt>
                <c:pt idx="4">
                  <c:v>0.45</c:v>
                </c:pt>
              </c:numCache>
            </c:numRef>
          </c:val>
          <c:extLst xmlns:c16r2="http://schemas.microsoft.com/office/drawing/2015/06/chart">
            <c:ext xmlns:c16="http://schemas.microsoft.com/office/drawing/2014/chart" uri="{C3380CC4-5D6E-409C-BE32-E72D297353CC}">
              <c16:uniqueId val="{00000003-AD98-46E2-916A-5BB59B169C92}"/>
            </c:ext>
          </c:extLst>
        </c:ser>
        <c:ser>
          <c:idx val="4"/>
          <c:order val="4"/>
          <c:tx>
            <c:strRef>
              <c:f>List1!$F$1</c:f>
              <c:strCache>
                <c:ptCount val="1"/>
                <c:pt idx="0">
                  <c:v>55+</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List1!$A$2:$A$6</c:f>
              <c:strCache>
                <c:ptCount val="5"/>
                <c:pt idx="0">
                  <c:v>Online média (vč. sociálních sítí)</c:v>
                </c:pt>
                <c:pt idx="1">
                  <c:v>Sociální sítě</c:v>
                </c:pt>
                <c:pt idx="2">
                  <c:v>Rádio</c:v>
                </c:pt>
                <c:pt idx="3">
                  <c:v>Tištěná periodika</c:v>
                </c:pt>
                <c:pt idx="4">
                  <c:v>Televize</c:v>
                </c:pt>
              </c:strCache>
            </c:strRef>
          </c:cat>
          <c:val>
            <c:numRef>
              <c:f>List1!$F$2:$F$6</c:f>
              <c:numCache>
                <c:formatCode>General</c:formatCode>
                <c:ptCount val="5"/>
                <c:pt idx="0">
                  <c:v>0.28000000000000008</c:v>
                </c:pt>
                <c:pt idx="1">
                  <c:v>7.0000000000000021E-2</c:v>
                </c:pt>
                <c:pt idx="2">
                  <c:v>7.0000000000000021E-2</c:v>
                </c:pt>
                <c:pt idx="3">
                  <c:v>0.11</c:v>
                </c:pt>
                <c:pt idx="4">
                  <c:v>0.51</c:v>
                </c:pt>
              </c:numCache>
            </c:numRef>
          </c:val>
          <c:extLst xmlns:c16r2="http://schemas.microsoft.com/office/drawing/2015/06/chart">
            <c:ext xmlns:c16="http://schemas.microsoft.com/office/drawing/2014/chart" uri="{C3380CC4-5D6E-409C-BE32-E72D297353CC}">
              <c16:uniqueId val="{00000004-AD98-46E2-916A-5BB59B169C92}"/>
            </c:ext>
          </c:extLst>
        </c:ser>
        <c:axId val="53196288"/>
        <c:axId val="53197824"/>
      </c:barChart>
      <c:catAx>
        <c:axId val="53196288"/>
        <c:scaling>
          <c:orientation val="minMax"/>
        </c:scaling>
        <c:axPos val="b"/>
        <c:numFmt formatCode="General" sourceLinked="0"/>
        <c:tickLblPos val="nextTo"/>
        <c:crossAx val="53197824"/>
        <c:crosses val="autoZero"/>
        <c:auto val="1"/>
        <c:lblAlgn val="ctr"/>
        <c:lblOffset val="100"/>
      </c:catAx>
      <c:valAx>
        <c:axId val="53197824"/>
        <c:scaling>
          <c:orientation val="minMax"/>
        </c:scaling>
        <c:delete val="1"/>
        <c:axPos val="l"/>
        <c:majorGridlines>
          <c:spPr>
            <a:ln>
              <a:solidFill>
                <a:schemeClr val="bg1"/>
              </a:solidFill>
            </a:ln>
          </c:spPr>
        </c:majorGridlines>
        <c:numFmt formatCode="0%" sourceLinked="0"/>
        <c:tickLblPos val="none"/>
        <c:crossAx val="53196288"/>
        <c:crosses val="autoZero"/>
        <c:crossBetween val="between"/>
      </c:valAx>
      <c:spPr>
        <a:noFill/>
        <a:ln w="25400">
          <a:noFill/>
        </a:ln>
      </c:spPr>
    </c:plotArea>
    <c:legend>
      <c:legendPos val="t"/>
    </c:legend>
    <c:plotVisOnly val="1"/>
    <c:dispBlanksAs val="gap"/>
  </c:chart>
  <c:spPr>
    <a:ln>
      <a:noFill/>
    </a:ln>
  </c:spPr>
  <c:externalData r:id="rId1"/>
</c:chartSpace>
</file>

<file path=word/charts/chart60.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Sheet0!$L$136</c:f>
              <c:strCache>
                <c:ptCount val="1"/>
                <c:pt idx="0">
                  <c:v>veřejnoprávní</c:v>
                </c:pt>
              </c:strCache>
            </c:strRef>
          </c:tx>
          <c:dLbls>
            <c:numFmt formatCode="0%" sourceLinked="0"/>
            <c:showVal val="1"/>
          </c:dLbls>
          <c:cat>
            <c:strRef>
              <c:f>Sheet0!$K$137:$K$143</c:f>
              <c:strCache>
                <c:ptCount val="7"/>
                <c:pt idx="0">
                  <c:v>kulturně orientované</c:v>
                </c:pt>
                <c:pt idx="1">
                  <c:v>zpravodajské</c:v>
                </c:pt>
                <c:pt idx="2">
                  <c:v>z toho zpravodajská smyčka</c:v>
                </c:pt>
                <c:pt idx="3">
                  <c:v>publicistické, dokumentární </c:v>
                </c:pt>
                <c:pt idx="4">
                  <c:v>sportovní</c:v>
                </c:pt>
                <c:pt idx="5">
                  <c:v>obchodní sdělení</c:v>
                </c:pt>
                <c:pt idx="6">
                  <c:v>ostatní</c:v>
                </c:pt>
              </c:strCache>
            </c:strRef>
          </c:cat>
          <c:val>
            <c:numRef>
              <c:f>Sheet0!$L$137:$L$143</c:f>
              <c:numCache>
                <c:formatCode>General</c:formatCode>
                <c:ptCount val="7"/>
                <c:pt idx="0">
                  <c:v>0.27945230240860408</c:v>
                </c:pt>
                <c:pt idx="1">
                  <c:v>0.22963080121108037</c:v>
                </c:pt>
                <c:pt idx="3">
                  <c:v>0.18062271227800564</c:v>
                </c:pt>
                <c:pt idx="4">
                  <c:v>0.1856161597903217</c:v>
                </c:pt>
                <c:pt idx="5">
                  <c:v>7.6144425866510011E-3</c:v>
                </c:pt>
                <c:pt idx="6">
                  <c:v>0.11706358172533779</c:v>
                </c:pt>
              </c:numCache>
            </c:numRef>
          </c:val>
        </c:ser>
        <c:ser>
          <c:idx val="1"/>
          <c:order val="1"/>
          <c:tx>
            <c:strRef>
              <c:f>Sheet0!$M$136</c:f>
              <c:strCache>
                <c:ptCount val="1"/>
                <c:pt idx="0">
                  <c:v>soukromé</c:v>
                </c:pt>
              </c:strCache>
            </c:strRef>
          </c:tx>
          <c:dLbls>
            <c:numFmt formatCode="0%" sourceLinked="0"/>
            <c:showVal val="1"/>
          </c:dLbls>
          <c:cat>
            <c:strRef>
              <c:f>Sheet0!$K$137:$K$143</c:f>
              <c:strCache>
                <c:ptCount val="7"/>
                <c:pt idx="0">
                  <c:v>kulturně orientované</c:v>
                </c:pt>
                <c:pt idx="1">
                  <c:v>zpravodajské</c:v>
                </c:pt>
                <c:pt idx="2">
                  <c:v>z toho zpravodajská smyčka</c:v>
                </c:pt>
                <c:pt idx="3">
                  <c:v>publicistické, dokumentární </c:v>
                </c:pt>
                <c:pt idx="4">
                  <c:v>sportovní</c:v>
                </c:pt>
                <c:pt idx="5">
                  <c:v>obchodní sdělení</c:v>
                </c:pt>
                <c:pt idx="6">
                  <c:v>ostatní</c:v>
                </c:pt>
              </c:strCache>
            </c:strRef>
          </c:cat>
          <c:val>
            <c:numRef>
              <c:f>Sheet0!$M$137:$M$143</c:f>
              <c:numCache>
                <c:formatCode>General</c:formatCode>
                <c:ptCount val="7"/>
                <c:pt idx="0">
                  <c:v>0.32115572486428362</c:v>
                </c:pt>
                <c:pt idx="1">
                  <c:v>0.37523786233594775</c:v>
                </c:pt>
                <c:pt idx="2">
                  <c:v>0.20239240894420521</c:v>
                </c:pt>
                <c:pt idx="3">
                  <c:v>0.10584677529673762</c:v>
                </c:pt>
                <c:pt idx="4">
                  <c:v>4.1317061581905935E-2</c:v>
                </c:pt>
                <c:pt idx="5">
                  <c:v>9.3719933738338354E-2</c:v>
                </c:pt>
                <c:pt idx="6">
                  <c:v>6.2722642182790403E-2</c:v>
                </c:pt>
              </c:numCache>
            </c:numRef>
          </c:val>
        </c:ser>
        <c:axId val="167040896"/>
        <c:axId val="167042432"/>
      </c:barChart>
      <c:catAx>
        <c:axId val="167040896"/>
        <c:scaling>
          <c:orientation val="minMax"/>
        </c:scaling>
        <c:axPos val="b"/>
        <c:tickLblPos val="nextTo"/>
        <c:crossAx val="167042432"/>
        <c:crosses val="autoZero"/>
        <c:auto val="1"/>
        <c:lblAlgn val="ctr"/>
        <c:lblOffset val="100"/>
      </c:catAx>
      <c:valAx>
        <c:axId val="167042432"/>
        <c:scaling>
          <c:orientation val="minMax"/>
        </c:scaling>
        <c:delete val="1"/>
        <c:axPos val="l"/>
        <c:numFmt formatCode="General" sourceLinked="1"/>
        <c:tickLblPos val="none"/>
        <c:crossAx val="167040896"/>
        <c:crosses val="autoZero"/>
        <c:crossBetween val="between"/>
      </c:valAx>
      <c:spPr>
        <a:noFill/>
        <a:ln w="25400">
          <a:noFill/>
        </a:ln>
      </c:spPr>
    </c:plotArea>
    <c:legend>
      <c:legendPos val="t"/>
    </c:legend>
    <c:plotVisOnly val="1"/>
  </c:chart>
  <c:spPr>
    <a:ln>
      <a:noFill/>
    </a:ln>
  </c:spPr>
  <c:externalData r:id="rId1"/>
</c:chartSpace>
</file>

<file path=word/charts/chart61.xml><?xml version="1.0" encoding="utf-8"?>
<c:chartSpace xmlns:c="http://schemas.openxmlformats.org/drawingml/2006/chart" xmlns:a="http://schemas.openxmlformats.org/drawingml/2006/main" xmlns:r="http://schemas.openxmlformats.org/officeDocument/2006/relationships">
  <c:lang val="cs-CZ"/>
  <c:style val="3"/>
  <c:chart>
    <c:plotArea>
      <c:layout/>
      <c:barChart>
        <c:barDir val="col"/>
        <c:grouping val="clustered"/>
        <c:ser>
          <c:idx val="0"/>
          <c:order val="0"/>
          <c:tx>
            <c:strRef>
              <c:f>Sheet0!$M$139</c:f>
              <c:strCache>
                <c:ptCount val="1"/>
                <c:pt idx="0">
                  <c:v>veřejnoprávní</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Sheet0!$L$140:$L$146</c:f>
              <c:strCache>
                <c:ptCount val="7"/>
                <c:pt idx="0">
                  <c:v>filmy a seriály</c:v>
                </c:pt>
                <c:pt idx="1">
                  <c:v>zpravodajství a publicistika</c:v>
                </c:pt>
                <c:pt idx="2">
                  <c:v>dokumenty a vzdělávací pořady</c:v>
                </c:pt>
                <c:pt idx="3">
                  <c:v>zábava a lifestyle</c:v>
                </c:pt>
                <c:pt idx="4">
                  <c:v>hudební pořady</c:v>
                </c:pt>
                <c:pt idx="5">
                  <c:v>sport</c:v>
                </c:pt>
                <c:pt idx="6">
                  <c:v>ostatní videa</c:v>
                </c:pt>
              </c:strCache>
            </c:strRef>
          </c:cat>
          <c:val>
            <c:numRef>
              <c:f>Sheet0!$M$140:$M$146</c:f>
              <c:numCache>
                <c:formatCode>General</c:formatCode>
                <c:ptCount val="7"/>
                <c:pt idx="0">
                  <c:v>0.32127860701356542</c:v>
                </c:pt>
                <c:pt idx="1">
                  <c:v>0.11724159103305129</c:v>
                </c:pt>
                <c:pt idx="2">
                  <c:v>9.0934802711256937E-2</c:v>
                </c:pt>
                <c:pt idx="3">
                  <c:v>7.9137247398270383E-2</c:v>
                </c:pt>
                <c:pt idx="4">
                  <c:v>5.7326398284967724E-3</c:v>
                </c:pt>
                <c:pt idx="5">
                  <c:v>5.1542059737004466E-2</c:v>
                </c:pt>
                <c:pt idx="6">
                  <c:v>0.33413305227835877</c:v>
                </c:pt>
              </c:numCache>
            </c:numRef>
          </c:val>
          <c:extLst xmlns:c16r2="http://schemas.microsoft.com/office/drawing/2015/06/chart">
            <c:ext xmlns:c16="http://schemas.microsoft.com/office/drawing/2014/chart" uri="{C3380CC4-5D6E-409C-BE32-E72D297353CC}">
              <c16:uniqueId val="{00000000-F568-4348-8754-29403411DDC4}"/>
            </c:ext>
          </c:extLst>
        </c:ser>
        <c:ser>
          <c:idx val="1"/>
          <c:order val="1"/>
          <c:tx>
            <c:strRef>
              <c:f>Sheet0!$N$139</c:f>
              <c:strCache>
                <c:ptCount val="1"/>
                <c:pt idx="0">
                  <c:v>soukromé</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Sheet0!$L$140:$L$146</c:f>
              <c:strCache>
                <c:ptCount val="7"/>
                <c:pt idx="0">
                  <c:v>filmy a seriály</c:v>
                </c:pt>
                <c:pt idx="1">
                  <c:v>zpravodajství a publicistika</c:v>
                </c:pt>
                <c:pt idx="2">
                  <c:v>dokumenty a vzdělávací pořady</c:v>
                </c:pt>
                <c:pt idx="3">
                  <c:v>zábava a lifestyle</c:v>
                </c:pt>
                <c:pt idx="4">
                  <c:v>hudební pořady</c:v>
                </c:pt>
                <c:pt idx="5">
                  <c:v>sport</c:v>
                </c:pt>
                <c:pt idx="6">
                  <c:v>ostatní videa</c:v>
                </c:pt>
              </c:strCache>
            </c:strRef>
          </c:cat>
          <c:val>
            <c:numRef>
              <c:f>Sheet0!$N$140:$N$146</c:f>
              <c:numCache>
                <c:formatCode>General</c:formatCode>
                <c:ptCount val="7"/>
                <c:pt idx="0">
                  <c:v>6.6080291444560804E-2</c:v>
                </c:pt>
                <c:pt idx="1">
                  <c:v>0.33534014205058132</c:v>
                </c:pt>
                <c:pt idx="2">
                  <c:v>5.0511120774695039E-3</c:v>
                </c:pt>
                <c:pt idx="3">
                  <c:v>0.44249196257606566</c:v>
                </c:pt>
                <c:pt idx="4">
                  <c:v>2.9356159607089546E-3</c:v>
                </c:pt>
                <c:pt idx="5">
                  <c:v>5.4274344162761466E-2</c:v>
                </c:pt>
                <c:pt idx="6">
                  <c:v>9.3826531727853588E-2</c:v>
                </c:pt>
              </c:numCache>
            </c:numRef>
          </c:val>
          <c:extLst xmlns:c16r2="http://schemas.microsoft.com/office/drawing/2015/06/chart">
            <c:ext xmlns:c16="http://schemas.microsoft.com/office/drawing/2014/chart" uri="{C3380CC4-5D6E-409C-BE32-E72D297353CC}">
              <c16:uniqueId val="{00000001-F568-4348-8754-29403411DDC4}"/>
            </c:ext>
          </c:extLst>
        </c:ser>
        <c:axId val="168154240"/>
        <c:axId val="168155776"/>
      </c:barChart>
      <c:catAx>
        <c:axId val="168154240"/>
        <c:scaling>
          <c:orientation val="minMax"/>
        </c:scaling>
        <c:axPos val="b"/>
        <c:numFmt formatCode="General" sourceLinked="0"/>
        <c:tickLblPos val="nextTo"/>
        <c:crossAx val="168155776"/>
        <c:crosses val="autoZero"/>
        <c:auto val="1"/>
        <c:lblAlgn val="ctr"/>
        <c:lblOffset val="100"/>
      </c:catAx>
      <c:valAx>
        <c:axId val="168155776"/>
        <c:scaling>
          <c:orientation val="minMax"/>
        </c:scaling>
        <c:delete val="1"/>
        <c:axPos val="l"/>
        <c:numFmt formatCode="General" sourceLinked="1"/>
        <c:tickLblPos val="none"/>
        <c:crossAx val="168154240"/>
        <c:crosses val="autoZero"/>
        <c:crossBetween val="between"/>
      </c:valAx>
      <c:spPr>
        <a:noFill/>
        <a:ln w="25400">
          <a:noFill/>
        </a:ln>
      </c:spPr>
    </c:plotArea>
    <c:legend>
      <c:legendPos val="t"/>
    </c:legend>
    <c:plotVisOnly val="1"/>
    <c:dispBlanksAs val="gap"/>
  </c:chart>
  <c:spPr>
    <a:ln>
      <a:noFill/>
    </a:ln>
  </c:spPr>
  <c:externalData r:id="rId1"/>
</c:chartSpace>
</file>

<file path=word/charts/chart62.xml><?xml version="1.0" encoding="utf-8"?>
<c:chartSpace xmlns:c="http://schemas.openxmlformats.org/drawingml/2006/chart" xmlns:a="http://schemas.openxmlformats.org/drawingml/2006/main" xmlns:r="http://schemas.openxmlformats.org/officeDocument/2006/relationships">
  <c:lang val="cs-CZ"/>
  <c:style val="3"/>
  <c:chart>
    <c:plotArea>
      <c:layout>
        <c:manualLayout>
          <c:layoutTarget val="inner"/>
          <c:xMode val="edge"/>
          <c:yMode val="edge"/>
          <c:x val="0.27698056193160786"/>
          <c:y val="0.35624356955380582"/>
          <c:w val="0.47200247027945219"/>
          <c:h val="0.59437348109263788"/>
        </c:manualLayout>
      </c:layout>
      <c:doughnutChart>
        <c:varyColors val="1"/>
        <c:ser>
          <c:idx val="0"/>
          <c:order val="0"/>
          <c:dPt>
            <c:idx val="0"/>
            <c:explosion val="9"/>
            <c:extLst xmlns:c16r2="http://schemas.microsoft.com/office/drawing/2015/06/chart">
              <c:ext xmlns:c16="http://schemas.microsoft.com/office/drawing/2014/chart" uri="{C3380CC4-5D6E-409C-BE32-E72D297353CC}">
                <c16:uniqueId val="{00000000-9E2B-4EA4-8B42-6ACEBFE3D258}"/>
              </c:ext>
            </c:extLst>
          </c:dPt>
          <c:dLbls>
            <c:dLbl>
              <c:idx val="0"/>
              <c:layout>
                <c:manualLayout>
                  <c:x val="7.3529411764705788E-2"/>
                  <c:y val="-4.320987654320977E-2"/>
                </c:manualLayout>
              </c:layout>
              <c:numFmt formatCode="0%" sourceLinked="0"/>
              <c:spPr>
                <a:noFill/>
                <a:ln>
                  <a:noFill/>
                </a:ln>
                <a:effectLst/>
              </c:spPr>
              <c:txPr>
                <a:bodyPr wrap="square" lIns="38100" tIns="19050" rIns="38100" bIns="19050" anchor="ctr">
                  <a:spAutoFit/>
                </a:bodyPr>
                <a:lstStyle/>
                <a:p>
                  <a:pPr>
                    <a:defRPr>
                      <a:solidFill>
                        <a:schemeClr val="bg1"/>
                      </a:solidFill>
                    </a:defRPr>
                  </a:pPr>
                  <a:endParaRPr lang="cs-CZ"/>
                </a:p>
              </c:txP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9E2B-4EA4-8B42-6ACEBFE3D258}"/>
                </c:ext>
              </c:extLst>
            </c:dLbl>
            <c:dLbl>
              <c:idx val="1"/>
              <c:layout>
                <c:manualLayout>
                  <c:x val="-7.8720787207872081E-2"/>
                  <c:y val="-4.8000000000000001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9E2B-4EA4-8B42-6ACEBFE3D258}"/>
                </c:ext>
              </c:extLst>
            </c:dLbl>
            <c:dLbl>
              <c:idx val="2"/>
              <c:layout>
                <c:manualLayout>
                  <c:x val="5.4120541205412064E-2"/>
                  <c:y val="-7.466666666666671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9E2B-4EA4-8B42-6ACEBFE3D258}"/>
                </c:ext>
              </c:extLst>
            </c:dLbl>
            <c:numFmt formatCode="0%" sourceLinked="0"/>
            <c:spPr>
              <a:noFill/>
              <a:ln>
                <a:noFill/>
              </a:ln>
              <a:effectLst/>
            </c:spPr>
            <c:showVal val="1"/>
            <c:extLst xmlns:c16r2="http://schemas.microsoft.com/office/drawing/2015/06/chart">
              <c:ext xmlns:c15="http://schemas.microsoft.com/office/drawing/2012/chart" uri="{CE6537A1-D6FC-4f65-9D91-7224C49458BB}"/>
            </c:extLst>
          </c:dLbls>
          <c:cat>
            <c:strRef>
              <c:f>List2!$L$46:$L$48</c:f>
              <c:strCache>
                <c:ptCount val="3"/>
                <c:pt idx="0">
                  <c:v>zaměstnanci v rámci NACE 6020</c:v>
                </c:pt>
                <c:pt idx="1">
                  <c:v>zaměstnanci TV mimo NACE 6020</c:v>
                </c:pt>
                <c:pt idx="2">
                  <c:v>zaměstnanci AVMS mimo NACE 6020</c:v>
                </c:pt>
              </c:strCache>
            </c:strRef>
          </c:cat>
          <c:val>
            <c:numRef>
              <c:f>List2!$M$46:$M$48</c:f>
              <c:numCache>
                <c:formatCode>General</c:formatCode>
                <c:ptCount val="3"/>
                <c:pt idx="0">
                  <c:v>0.94454488806590908</c:v>
                </c:pt>
                <c:pt idx="1">
                  <c:v>2.7484267147417182E-2</c:v>
                </c:pt>
                <c:pt idx="2">
                  <c:v>2.7970844786674231E-2</c:v>
                </c:pt>
              </c:numCache>
            </c:numRef>
          </c:val>
          <c:extLst xmlns:c16r2="http://schemas.microsoft.com/office/drawing/2015/06/chart">
            <c:ext xmlns:c16="http://schemas.microsoft.com/office/drawing/2014/chart" uri="{C3380CC4-5D6E-409C-BE32-E72D297353CC}">
              <c16:uniqueId val="{00000003-9E2B-4EA4-8B42-6ACEBFE3D258}"/>
            </c:ext>
          </c:extLst>
        </c:ser>
        <c:firstSliceAng val="0"/>
        <c:holeSize val="50"/>
      </c:doughnutChart>
    </c:plotArea>
    <c:legend>
      <c:legendPos val="t"/>
      <c:layout>
        <c:manualLayout>
          <c:xMode val="edge"/>
          <c:yMode val="edge"/>
          <c:x val="0.10366527713447612"/>
          <c:y val="0"/>
          <c:w val="0.80247298131851152"/>
          <c:h val="0.28239963060173029"/>
        </c:manualLayout>
      </c:layout>
    </c:legend>
    <c:plotVisOnly val="1"/>
    <c:dispBlanksAs val="zero"/>
  </c:chart>
  <c:spPr>
    <a:ln>
      <a:noFill/>
    </a:ln>
  </c:spPr>
  <c:externalData r:id="rId1"/>
</c:chartSpace>
</file>

<file path=word/charts/chart63.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0.27565401591682082"/>
          <c:y val="0.36157690288714223"/>
          <c:w val="0.46155370450076377"/>
          <c:h val="0.57417280839895013"/>
        </c:manualLayout>
      </c:layout>
      <c:doughnutChart>
        <c:varyColors val="1"/>
        <c:ser>
          <c:idx val="0"/>
          <c:order val="0"/>
          <c:dPt>
            <c:idx val="0"/>
            <c:explosion val="14"/>
            <c:extLst xmlns:c16r2="http://schemas.microsoft.com/office/drawing/2015/06/chart">
              <c:ext xmlns:c16="http://schemas.microsoft.com/office/drawing/2014/chart" uri="{C3380CC4-5D6E-409C-BE32-E72D297353CC}">
                <c16:uniqueId val="{00000000-6BED-4F09-889B-6B6F16910B8E}"/>
              </c:ext>
            </c:extLst>
          </c:dPt>
          <c:dLbls>
            <c:dLbl>
              <c:idx val="0"/>
              <c:layout>
                <c:manualLayout>
                  <c:x val="3.3126293995859209E-2"/>
                  <c:y val="-4.320987654320986E-2"/>
                </c:manualLayout>
              </c:layout>
              <c:numFmt formatCode="0%" sourceLinked="0"/>
              <c:spPr>
                <a:noFill/>
                <a:ln>
                  <a:noFill/>
                </a:ln>
                <a:effectLst/>
              </c:spPr>
              <c:txPr>
                <a:bodyPr wrap="square" lIns="38100" tIns="19050" rIns="38100" bIns="19050" anchor="ctr">
                  <a:spAutoFit/>
                </a:bodyPr>
                <a:lstStyle/>
                <a:p>
                  <a:pPr>
                    <a:defRPr>
                      <a:solidFill>
                        <a:schemeClr val="bg1"/>
                      </a:solidFill>
                    </a:defRPr>
                  </a:pPr>
                  <a:endParaRPr lang="cs-CZ"/>
                </a:p>
              </c:txP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6BED-4F09-889B-6B6F16910B8E}"/>
                </c:ext>
              </c:extLst>
            </c:dLbl>
            <c:dLbl>
              <c:idx val="1"/>
              <c:layout>
                <c:manualLayout>
                  <c:x val="-8.6956521739130543E-2"/>
                  <c:y val="-6.1728395061728336E-2"/>
                </c:manualLayout>
              </c:layout>
              <c:numFmt formatCode="0%" sourceLinked="0"/>
              <c:spPr>
                <a:noFill/>
                <a:ln>
                  <a:noFill/>
                </a:ln>
                <a:effectLst/>
              </c:spPr>
              <c:txPr>
                <a:bodyPr wrap="square" lIns="38100" tIns="19050" rIns="38100" bIns="19050" anchor="ctr">
                  <a:spAutoFit/>
                </a:bodyPr>
                <a:lstStyle/>
                <a:p>
                  <a:pPr>
                    <a:defRPr>
                      <a:solidFill>
                        <a:schemeClr val="tx1"/>
                      </a:solidFill>
                    </a:defRPr>
                  </a:pPr>
                  <a:endParaRPr lang="cs-CZ"/>
                </a:p>
              </c:txP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3D64-414C-B876-60252380E008}"/>
                </c:ext>
              </c:extLst>
            </c:dLbl>
            <c:dLbl>
              <c:idx val="2"/>
              <c:layout>
                <c:manualLayout>
                  <c:x val="-7.4534161490683232E-2"/>
                  <c:y val="-8.0246913580247006E-2"/>
                </c:manualLayout>
              </c:layout>
              <c:showVal val="1"/>
            </c:dLbl>
            <c:numFmt formatCode="0%" sourceLinked="0"/>
            <c:spPr>
              <a:noFill/>
              <a:ln>
                <a:noFill/>
              </a:ln>
              <a:effectLst/>
            </c:spPr>
            <c:showVal val="1"/>
            <c:showLeaderLines val="1"/>
            <c:extLst xmlns:c16r2="http://schemas.microsoft.com/office/drawing/2015/06/chart">
              <c:ext xmlns:c15="http://schemas.microsoft.com/office/drawing/2012/chart" uri="{CE6537A1-D6FC-4f65-9D91-7224C49458BB}"/>
            </c:extLst>
          </c:dLbls>
          <c:cat>
            <c:strRef>
              <c:f>List2!$M$45:$M$47</c:f>
              <c:strCache>
                <c:ptCount val="3"/>
                <c:pt idx="0">
                  <c:v>příjmy v rámci NACE 6020</c:v>
                </c:pt>
                <c:pt idx="1">
                  <c:v>příjmy provozovatelů TV mimo NACE 6020</c:v>
                </c:pt>
                <c:pt idx="2">
                  <c:v>příjmy poskytovatelů AVMS mimo NACE 6020</c:v>
                </c:pt>
              </c:strCache>
            </c:strRef>
          </c:cat>
          <c:val>
            <c:numRef>
              <c:f>List2!$N$45:$N$47</c:f>
              <c:numCache>
                <c:formatCode>General</c:formatCode>
                <c:ptCount val="3"/>
                <c:pt idx="0">
                  <c:v>0.8402474963778388</c:v>
                </c:pt>
                <c:pt idx="1">
                  <c:v>1.9211739887999381E-2</c:v>
                </c:pt>
                <c:pt idx="2">
                  <c:v>0.14054076373416641</c:v>
                </c:pt>
              </c:numCache>
            </c:numRef>
          </c:val>
          <c:extLst xmlns:c16r2="http://schemas.microsoft.com/office/drawing/2015/06/chart">
            <c:ext xmlns:c16="http://schemas.microsoft.com/office/drawing/2014/chart" uri="{C3380CC4-5D6E-409C-BE32-E72D297353CC}">
              <c16:uniqueId val="{00000001-6BED-4F09-889B-6B6F16910B8E}"/>
            </c:ext>
          </c:extLst>
        </c:ser>
        <c:firstSliceAng val="0"/>
        <c:holeSize val="50"/>
      </c:doughnutChart>
    </c:plotArea>
    <c:legend>
      <c:legendPos val="t"/>
      <c:layout>
        <c:manualLayout>
          <c:xMode val="edge"/>
          <c:yMode val="edge"/>
          <c:x val="7.1877863093200309E-2"/>
          <c:y val="0"/>
          <c:w val="0.84761375701823682"/>
          <c:h val="0.29474530961407602"/>
        </c:manualLayout>
      </c:layout>
    </c:legend>
    <c:plotVisOnly val="1"/>
    <c:dispBlanksAs val="zero"/>
  </c:chart>
  <c:spPr>
    <a:ln>
      <a:noFill/>
    </a:ln>
  </c:spPr>
  <c:externalData r:id="rId1"/>
</c:chartSpace>
</file>

<file path=word/charts/chart64.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0.35033175355450236"/>
          <c:y val="0.1868026496687914"/>
          <c:w val="0.34357054894204697"/>
          <c:h val="0.69041319835020432"/>
        </c:manualLayout>
      </c:layout>
      <c:doughnutChart>
        <c:varyColors val="1"/>
        <c:ser>
          <c:idx val="0"/>
          <c:order val="0"/>
          <c:dLbls>
            <c:dLbl>
              <c:idx val="0"/>
              <c:layout>
                <c:manualLayout>
                  <c:x val="-3.367003367003369E-2"/>
                  <c:y val="5.9925093632958712E-2"/>
                </c:manualLayout>
              </c:layout>
              <c:numFmt formatCode="#,##0.0&quot; tis.&quot;" sourceLinked="0"/>
              <c:spPr>
                <a:noFill/>
                <a:ln>
                  <a:noFill/>
                </a:ln>
                <a:effectLst/>
              </c:spPr>
              <c:txPr>
                <a:bodyPr wrap="square" lIns="38100" tIns="19050" rIns="38100" bIns="19050" anchor="ctr">
                  <a:spAutoFit/>
                </a:bodyPr>
                <a:lstStyle/>
                <a:p>
                  <a:pPr>
                    <a:defRPr>
                      <a:solidFill>
                        <a:schemeClr val="bg1"/>
                      </a:solidFill>
                    </a:defRPr>
                  </a:pPr>
                  <a:endParaRPr lang="cs-CZ"/>
                </a:p>
              </c:txP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066F-46B3-A321-94531CC6D9E6}"/>
                </c:ext>
              </c:extLst>
            </c:dLbl>
            <c:dLbl>
              <c:idx val="1"/>
              <c:layout>
                <c:manualLayout>
                  <c:x val="3.7037037037037056E-2"/>
                  <c:y val="-7.49063670411987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066F-46B3-A321-94531CC6D9E6}"/>
                </c:ext>
              </c:extLst>
            </c:dLbl>
            <c:numFmt formatCode="#,##0.0&quot; tis.&quot;" sourceLinked="0"/>
            <c:spPr>
              <a:noFill/>
              <a:ln>
                <a:noFill/>
              </a:ln>
              <a:effectLst/>
            </c:spPr>
            <c:showVal val="1"/>
            <c:showLeaderLines val="1"/>
            <c:extLst xmlns:c16r2="http://schemas.microsoft.com/office/drawing/2015/06/chart">
              <c:ext xmlns:c15="http://schemas.microsoft.com/office/drawing/2012/chart" uri="{CE6537A1-D6FC-4f65-9D91-7224C49458BB}"/>
            </c:extLst>
          </c:dLbls>
          <c:cat>
            <c:strRef>
              <c:f>List1!$B$3:$C$3</c:f>
              <c:strCache>
                <c:ptCount val="2"/>
                <c:pt idx="0">
                  <c:v>povolání kult. charakteru</c:v>
                </c:pt>
                <c:pt idx="1">
                  <c:v>povolání nekult. charakteru</c:v>
                </c:pt>
              </c:strCache>
            </c:strRef>
          </c:cat>
          <c:val>
            <c:numRef>
              <c:f>List1!$B$4:$C$4</c:f>
              <c:numCache>
                <c:formatCode>General</c:formatCode>
                <c:ptCount val="2"/>
                <c:pt idx="0">
                  <c:v>4.4000000000000004</c:v>
                </c:pt>
                <c:pt idx="1">
                  <c:v>1.9000000000000001</c:v>
                </c:pt>
              </c:numCache>
            </c:numRef>
          </c:val>
          <c:extLst xmlns:c16r2="http://schemas.microsoft.com/office/drawing/2015/06/chart">
            <c:ext xmlns:c16="http://schemas.microsoft.com/office/drawing/2014/chart" uri="{C3380CC4-5D6E-409C-BE32-E72D297353CC}">
              <c16:uniqueId val="{00000000-8904-4BE4-99A4-AD6B94DB699E}"/>
            </c:ext>
          </c:extLst>
        </c:ser>
        <c:firstSliceAng val="0"/>
        <c:holeSize val="50"/>
      </c:doughnutChart>
    </c:plotArea>
    <c:legend>
      <c:legendPos val="t"/>
    </c:legend>
    <c:plotVisOnly val="1"/>
    <c:dispBlanksAs val="zero"/>
  </c:chart>
  <c:spPr>
    <a:ln>
      <a:noFill/>
    </a:ln>
  </c:spPr>
  <c:externalData r:id="rId1"/>
</c:chartSpace>
</file>

<file path=word/charts/chart65.xml><?xml version="1.0" encoding="utf-8"?>
<c:chartSpace xmlns:c="http://schemas.openxmlformats.org/drawingml/2006/chart" xmlns:a="http://schemas.openxmlformats.org/drawingml/2006/main" xmlns:r="http://schemas.openxmlformats.org/officeDocument/2006/relationships">
  <c:lang val="cs-CZ"/>
  <c:chart>
    <c:plotArea>
      <c:layout/>
      <c:barChart>
        <c:barDir val="col"/>
        <c:grouping val="clustered"/>
        <c:ser>
          <c:idx val="0"/>
          <c:order val="0"/>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'34 '!$E$40:$E$43</c:f>
              <c:strCache>
                <c:ptCount val="4"/>
                <c:pt idx="0">
                  <c:v>sledování televize na internetu</c:v>
                </c:pt>
                <c:pt idx="1">
                  <c:v>sledování videa ze stránek určených ke sdílení</c:v>
                </c:pt>
                <c:pt idx="2">
                  <c:v>sledování videa z placených katalogů pořadů </c:v>
                </c:pt>
                <c:pt idx="3">
                  <c:v>sledování videa z neplacených katalogů pořadů</c:v>
                </c:pt>
              </c:strCache>
            </c:strRef>
          </c:cat>
          <c:val>
            <c:numRef>
              <c:f>'34 '!$F$40:$F$43</c:f>
              <c:numCache>
                <c:formatCode>#,##0.0__</c:formatCode>
                <c:ptCount val="4"/>
                <c:pt idx="0">
                  <c:v>0.23800000000000004</c:v>
                </c:pt>
                <c:pt idx="1">
                  <c:v>0.39400000000000451</c:v>
                </c:pt>
                <c:pt idx="2">
                  <c:v>2.9161023562273212E-2</c:v>
                </c:pt>
                <c:pt idx="3">
                  <c:v>0.21100000000000024</c:v>
                </c:pt>
              </c:numCache>
            </c:numRef>
          </c:val>
          <c:extLst xmlns:c16r2="http://schemas.microsoft.com/office/drawing/2015/06/chart">
            <c:ext xmlns:c16="http://schemas.microsoft.com/office/drawing/2014/chart" uri="{C3380CC4-5D6E-409C-BE32-E72D297353CC}">
              <c16:uniqueId val="{00000000-9AF9-4525-991A-8CAD642CE708}"/>
            </c:ext>
          </c:extLst>
        </c:ser>
        <c:axId val="178547328"/>
        <c:axId val="178553216"/>
      </c:barChart>
      <c:catAx>
        <c:axId val="178547328"/>
        <c:scaling>
          <c:orientation val="minMax"/>
        </c:scaling>
        <c:axPos val="b"/>
        <c:numFmt formatCode="General" sourceLinked="0"/>
        <c:tickLblPos val="nextTo"/>
        <c:crossAx val="178553216"/>
        <c:crosses val="autoZero"/>
        <c:auto val="1"/>
        <c:lblAlgn val="ctr"/>
        <c:lblOffset val="100"/>
      </c:catAx>
      <c:valAx>
        <c:axId val="178553216"/>
        <c:scaling>
          <c:orientation val="minMax"/>
        </c:scaling>
        <c:delete val="1"/>
        <c:axPos val="l"/>
        <c:numFmt formatCode="#,##0.0__" sourceLinked="1"/>
        <c:tickLblPos val="none"/>
        <c:crossAx val="178547328"/>
        <c:crosses val="autoZero"/>
        <c:crossBetween val="between"/>
      </c:valAx>
    </c:plotArea>
    <c:plotVisOnly val="1"/>
    <c:dispBlanksAs val="gap"/>
  </c:chart>
  <c:spPr>
    <a:ln>
      <a:noFill/>
    </a:ln>
  </c:spPr>
  <c:externalData r:id="rId1"/>
</c:chartSpace>
</file>

<file path=word/charts/chart66.xml><?xml version="1.0" encoding="utf-8"?>
<c:chartSpace xmlns:c="http://schemas.openxmlformats.org/drawingml/2006/chart" xmlns:a="http://schemas.openxmlformats.org/drawingml/2006/main" xmlns:r="http://schemas.openxmlformats.org/officeDocument/2006/relationships">
  <c:lang val="cs-CZ"/>
  <c:style val="3"/>
  <c:chart>
    <c:plotArea>
      <c:layout/>
      <c:barChart>
        <c:barDir val="col"/>
        <c:grouping val="clustered"/>
        <c:ser>
          <c:idx val="0"/>
          <c:order val="0"/>
          <c:tx>
            <c:strRef>
              <c:f>'34 '!$U$47</c:f>
              <c:strCache>
                <c:ptCount val="1"/>
                <c:pt idx="0">
                  <c:v>sledování videa ze stránek určených ke sdílení </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'34 '!$T$48:$T$53</c:f>
              <c:strCache>
                <c:ptCount val="6"/>
                <c:pt idx="0">
                  <c:v>16–24 let</c:v>
                </c:pt>
                <c:pt idx="1">
                  <c:v>25–34 let</c:v>
                </c:pt>
                <c:pt idx="2">
                  <c:v>35–44 let</c:v>
                </c:pt>
                <c:pt idx="3">
                  <c:v>45–54 let</c:v>
                </c:pt>
                <c:pt idx="4">
                  <c:v>55–64 let</c:v>
                </c:pt>
                <c:pt idx="5">
                  <c:v>65+</c:v>
                </c:pt>
              </c:strCache>
            </c:strRef>
          </c:cat>
          <c:val>
            <c:numRef>
              <c:f>'34 '!$U$48:$U$53</c:f>
              <c:numCache>
                <c:formatCode>General</c:formatCode>
                <c:ptCount val="6"/>
                <c:pt idx="0">
                  <c:v>0.78589276706602507</c:v>
                </c:pt>
                <c:pt idx="1">
                  <c:v>0.63116485856093862</c:v>
                </c:pt>
                <c:pt idx="2">
                  <c:v>0.49505392915685514</c:v>
                </c:pt>
                <c:pt idx="3">
                  <c:v>0.37464069517813292</c:v>
                </c:pt>
                <c:pt idx="4">
                  <c:v>0.21793705938701613</c:v>
                </c:pt>
                <c:pt idx="5">
                  <c:v>7.3834938845179193E-2</c:v>
                </c:pt>
              </c:numCache>
            </c:numRef>
          </c:val>
          <c:extLst xmlns:c16r2="http://schemas.microsoft.com/office/drawing/2015/06/chart">
            <c:ext xmlns:c16="http://schemas.microsoft.com/office/drawing/2014/chart" uri="{C3380CC4-5D6E-409C-BE32-E72D297353CC}">
              <c16:uniqueId val="{00000000-58BB-4DBC-B080-E02C9943E670}"/>
            </c:ext>
          </c:extLst>
        </c:ser>
        <c:ser>
          <c:idx val="1"/>
          <c:order val="1"/>
          <c:tx>
            <c:strRef>
              <c:f>'34 '!$V$47</c:f>
              <c:strCache>
                <c:ptCount val="1"/>
                <c:pt idx="0">
                  <c:v>sledování videa z neplacených katalogů pořadů</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'34 '!$T$48:$T$53</c:f>
              <c:strCache>
                <c:ptCount val="6"/>
                <c:pt idx="0">
                  <c:v>16–24 let</c:v>
                </c:pt>
                <c:pt idx="1">
                  <c:v>25–34 let</c:v>
                </c:pt>
                <c:pt idx="2">
                  <c:v>35–44 let</c:v>
                </c:pt>
                <c:pt idx="3">
                  <c:v>45–54 let</c:v>
                </c:pt>
                <c:pt idx="4">
                  <c:v>55–64 let</c:v>
                </c:pt>
                <c:pt idx="5">
                  <c:v>65+</c:v>
                </c:pt>
              </c:strCache>
            </c:strRef>
          </c:cat>
          <c:val>
            <c:numRef>
              <c:f>'34 '!$V$48:$V$53</c:f>
              <c:numCache>
                <c:formatCode>General</c:formatCode>
                <c:ptCount val="6"/>
                <c:pt idx="0">
                  <c:v>0.45868518370713285</c:v>
                </c:pt>
                <c:pt idx="1">
                  <c:v>0.37619537322435004</c:v>
                </c:pt>
                <c:pt idx="2">
                  <c:v>0.25978157038604238</c:v>
                </c:pt>
                <c:pt idx="3">
                  <c:v>0.1772746106658851</c:v>
                </c:pt>
                <c:pt idx="4">
                  <c:v>8.3732469286764685E-2</c:v>
                </c:pt>
                <c:pt idx="5">
                  <c:v>3.7674125259072003E-2</c:v>
                </c:pt>
              </c:numCache>
            </c:numRef>
          </c:val>
          <c:extLst xmlns:c16r2="http://schemas.microsoft.com/office/drawing/2015/06/chart">
            <c:ext xmlns:c16="http://schemas.microsoft.com/office/drawing/2014/chart" uri="{C3380CC4-5D6E-409C-BE32-E72D297353CC}">
              <c16:uniqueId val="{00000001-58BB-4DBC-B080-E02C9943E670}"/>
            </c:ext>
          </c:extLst>
        </c:ser>
        <c:ser>
          <c:idx val="2"/>
          <c:order val="2"/>
          <c:tx>
            <c:strRef>
              <c:f>'34 '!$W$47</c:f>
              <c:strCache>
                <c:ptCount val="1"/>
                <c:pt idx="0">
                  <c:v>sledování televize na internetu</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'34 '!$T$48:$T$53</c:f>
              <c:strCache>
                <c:ptCount val="6"/>
                <c:pt idx="0">
                  <c:v>16–24 let</c:v>
                </c:pt>
                <c:pt idx="1">
                  <c:v>25–34 let</c:v>
                </c:pt>
                <c:pt idx="2">
                  <c:v>35–44 let</c:v>
                </c:pt>
                <c:pt idx="3">
                  <c:v>45–54 let</c:v>
                </c:pt>
                <c:pt idx="4">
                  <c:v>55–64 let</c:v>
                </c:pt>
                <c:pt idx="5">
                  <c:v>65+</c:v>
                </c:pt>
              </c:strCache>
            </c:strRef>
          </c:cat>
          <c:val>
            <c:numRef>
              <c:f>'34 '!$W$48:$W$53</c:f>
              <c:numCache>
                <c:formatCode>General</c:formatCode>
                <c:ptCount val="6"/>
                <c:pt idx="0">
                  <c:v>0.37484170041950732</c:v>
                </c:pt>
                <c:pt idx="1">
                  <c:v>0.33165835200264354</c:v>
                </c:pt>
                <c:pt idx="2">
                  <c:v>0.31406580930212524</c:v>
                </c:pt>
                <c:pt idx="3">
                  <c:v>0.26883527404998031</c:v>
                </c:pt>
                <c:pt idx="4">
                  <c:v>0.1738231559183217</c:v>
                </c:pt>
                <c:pt idx="5">
                  <c:v>5.5720604568011978E-2</c:v>
                </c:pt>
              </c:numCache>
            </c:numRef>
          </c:val>
          <c:extLst xmlns:c16r2="http://schemas.microsoft.com/office/drawing/2015/06/chart">
            <c:ext xmlns:c16="http://schemas.microsoft.com/office/drawing/2014/chart" uri="{C3380CC4-5D6E-409C-BE32-E72D297353CC}">
              <c16:uniqueId val="{00000002-58BB-4DBC-B080-E02C9943E670}"/>
            </c:ext>
          </c:extLst>
        </c:ser>
        <c:ser>
          <c:idx val="3"/>
          <c:order val="3"/>
          <c:tx>
            <c:strRef>
              <c:f>'34 '!$X$47</c:f>
              <c:strCache>
                <c:ptCount val="1"/>
                <c:pt idx="0">
                  <c:v>sledování videa z placených katalogů pořadů</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'34 '!$T$48:$T$53</c:f>
              <c:strCache>
                <c:ptCount val="6"/>
                <c:pt idx="0">
                  <c:v>16–24 let</c:v>
                </c:pt>
                <c:pt idx="1">
                  <c:v>25–34 let</c:v>
                </c:pt>
                <c:pt idx="2">
                  <c:v>35–44 let</c:v>
                </c:pt>
                <c:pt idx="3">
                  <c:v>45–54 let</c:v>
                </c:pt>
                <c:pt idx="4">
                  <c:v>55–64 let</c:v>
                </c:pt>
                <c:pt idx="5">
                  <c:v>65+</c:v>
                </c:pt>
              </c:strCache>
            </c:strRef>
          </c:cat>
          <c:val>
            <c:numRef>
              <c:f>'34 '!$X$48:$X$53</c:f>
              <c:numCache>
                <c:formatCode>General</c:formatCode>
                <c:ptCount val="6"/>
                <c:pt idx="0">
                  <c:v>7.9615824620214437E-2</c:v>
                </c:pt>
                <c:pt idx="1">
                  <c:v>4.8551980847110134E-2</c:v>
                </c:pt>
                <c:pt idx="2">
                  <c:v>3.4836229085495642E-2</c:v>
                </c:pt>
                <c:pt idx="3">
                  <c:v>2.3266222146186427E-2</c:v>
                </c:pt>
                <c:pt idx="4">
                  <c:v>1.1343554156679111E-2</c:v>
                </c:pt>
                <c:pt idx="5">
                  <c:v>1.8545200731583443E-3</c:v>
                </c:pt>
              </c:numCache>
            </c:numRef>
          </c:val>
          <c:extLst xmlns:c16r2="http://schemas.microsoft.com/office/drawing/2015/06/chart">
            <c:ext xmlns:c16="http://schemas.microsoft.com/office/drawing/2014/chart" uri="{C3380CC4-5D6E-409C-BE32-E72D297353CC}">
              <c16:uniqueId val="{00000003-58BB-4DBC-B080-E02C9943E670}"/>
            </c:ext>
          </c:extLst>
        </c:ser>
        <c:gapWidth val="40"/>
        <c:axId val="178668288"/>
        <c:axId val="178669824"/>
      </c:barChart>
      <c:catAx>
        <c:axId val="178668288"/>
        <c:scaling>
          <c:orientation val="minMax"/>
        </c:scaling>
        <c:axPos val="b"/>
        <c:numFmt formatCode="General" sourceLinked="0"/>
        <c:tickLblPos val="nextTo"/>
        <c:crossAx val="178669824"/>
        <c:crosses val="autoZero"/>
        <c:auto val="1"/>
        <c:lblAlgn val="ctr"/>
        <c:lblOffset val="100"/>
      </c:catAx>
      <c:valAx>
        <c:axId val="178669824"/>
        <c:scaling>
          <c:orientation val="minMax"/>
        </c:scaling>
        <c:delete val="1"/>
        <c:axPos val="l"/>
        <c:numFmt formatCode="General" sourceLinked="1"/>
        <c:tickLblPos val="none"/>
        <c:crossAx val="178668288"/>
        <c:crosses val="autoZero"/>
        <c:crossBetween val="between"/>
      </c:valAx>
      <c:spPr>
        <a:noFill/>
        <a:ln w="25400">
          <a:noFill/>
        </a:ln>
      </c:spPr>
    </c:plotArea>
    <c:legend>
      <c:legendPos val="t"/>
    </c:legend>
    <c:plotVisOnly val="1"/>
    <c:dispBlanksAs val="gap"/>
  </c:chart>
  <c:spPr>
    <a:ln>
      <a:noFill/>
    </a:ln>
  </c:spPr>
  <c:externalData r:id="rId1"/>
</c:chartSpace>
</file>

<file path=word/charts/chart67.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List1!$B$7</c:f>
              <c:strCache>
                <c:ptCount val="1"/>
                <c:pt idx="0">
                  <c:v>zaměstnanost (stovky osob)</c:v>
                </c:pt>
              </c:strCache>
            </c:strRef>
          </c:tx>
          <c:dLbls>
            <c:showVal val="1"/>
          </c:dLbls>
          <c:cat>
            <c:strRef>
              <c:f>List1!$C$6:$G$6</c:f>
              <c:strCache>
                <c:ptCount val="5"/>
                <c:pt idx="0">
                  <c:v>2009</c:v>
                </c:pt>
                <c:pt idx="1">
                  <c:v>2011</c:v>
                </c:pt>
                <c:pt idx="2">
                  <c:v>2013</c:v>
                </c:pt>
                <c:pt idx="3">
                  <c:v>2015</c:v>
                </c:pt>
                <c:pt idx="4">
                  <c:v>2016</c:v>
                </c:pt>
              </c:strCache>
            </c:strRef>
          </c:cat>
          <c:val>
            <c:numRef>
              <c:f>List1!$C$7:$G$7</c:f>
              <c:numCache>
                <c:formatCode>#,##0.00</c:formatCode>
                <c:ptCount val="5"/>
                <c:pt idx="0">
                  <c:v>0.5409746275910009</c:v>
                </c:pt>
                <c:pt idx="1">
                  <c:v>0.91003473869400064</c:v>
                </c:pt>
                <c:pt idx="2">
                  <c:v>1.9476528358300023</c:v>
                </c:pt>
                <c:pt idx="3">
                  <c:v>3.343080848487006</c:v>
                </c:pt>
                <c:pt idx="4">
                  <c:v>3.8407802571200036</c:v>
                </c:pt>
              </c:numCache>
            </c:numRef>
          </c:val>
        </c:ser>
        <c:ser>
          <c:idx val="1"/>
          <c:order val="1"/>
          <c:tx>
            <c:strRef>
              <c:f>List1!$B$8</c:f>
              <c:strCache>
                <c:ptCount val="1"/>
                <c:pt idx="0">
                  <c:v>příjmy (mld. Kč)</c:v>
                </c:pt>
              </c:strCache>
            </c:strRef>
          </c:tx>
          <c:dLbls>
            <c:showVal val="1"/>
          </c:dLbls>
          <c:cat>
            <c:strRef>
              <c:f>List1!$C$6:$G$6</c:f>
              <c:strCache>
                <c:ptCount val="5"/>
                <c:pt idx="0">
                  <c:v>2009</c:v>
                </c:pt>
                <c:pt idx="1">
                  <c:v>2011</c:v>
                </c:pt>
                <c:pt idx="2">
                  <c:v>2013</c:v>
                </c:pt>
                <c:pt idx="3">
                  <c:v>2015</c:v>
                </c:pt>
                <c:pt idx="4">
                  <c:v>2016</c:v>
                </c:pt>
              </c:strCache>
            </c:strRef>
          </c:cat>
          <c:val>
            <c:numRef>
              <c:f>List1!$C$8:$G$8</c:f>
              <c:numCache>
                <c:formatCode>#,##0.00</c:formatCode>
                <c:ptCount val="5"/>
                <c:pt idx="0">
                  <c:v>0.1787969134807795</c:v>
                </c:pt>
                <c:pt idx="1">
                  <c:v>0.20353424943553111</c:v>
                </c:pt>
                <c:pt idx="2">
                  <c:v>1.2725045410541398</c:v>
                </c:pt>
                <c:pt idx="3">
                  <c:v>1.5154049466310637</c:v>
                </c:pt>
                <c:pt idx="4">
                  <c:v>1.4441692375045998</c:v>
                </c:pt>
              </c:numCache>
            </c:numRef>
          </c:val>
        </c:ser>
        <c:axId val="178686976"/>
        <c:axId val="178701056"/>
      </c:barChart>
      <c:catAx>
        <c:axId val="178686976"/>
        <c:scaling>
          <c:orientation val="minMax"/>
        </c:scaling>
        <c:axPos val="b"/>
        <c:tickLblPos val="nextTo"/>
        <c:crossAx val="178701056"/>
        <c:crosses val="autoZero"/>
        <c:auto val="1"/>
        <c:lblAlgn val="ctr"/>
        <c:lblOffset val="100"/>
      </c:catAx>
      <c:valAx>
        <c:axId val="178701056"/>
        <c:scaling>
          <c:orientation val="minMax"/>
        </c:scaling>
        <c:delete val="1"/>
        <c:axPos val="l"/>
        <c:numFmt formatCode="#,##0.00" sourceLinked="1"/>
        <c:tickLblPos val="none"/>
        <c:crossAx val="178686976"/>
        <c:crosses val="autoZero"/>
        <c:crossBetween val="between"/>
      </c:valAx>
    </c:plotArea>
    <c:legend>
      <c:legendPos val="t"/>
    </c:legend>
    <c:plotVisOnly val="1"/>
  </c:chart>
  <c:spPr>
    <a:ln>
      <a:noFill/>
    </a:ln>
  </c:spPr>
  <c:externalData r:id="rId1"/>
</c:chartSpace>
</file>

<file path=word/charts/chart68.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bar"/>
        <c:grouping val="clustered"/>
        <c:ser>
          <c:idx val="0"/>
          <c:order val="0"/>
          <c:tx>
            <c:strRef>
              <c:f>List1!$D$19</c:f>
              <c:strCache>
                <c:ptCount val="1"/>
                <c:pt idx="0">
                  <c:v>jednotlivci 16+</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List1!$C$20:$C$25</c:f>
              <c:strCache>
                <c:ptCount val="6"/>
                <c:pt idx="0">
                  <c:v>65+</c:v>
                </c:pt>
                <c:pt idx="1">
                  <c:v>55–64 let</c:v>
                </c:pt>
                <c:pt idx="2">
                  <c:v>45–54 let</c:v>
                </c:pt>
                <c:pt idx="3">
                  <c:v>35–44 let</c:v>
                </c:pt>
                <c:pt idx="4">
                  <c:v>25–34 let</c:v>
                </c:pt>
                <c:pt idx="5">
                  <c:v>16–24 let</c:v>
                </c:pt>
              </c:strCache>
            </c:strRef>
          </c:cat>
          <c:val>
            <c:numRef>
              <c:f>List1!$D$20:$D$25</c:f>
              <c:numCache>
                <c:formatCode>General</c:formatCode>
                <c:ptCount val="6"/>
                <c:pt idx="0">
                  <c:v>4.0000000000000022E-2</c:v>
                </c:pt>
                <c:pt idx="1">
                  <c:v>8.1000000000000003E-2</c:v>
                </c:pt>
                <c:pt idx="2">
                  <c:v>0.125</c:v>
                </c:pt>
                <c:pt idx="3">
                  <c:v>0.19600000000000001</c:v>
                </c:pt>
                <c:pt idx="4">
                  <c:v>0.30200000000000032</c:v>
                </c:pt>
                <c:pt idx="5">
                  <c:v>0.6680000000000037</c:v>
                </c:pt>
              </c:numCache>
            </c:numRef>
          </c:val>
          <c:extLst xmlns:c16r2="http://schemas.microsoft.com/office/drawing/2015/06/chart">
            <c:ext xmlns:c16="http://schemas.microsoft.com/office/drawing/2014/chart" uri="{C3380CC4-5D6E-409C-BE32-E72D297353CC}">
              <c16:uniqueId val="{00000000-82EE-4612-BA3C-5AE95A10F3F2}"/>
            </c:ext>
          </c:extLst>
        </c:ser>
        <c:ser>
          <c:idx val="1"/>
          <c:order val="1"/>
          <c:tx>
            <c:strRef>
              <c:f>List1!$E$19</c:f>
              <c:strCache>
                <c:ptCount val="1"/>
                <c:pt idx="0">
                  <c:v>jednotlivci 16+ používající internet</c:v>
                </c:pt>
              </c:strCache>
            </c:strRef>
          </c:tx>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List1!$C$20:$C$25</c:f>
              <c:strCache>
                <c:ptCount val="6"/>
                <c:pt idx="0">
                  <c:v>65+</c:v>
                </c:pt>
                <c:pt idx="1">
                  <c:v>55–64 let</c:v>
                </c:pt>
                <c:pt idx="2">
                  <c:v>45–54 let</c:v>
                </c:pt>
                <c:pt idx="3">
                  <c:v>35–44 let</c:v>
                </c:pt>
                <c:pt idx="4">
                  <c:v>25–34 let</c:v>
                </c:pt>
                <c:pt idx="5">
                  <c:v>16–24 let</c:v>
                </c:pt>
              </c:strCache>
            </c:strRef>
          </c:cat>
          <c:val>
            <c:numRef>
              <c:f>List1!$E$20:$E$25</c:f>
              <c:numCache>
                <c:formatCode>General</c:formatCode>
                <c:ptCount val="6"/>
                <c:pt idx="0">
                  <c:v>0.12000000000000002</c:v>
                </c:pt>
                <c:pt idx="1">
                  <c:v>0.10700000000000012</c:v>
                </c:pt>
                <c:pt idx="2">
                  <c:v>0.13700000000000001</c:v>
                </c:pt>
                <c:pt idx="3">
                  <c:v>0.20200000000000004</c:v>
                </c:pt>
                <c:pt idx="4">
                  <c:v>0.31400000000000139</c:v>
                </c:pt>
                <c:pt idx="5">
                  <c:v>0.67500000000000371</c:v>
                </c:pt>
              </c:numCache>
            </c:numRef>
          </c:val>
          <c:extLst xmlns:c16r2="http://schemas.microsoft.com/office/drawing/2015/06/chart">
            <c:ext xmlns:c16="http://schemas.microsoft.com/office/drawing/2014/chart" uri="{C3380CC4-5D6E-409C-BE32-E72D297353CC}">
              <c16:uniqueId val="{00000001-82EE-4612-BA3C-5AE95A10F3F2}"/>
            </c:ext>
          </c:extLst>
        </c:ser>
        <c:gapWidth val="81"/>
        <c:axId val="179124480"/>
        <c:axId val="179146752"/>
      </c:barChart>
      <c:catAx>
        <c:axId val="179124480"/>
        <c:scaling>
          <c:orientation val="minMax"/>
        </c:scaling>
        <c:axPos val="l"/>
        <c:numFmt formatCode="General" sourceLinked="0"/>
        <c:tickLblPos val="nextTo"/>
        <c:crossAx val="179146752"/>
        <c:crosses val="autoZero"/>
        <c:auto val="1"/>
        <c:lblAlgn val="ctr"/>
        <c:lblOffset val="100"/>
      </c:catAx>
      <c:valAx>
        <c:axId val="179146752"/>
        <c:scaling>
          <c:orientation val="minMax"/>
        </c:scaling>
        <c:delete val="1"/>
        <c:axPos val="b"/>
        <c:numFmt formatCode="General" sourceLinked="1"/>
        <c:tickLblPos val="none"/>
        <c:crossAx val="179124480"/>
        <c:crosses val="autoZero"/>
        <c:crossBetween val="between"/>
      </c:valAx>
    </c:plotArea>
    <c:legend>
      <c:legendPos val="t"/>
    </c:legend>
    <c:plotVisOnly val="1"/>
    <c:dispBlanksAs val="gap"/>
  </c:chart>
  <c:spPr>
    <a:ln>
      <a:noFill/>
    </a:ln>
  </c:spPr>
  <c:externalData r:id="rId1"/>
</c:chartSpace>
</file>

<file path=word/charts/chart69.xml><?xml version="1.0" encoding="utf-8"?>
<c:chartSpace xmlns:c="http://schemas.openxmlformats.org/drawingml/2006/chart" xmlns:a="http://schemas.openxmlformats.org/drawingml/2006/main" xmlns:r="http://schemas.openxmlformats.org/officeDocument/2006/relationships">
  <c:date1904 val="1"/>
  <c:lang val="cs-CZ"/>
  <c:chart>
    <c:plotArea>
      <c:layout/>
      <c:barChart>
        <c:barDir val="col"/>
        <c:grouping val="clustered"/>
        <c:ser>
          <c:idx val="0"/>
          <c:order val="0"/>
          <c:dLbls>
            <c:numFmt formatCode="0%" sourceLinked="0"/>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List4!$C$2:$F$2</c:f>
              <c:strCache>
                <c:ptCount val="4"/>
                <c:pt idx="0">
                  <c:v>herní konzole</c:v>
                </c:pt>
                <c:pt idx="1">
                  <c:v>přenosné herní zařízení</c:v>
                </c:pt>
                <c:pt idx="2">
                  <c:v>počítač</c:v>
                </c:pt>
                <c:pt idx="3">
                  <c:v>mobilní telefon</c:v>
                </c:pt>
              </c:strCache>
            </c:strRef>
          </c:cat>
          <c:val>
            <c:numRef>
              <c:f>List4!$C$3:$F$3</c:f>
              <c:numCache>
                <c:formatCode>General</c:formatCode>
                <c:ptCount val="4"/>
                <c:pt idx="0">
                  <c:v>0.16</c:v>
                </c:pt>
                <c:pt idx="1">
                  <c:v>8.0000000000000043E-2</c:v>
                </c:pt>
                <c:pt idx="2">
                  <c:v>0.49000000000000032</c:v>
                </c:pt>
                <c:pt idx="3">
                  <c:v>0.25</c:v>
                </c:pt>
              </c:numCache>
            </c:numRef>
          </c:val>
          <c:extLst xmlns:c16r2="http://schemas.microsoft.com/office/drawing/2015/06/chart">
            <c:ext xmlns:c16="http://schemas.microsoft.com/office/drawing/2014/chart" uri="{C3380CC4-5D6E-409C-BE32-E72D297353CC}">
              <c16:uniqueId val="{00000000-C3D6-42DF-AF66-31B3E6F6F674}"/>
            </c:ext>
          </c:extLst>
        </c:ser>
        <c:gapWidth val="251"/>
        <c:axId val="179167232"/>
        <c:axId val="179168768"/>
      </c:barChart>
      <c:catAx>
        <c:axId val="179167232"/>
        <c:scaling>
          <c:orientation val="minMax"/>
        </c:scaling>
        <c:axPos val="b"/>
        <c:numFmt formatCode="General" sourceLinked="0"/>
        <c:tickLblPos val="nextTo"/>
        <c:crossAx val="179168768"/>
        <c:crosses val="autoZero"/>
        <c:auto val="1"/>
        <c:lblAlgn val="ctr"/>
        <c:lblOffset val="100"/>
      </c:catAx>
      <c:valAx>
        <c:axId val="179168768"/>
        <c:scaling>
          <c:orientation val="minMax"/>
        </c:scaling>
        <c:delete val="1"/>
        <c:axPos val="l"/>
        <c:numFmt formatCode="0%" sourceLinked="0"/>
        <c:tickLblPos val="none"/>
        <c:crossAx val="179167232"/>
        <c:crosses val="autoZero"/>
        <c:crossBetween val="between"/>
      </c:valAx>
    </c:plotArea>
    <c:plotVisOnly val="1"/>
    <c:dispBlanksAs val="gap"/>
  </c:chart>
  <c:spPr>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List1!$A$8</c:f>
              <c:strCache>
                <c:ptCount val="1"/>
                <c:pt idx="0">
                  <c:v>příjmy</c:v>
                </c:pt>
              </c:strCache>
            </c:strRef>
          </c:tx>
          <c:dLbls>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List1!$B$7:$M$7</c:f>
              <c:numCache>
                <c:formatCode>General</c:formatCode>
                <c:ptCount val="12"/>
                <c:pt idx="0">
                  <c:v>2005</c:v>
                </c:pt>
                <c:pt idx="1">
                  <c:v>2006</c:v>
                </c:pt>
                <c:pt idx="2">
                  <c:v>2007</c:v>
                </c:pt>
                <c:pt idx="3">
                  <c:v>2008</c:v>
                </c:pt>
                <c:pt idx="4">
                  <c:v>2009</c:v>
                </c:pt>
                <c:pt idx="5">
                  <c:v>2010</c:v>
                </c:pt>
                <c:pt idx="6">
                  <c:v>2011</c:v>
                </c:pt>
                <c:pt idx="7">
                  <c:v>2012</c:v>
                </c:pt>
                <c:pt idx="8">
                  <c:v>2013</c:v>
                </c:pt>
                <c:pt idx="9">
                  <c:v>2014</c:v>
                </c:pt>
                <c:pt idx="10">
                  <c:v>2015</c:v>
                </c:pt>
                <c:pt idx="11">
                  <c:v>2016</c:v>
                </c:pt>
              </c:numCache>
            </c:numRef>
          </c:cat>
          <c:val>
            <c:numRef>
              <c:f>List1!$B$8:$M$8</c:f>
              <c:numCache>
                <c:formatCode>0.0</c:formatCode>
                <c:ptCount val="12"/>
                <c:pt idx="0">
                  <c:v>45.515200259572595</c:v>
                </c:pt>
                <c:pt idx="1">
                  <c:v>48.507487347378294</c:v>
                </c:pt>
                <c:pt idx="2">
                  <c:v>50.904804646405999</c:v>
                </c:pt>
                <c:pt idx="3">
                  <c:v>52.410189467394176</c:v>
                </c:pt>
                <c:pt idx="4">
                  <c:v>47.249512390018822</c:v>
                </c:pt>
                <c:pt idx="5">
                  <c:v>47.538192232481194</c:v>
                </c:pt>
                <c:pt idx="6">
                  <c:v>45.519984420451934</c:v>
                </c:pt>
                <c:pt idx="7">
                  <c:v>42.650294511010934</c:v>
                </c:pt>
                <c:pt idx="8">
                  <c:v>40.245633899250464</c:v>
                </c:pt>
                <c:pt idx="9">
                  <c:v>40.152987167124792</c:v>
                </c:pt>
                <c:pt idx="10">
                  <c:v>39.907897096938896</c:v>
                </c:pt>
                <c:pt idx="11">
                  <c:v>41.183177606755912</c:v>
                </c:pt>
              </c:numCache>
            </c:numRef>
          </c:val>
          <c:extLst xmlns:c16r2="http://schemas.microsoft.com/office/drawing/2015/06/chart">
            <c:ext xmlns:c16="http://schemas.microsoft.com/office/drawing/2014/chart" uri="{C3380CC4-5D6E-409C-BE32-E72D297353CC}">
              <c16:uniqueId val="{00000000-A285-44B1-B6DF-AB8D97146D77}"/>
            </c:ext>
          </c:extLst>
        </c:ser>
        <c:marker val="1"/>
        <c:axId val="54168576"/>
        <c:axId val="54260480"/>
      </c:lineChart>
      <c:catAx>
        <c:axId val="54168576"/>
        <c:scaling>
          <c:orientation val="minMax"/>
        </c:scaling>
        <c:axPos val="b"/>
        <c:numFmt formatCode="General" sourceLinked="1"/>
        <c:tickLblPos val="nextTo"/>
        <c:crossAx val="54260480"/>
        <c:crosses val="autoZero"/>
        <c:auto val="1"/>
        <c:lblAlgn val="ctr"/>
        <c:lblOffset val="100"/>
      </c:catAx>
      <c:valAx>
        <c:axId val="54260480"/>
        <c:scaling>
          <c:orientation val="minMax"/>
        </c:scaling>
        <c:delete val="1"/>
        <c:axPos val="l"/>
        <c:numFmt formatCode="0.0" sourceLinked="1"/>
        <c:tickLblPos val="none"/>
        <c:crossAx val="54168576"/>
        <c:crosses val="autoZero"/>
        <c:crossBetween val="between"/>
      </c:valAx>
    </c:plotArea>
    <c:plotVisOnly val="1"/>
    <c:dispBlanksAs val="gap"/>
  </c:chart>
  <c:spPr>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lang val="cs-CZ"/>
  <c:chart>
    <c:autoTitleDeleted val="1"/>
    <c:plotArea>
      <c:layout/>
      <c:lineChart>
        <c:grouping val="standard"/>
        <c:ser>
          <c:idx val="0"/>
          <c:order val="0"/>
          <c:tx>
            <c:strRef>
              <c:f>List1!$A$32</c:f>
              <c:strCache>
                <c:ptCount val="1"/>
                <c:pt idx="0">
                  <c:v>zaměstnanci</c:v>
                </c:pt>
              </c:strCache>
            </c:strRef>
          </c:tx>
          <c:dLbls>
            <c:spPr>
              <a:noFill/>
              <a:ln>
                <a:noFill/>
              </a:ln>
              <a:effectLst/>
            </c:spPr>
            <c:dLblPos val="t"/>
            <c:showVal val="1"/>
            <c:extLst xmlns:c16r2="http://schemas.microsoft.com/office/drawing/2015/06/chart">
              <c:ext xmlns:c15="http://schemas.microsoft.com/office/drawing/2012/chart" uri="{CE6537A1-D6FC-4f65-9D91-7224C49458BB}">
                <c15:showLeaderLines val="0"/>
              </c:ext>
            </c:extLst>
          </c:dLbls>
          <c:cat>
            <c:numRef>
              <c:f>List1!$B$31:$M$31</c:f>
              <c:numCache>
                <c:formatCode>General</c:formatCode>
                <c:ptCount val="12"/>
                <c:pt idx="0">
                  <c:v>2005</c:v>
                </c:pt>
                <c:pt idx="1">
                  <c:v>2006</c:v>
                </c:pt>
                <c:pt idx="2">
                  <c:v>2007</c:v>
                </c:pt>
                <c:pt idx="3">
                  <c:v>2008</c:v>
                </c:pt>
                <c:pt idx="4">
                  <c:v>2009</c:v>
                </c:pt>
                <c:pt idx="5">
                  <c:v>2010</c:v>
                </c:pt>
                <c:pt idx="6">
                  <c:v>2011</c:v>
                </c:pt>
                <c:pt idx="7">
                  <c:v>2012</c:v>
                </c:pt>
                <c:pt idx="8">
                  <c:v>2013</c:v>
                </c:pt>
                <c:pt idx="9">
                  <c:v>2014</c:v>
                </c:pt>
                <c:pt idx="10">
                  <c:v>2015</c:v>
                </c:pt>
                <c:pt idx="11">
                  <c:v>2016</c:v>
                </c:pt>
              </c:numCache>
            </c:numRef>
          </c:cat>
          <c:val>
            <c:numRef>
              <c:f>List1!$B$32:$M$32</c:f>
              <c:numCache>
                <c:formatCode>#,##0.0</c:formatCode>
                <c:ptCount val="12"/>
                <c:pt idx="0">
                  <c:v>16.922830241609741</c:v>
                </c:pt>
                <c:pt idx="1">
                  <c:v>17.756952118560005</c:v>
                </c:pt>
                <c:pt idx="2">
                  <c:v>17.169956282399987</c:v>
                </c:pt>
                <c:pt idx="3">
                  <c:v>16.006080936654598</c:v>
                </c:pt>
                <c:pt idx="4">
                  <c:v>15.372311796120702</c:v>
                </c:pt>
                <c:pt idx="5">
                  <c:v>14.974237736534224</c:v>
                </c:pt>
                <c:pt idx="6">
                  <c:v>14.130700653987304</c:v>
                </c:pt>
                <c:pt idx="7">
                  <c:v>13.7932347610476</c:v>
                </c:pt>
                <c:pt idx="8">
                  <c:v>13.264299394547894</c:v>
                </c:pt>
                <c:pt idx="9">
                  <c:v>12.842245362554799</c:v>
                </c:pt>
                <c:pt idx="10">
                  <c:v>12.760691317230103</c:v>
                </c:pt>
                <c:pt idx="11">
                  <c:v>12.797619618898224</c:v>
                </c:pt>
              </c:numCache>
            </c:numRef>
          </c:val>
          <c:extLst xmlns:c16r2="http://schemas.microsoft.com/office/drawing/2015/06/chart">
            <c:ext xmlns:c16="http://schemas.microsoft.com/office/drawing/2014/chart" uri="{C3380CC4-5D6E-409C-BE32-E72D297353CC}">
              <c16:uniqueId val="{00000000-5798-4D9B-95C3-BFF327A313AE}"/>
            </c:ext>
          </c:extLst>
        </c:ser>
        <c:marker val="1"/>
        <c:axId val="60690816"/>
        <c:axId val="60692352"/>
      </c:lineChart>
      <c:catAx>
        <c:axId val="60690816"/>
        <c:scaling>
          <c:orientation val="minMax"/>
        </c:scaling>
        <c:axPos val="b"/>
        <c:numFmt formatCode="General" sourceLinked="1"/>
        <c:tickLblPos val="nextTo"/>
        <c:crossAx val="60692352"/>
        <c:crosses val="autoZero"/>
        <c:auto val="1"/>
        <c:lblAlgn val="ctr"/>
        <c:lblOffset val="100"/>
      </c:catAx>
      <c:valAx>
        <c:axId val="60692352"/>
        <c:scaling>
          <c:orientation val="minMax"/>
        </c:scaling>
        <c:delete val="1"/>
        <c:axPos val="l"/>
        <c:numFmt formatCode="#,##0.0" sourceLinked="1"/>
        <c:tickLblPos val="none"/>
        <c:crossAx val="60690816"/>
        <c:crosses val="autoZero"/>
        <c:crossBetween val="between"/>
      </c:valAx>
    </c:plotArea>
    <c:plotVisOnly val="1"/>
    <c:dispBlanksAs val="gap"/>
  </c:chart>
  <c:spPr>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lang val="cs-CZ"/>
  <c:style val="3"/>
  <c:chart>
    <c:title>
      <c:tx>
        <c:rich>
          <a:bodyPr/>
          <a:lstStyle/>
          <a:p>
            <a:pPr>
              <a:defRPr/>
            </a:pPr>
            <a:r>
              <a:rPr lang="cs-CZ" sz="1200"/>
              <a:t>Osoby</a:t>
            </a:r>
            <a:r>
              <a:rPr lang="cs-CZ" sz="1200" baseline="0"/>
              <a:t> zaměstnané v oblasti</a:t>
            </a:r>
            <a:r>
              <a:rPr lang="cs-CZ" sz="1200"/>
              <a:t> knih a tisku</a:t>
            </a:r>
          </a:p>
        </c:rich>
      </c:tx>
      <c:layout>
        <c:manualLayout>
          <c:xMode val="edge"/>
          <c:yMode val="edge"/>
          <c:x val="0.10191436070491189"/>
          <c:y val="8.3660130718954243E-2"/>
        </c:manualLayout>
      </c:layout>
    </c:title>
    <c:plotArea>
      <c:layout>
        <c:manualLayout>
          <c:layoutTarget val="inner"/>
          <c:xMode val="edge"/>
          <c:yMode val="edge"/>
          <c:x val="0.28646539182602182"/>
          <c:y val="0.39421090010807586"/>
          <c:w val="0.43252043494563247"/>
          <c:h val="0.59365549894498482"/>
        </c:manualLayout>
      </c:layout>
      <c:doughnutChart>
        <c:varyColors val="1"/>
        <c:ser>
          <c:idx val="0"/>
          <c:order val="0"/>
          <c:dLbls>
            <c:dLbl>
              <c:idx val="0"/>
              <c:layout>
                <c:manualLayout>
                  <c:x val="-4.1905361829771323E-2"/>
                  <c:y val="0.18823447069116414"/>
                </c:manualLayout>
              </c:layout>
              <c:tx>
                <c:rich>
                  <a:bodyPr/>
                  <a:lstStyle/>
                  <a:p>
                    <a:r>
                      <a:rPr lang="cs-CZ">
                        <a:solidFill>
                          <a:schemeClr val="bg1"/>
                        </a:solidFill>
                      </a:rPr>
                      <a:t>11,9 tis.</a:t>
                    </a:r>
                  </a:p>
                </c:rich>
              </c:tx>
              <c:showVal val="1"/>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0-DFB7-4503-9F7E-00C8753869CE}"/>
                </c:ext>
              </c:extLst>
            </c:dLbl>
            <c:dLbl>
              <c:idx val="1"/>
              <c:layout>
                <c:manualLayout>
                  <c:x val="6.4761304836895586E-2"/>
                  <c:y val="-0.2143790849673208"/>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DFB7-4503-9F7E-00C8753869CE}"/>
                </c:ext>
              </c:extLst>
            </c:dLbl>
            <c:numFmt formatCode="#,##0.0&quot; tis.&quot;" sourceLinked="0"/>
            <c:spPr>
              <a:noFill/>
              <a:ln>
                <a:noFill/>
              </a:ln>
              <a:effectLst/>
            </c:spPr>
            <c:showVal val="1"/>
            <c:showLeaderLines val="1"/>
            <c:extLst xmlns:c16r2="http://schemas.microsoft.com/office/drawing/2015/06/chart">
              <c:ext xmlns:c15="http://schemas.microsoft.com/office/drawing/2012/chart" uri="{CE6537A1-D6FC-4f65-9D91-7224C49458BB}"/>
            </c:extLst>
          </c:dLbls>
          <c:cat>
            <c:strRef>
              <c:f>List1!$C$4:$D$4</c:f>
              <c:strCache>
                <c:ptCount val="2"/>
                <c:pt idx="0">
                  <c:v>povolání kult. charakteru</c:v>
                </c:pt>
                <c:pt idx="1">
                  <c:v>povolání nekult. charakteru</c:v>
                </c:pt>
              </c:strCache>
            </c:strRef>
          </c:cat>
          <c:val>
            <c:numRef>
              <c:f>List1!$C$5:$D$5</c:f>
              <c:numCache>
                <c:formatCode>General</c:formatCode>
                <c:ptCount val="2"/>
                <c:pt idx="0">
                  <c:v>11.9</c:v>
                </c:pt>
                <c:pt idx="1">
                  <c:v>15.7</c:v>
                </c:pt>
              </c:numCache>
            </c:numRef>
          </c:val>
          <c:extLst xmlns:c16r2="http://schemas.microsoft.com/office/drawing/2015/06/chart">
            <c:ext xmlns:c16="http://schemas.microsoft.com/office/drawing/2014/chart" uri="{C3380CC4-5D6E-409C-BE32-E72D297353CC}">
              <c16:uniqueId val="{00000002-DFB7-4503-9F7E-00C8753869CE}"/>
            </c:ext>
          </c:extLst>
        </c:ser>
        <c:firstSliceAng val="0"/>
        <c:holeSize val="50"/>
      </c:doughnutChart>
    </c:plotArea>
    <c:legend>
      <c:legendPos val="t"/>
      <c:layout>
        <c:manualLayout>
          <c:xMode val="edge"/>
          <c:yMode val="edge"/>
          <c:x val="4.2380802399700025E-2"/>
          <c:y val="0.23099006741804334"/>
          <c:w val="0.9"/>
          <c:h val="9.8813734348780172E-2"/>
        </c:manualLayout>
      </c:layout>
    </c:legend>
    <c:plotVisOnly val="1"/>
    <c:dispBlanksAs val="zero"/>
  </c:chart>
  <c:spPr>
    <a:ln>
      <a:noFill/>
    </a:ln>
  </c:spPr>
  <c:externalData r:id="rId1"/>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F02EC-8FA5-4F66-890B-FCACA24DF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bar_lide a spolecnost-1.dot</Template>
  <TotalTime>9</TotalTime>
  <Pages>60</Pages>
  <Words>17193</Words>
  <Characters>101444</Characters>
  <Application>Microsoft Office Word</Application>
  <DocSecurity>0</DocSecurity>
  <Lines>845</Lines>
  <Paragraphs>236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118401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Dedera</dc:creator>
  <cp:lastModifiedBy>Milan Dedera</cp:lastModifiedBy>
  <cp:revision>5</cp:revision>
  <cp:lastPrinted>2018-10-29T11:48:00Z</cp:lastPrinted>
  <dcterms:created xsi:type="dcterms:W3CDTF">2018-10-29T11:42:00Z</dcterms:created>
  <dcterms:modified xsi:type="dcterms:W3CDTF">2018-10-30T10:16:00Z</dcterms:modified>
</cp:coreProperties>
</file>