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40" w:rsidRPr="000A3A2C" w:rsidRDefault="0079585A" w:rsidP="00E67696">
      <w:pPr>
        <w:rPr>
          <w:lang w:eastAsia="ar-SA"/>
        </w:rPr>
        <w:sectPr w:rsidR="00A75E40" w:rsidRPr="000A3A2C" w:rsidSect="0085114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5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6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294602" id="Group 24" o:spid="_x0000_s1026" style="position:absolute;margin-left:45pt;margin-top:36.75pt;width:177.15pt;height:43.65pt;z-index:251657728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/+kwgAAANsAAAAPAAAAZHJzL2Rvd25yZXYueG1sRE9Na8JA&#10;EL0X/A/LCF5EN1qQ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AYH/+k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24DC" w:rsidRPr="006C5577" w:rsidRDefault="004924DC" w:rsidP="004924DC">
                            <w:r>
                              <w:t>Z</w:t>
                            </w:r>
                            <w:r w:rsidRPr="006C5577">
                              <w:t xml:space="preserve">pracoval: </w:t>
                            </w:r>
                            <w:r w:rsidR="00BF1F76" w:rsidRPr="006C5577">
                              <w:t xml:space="preserve">Odbor </w:t>
                            </w:r>
                            <w:r w:rsidR="00BF1F76">
                              <w:t>statistiky obyvatelstva</w:t>
                            </w:r>
                          </w:p>
                          <w:p w:rsidR="004924DC" w:rsidRPr="006C5577" w:rsidRDefault="004924DC" w:rsidP="004924DC">
                            <w:r w:rsidRPr="006C5577">
                              <w:t xml:space="preserve">Ředitel odboru: </w:t>
                            </w:r>
                            <w:r w:rsidR="00BF1F76">
                              <w:t>Mgr. Robert Šanda</w:t>
                            </w:r>
                          </w:p>
                          <w:p w:rsidR="001706D6" w:rsidRPr="006C5577" w:rsidRDefault="004924DC" w:rsidP="004924DC">
                            <w:r w:rsidRPr="006C5577">
                              <w:t xml:space="preserve">Kontaktní osoba: </w:t>
                            </w:r>
                            <w:r w:rsidR="00BF1F76">
                              <w:t>Mgr. Magdaléna Baštecká</w:t>
                            </w:r>
                            <w:r w:rsidR="00BF1F76" w:rsidRPr="006C5577">
                              <w:t>,</w:t>
                            </w:r>
                            <w:r w:rsidR="00BF1F76">
                              <w:t xml:space="preserve"> e-mail: magdalena.bastecka@csu.gov.cz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" filled="f" stroked="f">
                <v:textbox inset="0,0,0,0">
                  <w:txbxContent>
                    <w:p w:rsidR="004924DC" w:rsidRPr="006C5577" w:rsidRDefault="004924DC" w:rsidP="004924DC">
                      <w:r>
                        <w:t>Z</w:t>
                      </w:r>
                      <w:r w:rsidRPr="006C5577">
                        <w:t xml:space="preserve">pracoval: </w:t>
                      </w:r>
                      <w:r w:rsidR="00BF1F76" w:rsidRPr="006C5577">
                        <w:t xml:space="preserve">Odbor </w:t>
                      </w:r>
                      <w:r w:rsidR="00BF1F76">
                        <w:t>statistiky obyvatelstva</w:t>
                      </w:r>
                    </w:p>
                    <w:p w:rsidR="004924DC" w:rsidRPr="006C5577" w:rsidRDefault="004924DC" w:rsidP="004924DC">
                      <w:r w:rsidRPr="006C5577">
                        <w:t xml:space="preserve">Ředitel odboru: </w:t>
                      </w:r>
                      <w:r w:rsidR="00BF1F76">
                        <w:t>Mgr. Robert Šanda</w:t>
                      </w:r>
                    </w:p>
                    <w:p w:rsidR="001706D6" w:rsidRPr="006C5577" w:rsidRDefault="004924DC" w:rsidP="004924DC">
                      <w:r w:rsidRPr="006C5577">
                        <w:t xml:space="preserve">Kontaktní osoba: </w:t>
                      </w:r>
                      <w:r w:rsidR="00BF1F76">
                        <w:t>Mgr. Magdaléna Baštecká</w:t>
                      </w:r>
                      <w:r w:rsidR="00BF1F76" w:rsidRPr="006C5577">
                        <w:t>,</w:t>
                      </w:r>
                      <w:r w:rsidR="00BF1F76">
                        <w:t xml:space="preserve"> e-mail: magdalena.bastecka@csu.gov.cz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1F76" w:rsidRPr="004924DC" w:rsidRDefault="00BF1F76" w:rsidP="00BF1F76">
                            <w:pPr>
                              <w:pStyle w:val="TLIdentifikace-sted"/>
                            </w:pPr>
                            <w:r>
                              <w:t>Obyvatelstvo</w:t>
                            </w:r>
                          </w:p>
                          <w:p w:rsidR="00BF1F76" w:rsidRPr="004924DC" w:rsidRDefault="00BF1F76" w:rsidP="00BF1F76">
                            <w:pPr>
                              <w:pStyle w:val="TLIdentifikace-sted"/>
                            </w:pPr>
                            <w:r>
                              <w:t>Praha, 15. 10. 2025</w:t>
                            </w:r>
                          </w:p>
                          <w:p w:rsidR="004924DC" w:rsidRPr="004924DC" w:rsidRDefault="004924DC" w:rsidP="004924DC">
                            <w:pPr>
                              <w:pStyle w:val="TLIdentifikace-sted"/>
                            </w:pPr>
                            <w:r w:rsidRPr="004924DC">
                              <w:t xml:space="preserve">Kód publikace: </w:t>
                            </w:r>
                            <w:r w:rsidR="00BF1F76">
                              <w:t>130069</w:t>
                            </w:r>
                            <w:r w:rsidR="00BF1F76" w:rsidRPr="004924DC">
                              <w:t>-</w:t>
                            </w:r>
                            <w:r w:rsidR="00BF1F76">
                              <w:t>25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4.65pt;margin-top:368.55pt;width:403.9pt;height:132.8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:rsidR="00BF1F76" w:rsidRPr="004924DC" w:rsidRDefault="00BF1F76" w:rsidP="00BF1F76">
                      <w:pPr>
                        <w:pStyle w:val="TLIdentifikace-sted"/>
                      </w:pPr>
                      <w:r>
                        <w:t>Obyvatelstvo</w:t>
                      </w:r>
                    </w:p>
                    <w:p w:rsidR="00BF1F76" w:rsidRPr="004924DC" w:rsidRDefault="00BF1F76" w:rsidP="00BF1F76">
                      <w:pPr>
                        <w:pStyle w:val="TLIdentifikace-sted"/>
                      </w:pPr>
                      <w:r>
                        <w:t>Praha, 15. 10. 2025</w:t>
                      </w:r>
                    </w:p>
                    <w:p w:rsidR="004924DC" w:rsidRPr="004924DC" w:rsidRDefault="004924DC" w:rsidP="004924DC">
                      <w:pPr>
                        <w:pStyle w:val="TLIdentifikace-sted"/>
                      </w:pPr>
                      <w:r w:rsidRPr="004924DC">
                        <w:t xml:space="preserve">Kód publikace: </w:t>
                      </w:r>
                      <w:r w:rsidR="00BF1F76">
                        <w:t>130069</w:t>
                      </w:r>
                      <w:r w:rsidR="00BF1F76" w:rsidRPr="004924DC">
                        <w:t>-</w:t>
                      </w:r>
                      <w:r w:rsidR="00BF1F76">
                        <w:t>25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207895"/>
                <wp:effectExtent l="0" t="0" r="1270" b="190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20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1F76" w:rsidRPr="0099244C" w:rsidRDefault="00BF1F76" w:rsidP="00BF1F76">
                            <w:pPr>
                              <w:pStyle w:val="Styl1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Vývoj obyvatelstva České Republiky</w:t>
                            </w:r>
                          </w:p>
                          <w:p w:rsidR="00665BA4" w:rsidRPr="0099244C" w:rsidRDefault="00665BA4" w:rsidP="009F02EA">
                            <w:pPr>
                              <w:pStyle w:val="Styl1"/>
                              <w:rPr>
                                <w:color w:val="auto"/>
                              </w:rPr>
                            </w:pPr>
                          </w:p>
                          <w:p w:rsidR="00665BA4" w:rsidRPr="0099244C" w:rsidRDefault="00665BA4" w:rsidP="0012192F">
                            <w:pPr>
                              <w:pStyle w:val="Podnadpis"/>
                              <w:rPr>
                                <w:color w:val="auto"/>
                              </w:rPr>
                            </w:pPr>
                          </w:p>
                          <w:p w:rsidR="00665BA4" w:rsidRPr="0099244C" w:rsidRDefault="00BF1F76" w:rsidP="0012192F">
                            <w:pPr>
                              <w:pStyle w:val="Podnadpis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2024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116.25pt;width:403.9pt;height:173.8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EoLSQ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" filled="f" stroked="f">
                <v:textbox style="mso-fit-shape-to-text:t" inset="0,0,0,0">
                  <w:txbxContent>
                    <w:p w:rsidR="00BF1F76" w:rsidRPr="0099244C" w:rsidRDefault="00BF1F76" w:rsidP="00BF1F76">
                      <w:pPr>
                        <w:pStyle w:val="Styl1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Vývoj obyvatelstva České Republiky</w:t>
                      </w:r>
                    </w:p>
                    <w:p w:rsidR="00665BA4" w:rsidRPr="0099244C" w:rsidRDefault="00665BA4" w:rsidP="009F02EA">
                      <w:pPr>
                        <w:pStyle w:val="Styl1"/>
                        <w:rPr>
                          <w:color w:val="auto"/>
                        </w:rPr>
                      </w:pPr>
                    </w:p>
                    <w:p w:rsidR="00665BA4" w:rsidRPr="0099244C" w:rsidRDefault="00665BA4" w:rsidP="0012192F">
                      <w:pPr>
                        <w:pStyle w:val="Podnadpis"/>
                        <w:rPr>
                          <w:color w:val="auto"/>
                        </w:rPr>
                      </w:pPr>
                    </w:p>
                    <w:p w:rsidR="00665BA4" w:rsidRPr="0099244C" w:rsidRDefault="00BF1F76" w:rsidP="0012192F">
                      <w:pPr>
                        <w:pStyle w:val="Podnadpis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2024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4924DC" w:rsidRDefault="00665BA4" w:rsidP="004924DC">
                            <w:r w:rsidRPr="004924DC">
                              <w:t xml:space="preserve">© Český statistický úřad, </w:t>
                            </w:r>
                            <w:r w:rsidR="005E3C02">
                              <w:t>Praha</w:t>
                            </w:r>
                            <w:r w:rsidRPr="004924DC">
                              <w:t xml:space="preserve">, </w:t>
                            </w:r>
                            <w:r w:rsidR="005E3C02">
                              <w:t>2025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" filled="f" stroked="f">
                <v:textbox inset="0,0,0,0">
                  <w:txbxContent>
                    <w:p w:rsidR="00665BA4" w:rsidRPr="004924DC" w:rsidRDefault="00665BA4" w:rsidP="004924DC">
                      <w:r w:rsidRPr="004924DC">
                        <w:t xml:space="preserve">© Český statistický úřad, </w:t>
                      </w:r>
                      <w:r w:rsidR="005E3C02">
                        <w:t>Praha</w:t>
                      </w:r>
                      <w:r w:rsidRPr="004924DC">
                        <w:t xml:space="preserve">, </w:t>
                      </w:r>
                      <w:r w:rsidR="005E3C02">
                        <w:t>2025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632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1097A3" id="Přímá spojnice 33" o:spid="_x0000_s1026" style="position:absolute;z-index:25165363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1440180</wp:posOffset>
                </wp:positionV>
                <wp:extent cx="6119495" cy="7690485"/>
                <wp:effectExtent l="0" t="5080" r="1905" b="63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7690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7E75" w:rsidRPr="00DE02BD" w:rsidRDefault="00947E75" w:rsidP="00947E75">
                            <w:pPr>
                              <w:pStyle w:val="TLKontaktyerven"/>
                              <w:rPr>
                                <w:color w:val="auto"/>
                              </w:rPr>
                            </w:pPr>
                            <w:r w:rsidRPr="00DE02BD">
                              <w:rPr>
                                <w:color w:val="auto"/>
                              </w:rPr>
                              <w:t>KONTAKTY V ÚSTŘEDÍ</w:t>
                            </w:r>
                          </w:p>
                          <w:p w:rsidR="00947E75" w:rsidRPr="007D40DF" w:rsidRDefault="00947E75" w:rsidP="00947E75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947E75">
                              <w:t>Český statistický úřad</w:t>
                            </w:r>
                            <w:r w:rsidRPr="00947E75">
                              <w:rPr>
                                <w:b w:val="0"/>
                              </w:rPr>
                              <w:t xml:space="preserve"> 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| Na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padesátém 81, 100 82 Praha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10, 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tel.: 274 051 111 | </w:t>
                            </w:r>
                            <w:r>
                              <w:rPr>
                                <w:color w:val="auto"/>
                              </w:rPr>
                              <w:t>www.csu.gov</w:t>
                            </w:r>
                            <w:r w:rsidRPr="007D40DF">
                              <w:rPr>
                                <w:color w:val="auto"/>
                              </w:rPr>
                              <w:t>.cz</w:t>
                            </w:r>
                          </w:p>
                          <w:p w:rsidR="00947E75" w:rsidRPr="00D235B7" w:rsidRDefault="00947E75" w:rsidP="00947E75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Oddělení informačních služeb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| tel.: 274 056 789 | e-mail: infoservis@csu.gov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</w:p>
                          <w:p w:rsidR="00947E75" w:rsidRPr="00D235B7" w:rsidRDefault="00947E75" w:rsidP="00947E75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Prodejna publikací ČSÚ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052 361 | e-mail: prodejna@csu.gov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</w:p>
                          <w:p w:rsidR="00947E75" w:rsidRPr="00D235B7" w:rsidRDefault="00947E75" w:rsidP="00947E75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Evropská data (ESDS), mezinárodní srovnání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| tel.: 274 052 732 | e-mail: esds@csu.gov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</w:p>
                          <w:p w:rsidR="00947E75" w:rsidRPr="00D235B7" w:rsidRDefault="00947E75" w:rsidP="00947E75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Ústřední statistická knihovna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052 361 | e-mail: knihovna@csu.gov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</w:p>
                          <w:p w:rsidR="00947E75" w:rsidRPr="004A61C5" w:rsidRDefault="00947E75" w:rsidP="00947E75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color w:val="auto"/>
                              </w:rPr>
                            </w:pPr>
                          </w:p>
                          <w:p w:rsidR="00947E75" w:rsidRPr="00DE02BD" w:rsidRDefault="00947E75" w:rsidP="00947E75">
                            <w:pPr>
                              <w:pStyle w:val="TLKontaktyerven"/>
                              <w:rPr>
                                <w:color w:val="auto"/>
                              </w:rPr>
                            </w:pPr>
                            <w:r w:rsidRPr="00DE02BD">
                              <w:rPr>
                                <w:color w:val="auto"/>
                              </w:rPr>
                              <w:t>INFORMAČNÍ SLUŽBY V REGIONECH</w:t>
                            </w:r>
                          </w:p>
                          <w:p w:rsidR="00947E75" w:rsidRPr="00992CF3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47E75">
                              <w:t>Hl. m. Praha</w:t>
                            </w:r>
                            <w:r w:rsidRPr="00947E75">
                              <w:rPr>
                                <w:b w:val="0"/>
                              </w:rPr>
                              <w:t xml:space="preserve">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| Na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padesátém 81, 100 82 Praha 10,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274 052 673</w:t>
                            </w:r>
                          </w:p>
                          <w:p w:rsidR="00947E75" w:rsidRPr="00992CF3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>e-mail: infoservispraha@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>
                              <w:rPr>
                                <w:color w:val="auto"/>
                              </w:rPr>
                              <w:t>www.csu.gov.cz/praha</w:t>
                            </w:r>
                          </w:p>
                          <w:p w:rsidR="00947E75" w:rsidRPr="00947E75" w:rsidRDefault="00947E75" w:rsidP="00947E75">
                            <w:pPr>
                              <w:pStyle w:val="TLKontakty"/>
                              <w:spacing w:after="80" w:line="240" w:lineRule="auto"/>
                            </w:pPr>
                          </w:p>
                          <w:p w:rsidR="00947E75" w:rsidRPr="00992CF3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47E75">
                              <w:t>Středočeský kraj</w:t>
                            </w:r>
                            <w:r w:rsidRPr="00947E75">
                              <w:rPr>
                                <w:b w:val="0"/>
                              </w:rPr>
                              <w:t xml:space="preserve">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| Na padesátém 81, 100 82 Praha 10,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274 054 175</w:t>
                            </w:r>
                          </w:p>
                          <w:p w:rsidR="00947E75" w:rsidRPr="00992CF3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>e-mail: infoservisstc@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csu.gov.cz/stredocesky</w:t>
                            </w:r>
                          </w:p>
                          <w:p w:rsidR="00947E75" w:rsidRPr="004A61C5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947E75" w:rsidRPr="00992CF3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47E75">
                              <w:t>České Budějovice</w:t>
                            </w:r>
                            <w:r w:rsidRPr="00947E75">
                              <w:rPr>
                                <w:b w:val="0"/>
                              </w:rPr>
                              <w:t xml:space="preserve">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| Žižkova 1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a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, 370 77 České Budějovice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386 718 440</w:t>
                            </w:r>
                          </w:p>
                          <w:p w:rsidR="00947E75" w:rsidRPr="00992CF3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>e-mail: infoserviscb@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csu.gov.cz/jihocesky</w:t>
                            </w:r>
                          </w:p>
                          <w:p w:rsidR="00947E75" w:rsidRPr="004A61C5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947E75" w:rsidRPr="00BC731E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47E75">
                              <w:t>Plzeň</w:t>
                            </w:r>
                            <w:r w:rsidRPr="00DE02BD">
                              <w:rPr>
                                <w:b w:val="0"/>
                                <w:color w:val="685B7A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| Slovanská alej 36, 326 64 Plzeň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377 612 108</w:t>
                            </w:r>
                          </w:p>
                          <w:p w:rsidR="00947E75" w:rsidRPr="004A61C5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infoservisplzen@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csu.gov.cz/plzensky</w:t>
                            </w:r>
                          </w:p>
                          <w:p w:rsidR="00947E75" w:rsidRPr="004A61C5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947E75" w:rsidRPr="004A61C5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47E75">
                              <w:t>Karlovy Vary</w:t>
                            </w:r>
                            <w:r w:rsidRPr="00947E75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| </w:t>
                            </w:r>
                            <w:r w:rsidRPr="00095135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="00FF6FB5">
                              <w:rPr>
                                <w:b w:val="0"/>
                                <w:color w:val="auto"/>
                              </w:rPr>
                              <w:t>353 114 529</w:t>
                            </w:r>
                          </w:p>
                          <w:p w:rsidR="00947E75" w:rsidRPr="004A61C5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infoserviskv@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csu.gov.cz/karlovarsky</w:t>
                            </w:r>
                          </w:p>
                          <w:p w:rsidR="00947E75" w:rsidRPr="004A61C5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947E75" w:rsidRPr="004A61C5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47E75">
                              <w:t>Ústí nad Labem</w:t>
                            </w:r>
                            <w:r w:rsidRPr="00947E75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| Špálova 2684, 400 11 Ústí nad Labem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: 472 706 176</w:t>
                            </w:r>
                          </w:p>
                          <w:p w:rsidR="00947E75" w:rsidRPr="004A61C5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infoservisul@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csu.gov.cz/ustecky</w:t>
                            </w:r>
                          </w:p>
                          <w:p w:rsidR="00947E75" w:rsidRPr="004A61C5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947E75" w:rsidRPr="004A61C5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47E75">
                              <w:t>Liberec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| n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ám. Dr. Edvarda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Beneše 585/26, 460 01 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="00FF6FB5">
                              <w:rPr>
                                <w:b w:val="0"/>
                                <w:color w:val="auto"/>
                              </w:rPr>
                              <w:t>704 675 184</w:t>
                            </w:r>
                          </w:p>
                          <w:p w:rsidR="00947E75" w:rsidRPr="004A61C5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infoservislbc@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csu.gov.cz/liberecky</w:t>
                            </w:r>
                          </w:p>
                          <w:p w:rsidR="00947E75" w:rsidRPr="004A61C5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947E75" w:rsidRPr="004A61C5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47E75">
                              <w:t>Hradec Králové</w:t>
                            </w:r>
                            <w:r w:rsidRPr="00947E75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| Myslivečk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ova 914, 500 03 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495 762 322</w:t>
                            </w:r>
                          </w:p>
                          <w:p w:rsidR="00947E75" w:rsidRPr="004A61C5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infoservishk@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csu.gov.cz/kralovehradecky</w:t>
                            </w:r>
                          </w:p>
                          <w:p w:rsidR="00947E75" w:rsidRPr="004A61C5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947E75" w:rsidRPr="004A61C5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47E75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: 466 743 480</w:t>
                            </w:r>
                          </w:p>
                          <w:p w:rsidR="00947E75" w:rsidRPr="004A61C5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infoservispa@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csu.gov.cz/pardubicky</w:t>
                            </w:r>
                          </w:p>
                          <w:p w:rsidR="00947E75" w:rsidRPr="004A61C5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947E75" w:rsidRPr="004A61C5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47E75">
                              <w:t>Jihlava</w:t>
                            </w:r>
                            <w:r w:rsidRPr="00947E75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| Ke Skalce 30,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586 01 Jihlava, tel.: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567 109 </w:t>
                            </w:r>
                            <w:r w:rsidR="00FF6FB5">
                              <w:rPr>
                                <w:b w:val="0"/>
                                <w:color w:val="auto"/>
                              </w:rPr>
                              <w:t>080</w:t>
                            </w:r>
                          </w:p>
                          <w:p w:rsidR="00947E75" w:rsidRPr="004A61C5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infoservisvys@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csu.gov.cz/vysocina</w:t>
                            </w:r>
                          </w:p>
                          <w:p w:rsidR="00947E75" w:rsidRDefault="00947E75" w:rsidP="00947E75">
                            <w:pPr>
                              <w:pStyle w:val="TLKontakty"/>
                              <w:spacing w:after="80" w:line="240" w:lineRule="auto"/>
                            </w:pPr>
                          </w:p>
                          <w:p w:rsidR="00947E75" w:rsidRPr="00BC731E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47E75">
                              <w:t>Brno</w:t>
                            </w:r>
                            <w:r w:rsidRPr="00DE02BD">
                              <w:rPr>
                                <w:b w:val="0"/>
                                <w:color w:val="685B7A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| Jezuitská 2, 601 59 Brno,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tel: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542 528 200</w:t>
                            </w:r>
                          </w:p>
                          <w:p w:rsidR="00947E75" w:rsidRPr="004A61C5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>e-mail: infoservisbrno@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csu.gov.cz/jihomoravsky</w:t>
                            </w:r>
                          </w:p>
                          <w:p w:rsidR="00947E75" w:rsidRPr="004A61C5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947E75" w:rsidRPr="005E7C78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47E75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tel.: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585 731 511</w:t>
                            </w:r>
                          </w:p>
                          <w:p w:rsidR="00947E75" w:rsidRPr="005E7C78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>e-mail: infoservisolom@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csu.gov.cz/olomoucky</w:t>
                            </w:r>
                          </w:p>
                          <w:p w:rsidR="00947E75" w:rsidRPr="005E7C78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947E75" w:rsidRPr="005E7C78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47E75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ída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Tomáše Bati 1565, 761 76 Zlín,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tel.: 577 004 936</w:t>
                            </w:r>
                          </w:p>
                          <w:p w:rsidR="00947E75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 w:val="0"/>
                                <w:color w:val="auto"/>
                              </w:rPr>
                              <w:t>e-mail: infoservis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zl@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csu.gov.cz/zlinsky</w:t>
                            </w:r>
                          </w:p>
                          <w:p w:rsidR="00947E75" w:rsidRPr="005E7C78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947E75" w:rsidRPr="005E7C78" w:rsidRDefault="00947E75" w:rsidP="00947E7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47E75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tel: 595 131 230</w:t>
                            </w:r>
                          </w:p>
                          <w:p w:rsidR="00995A66" w:rsidRPr="00995A66" w:rsidRDefault="00947E75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>
                              <w:rPr>
                                <w:b w:val="0"/>
                                <w:color w:val="auto"/>
                              </w:rPr>
                              <w:t>e-mail: infoservis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ov@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csu.gov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>.cz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992CF3">
                              <w:rPr>
                                <w:color w:val="auto"/>
                              </w:rPr>
                              <w:t>www.</w:t>
                            </w:r>
                            <w:r>
                              <w:rPr>
                                <w:color w:val="auto"/>
                              </w:rPr>
                              <w:t>csu.gov.cz/moravskoslezsky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113.4pt;width:481.85pt;height:605.5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" filled="f" stroked="f">
                <v:textbox style="mso-fit-shape-to-text:t" inset="0,0,0,0">
                  <w:txbxContent>
                    <w:p w:rsidR="00947E75" w:rsidRPr="00DE02BD" w:rsidRDefault="00947E75" w:rsidP="00947E75">
                      <w:pPr>
                        <w:pStyle w:val="TLKontaktyerven"/>
                        <w:rPr>
                          <w:color w:val="auto"/>
                        </w:rPr>
                      </w:pPr>
                      <w:r w:rsidRPr="00DE02BD">
                        <w:rPr>
                          <w:color w:val="auto"/>
                        </w:rPr>
                        <w:t>KONTAKTY V ÚSTŘEDÍ</w:t>
                      </w:r>
                    </w:p>
                    <w:p w:rsidR="00947E75" w:rsidRPr="007D40DF" w:rsidRDefault="00947E75" w:rsidP="00947E75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947E75">
                        <w:t>Český statistický úřad</w:t>
                      </w:r>
                      <w:r w:rsidRPr="00947E75">
                        <w:rPr>
                          <w:b w:val="0"/>
                        </w:rPr>
                        <w:t xml:space="preserve"> </w:t>
                      </w:r>
                      <w:r w:rsidRPr="007D40DF">
                        <w:rPr>
                          <w:b w:val="0"/>
                          <w:color w:val="auto"/>
                        </w:rPr>
                        <w:t>| Na</w:t>
                      </w:r>
                      <w:r>
                        <w:rPr>
                          <w:b w:val="0"/>
                          <w:color w:val="auto"/>
                        </w:rPr>
                        <w:t xml:space="preserve"> padesátém 81, 100 82 Praha</w:t>
                      </w:r>
                      <w:r w:rsidRPr="007D40DF">
                        <w:rPr>
                          <w:b w:val="0"/>
                          <w:color w:val="auto"/>
                        </w:rPr>
                        <w:t> </w:t>
                      </w:r>
                      <w:r>
                        <w:rPr>
                          <w:b w:val="0"/>
                          <w:color w:val="auto"/>
                        </w:rPr>
                        <w:t xml:space="preserve">10, 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tel.: 274 051 111 | </w:t>
                      </w:r>
                      <w:r>
                        <w:rPr>
                          <w:color w:val="auto"/>
                        </w:rPr>
                        <w:t>www.csu.gov</w:t>
                      </w:r>
                      <w:r w:rsidRPr="007D40DF">
                        <w:rPr>
                          <w:color w:val="auto"/>
                        </w:rPr>
                        <w:t>.cz</w:t>
                      </w:r>
                    </w:p>
                    <w:p w:rsidR="00947E75" w:rsidRPr="00D235B7" w:rsidRDefault="00947E75" w:rsidP="00947E75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Oddělení informačních služeb</w:t>
                      </w:r>
                      <w:r>
                        <w:rPr>
                          <w:b w:val="0"/>
                          <w:color w:val="auto"/>
                        </w:rPr>
                        <w:t xml:space="preserve"> | tel.: 274 056 789 | e-mail: infoservis@csu.gov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</w:p>
                    <w:p w:rsidR="00947E75" w:rsidRPr="00D235B7" w:rsidRDefault="00947E75" w:rsidP="00947E75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Prodejna publikací ČSÚ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</w:t>
                      </w:r>
                      <w:r>
                        <w:rPr>
                          <w:b w:val="0"/>
                          <w:color w:val="auto"/>
                        </w:rPr>
                        <w:t xml:space="preserve"> 052 361 | e-mail: prodejna@csu.gov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</w:p>
                    <w:p w:rsidR="00947E75" w:rsidRPr="00D235B7" w:rsidRDefault="00947E75" w:rsidP="00947E75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Evropská data (ESDS), mezinárodní srovnání</w:t>
                      </w:r>
                      <w:r>
                        <w:rPr>
                          <w:b w:val="0"/>
                          <w:color w:val="auto"/>
                        </w:rPr>
                        <w:t xml:space="preserve"> | tel.: 274 052 732 | e-mail: esds@csu.gov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</w:p>
                    <w:p w:rsidR="00947E75" w:rsidRPr="00D235B7" w:rsidRDefault="00947E75" w:rsidP="00947E75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Ústřední statistická knihovna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</w:t>
                      </w:r>
                      <w:r>
                        <w:rPr>
                          <w:b w:val="0"/>
                          <w:color w:val="auto"/>
                        </w:rPr>
                        <w:t xml:space="preserve"> 052 361 | e-mail: knihovna@csu.gov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</w:p>
                    <w:p w:rsidR="00947E75" w:rsidRPr="004A61C5" w:rsidRDefault="00947E75" w:rsidP="00947E75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color w:val="auto"/>
                        </w:rPr>
                      </w:pPr>
                    </w:p>
                    <w:p w:rsidR="00947E75" w:rsidRPr="00DE02BD" w:rsidRDefault="00947E75" w:rsidP="00947E75">
                      <w:pPr>
                        <w:pStyle w:val="TLKontaktyerven"/>
                        <w:rPr>
                          <w:color w:val="auto"/>
                        </w:rPr>
                      </w:pPr>
                      <w:r w:rsidRPr="00DE02BD">
                        <w:rPr>
                          <w:color w:val="auto"/>
                        </w:rPr>
                        <w:t>INFORMAČNÍ SLUŽBY V REGIONECH</w:t>
                      </w:r>
                    </w:p>
                    <w:p w:rsidR="00947E75" w:rsidRPr="00992CF3" w:rsidRDefault="00947E75" w:rsidP="00947E7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47E75">
                        <w:t>Hl. m. Praha</w:t>
                      </w:r>
                      <w:r w:rsidRPr="00947E75">
                        <w:rPr>
                          <w:b w:val="0"/>
                        </w:rPr>
                        <w:t xml:space="preserve"> </w:t>
                      </w:r>
                      <w:r w:rsidRPr="00992CF3">
                        <w:rPr>
                          <w:b w:val="0"/>
                          <w:color w:val="auto"/>
                        </w:rPr>
                        <w:t>| Na</w:t>
                      </w:r>
                      <w:r>
                        <w:rPr>
                          <w:b w:val="0"/>
                          <w:color w:val="auto"/>
                        </w:rPr>
                        <w:t xml:space="preserve"> padesátém 81, 100 82 Praha 10, </w:t>
                      </w:r>
                      <w:r w:rsidRPr="00992CF3">
                        <w:rPr>
                          <w:b w:val="0"/>
                          <w:color w:val="auto"/>
                        </w:rPr>
                        <w:t>tel.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>
                        <w:rPr>
                          <w:b w:val="0"/>
                          <w:color w:val="auto"/>
                        </w:rPr>
                        <w:t xml:space="preserve"> 274 052 673</w:t>
                      </w:r>
                    </w:p>
                    <w:p w:rsidR="00947E75" w:rsidRPr="00992CF3" w:rsidRDefault="00947E75" w:rsidP="00947E7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>e-mail: infoservispraha@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</w:t>
                      </w:r>
                      <w:r>
                        <w:rPr>
                          <w:color w:val="auto"/>
                        </w:rPr>
                        <w:t>www.csu.gov.cz/praha</w:t>
                      </w:r>
                    </w:p>
                    <w:p w:rsidR="00947E75" w:rsidRPr="00947E75" w:rsidRDefault="00947E75" w:rsidP="00947E75">
                      <w:pPr>
                        <w:pStyle w:val="TLKontakty"/>
                        <w:spacing w:after="80" w:line="240" w:lineRule="auto"/>
                      </w:pPr>
                    </w:p>
                    <w:p w:rsidR="00947E75" w:rsidRPr="00992CF3" w:rsidRDefault="00947E75" w:rsidP="00947E7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47E75">
                        <w:t>Středočeský kraj</w:t>
                      </w:r>
                      <w:r w:rsidRPr="00947E75">
                        <w:rPr>
                          <w:b w:val="0"/>
                        </w:rPr>
                        <w:t xml:space="preserve"> </w:t>
                      </w:r>
                      <w:r w:rsidRPr="00992CF3">
                        <w:rPr>
                          <w:b w:val="0"/>
                          <w:color w:val="auto"/>
                        </w:rPr>
                        <w:t>| Na padesátém 81, 100 82 Praha 10,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992CF3">
                        <w:rPr>
                          <w:b w:val="0"/>
                          <w:color w:val="auto"/>
                        </w:rPr>
                        <w:t>274 054 175</w:t>
                      </w:r>
                    </w:p>
                    <w:p w:rsidR="00947E75" w:rsidRPr="00992CF3" w:rsidRDefault="00947E75" w:rsidP="00947E7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>e-mail: infoservisstc@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csu.gov.cz/stredocesky</w:t>
                      </w:r>
                    </w:p>
                    <w:p w:rsidR="00947E75" w:rsidRPr="004A61C5" w:rsidRDefault="00947E75" w:rsidP="00947E7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947E75" w:rsidRPr="00992CF3" w:rsidRDefault="00947E75" w:rsidP="00947E7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47E75">
                        <w:t>České Budějovice</w:t>
                      </w:r>
                      <w:r w:rsidRPr="00947E75">
                        <w:rPr>
                          <w:b w:val="0"/>
                        </w:rPr>
                        <w:t xml:space="preserve"> </w:t>
                      </w:r>
                      <w:r w:rsidRPr="00992CF3">
                        <w:rPr>
                          <w:b w:val="0"/>
                          <w:color w:val="auto"/>
                        </w:rPr>
                        <w:t>| Žižkova 1</w:t>
                      </w:r>
                      <w:r>
                        <w:rPr>
                          <w:b w:val="0"/>
                          <w:color w:val="auto"/>
                        </w:rPr>
                        <w:t>a</w:t>
                      </w:r>
                      <w:r w:rsidRPr="00992CF3">
                        <w:rPr>
                          <w:b w:val="0"/>
                          <w:color w:val="auto"/>
                        </w:rPr>
                        <w:t>, 370 77 České Budějovice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992CF3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992CF3">
                        <w:rPr>
                          <w:b w:val="0"/>
                          <w:color w:val="auto"/>
                        </w:rPr>
                        <w:t>386 718 440</w:t>
                      </w:r>
                    </w:p>
                    <w:p w:rsidR="00947E75" w:rsidRPr="00992CF3" w:rsidRDefault="00947E75" w:rsidP="00947E7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>e-mail: infoserviscb@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csu.gov.cz/jihocesky</w:t>
                      </w:r>
                    </w:p>
                    <w:p w:rsidR="00947E75" w:rsidRPr="004A61C5" w:rsidRDefault="00947E75" w:rsidP="00947E7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947E75" w:rsidRPr="00BC731E" w:rsidRDefault="00947E75" w:rsidP="00947E7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47E75">
                        <w:t>Plzeň</w:t>
                      </w:r>
                      <w:r w:rsidRPr="00DE02BD">
                        <w:rPr>
                          <w:b w:val="0"/>
                          <w:color w:val="685B7A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| Slovanská alej 36, 326 64 Plzeň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377 612 108</w:t>
                      </w:r>
                    </w:p>
                    <w:p w:rsidR="00947E75" w:rsidRPr="004A61C5" w:rsidRDefault="00947E75" w:rsidP="00947E7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infoservisplzen@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csu.gov.cz/plzensky</w:t>
                      </w:r>
                    </w:p>
                    <w:p w:rsidR="00947E75" w:rsidRPr="004A61C5" w:rsidRDefault="00947E75" w:rsidP="00947E7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947E75" w:rsidRPr="004A61C5" w:rsidRDefault="00947E75" w:rsidP="00947E7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47E75">
                        <w:t>Karlovy Vary</w:t>
                      </w:r>
                      <w:r w:rsidRPr="00947E75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| </w:t>
                      </w:r>
                      <w:r w:rsidRPr="00095135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="00FF6FB5">
                        <w:rPr>
                          <w:b w:val="0"/>
                          <w:color w:val="auto"/>
                        </w:rPr>
                        <w:t>353 114 529</w:t>
                      </w:r>
                    </w:p>
                    <w:p w:rsidR="00947E75" w:rsidRPr="004A61C5" w:rsidRDefault="00947E75" w:rsidP="00947E7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infoserviskv@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csu.gov.cz/karlovarsky</w:t>
                      </w:r>
                    </w:p>
                    <w:p w:rsidR="00947E75" w:rsidRPr="004A61C5" w:rsidRDefault="00947E75" w:rsidP="00947E7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947E75" w:rsidRPr="004A61C5" w:rsidRDefault="00947E75" w:rsidP="00947E7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47E75">
                        <w:t>Ústí nad Labem</w:t>
                      </w:r>
                      <w:r w:rsidRPr="00947E75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| Špálova 2684, 400 11 Ústí nad Labem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>: 472 706 176</w:t>
                      </w:r>
                    </w:p>
                    <w:p w:rsidR="00947E75" w:rsidRPr="004A61C5" w:rsidRDefault="00947E75" w:rsidP="00947E7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infoservisul@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csu.gov.cz/ustecky</w:t>
                      </w:r>
                    </w:p>
                    <w:p w:rsidR="00947E75" w:rsidRPr="004A61C5" w:rsidRDefault="00947E75" w:rsidP="00947E7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947E75" w:rsidRPr="004A61C5" w:rsidRDefault="00947E75" w:rsidP="00947E7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47E75">
                        <w:t>Liberec</w:t>
                      </w:r>
                      <w:r>
                        <w:rPr>
                          <w:b w:val="0"/>
                          <w:color w:val="auto"/>
                        </w:rPr>
                        <w:t xml:space="preserve"> | n</w:t>
                      </w:r>
                      <w:r w:rsidRPr="004A61C5">
                        <w:rPr>
                          <w:b w:val="0"/>
                          <w:color w:val="auto"/>
                        </w:rPr>
                        <w:t>ám. Dr. Edvarda</w:t>
                      </w:r>
                      <w:r>
                        <w:rPr>
                          <w:b w:val="0"/>
                          <w:color w:val="auto"/>
                        </w:rPr>
                        <w:t xml:space="preserve"> Beneše 585/26, 460 01 Liberec</w:t>
                      </w:r>
                      <w:r w:rsidRPr="004A61C5">
                        <w:rPr>
                          <w:b w:val="0"/>
                          <w:color w:val="auto"/>
                        </w:rPr>
                        <w:t>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="00FF6FB5">
                        <w:rPr>
                          <w:b w:val="0"/>
                          <w:color w:val="auto"/>
                        </w:rPr>
                        <w:t>704 675 184</w:t>
                      </w:r>
                    </w:p>
                    <w:p w:rsidR="00947E75" w:rsidRPr="004A61C5" w:rsidRDefault="00947E75" w:rsidP="00947E7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infoservislbc@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csu.gov.cz/liberecky</w:t>
                      </w:r>
                    </w:p>
                    <w:p w:rsidR="00947E75" w:rsidRPr="004A61C5" w:rsidRDefault="00947E75" w:rsidP="00947E7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947E75" w:rsidRPr="004A61C5" w:rsidRDefault="00947E75" w:rsidP="00947E7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47E75">
                        <w:t>Hradec Králové</w:t>
                      </w:r>
                      <w:r w:rsidRPr="00947E75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| Myslivečk</w:t>
                      </w:r>
                      <w:r>
                        <w:rPr>
                          <w:b w:val="0"/>
                          <w:color w:val="auto"/>
                        </w:rPr>
                        <w:t>ova 914, 500 03 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, </w:t>
                      </w:r>
                      <w:r>
                        <w:rPr>
                          <w:b w:val="0"/>
                          <w:color w:val="auto"/>
                        </w:rPr>
                        <w:t>tel.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>
                        <w:rPr>
                          <w:b w:val="0"/>
                          <w:color w:val="auto"/>
                        </w:rPr>
                        <w:t xml:space="preserve"> 495 762 322</w:t>
                      </w:r>
                    </w:p>
                    <w:p w:rsidR="00947E75" w:rsidRPr="004A61C5" w:rsidRDefault="00947E75" w:rsidP="00947E7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infoservishk@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csu.gov.cz/kralovehradecky</w:t>
                      </w:r>
                    </w:p>
                    <w:p w:rsidR="00947E75" w:rsidRPr="004A61C5" w:rsidRDefault="00947E75" w:rsidP="00947E7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947E75" w:rsidRPr="004A61C5" w:rsidRDefault="00947E75" w:rsidP="00947E7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47E75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>: 466 743 480</w:t>
                      </w:r>
                    </w:p>
                    <w:p w:rsidR="00947E75" w:rsidRPr="004A61C5" w:rsidRDefault="00947E75" w:rsidP="00947E7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infoservispa@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csu.gov.cz/pardubicky</w:t>
                      </w:r>
                    </w:p>
                    <w:p w:rsidR="00947E75" w:rsidRPr="004A61C5" w:rsidRDefault="00947E75" w:rsidP="00947E7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947E75" w:rsidRPr="004A61C5" w:rsidRDefault="00947E75" w:rsidP="00947E7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47E75">
                        <w:t>Jihlava</w:t>
                      </w:r>
                      <w:r w:rsidRPr="00947E75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| Ke Skalce 30,</w:t>
                      </w:r>
                      <w:r>
                        <w:rPr>
                          <w:b w:val="0"/>
                          <w:color w:val="auto"/>
                        </w:rPr>
                        <w:t xml:space="preserve"> 586 01 Jihlava, tel.: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567 109 </w:t>
                      </w:r>
                      <w:r w:rsidR="00FF6FB5">
                        <w:rPr>
                          <w:b w:val="0"/>
                          <w:color w:val="auto"/>
                        </w:rPr>
                        <w:t>080</w:t>
                      </w:r>
                    </w:p>
                    <w:p w:rsidR="00947E75" w:rsidRPr="004A61C5" w:rsidRDefault="00947E75" w:rsidP="00947E7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infoservisvys@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csu.gov.cz/vysocina</w:t>
                      </w:r>
                    </w:p>
                    <w:p w:rsidR="00947E75" w:rsidRDefault="00947E75" w:rsidP="00947E75">
                      <w:pPr>
                        <w:pStyle w:val="TLKontakty"/>
                        <w:spacing w:after="80" w:line="240" w:lineRule="auto"/>
                      </w:pPr>
                    </w:p>
                    <w:p w:rsidR="00947E75" w:rsidRPr="00BC731E" w:rsidRDefault="00947E75" w:rsidP="00947E7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47E75">
                        <w:t>Brno</w:t>
                      </w:r>
                      <w:r w:rsidRPr="00DE02BD">
                        <w:rPr>
                          <w:b w:val="0"/>
                          <w:color w:val="685B7A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| Jezuitská 2, 601 59 Brno, </w:t>
                      </w:r>
                      <w:r>
                        <w:rPr>
                          <w:b w:val="0"/>
                          <w:color w:val="auto"/>
                        </w:rPr>
                        <w:t xml:space="preserve">tel: </w:t>
                      </w:r>
                      <w:r w:rsidRPr="00BC731E">
                        <w:rPr>
                          <w:b w:val="0"/>
                          <w:color w:val="auto"/>
                        </w:rPr>
                        <w:t>542 528 200</w:t>
                      </w:r>
                    </w:p>
                    <w:p w:rsidR="00947E75" w:rsidRPr="004A61C5" w:rsidRDefault="00947E75" w:rsidP="00947E7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>e-mail: infoservisbrno@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csu.gov.cz/jihomoravsky</w:t>
                      </w:r>
                    </w:p>
                    <w:p w:rsidR="00947E75" w:rsidRPr="004A61C5" w:rsidRDefault="00947E75" w:rsidP="00947E7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947E75" w:rsidRPr="005E7C78" w:rsidRDefault="00947E75" w:rsidP="00947E7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47E75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</w:t>
                      </w:r>
                      <w:r>
                        <w:rPr>
                          <w:b w:val="0"/>
                          <w:color w:val="auto"/>
                        </w:rPr>
                        <w:t xml:space="preserve">tel.: </w:t>
                      </w:r>
                      <w:r w:rsidRPr="00BC731E">
                        <w:rPr>
                          <w:b w:val="0"/>
                          <w:color w:val="auto"/>
                        </w:rPr>
                        <w:t>585 731 511</w:t>
                      </w:r>
                    </w:p>
                    <w:p w:rsidR="00947E75" w:rsidRPr="005E7C78" w:rsidRDefault="00947E75" w:rsidP="00947E7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>e-mail: infoservisolom@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csu.gov.cz/olomoucky</w:t>
                      </w:r>
                    </w:p>
                    <w:p w:rsidR="00947E75" w:rsidRPr="005E7C78" w:rsidRDefault="00947E75" w:rsidP="00947E7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947E75" w:rsidRPr="005E7C78" w:rsidRDefault="00947E75" w:rsidP="00947E7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47E75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</w:t>
                      </w:r>
                      <w:r>
                        <w:rPr>
                          <w:b w:val="0"/>
                          <w:color w:val="auto"/>
                        </w:rPr>
                        <w:t>ída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Tomáše Bati 1565, 761 76 Zlín, </w:t>
                      </w:r>
                      <w:r>
                        <w:rPr>
                          <w:b w:val="0"/>
                          <w:color w:val="auto"/>
                        </w:rPr>
                        <w:t>tel.: 577 004 936</w:t>
                      </w:r>
                    </w:p>
                    <w:p w:rsidR="00947E75" w:rsidRDefault="00947E75" w:rsidP="00947E7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>
                        <w:rPr>
                          <w:b w:val="0"/>
                          <w:color w:val="auto"/>
                        </w:rPr>
                        <w:t>e-mail: infoservis</w:t>
                      </w:r>
                      <w:r w:rsidRPr="005E7C78">
                        <w:rPr>
                          <w:b w:val="0"/>
                          <w:color w:val="auto"/>
                        </w:rPr>
                        <w:t>zl@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csu.gov.cz/zlinsky</w:t>
                      </w:r>
                    </w:p>
                    <w:p w:rsidR="00947E75" w:rsidRPr="005E7C78" w:rsidRDefault="00947E75" w:rsidP="00947E7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947E75" w:rsidRPr="005E7C78" w:rsidRDefault="00947E75" w:rsidP="00947E7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47E75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</w:t>
                      </w:r>
                      <w:r>
                        <w:rPr>
                          <w:b w:val="0"/>
                          <w:color w:val="auto"/>
                        </w:rPr>
                        <w:t xml:space="preserve"> tel: 595 131 230</w:t>
                      </w:r>
                    </w:p>
                    <w:p w:rsidR="00995A66" w:rsidRPr="00995A66" w:rsidRDefault="00947E75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>
                        <w:rPr>
                          <w:b w:val="0"/>
                          <w:color w:val="auto"/>
                        </w:rPr>
                        <w:t>e-mail: infoservis</w:t>
                      </w:r>
                      <w:r w:rsidRPr="005E7C78">
                        <w:rPr>
                          <w:b w:val="0"/>
                          <w:color w:val="auto"/>
                        </w:rPr>
                        <w:t>ov@</w:t>
                      </w:r>
                      <w:r>
                        <w:rPr>
                          <w:b w:val="0"/>
                          <w:color w:val="auto"/>
                        </w:rPr>
                        <w:t>csu.gov</w:t>
                      </w:r>
                      <w:r w:rsidRPr="00D235B7">
                        <w:rPr>
                          <w:b w:val="0"/>
                          <w:color w:val="auto"/>
                        </w:rPr>
                        <w:t>.cz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992CF3">
                        <w:rPr>
                          <w:color w:val="auto"/>
                        </w:rPr>
                        <w:t>www.</w:t>
                      </w:r>
                      <w:r>
                        <w:rPr>
                          <w:color w:val="auto"/>
                        </w:rPr>
                        <w:t>csu.gov.cz/moravskoslezsky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1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9324975</wp:posOffset>
                </wp:positionV>
                <wp:extent cx="6120000" cy="540000"/>
                <wp:effectExtent l="0" t="0" r="14605" b="12700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73AB" w:rsidRDefault="000D73AB" w:rsidP="000D73AB">
                            <w:pPr>
                              <w:spacing w:after="0"/>
                              <w:rPr>
                                <w:szCs w:val="26"/>
                              </w:rPr>
                            </w:pPr>
                            <w:r w:rsidRPr="00321924">
                              <w:rPr>
                                <w:szCs w:val="26"/>
                              </w:rPr>
                              <w:t xml:space="preserve">ISBN XX-XXXX-XXX-X </w:t>
                            </w:r>
                            <w:r>
                              <w:t>(</w:t>
                            </w:r>
                            <w:proofErr w:type="gramStart"/>
                            <w:r>
                              <w:t>brožováno)</w:t>
                            </w:r>
                            <w:r w:rsidRPr="00321924">
                              <w:rPr>
                                <w:szCs w:val="26"/>
                              </w:rPr>
                              <w:t xml:space="preserve"> </w:t>
                            </w:r>
                            <w:r w:rsidRPr="00321924">
                              <w:t>(pouze</w:t>
                            </w:r>
                            <w:proofErr w:type="gramEnd"/>
                            <w:r w:rsidRPr="00321924">
                              <w:t xml:space="preserve"> u nepravidelných a ročních publikací)</w:t>
                            </w:r>
                            <w:r w:rsidRPr="00152146">
                              <w:rPr>
                                <w:szCs w:val="26"/>
                              </w:rPr>
                              <w:t xml:space="preserve"> </w:t>
                            </w:r>
                          </w:p>
                          <w:p w:rsidR="000D73AB" w:rsidRDefault="000D73AB" w:rsidP="000D73AB">
                            <w:pPr>
                              <w:spacing w:after="0"/>
                            </w:pPr>
                            <w:r w:rsidRPr="00321924">
                              <w:rPr>
                                <w:szCs w:val="26"/>
                              </w:rPr>
                              <w:t xml:space="preserve">ISBN XX-XXXX-XXX-X </w:t>
                            </w:r>
                            <w:r>
                              <w:t>(</w:t>
                            </w:r>
                            <w:proofErr w:type="spellStart"/>
                            <w:proofErr w:type="gramStart"/>
                            <w:r>
                              <w:t>pdf</w:t>
                            </w:r>
                            <w:proofErr w:type="spellEnd"/>
                            <w:r>
                              <w:t>)</w:t>
                            </w:r>
                            <w:r w:rsidRPr="00321924">
                              <w:t xml:space="preserve"> (pouze</w:t>
                            </w:r>
                            <w:proofErr w:type="gramEnd"/>
                            <w:r w:rsidRPr="00321924">
                              <w:t xml:space="preserve"> u nepravidelných a ročních publikací)</w:t>
                            </w:r>
                          </w:p>
                          <w:p w:rsidR="000D73AB" w:rsidRPr="00321924" w:rsidRDefault="000D73AB" w:rsidP="000D73AB">
                            <w:r w:rsidRPr="00321924">
                              <w:t>© Český statistický úřad, místo, rok vydání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6.7pt;margin-top:734.25pt;width:481.9pt;height:42.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" filled="f" stroked="f">
                <v:textbox inset="0,0,0,0">
                  <w:txbxContent>
                    <w:p w:rsidR="000D73AB" w:rsidRDefault="000D73AB" w:rsidP="000D73AB">
                      <w:pPr>
                        <w:spacing w:after="0"/>
                        <w:rPr>
                          <w:szCs w:val="26"/>
                        </w:rPr>
                      </w:pPr>
                      <w:r w:rsidRPr="00321924">
                        <w:rPr>
                          <w:szCs w:val="26"/>
                        </w:rPr>
                        <w:t xml:space="preserve">ISBN XX-XXXX-XXX-X </w:t>
                      </w:r>
                      <w:r>
                        <w:t>(</w:t>
                      </w:r>
                      <w:proofErr w:type="gramStart"/>
                      <w:r>
                        <w:t>brožováno)</w:t>
                      </w:r>
                      <w:r w:rsidRPr="00321924">
                        <w:rPr>
                          <w:szCs w:val="26"/>
                        </w:rPr>
                        <w:t xml:space="preserve"> </w:t>
                      </w:r>
                      <w:r w:rsidRPr="00321924">
                        <w:t>(pouze</w:t>
                      </w:r>
                      <w:proofErr w:type="gramEnd"/>
                      <w:r w:rsidRPr="00321924">
                        <w:t xml:space="preserve"> u nepravidelných a ročních publikací)</w:t>
                      </w:r>
                      <w:r w:rsidRPr="00152146">
                        <w:rPr>
                          <w:szCs w:val="26"/>
                        </w:rPr>
                        <w:t xml:space="preserve"> </w:t>
                      </w:r>
                    </w:p>
                    <w:p w:rsidR="000D73AB" w:rsidRDefault="000D73AB" w:rsidP="000D73AB">
                      <w:pPr>
                        <w:spacing w:after="0"/>
                      </w:pPr>
                      <w:r w:rsidRPr="00321924">
                        <w:rPr>
                          <w:szCs w:val="26"/>
                        </w:rPr>
                        <w:t xml:space="preserve">ISBN XX-XXXX-XXX-X </w:t>
                      </w:r>
                      <w:r>
                        <w:t>(</w:t>
                      </w:r>
                      <w:proofErr w:type="spellStart"/>
                      <w:proofErr w:type="gramStart"/>
                      <w:r>
                        <w:t>pdf</w:t>
                      </w:r>
                      <w:proofErr w:type="spellEnd"/>
                      <w:r>
                        <w:t>)</w:t>
                      </w:r>
                      <w:r w:rsidRPr="00321924">
                        <w:t xml:space="preserve"> (pouze</w:t>
                      </w:r>
                      <w:proofErr w:type="gramEnd"/>
                      <w:r w:rsidRPr="00321924">
                        <w:t xml:space="preserve"> u nepravidelných a ročních publikací)</w:t>
                      </w:r>
                    </w:p>
                    <w:p w:rsidR="000D73AB" w:rsidRPr="00321924" w:rsidRDefault="000D73AB" w:rsidP="000D73AB">
                      <w:r w:rsidRPr="00321924">
                        <w:t>© Český statistický úřad, místo, rok vydání</w:t>
                      </w:r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572770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572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9A1902" w:rsidRDefault="000A3A2C" w:rsidP="000A3A2C">
                            <w:pPr>
                              <w:rPr>
                                <w:b/>
                                <w:bCs/>
                                <w:i/>
                                <w:sz w:val="24"/>
                              </w:rPr>
                            </w:pPr>
                            <w:r w:rsidRPr="0099244C">
                              <w:rPr>
                                <w:b/>
                                <w:color w:val="BC5B80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 w:rsidRPr="0099244C">
                              <w:rPr>
                                <w:b/>
                                <w:color w:val="BC5B80"/>
                                <w:sz w:val="24"/>
                              </w:rPr>
                              <w:br/>
                              <w:t xml:space="preserve">a </w:t>
                            </w:r>
                            <w:r w:rsidRPr="00856FAD">
                              <w:rPr>
                                <w:b/>
                                <w:color w:val="BC5B80"/>
                                <w:sz w:val="24"/>
                              </w:rPr>
                              <w:t>mnohé další</w:t>
                            </w:r>
                            <w:r w:rsidRPr="00E157FE">
                              <w:rPr>
                                <w:b/>
                                <w:color w:val="BC5B80"/>
                                <w:sz w:val="24"/>
                              </w:rPr>
                              <w:t xml:space="preserve">? </w:t>
                            </w:r>
                            <w:r w:rsidRPr="00947E75">
                              <w:rPr>
                                <w:b/>
                                <w:color w:val="BC5B80"/>
                                <w:sz w:val="24"/>
                              </w:rPr>
                              <w:t>Najdete</w:t>
                            </w:r>
                            <w:r w:rsidRPr="00E157FE">
                              <w:rPr>
                                <w:b/>
                                <w:color w:val="BC5B80"/>
                                <w:sz w:val="24"/>
                              </w:rPr>
                              <w:t xml:space="preserve"> je</w:t>
                            </w:r>
                            <w:r w:rsidRPr="0099244C">
                              <w:rPr>
                                <w:b/>
                                <w:color w:val="BC5B80"/>
                                <w:sz w:val="24"/>
                              </w:rPr>
                              <w:t xml:space="preserve"> na stránkách ČSÚ na internetu: </w:t>
                            </w:r>
                            <w:r w:rsidR="00E157FE">
                              <w:rPr>
                                <w:b/>
                                <w:bCs/>
                                <w:sz w:val="24"/>
                              </w:rPr>
                              <w:t>www.csu.gov</w:t>
                            </w:r>
                            <w:r w:rsidR="004A14E4">
                              <w:rPr>
                                <w:b/>
                                <w:bCs/>
                                <w:sz w:val="24"/>
                              </w:rPr>
                              <w:t>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6.95pt;margin-top:56.95pt;width:481.85pt;height:45.1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" filled="f" stroked="f">
                <v:textbox style="mso-fit-shape-to-text:t" inset="0,0,0,0">
                  <w:txbxContent>
                    <w:p w:rsidR="000A3A2C" w:rsidRPr="009A1902" w:rsidRDefault="000A3A2C" w:rsidP="000A3A2C">
                      <w:pPr>
                        <w:rPr>
                          <w:b/>
                          <w:bCs/>
                          <w:i/>
                          <w:sz w:val="24"/>
                        </w:rPr>
                      </w:pPr>
                      <w:r w:rsidRPr="0099244C">
                        <w:rPr>
                          <w:b/>
                          <w:color w:val="BC5B80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 w:rsidRPr="0099244C">
                        <w:rPr>
                          <w:b/>
                          <w:color w:val="BC5B80"/>
                          <w:sz w:val="24"/>
                        </w:rPr>
                        <w:br/>
                        <w:t xml:space="preserve">a </w:t>
                      </w:r>
                      <w:r w:rsidRPr="00856FAD">
                        <w:rPr>
                          <w:b/>
                          <w:color w:val="BC5B80"/>
                          <w:sz w:val="24"/>
                        </w:rPr>
                        <w:t>mnohé další</w:t>
                      </w:r>
                      <w:r w:rsidRPr="00E157FE">
                        <w:rPr>
                          <w:b/>
                          <w:color w:val="BC5B80"/>
                          <w:sz w:val="24"/>
                        </w:rPr>
                        <w:t xml:space="preserve">? </w:t>
                      </w:r>
                      <w:r w:rsidRPr="00947E75">
                        <w:rPr>
                          <w:b/>
                          <w:color w:val="BC5B80"/>
                          <w:sz w:val="24"/>
                        </w:rPr>
                        <w:t>Najdete</w:t>
                      </w:r>
                      <w:r w:rsidRPr="00E157FE">
                        <w:rPr>
                          <w:b/>
                          <w:color w:val="BC5B80"/>
                          <w:sz w:val="24"/>
                        </w:rPr>
                        <w:t xml:space="preserve"> je</w:t>
                      </w:r>
                      <w:r w:rsidRPr="0099244C">
                        <w:rPr>
                          <w:b/>
                          <w:color w:val="BC5B80"/>
                          <w:sz w:val="24"/>
                        </w:rPr>
                        <w:t xml:space="preserve"> na stránkách ČSÚ na internetu: </w:t>
                      </w:r>
                      <w:r w:rsidR="00E157FE">
                        <w:rPr>
                          <w:b/>
                          <w:bCs/>
                          <w:sz w:val="24"/>
                        </w:rPr>
                        <w:t>www.csu.gov</w:t>
                      </w:r>
                      <w:r w:rsidR="004A14E4">
                        <w:rPr>
                          <w:b/>
                          <w:bCs/>
                          <w:sz w:val="24"/>
                        </w:rPr>
                        <w:t>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EE4B1B" w:rsidRPr="006F5416" w:rsidRDefault="00EE4B1B" w:rsidP="006F5416">
      <w:pPr>
        <w:pStyle w:val="Obsah"/>
      </w:pPr>
      <w:r w:rsidRPr="006F5416">
        <w:lastRenderedPageBreak/>
        <w:t>Obsah</w:t>
      </w:r>
    </w:p>
    <w:p w:rsidR="00BF1F76" w:rsidRDefault="00BF1F76" w:rsidP="00BF1F76">
      <w:pPr>
        <w:pStyle w:val="Obsahpoloky"/>
      </w:pPr>
      <w:r>
        <w:rPr>
          <w:b/>
        </w:rPr>
        <w:t>Úvod</w:t>
      </w:r>
      <w:r>
        <w:tab/>
        <w:t>4</w:t>
      </w:r>
    </w:p>
    <w:p w:rsidR="00BF1F76" w:rsidRDefault="00BF1F76" w:rsidP="00BF1F76">
      <w:pPr>
        <w:pStyle w:val="Obsahpoloky"/>
        <w:numPr>
          <w:ilvl w:val="0"/>
          <w:numId w:val="14"/>
        </w:numPr>
        <w:ind w:left="426"/>
      </w:pPr>
      <w:r w:rsidRPr="003B7EBF">
        <w:rPr>
          <w:b/>
        </w:rPr>
        <w:t>Obyvatelstvo podle věku a rodinného stav</w:t>
      </w:r>
      <w:r w:rsidRPr="003B7EBF">
        <w:tab/>
      </w:r>
      <w:r>
        <w:t>5</w:t>
      </w:r>
    </w:p>
    <w:p w:rsidR="00BF1F76" w:rsidRPr="004C230E" w:rsidRDefault="00BF1F76" w:rsidP="00BF1F76">
      <w:pPr>
        <w:pStyle w:val="Obsahpoloky"/>
        <w:numPr>
          <w:ilvl w:val="0"/>
          <w:numId w:val="14"/>
        </w:numPr>
        <w:ind w:left="426"/>
        <w:rPr>
          <w:b/>
        </w:rPr>
      </w:pPr>
      <w:r w:rsidRPr="00A11B71">
        <w:rPr>
          <w:b/>
        </w:rPr>
        <w:t>Sňatečnost</w:t>
      </w:r>
      <w:r w:rsidRPr="00A11B71">
        <w:tab/>
      </w:r>
      <w:r>
        <w:t>17</w:t>
      </w:r>
    </w:p>
    <w:p w:rsidR="00BF1F76" w:rsidRPr="009923F2" w:rsidRDefault="00BF1F76" w:rsidP="00BF1F76">
      <w:pPr>
        <w:pStyle w:val="Obsahpoloky"/>
        <w:numPr>
          <w:ilvl w:val="0"/>
          <w:numId w:val="14"/>
        </w:numPr>
        <w:ind w:left="426"/>
        <w:rPr>
          <w:b/>
        </w:rPr>
      </w:pPr>
      <w:r w:rsidRPr="004C230E">
        <w:rPr>
          <w:b/>
        </w:rPr>
        <w:t>Rozvodovost</w:t>
      </w:r>
      <w:r>
        <w:rPr>
          <w:b/>
        </w:rPr>
        <w:t xml:space="preserve"> </w:t>
      </w:r>
      <w:r>
        <w:tab/>
        <w:t>27</w:t>
      </w:r>
    </w:p>
    <w:p w:rsidR="00BF1F76" w:rsidRPr="002C49BE" w:rsidRDefault="00BF1F76" w:rsidP="00BF1F76">
      <w:pPr>
        <w:pStyle w:val="Obsahpoloky"/>
        <w:numPr>
          <w:ilvl w:val="0"/>
          <w:numId w:val="14"/>
        </w:numPr>
        <w:ind w:left="426"/>
        <w:rPr>
          <w:b/>
        </w:rPr>
      </w:pPr>
      <w:r>
        <w:rPr>
          <w:b/>
        </w:rPr>
        <w:t>Porodnost</w:t>
      </w:r>
      <w:r>
        <w:tab/>
        <w:t>35</w:t>
      </w:r>
    </w:p>
    <w:p w:rsidR="00BF1F76" w:rsidRPr="009923F2" w:rsidRDefault="00BF1F76" w:rsidP="00BF1F76">
      <w:pPr>
        <w:pStyle w:val="Obsahpoloky"/>
        <w:numPr>
          <w:ilvl w:val="0"/>
          <w:numId w:val="14"/>
        </w:numPr>
        <w:ind w:left="426"/>
        <w:rPr>
          <w:b/>
        </w:rPr>
      </w:pPr>
      <w:r>
        <w:rPr>
          <w:b/>
        </w:rPr>
        <w:t>Úmrtnost</w:t>
      </w:r>
      <w:r>
        <w:tab/>
        <w:t>54</w:t>
      </w:r>
    </w:p>
    <w:p w:rsidR="00BF1F76" w:rsidRDefault="00BF1F76" w:rsidP="00BF1F76">
      <w:pPr>
        <w:pStyle w:val="Obsahpoloky"/>
        <w:numPr>
          <w:ilvl w:val="0"/>
          <w:numId w:val="14"/>
        </w:numPr>
        <w:ind w:left="426"/>
      </w:pPr>
      <w:r w:rsidRPr="009923F2">
        <w:rPr>
          <w:b/>
        </w:rPr>
        <w:t>Migrace</w:t>
      </w:r>
      <w:r w:rsidRPr="009923F2">
        <w:tab/>
      </w:r>
      <w:r w:rsidR="005126DA">
        <w:t>7</w:t>
      </w:r>
      <w:r w:rsidR="002624DC">
        <w:t>1</w:t>
      </w:r>
    </w:p>
    <w:p w:rsidR="00BF1F76" w:rsidRDefault="00BF1F76" w:rsidP="00BF1F76">
      <w:pPr>
        <w:pStyle w:val="Obsahpoloky"/>
        <w:numPr>
          <w:ilvl w:val="0"/>
          <w:numId w:val="14"/>
        </w:numPr>
        <w:ind w:left="426"/>
      </w:pPr>
      <w:r>
        <w:rPr>
          <w:b/>
        </w:rPr>
        <w:t>Krajské srovnání – souhrn</w:t>
      </w:r>
      <w:r w:rsidRPr="00BF1F76">
        <w:tab/>
      </w:r>
      <w:r w:rsidR="005126DA">
        <w:t>8</w:t>
      </w:r>
      <w:r w:rsidR="002624DC">
        <w:t>7</w:t>
      </w:r>
    </w:p>
    <w:p w:rsidR="00BF1F76" w:rsidRDefault="00BF1F76" w:rsidP="00BF1F76">
      <w:pPr>
        <w:pStyle w:val="Obsahpoloky"/>
        <w:ind w:left="66"/>
        <w:rPr>
          <w:b/>
        </w:rPr>
      </w:pPr>
      <w:bookmarkStart w:id="0" w:name="_GoBack"/>
      <w:bookmarkEnd w:id="0"/>
    </w:p>
    <w:p w:rsidR="00BF1F76" w:rsidRDefault="00BF1F76" w:rsidP="00BF1F76">
      <w:pPr>
        <w:pStyle w:val="Nadpis3"/>
      </w:pPr>
      <w:r>
        <w:t>Tabulková příloha – krajské srovnání</w:t>
      </w:r>
    </w:p>
    <w:p w:rsidR="008E2C57" w:rsidRPr="006F5416" w:rsidRDefault="008E2C57" w:rsidP="006F5416">
      <w:pPr>
        <w:pStyle w:val="Obsahpoloky"/>
      </w:pPr>
    </w:p>
    <w:p w:rsidR="00A50D73" w:rsidRDefault="00F64B7B" w:rsidP="00F64B7B">
      <w:pPr>
        <w:pStyle w:val="Nadpis1"/>
      </w:pPr>
      <w:r>
        <w:t xml:space="preserve"> </w:t>
      </w:r>
    </w:p>
    <w:sectPr w:rsidR="00A50D73" w:rsidSect="006F5416">
      <w:headerReference w:type="even" r:id="rId17"/>
      <w:headerReference w:type="default" r:id="rId18"/>
      <w:footerReference w:type="even" r:id="rId19"/>
      <w:footerReference w:type="default" r:id="rId20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073" w:rsidRDefault="00DD3073" w:rsidP="00E71A58">
      <w:r>
        <w:separator/>
      </w:r>
    </w:p>
  </w:endnote>
  <w:endnote w:type="continuationSeparator" w:id="0">
    <w:p w:rsidR="00DD3073" w:rsidRDefault="00DD307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E23" w:rsidRDefault="00220E2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E23" w:rsidRDefault="00220E2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E23" w:rsidRDefault="00220E23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F64B7B">
      <w:rPr>
        <w:szCs w:val="16"/>
      </w:rPr>
      <w:t>4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  <w:t>Období, za které byla publikace vydána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932443" w:rsidRDefault="0079585A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t>Období, za které byla publikace vydána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2624DC">
      <w:rPr>
        <w:rStyle w:val="ZpatChar"/>
        <w:szCs w:val="16"/>
      </w:rPr>
      <w:t>3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073" w:rsidRDefault="00DD3073" w:rsidP="00E71A58">
      <w:r>
        <w:separator/>
      </w:r>
    </w:p>
  </w:footnote>
  <w:footnote w:type="continuationSeparator" w:id="0">
    <w:p w:rsidR="00DD3073" w:rsidRDefault="00DD3073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E23" w:rsidRDefault="00220E2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E23" w:rsidRDefault="00220E2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E23" w:rsidRDefault="00220E2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74" w:rsidRPr="006F5416" w:rsidRDefault="006F5416" w:rsidP="00937AE2">
    <w:pPr>
      <w:pStyle w:val="Zhlav"/>
    </w:pPr>
    <w:r w:rsidRPr="006F5416">
      <w:t>Název publikace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220E23" w:rsidRDefault="00220E23" w:rsidP="00220E23">
    <w:pPr>
      <w:pStyle w:val="Zhlav"/>
    </w:pPr>
    <w:r>
      <w:t>Vývoj obyvatelstva České republiky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1" type="#_x0000_t75" style="width:11pt;height:11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1B0E68"/>
    <w:multiLevelType w:val="hybridMultilevel"/>
    <w:tmpl w:val="BFF6CF8C"/>
    <w:lvl w:ilvl="0" w:tplc="E0DE4492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F76"/>
    <w:rsid w:val="0000209D"/>
    <w:rsid w:val="00004D5A"/>
    <w:rsid w:val="000056D5"/>
    <w:rsid w:val="0000767A"/>
    <w:rsid w:val="00010702"/>
    <w:rsid w:val="000234D6"/>
    <w:rsid w:val="00023D29"/>
    <w:rsid w:val="00026389"/>
    <w:rsid w:val="00031787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43A0"/>
    <w:rsid w:val="000C3408"/>
    <w:rsid w:val="000C6AFD"/>
    <w:rsid w:val="000D5637"/>
    <w:rsid w:val="000D73AB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0E23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624DC"/>
    <w:rsid w:val="00271465"/>
    <w:rsid w:val="00285412"/>
    <w:rsid w:val="002A16D4"/>
    <w:rsid w:val="002A230C"/>
    <w:rsid w:val="002C3857"/>
    <w:rsid w:val="002C43BD"/>
    <w:rsid w:val="002D0E59"/>
    <w:rsid w:val="002E02A1"/>
    <w:rsid w:val="002E4E4C"/>
    <w:rsid w:val="00304771"/>
    <w:rsid w:val="003052D4"/>
    <w:rsid w:val="00306C5B"/>
    <w:rsid w:val="00314D9F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4327"/>
    <w:rsid w:val="00385D98"/>
    <w:rsid w:val="00394D4B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32A58"/>
    <w:rsid w:val="00434617"/>
    <w:rsid w:val="00440900"/>
    <w:rsid w:val="004441A0"/>
    <w:rsid w:val="00460FB3"/>
    <w:rsid w:val="004667A2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417"/>
    <w:rsid w:val="004B3FDB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5108C0"/>
    <w:rsid w:val="00511873"/>
    <w:rsid w:val="005126DA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131F"/>
    <w:rsid w:val="00583FFD"/>
    <w:rsid w:val="00586C7E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0BDE"/>
    <w:rsid w:val="005D5802"/>
    <w:rsid w:val="005D7890"/>
    <w:rsid w:val="005E3C02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34CE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706AD4"/>
    <w:rsid w:val="007140BE"/>
    <w:rsid w:val="007211F5"/>
    <w:rsid w:val="00725BB5"/>
    <w:rsid w:val="00730AE8"/>
    <w:rsid w:val="00741493"/>
    <w:rsid w:val="0074219C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585A"/>
    <w:rsid w:val="007B6689"/>
    <w:rsid w:val="007D40DF"/>
    <w:rsid w:val="007D433A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56FAD"/>
    <w:rsid w:val="00861B41"/>
    <w:rsid w:val="00863434"/>
    <w:rsid w:val="00865E4C"/>
    <w:rsid w:val="008701E4"/>
    <w:rsid w:val="00875A32"/>
    <w:rsid w:val="00875CC2"/>
    <w:rsid w:val="00876086"/>
    <w:rsid w:val="008873D4"/>
    <w:rsid w:val="00893E85"/>
    <w:rsid w:val="00894031"/>
    <w:rsid w:val="008B7C02"/>
    <w:rsid w:val="008B7D2B"/>
    <w:rsid w:val="008C0049"/>
    <w:rsid w:val="008C0E88"/>
    <w:rsid w:val="008C5903"/>
    <w:rsid w:val="008D02E1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7E75"/>
    <w:rsid w:val="00974923"/>
    <w:rsid w:val="00980D3D"/>
    <w:rsid w:val="00987A30"/>
    <w:rsid w:val="0099244C"/>
    <w:rsid w:val="00992CF3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C7BEF"/>
    <w:rsid w:val="009D3ACD"/>
    <w:rsid w:val="009E5273"/>
    <w:rsid w:val="009E5DDB"/>
    <w:rsid w:val="009F02EA"/>
    <w:rsid w:val="009F4CA7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AF46DC"/>
    <w:rsid w:val="00B00913"/>
    <w:rsid w:val="00B01593"/>
    <w:rsid w:val="00B10A4D"/>
    <w:rsid w:val="00B15372"/>
    <w:rsid w:val="00B17E71"/>
    <w:rsid w:val="00B17FDE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BF1F76"/>
    <w:rsid w:val="00C21F94"/>
    <w:rsid w:val="00C27913"/>
    <w:rsid w:val="00C33B68"/>
    <w:rsid w:val="00C36A79"/>
    <w:rsid w:val="00C405D4"/>
    <w:rsid w:val="00C4513B"/>
    <w:rsid w:val="00C54697"/>
    <w:rsid w:val="00C631AB"/>
    <w:rsid w:val="00C66F8B"/>
    <w:rsid w:val="00C73885"/>
    <w:rsid w:val="00C747B1"/>
    <w:rsid w:val="00C77643"/>
    <w:rsid w:val="00C82191"/>
    <w:rsid w:val="00C86BCB"/>
    <w:rsid w:val="00C90CF4"/>
    <w:rsid w:val="00C92EB6"/>
    <w:rsid w:val="00C93389"/>
    <w:rsid w:val="00CB4930"/>
    <w:rsid w:val="00CC2E7D"/>
    <w:rsid w:val="00CD10A5"/>
    <w:rsid w:val="00CD2076"/>
    <w:rsid w:val="00CD77D4"/>
    <w:rsid w:val="00CE670B"/>
    <w:rsid w:val="00CF51EC"/>
    <w:rsid w:val="00CF73AE"/>
    <w:rsid w:val="00D040DD"/>
    <w:rsid w:val="00D13986"/>
    <w:rsid w:val="00D235B7"/>
    <w:rsid w:val="00D25F28"/>
    <w:rsid w:val="00D27973"/>
    <w:rsid w:val="00D340DE"/>
    <w:rsid w:val="00D43C13"/>
    <w:rsid w:val="00D50F46"/>
    <w:rsid w:val="00D66223"/>
    <w:rsid w:val="00D8084C"/>
    <w:rsid w:val="00DA7C0C"/>
    <w:rsid w:val="00DB2EC8"/>
    <w:rsid w:val="00DC5B3B"/>
    <w:rsid w:val="00DD129F"/>
    <w:rsid w:val="00DD3073"/>
    <w:rsid w:val="00DF42FF"/>
    <w:rsid w:val="00E01C0E"/>
    <w:rsid w:val="00E03F9A"/>
    <w:rsid w:val="00E04694"/>
    <w:rsid w:val="00E12B1E"/>
    <w:rsid w:val="00E157F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A32BC"/>
    <w:rsid w:val="00EB3701"/>
    <w:rsid w:val="00EB4511"/>
    <w:rsid w:val="00EC03D7"/>
    <w:rsid w:val="00ED1745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4B7B"/>
    <w:rsid w:val="00F6602B"/>
    <w:rsid w:val="00F73A0C"/>
    <w:rsid w:val="00F756DB"/>
    <w:rsid w:val="00F85066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6FB5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E05711D"/>
  <w15:docId w15:val="{37915F22-C6E3-4CF6-A5E2-D4E86043D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9F02EA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BC5B8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9F02EA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5B80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9F02EA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5B80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9F02EA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5B80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F02EA"/>
    <w:rPr>
      <w:rFonts w:ascii="Arial" w:eastAsia="MS Gothic" w:hAnsi="Arial"/>
      <w:b/>
      <w:bCs/>
      <w:color w:val="BC5B80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9F02EA"/>
    <w:rPr>
      <w:rFonts w:ascii="Arial" w:eastAsia="MS Gothic" w:hAnsi="Arial"/>
      <w:b/>
      <w:bCs/>
      <w:color w:val="BC5B80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9F02EA"/>
    <w:rPr>
      <w:rFonts w:ascii="Arial" w:eastAsia="MS Gothic" w:hAnsi="Arial"/>
      <w:b/>
      <w:bCs/>
      <w:color w:val="BC5B80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9F02EA"/>
    <w:rPr>
      <w:rFonts w:ascii="Arial" w:eastAsia="MS Gothic" w:hAnsi="Arial"/>
      <w:b/>
      <w:bCs/>
      <w:iCs/>
      <w:color w:val="BC5B80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D340DE"/>
    <w:pPr>
      <w:spacing w:after="80" w:line="288" w:lineRule="auto"/>
    </w:pPr>
    <w:rPr>
      <w:rFonts w:ascii="Arial" w:eastAsia="Times New Roman" w:hAnsi="Arial"/>
      <w:b/>
      <w:color w:val="BC5B80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74219C"/>
    <w:pPr>
      <w:shd w:val="clear" w:color="auto" w:fill="F6E8EE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9F02EA"/>
    <w:pPr>
      <w:spacing w:before="240" w:after="240" w:line="288" w:lineRule="auto"/>
      <w:ind w:left="709"/>
      <w:contextualSpacing/>
    </w:pPr>
    <w:rPr>
      <w:rFonts w:ascii="Arial" w:hAnsi="Arial" w:cs="Arial"/>
      <w:color w:val="BC5B80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D340DE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D340DE"/>
    <w:pPr>
      <w:spacing w:after="160" w:line="259" w:lineRule="auto"/>
      <w:contextualSpacing/>
    </w:pPr>
    <w:rPr>
      <w:rFonts w:ascii="Arial" w:eastAsia="Times New Roman" w:hAnsi="Arial"/>
      <w:b/>
      <w:color w:val="BC5B80"/>
      <w:lang w:eastAsia="cs-CZ"/>
    </w:rPr>
  </w:style>
  <w:style w:type="paragraph" w:styleId="Nzev">
    <w:name w:val="Title"/>
    <w:link w:val="NzevChar"/>
    <w:uiPriority w:val="10"/>
    <w:qFormat/>
    <w:rsid w:val="00D340DE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D340DE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D340DE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D340DE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Styl1">
    <w:name w:val="Styl1"/>
    <w:basedOn w:val="Nzev"/>
    <w:link w:val="Styl1Char"/>
    <w:qFormat/>
    <w:rsid w:val="009F02EA"/>
    <w:rPr>
      <w:color w:val="BC5B80"/>
    </w:rPr>
  </w:style>
  <w:style w:type="character" w:customStyle="1" w:styleId="Styl1Char">
    <w:name w:val="Styl1 Char"/>
    <w:basedOn w:val="NzevChar"/>
    <w:link w:val="Styl1"/>
    <w:rsid w:val="009F02EA"/>
    <w:rPr>
      <w:rFonts w:ascii="Arial" w:eastAsia="Times New Roman" w:hAnsi="Arial"/>
      <w:b/>
      <w:bCs/>
      <w:caps/>
      <w:color w:val="BC5B80"/>
      <w:kern w:val="28"/>
      <w:sz w:val="56"/>
      <w:szCs w:val="32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D340DE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32"/>
    <w:qFormat/>
    <w:rsid w:val="00D340DE"/>
    <w:rPr>
      <w:b/>
      <w:bCs/>
      <w:smallCaps/>
      <w:color w:val="000000" w:themeColor="tex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czsocz.sharepoint.com/sites/predpisy-formulare/Formule/Form_c439_Publikace_li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v1.1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439</Form_c>
    <NazevForm xmlns="8675fb2b-b414-4bad-b4c4-d9349268b5a1">Publikace CZ barevná - lidé</NazevForm>
    <UcinnostOdForm xmlns="8675fb2b-b414-4bad-b4c4-d9349268b5a1">2024-10-20T22:00:00+00:00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17C02-2A1C-4865-B445-BEE36455B994}">
  <ds:schemaRefs>
    <ds:schemaRef ds:uri="http://schemas.microsoft.com/office/2006/metadata/properties"/>
    <ds:schemaRef ds:uri="http://schemas.microsoft.com/office/infopath/2007/PartnerControls"/>
    <ds:schemaRef ds:uri="8675fb2b-b414-4bad-b4c4-d9349268b5a1"/>
    <ds:schemaRef ds:uri="406a38fe-c53c-4047-b0f8-c641386931ae"/>
  </ds:schemaRefs>
</ds:datastoreItem>
</file>

<file path=customXml/itemProps2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DCEB3D-C5E9-483F-BDE0-7FA4CE22D7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E765AB-535B-4543-AA27-0357ABC7E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Form_c439_Publikace_lide.dotx</Template>
  <TotalTime>54</TotalTime>
  <Pages>3</Pages>
  <Words>29</Words>
  <Characters>175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203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Baštecká Magdaléna</dc:creator>
  <cp:keywords/>
  <dc:description/>
  <cp:lastModifiedBy>Baštecká Magdaléna</cp:lastModifiedBy>
  <cp:revision>8</cp:revision>
  <cp:lastPrinted>2025-10-09T14:23:00Z</cp:lastPrinted>
  <dcterms:created xsi:type="dcterms:W3CDTF">2025-10-09T10:54:00Z</dcterms:created>
  <dcterms:modified xsi:type="dcterms:W3CDTF">2025-10-13T12:36:00Z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