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921" w:rsidRDefault="00937D29" w:rsidP="00937D29">
      <w:pPr>
        <w:pStyle w:val="Nadpis2"/>
      </w:pPr>
      <w:bookmarkStart w:id="0" w:name="_Toc198986212"/>
      <w:r>
        <w:t>3. Metodika a zdroje dat</w:t>
      </w:r>
      <w:bookmarkEnd w:id="0"/>
    </w:p>
    <w:p w:rsidR="00937D29" w:rsidRDefault="0023741F" w:rsidP="0023741F">
      <w:r w:rsidRPr="00283AC5">
        <w:t xml:space="preserve">Základní časové řady statistik dočasné pracovní neschopnosti pro nemoc a úraz v ČR jsou sledovány Českým statistickým úřadem (dále ČSÚ) již od roku 1963. Do roku 2011 byly statistické údaje o dočasné pracovní neschopnosti pro nemoc a úraz zjišťovány prostřednictvím státního statistického </w:t>
      </w:r>
      <w:r w:rsidRPr="00283AC5">
        <w:rPr>
          <w:b/>
        </w:rPr>
        <w:t xml:space="preserve">výkazu </w:t>
      </w:r>
      <w:proofErr w:type="spellStart"/>
      <w:r w:rsidRPr="00283AC5">
        <w:rPr>
          <w:b/>
        </w:rPr>
        <w:t>Nem</w:t>
      </w:r>
      <w:proofErr w:type="spellEnd"/>
      <w:r w:rsidRPr="00283AC5">
        <w:rPr>
          <w:b/>
        </w:rPr>
        <w:t xml:space="preserve"> </w:t>
      </w:r>
      <w:proofErr w:type="spellStart"/>
      <w:r w:rsidRPr="00283AC5">
        <w:rPr>
          <w:b/>
        </w:rPr>
        <w:t>Úr</w:t>
      </w:r>
      <w:proofErr w:type="spellEnd"/>
      <w:r w:rsidRPr="00283AC5">
        <w:rPr>
          <w:b/>
        </w:rPr>
        <w:t xml:space="preserve"> 1–02</w:t>
      </w:r>
      <w:r w:rsidRPr="00283AC5">
        <w:t xml:space="preserve">. V důsledku snižování administrativní náročnosti a zátěže zpravodajských jednotek byl Výkaz o pracovní neschopnosti pro nemoc a úraz </w:t>
      </w:r>
      <w:proofErr w:type="spellStart"/>
      <w:r w:rsidRPr="00283AC5">
        <w:t>Nem</w:t>
      </w:r>
      <w:proofErr w:type="spellEnd"/>
      <w:r w:rsidRPr="00283AC5">
        <w:t xml:space="preserve"> </w:t>
      </w:r>
      <w:proofErr w:type="spellStart"/>
      <w:r w:rsidRPr="00283AC5">
        <w:t>Úr</w:t>
      </w:r>
      <w:proofErr w:type="spellEnd"/>
      <w:r w:rsidRPr="00283AC5">
        <w:t xml:space="preserve"> 1–02 nahrazen údaji dostupnými z administrativních zdrojů.</w:t>
      </w:r>
    </w:p>
    <w:p w:rsidR="0023741F" w:rsidRDefault="0023741F" w:rsidP="0023741F">
      <w:r w:rsidRPr="0023741F">
        <w:rPr>
          <w:b/>
        </w:rPr>
        <w:t>Počínaje rokem 2012</w:t>
      </w:r>
      <w:r w:rsidRPr="0023741F">
        <w:t xml:space="preserve"> zajišťuje ČSÚ na základě smluvního ujednání s Ministerstvem práce a sociálních věcí </w:t>
      </w:r>
      <w:r w:rsidRPr="0023741F">
        <w:rPr>
          <w:spacing w:val="-2"/>
        </w:rPr>
        <w:t>(MPSV) a Českou správou sociálního zabezpečení (ČSSZ) údaje pro statistiku dočasné pracovní</w:t>
      </w:r>
      <w:r w:rsidRPr="0023741F">
        <w:t xml:space="preserve"> neschopnosti pro nemoc a úraz zpracováním dat z </w:t>
      </w:r>
      <w:r w:rsidRPr="0023741F">
        <w:rPr>
          <w:b/>
        </w:rPr>
        <w:t>administrativního zdroje Informačního systému ČSSZ</w:t>
      </w:r>
      <w:r w:rsidRPr="0023741F">
        <w:rPr>
          <w:rStyle w:val="Znakapoznpodarou"/>
          <w:rFonts w:cs="Arial"/>
        </w:rPr>
        <w:footnoteReference w:id="1"/>
      </w:r>
      <w:r w:rsidRPr="0023741F">
        <w:t>.</w:t>
      </w:r>
    </w:p>
    <w:p w:rsidR="0023741F" w:rsidRDefault="0023741F" w:rsidP="0023741F">
      <w:r w:rsidRPr="0023741F">
        <w:t>Vstupním zdrojem a podkladem pro zpracování dat této publikace jsou údaje o dočasné pracovní neschopnosti pro nemoc a úraz nahlášené České správě sociálního zabezpečení prostřednictvím „</w:t>
      </w:r>
      <w:r w:rsidRPr="0023741F">
        <w:rPr>
          <w:b/>
        </w:rPr>
        <w:t>Rozhodnutí o dočasné pracovní neschopnosti</w:t>
      </w:r>
      <w:r w:rsidRPr="0023741F">
        <w:t>“, které elektronicky (tzv. „</w:t>
      </w:r>
      <w:proofErr w:type="spellStart"/>
      <w:r w:rsidRPr="0023741F">
        <w:rPr>
          <w:b/>
        </w:rPr>
        <w:t>eNeschopenky</w:t>
      </w:r>
      <w:proofErr w:type="spellEnd"/>
      <w:r w:rsidRPr="0023741F">
        <w:t>“)</w:t>
      </w:r>
      <w:r w:rsidRPr="0023741F">
        <w:rPr>
          <w:b/>
        </w:rPr>
        <w:t xml:space="preserve"> </w:t>
      </w:r>
      <w:r w:rsidRPr="0023741F">
        <w:t>vystavuje ošetřující lékař. Používání elektronického systému pro vydávání neschopností je od 1. 1. 2020 povinné</w:t>
      </w:r>
      <w:r>
        <w:rPr>
          <w:rStyle w:val="Znakapoznpodarou"/>
        </w:rPr>
        <w:footnoteReference w:id="2"/>
      </w:r>
      <w:r w:rsidRPr="0023741F">
        <w:t>.</w:t>
      </w:r>
    </w:p>
    <w:p w:rsidR="005F505E" w:rsidRDefault="005F505E" w:rsidP="005F505E">
      <w:r w:rsidRPr="005F505E">
        <w:t>Díky evidenci jsou zaznamenána veškerá onemocnění a úrazy, které zapříčinily alespoň jednodenní pracovní neschopnost u nemocensky pojištěných osob. Administrativní data Informačního systému ČSSZ obsahují údaje za všechny zaměstnance</w:t>
      </w:r>
      <w:r>
        <w:rPr>
          <w:rStyle w:val="Znakapoznpodarou"/>
        </w:rPr>
        <w:footnoteReference w:id="3"/>
      </w:r>
      <w:r w:rsidRPr="005F505E">
        <w:t>, ať již zaměstnané právnickou či fyzickou osobou, i data za osoby samostatně výdělečně činné (OSVČ). Zaměstnanci jsou povinně účastni nemocenského pojištění, na rozdíl od OSVČ, jejichž nemocenské pojištění je dobrovolné.</w:t>
      </w:r>
    </w:p>
    <w:p w:rsidR="001B6A4D" w:rsidRPr="0079390F" w:rsidRDefault="001B6A4D" w:rsidP="001B6A4D">
      <w:r w:rsidRPr="00E830B6">
        <w:t xml:space="preserve">ČSSZ za účelem zajištění statistiky dočasné pracovní neschopnosti pro nemoc a úraz poskytuje ČSÚ </w:t>
      </w:r>
      <w:r w:rsidRPr="00E830B6">
        <w:rPr>
          <w:b/>
        </w:rPr>
        <w:t xml:space="preserve">datové </w:t>
      </w:r>
      <w:r w:rsidRPr="00E830B6">
        <w:rPr>
          <w:b/>
          <w:spacing w:val="-2"/>
        </w:rPr>
        <w:t xml:space="preserve">soubory administrativních </w:t>
      </w:r>
      <w:r w:rsidRPr="00E830B6">
        <w:rPr>
          <w:spacing w:val="-2"/>
        </w:rPr>
        <w:t>agregovaných</w:t>
      </w:r>
      <w:r w:rsidRPr="00E830B6">
        <w:rPr>
          <w:b/>
          <w:spacing w:val="-2"/>
        </w:rPr>
        <w:t xml:space="preserve"> dat o nově hlášených případech</w:t>
      </w:r>
      <w:r w:rsidRPr="00E830B6">
        <w:rPr>
          <w:spacing w:val="-2"/>
        </w:rPr>
        <w:t xml:space="preserve"> dočasné pracovní</w:t>
      </w:r>
      <w:r w:rsidRPr="00E830B6">
        <w:t xml:space="preserve"> neschopnosti zaměstnanců a OSVČ, které jsou na ČSÚ dále zpracovány a doplněny s využitím informací z Registru ekonomických subjektů.</w:t>
      </w:r>
    </w:p>
    <w:p w:rsidR="001B6A4D" w:rsidRPr="001B6A4D" w:rsidRDefault="001B6A4D" w:rsidP="001B6A4D">
      <w:r w:rsidRPr="001B6A4D">
        <w:t xml:space="preserve">Výstupem zpracování dat Českým statistickým úřadem jsou následující </w:t>
      </w:r>
      <w:r w:rsidRPr="00775F0A">
        <w:t xml:space="preserve">statistické </w:t>
      </w:r>
      <w:r w:rsidRPr="00775F0A">
        <w:rPr>
          <w:b/>
        </w:rPr>
        <w:t>ukazatele</w:t>
      </w:r>
      <w:r w:rsidRPr="00775F0A">
        <w:t>:</w:t>
      </w:r>
    </w:p>
    <w:p w:rsidR="00EE6E25" w:rsidRPr="001B6A4D" w:rsidRDefault="001B6A4D" w:rsidP="001B6A4D">
      <w:pPr>
        <w:pStyle w:val="Odstavecseseznamem"/>
        <w:numPr>
          <w:ilvl w:val="0"/>
          <w:numId w:val="25"/>
        </w:numPr>
        <w:ind w:left="714" w:hanging="357"/>
        <w:contextualSpacing w:val="0"/>
      </w:pPr>
      <w:r w:rsidRPr="001B6A4D">
        <w:rPr>
          <w:b/>
        </w:rPr>
        <w:t>Průměrný počet nemocensky pojištěných osob</w:t>
      </w:r>
      <w:r w:rsidRPr="001B6A4D">
        <w:t xml:space="preserve"> – ukazatel udává průměrný počet osob, které jsou povinně či dobrovolně nemocensky pojištěné podle zákona o nemocenském pojištění. Zahrnuje všechny osoby, které byly alespoň po jeden den vykazovaného období nemocensky pojištěné. V případě více překrývajících se pojistných vztahů pojištěnce v rámci jednoho zaměstnavatele a jedné mzdové účtárny se započítává pojištěnec pouze jedenkrát. V ostatních případech je pojištěnec započítáván tolikrát, kolik má pracovněprávních pojistných vztahů. </w:t>
      </w:r>
      <w:r w:rsidRPr="001B6A4D">
        <w:rPr>
          <w:i/>
        </w:rPr>
        <w:t>Do průměrného počtu nemocensky pojištěných nejsou započteni vojáci z povolání a příslušníci Policie ČR, Hasičského záchranného sboru ČR, Celní správy ČR, Vězeňské služby ČR, Generální inspekce bezpečnostních sborů, Bezpečnostní informační služby a Úřadu pro zahraniční styky a informace.</w:t>
      </w:r>
    </w:p>
    <w:p w:rsidR="001B6A4D" w:rsidRPr="00283AC5" w:rsidRDefault="001B6A4D" w:rsidP="006828CD">
      <w:pPr>
        <w:pStyle w:val="Odstavecseseznamem"/>
        <w:numPr>
          <w:ilvl w:val="0"/>
          <w:numId w:val="25"/>
        </w:numPr>
        <w:ind w:left="714" w:hanging="357"/>
        <w:contextualSpacing w:val="0"/>
      </w:pPr>
      <w:r w:rsidRPr="001B6A4D">
        <w:rPr>
          <w:b/>
        </w:rPr>
        <w:t>Průměrný počet nemocensky pojištěných mladistvých</w:t>
      </w:r>
      <w:r w:rsidRPr="00283AC5">
        <w:t xml:space="preserve"> – ukazatel udává průměrný počet nemocensky pojištěných osob mladších 18 let (viz § 350 odst. 2 zákona č. 262/2006 Sb., zákoník práce, ve znění pozdějších předpisů).</w:t>
      </w:r>
    </w:p>
    <w:p w:rsidR="001B6A4D" w:rsidRPr="006828CD" w:rsidRDefault="001B6A4D" w:rsidP="009C548B">
      <w:pPr>
        <w:pStyle w:val="Odstavecseseznamem"/>
        <w:numPr>
          <w:ilvl w:val="0"/>
          <w:numId w:val="25"/>
        </w:numPr>
        <w:tabs>
          <w:tab w:val="left" w:pos="567"/>
        </w:tabs>
        <w:ind w:left="714" w:hanging="357"/>
      </w:pPr>
      <w:r w:rsidRPr="006828CD">
        <w:rPr>
          <w:b/>
        </w:rPr>
        <w:lastRenderedPageBreak/>
        <w:t>Počet pracovněprávních pojistných vztahů</w:t>
      </w:r>
      <w:r w:rsidRPr="00283AC5">
        <w:t xml:space="preserve"> – </w:t>
      </w:r>
      <w:r w:rsidRPr="006828CD">
        <w:rPr>
          <w:rFonts w:cs="Arial"/>
          <w:szCs w:val="20"/>
        </w:rPr>
        <w:t>ukazatel udává celkový počet pojistných vztahů nemocensky pojištěných osob, které byly alespoň 1 den vykazovaného období nemocensky pojištěné u daného zaměstnavatele. U zaměstnanců právnických osob a zaměstnanců fyzických osob se započítávají pojistné vztahy všech zaměstnanců nemocensky pojištěných dle § 5 zákona o nemocenském pojištění a účastných pojištění dle § 6 až 10 tohoto zákona (zahrnuje i osoby pobírající dávku ošetřovné, peněžitá pomoc v mateřství, rodičovský příspěvek a vyrovnávací příspěvek v těhotenství a mateřství a osoby vykonávající zaměstnání malého rozsahu). V případě více pojistných vztahů jedné osoby na dané mzdové účtárně se započtou všechny takové pojistné vztahy. Pokud se však pojistné vztahy shodného druhu jedné osoby u jednoho zaměstnavatele překrývají nebo navazují bez mezery, je jejich sjednocení považováno za jeden pojistný vztah.</w:t>
      </w:r>
    </w:p>
    <w:p w:rsidR="006828CD" w:rsidRPr="00526CD9" w:rsidRDefault="006828CD" w:rsidP="006828CD">
      <w:pPr>
        <w:pStyle w:val="Seznam"/>
        <w:numPr>
          <w:ilvl w:val="0"/>
          <w:numId w:val="25"/>
        </w:numPr>
        <w:ind w:left="714" w:hanging="357"/>
        <w:contextualSpacing w:val="0"/>
      </w:pPr>
      <w:r w:rsidRPr="00526CD9">
        <w:rPr>
          <w:b/>
        </w:rPr>
        <w:t>Počet nově hlášených případů dočasné pracovní neschopnosti</w:t>
      </w:r>
      <w:r w:rsidRPr="00526CD9">
        <w:t xml:space="preserve"> – ukazatel zahrnuje nově hlášené případy pracovní neschopnosti vzniklé ve sledovaném období (</w:t>
      </w:r>
      <w:r>
        <w:t>roce</w:t>
      </w:r>
      <w:r w:rsidRPr="00526CD9">
        <w:t>) na základě hlášení o vzniku pracovní neschopnosti nemocensky pojištěných osob. Do počtu případů patří i pracovní neschopnost vzniklá po zániku pojištění v tzv. ochranné lhůtě sedmi kalendářních dnů.</w:t>
      </w:r>
    </w:p>
    <w:p w:rsidR="006828CD" w:rsidRPr="00526CD9" w:rsidRDefault="006828CD" w:rsidP="006828CD">
      <w:pPr>
        <w:pStyle w:val="Seznam"/>
        <w:numPr>
          <w:ilvl w:val="0"/>
          <w:numId w:val="25"/>
        </w:numPr>
        <w:ind w:left="714" w:hanging="357"/>
        <w:contextualSpacing w:val="0"/>
        <w:rPr>
          <w:spacing w:val="-2"/>
        </w:rPr>
      </w:pPr>
      <w:r w:rsidRPr="00526CD9">
        <w:rPr>
          <w:b/>
        </w:rPr>
        <w:t xml:space="preserve">Počet případů pracovní neschopnosti na 100 pojištěnců </w:t>
      </w:r>
      <w:r w:rsidRPr="00526CD9">
        <w:t xml:space="preserve">– </w:t>
      </w:r>
      <w:r w:rsidRPr="00526CD9">
        <w:rPr>
          <w:spacing w:val="-2"/>
        </w:rPr>
        <w:t>ukazatel vyjadřuje počet nově hlášených případů pracovní neschopnosti, které připadají v průměru na 100 nemocensky pojištěných osob.</w:t>
      </w:r>
    </w:p>
    <w:p w:rsidR="006828CD" w:rsidRPr="00526CD9" w:rsidRDefault="006828CD" w:rsidP="006828CD">
      <w:pPr>
        <w:pStyle w:val="Seznam"/>
        <w:numPr>
          <w:ilvl w:val="0"/>
          <w:numId w:val="25"/>
        </w:numPr>
        <w:ind w:left="714" w:hanging="357"/>
        <w:contextualSpacing w:val="0"/>
      </w:pPr>
      <w:r w:rsidRPr="00526CD9">
        <w:rPr>
          <w:b/>
        </w:rPr>
        <w:t>Počet kalendářních dnů dočasné pracovní neschopnosti</w:t>
      </w:r>
      <w:r w:rsidRPr="00526CD9">
        <w:t xml:space="preserve"> – ukazatel udává celkový počet kalendářních dnů, po které byli v daném období (</w:t>
      </w:r>
      <w:r>
        <w:t>roce</w:t>
      </w:r>
      <w:r w:rsidRPr="00526CD9">
        <w:t>) nemocensky pojištění práce neschopni. Počet kalendářních dnů strávených v pracovní neschopnosti je zjišťován na základě hlášení o vzniku a ukončení pracovní neschopnosti. Údaj zahrnuje dny pracovní neschopnosti vč. dnů u těch případů, které vznikly před sledovaným obdobím a v počtu nově hlášených případů dočasné pracovní neschopnosti za toto období zařazeny nejsou. Maximální doba zápočtu je délka sledovaného období</w:t>
      </w:r>
      <w:r>
        <w:t xml:space="preserve"> (365 resp. 366</w:t>
      </w:r>
      <w:r w:rsidRPr="00526CD9">
        <w:t xml:space="preserve"> dnů) bez ohledu na délku trvání pracovní neschopnosti daného případu. Do počtu kalendářních dnů pracovní neschopnosti patří i dny v pracovní neschopnosti, která vznikla po zániku pojištění v tzv. ochranné lhůtě sedmi kalendářních dnů.</w:t>
      </w:r>
    </w:p>
    <w:p w:rsidR="006828CD" w:rsidRPr="00526CD9" w:rsidRDefault="006828CD" w:rsidP="006D2A4D">
      <w:pPr>
        <w:pStyle w:val="Odstavecseseznamem"/>
        <w:numPr>
          <w:ilvl w:val="0"/>
          <w:numId w:val="25"/>
        </w:numPr>
        <w:ind w:left="714" w:hanging="357"/>
      </w:pPr>
      <w:r w:rsidRPr="001C45E7">
        <w:rPr>
          <w:b/>
        </w:rPr>
        <w:t>Průměrná délka trvání pracovní neschopnosti ve dnech</w:t>
      </w:r>
      <w:r w:rsidRPr="00526CD9">
        <w:t xml:space="preserve"> – </w:t>
      </w:r>
      <w:r w:rsidRPr="001C45E7">
        <w:t xml:space="preserve">ukazatel vyjadřuje, kolik kalendářních dnů pracovní neschopnosti v průměru připadá na jeden nově hlášený případ pracovní neschopnosti. Ukazatel je též nazýván </w:t>
      </w:r>
      <w:r w:rsidRPr="006828CD">
        <w:rPr>
          <w:b/>
        </w:rPr>
        <w:t>Počet kalendářních dnů pracovní neschopnosti na 1 nově hlášený případ</w:t>
      </w:r>
      <w:r w:rsidRPr="001C45E7">
        <w:t xml:space="preserve">. Nově hlášený případ musí být vzniklý ve sledovaném období, kdežto do dnů pracovní </w:t>
      </w:r>
      <w:r w:rsidRPr="006D2A4D">
        <w:rPr>
          <w:spacing w:val="2"/>
        </w:rPr>
        <w:t>neschopnosti (maximálně v délce sledovaného období, 365 resp. 366 dnů) se započítávají i dny z</w:t>
      </w:r>
      <w:r w:rsidR="006D2A4D" w:rsidRPr="006D2A4D">
        <w:rPr>
          <w:spacing w:val="2"/>
        </w:rPr>
        <w:t> </w:t>
      </w:r>
      <w:r w:rsidRPr="006D2A4D">
        <w:rPr>
          <w:spacing w:val="2"/>
        </w:rPr>
        <w:t>případů PN, které mohly vzniknout již v předchozím období, ale byly ukončeny či nadále trvají v</w:t>
      </w:r>
      <w:r w:rsidR="006D2A4D">
        <w:t> </w:t>
      </w:r>
      <w:r w:rsidRPr="001C45E7">
        <w:t>průběhu sledovaného období.</w:t>
      </w:r>
    </w:p>
    <w:p w:rsidR="006D2A4D" w:rsidRPr="006D2A4D" w:rsidRDefault="006D2A4D" w:rsidP="006D2A4D">
      <w:pPr>
        <w:pStyle w:val="Seznam"/>
        <w:numPr>
          <w:ilvl w:val="0"/>
          <w:numId w:val="27"/>
        </w:numPr>
        <w:ind w:left="714" w:hanging="357"/>
        <w:contextualSpacing w:val="0"/>
      </w:pPr>
      <w:r w:rsidRPr="006D2A4D">
        <w:rPr>
          <w:b/>
        </w:rPr>
        <w:t xml:space="preserve">Průměrné procento dočasné pracovní neschopnosti </w:t>
      </w:r>
      <w:r w:rsidRPr="006D2A4D">
        <w:t>– ukazatel udává, kolik ze 100 nemocensky pojištěných osob je průměrně každý den v pracovní neschopnosti pro nemoc či úraz. Zohledňuje jak celkový počet případů pracovní neschopnosti (jak často lidé do pracovní neschopnosti nastupují), tak i průměrné trvání jednoho případu pracovní neschopnosti (jak dlouho v pracovní neschopnosti zůstávají).</w:t>
      </w:r>
    </w:p>
    <w:p w:rsidR="006D2A4D" w:rsidRPr="00283AC5" w:rsidRDefault="006D2A4D" w:rsidP="006D2A4D">
      <w:pPr>
        <w:pStyle w:val="Seznam"/>
        <w:numPr>
          <w:ilvl w:val="0"/>
          <w:numId w:val="27"/>
        </w:numPr>
        <w:ind w:left="714" w:hanging="357"/>
        <w:contextualSpacing w:val="0"/>
      </w:pPr>
      <w:r w:rsidRPr="006D2A4D">
        <w:rPr>
          <w:b/>
        </w:rPr>
        <w:t xml:space="preserve">Průměrný denní stav dočasně práce neschopných </w:t>
      </w:r>
      <w:r w:rsidRPr="006D2A4D">
        <w:t>– ukazatel vyjadřuje počet nemocensky pojištěných, kt</w:t>
      </w:r>
      <w:r w:rsidRPr="00283AC5">
        <w:t>eří byli ve sledovaném období (roce) průměrně denně nepřítomni v práci z důvodu pracovní neschopnosti.</w:t>
      </w:r>
    </w:p>
    <w:p w:rsidR="006D2A4D" w:rsidRDefault="006D2A4D" w:rsidP="006D2A4D">
      <w:pPr>
        <w:pStyle w:val="Odstavecseseznamem"/>
        <w:numPr>
          <w:ilvl w:val="0"/>
          <w:numId w:val="25"/>
        </w:numPr>
        <w:ind w:left="709" w:hanging="352"/>
      </w:pPr>
      <w:r w:rsidRPr="00283AC5">
        <w:rPr>
          <w:b/>
        </w:rPr>
        <w:t xml:space="preserve">Pracovní úrazy s pracovní neschopností delší než 3 dny </w:t>
      </w:r>
      <w:r w:rsidRPr="00283AC5">
        <w:t>– ukazatel zahrnuje případy pracovních úrazů, které měly za následek pracovní neschopnost delší než tři kalendářní dny. Do těchto tří dnů se nezapočítává den, ve kterém k úrazu došlo.</w:t>
      </w:r>
    </w:p>
    <w:p w:rsidR="006D2A4D" w:rsidRDefault="006D2A4D">
      <w:pPr>
        <w:spacing w:after="0" w:line="240" w:lineRule="auto"/>
        <w:jc w:val="left"/>
      </w:pPr>
      <w:r>
        <w:br w:type="page"/>
      </w:r>
    </w:p>
    <w:p w:rsidR="006D2A4D" w:rsidRDefault="006D2A4D" w:rsidP="005A74F0">
      <w:r w:rsidRPr="006D2A4D">
        <w:lastRenderedPageBreak/>
        <w:t xml:space="preserve">Data o nově hlášených případech dočasné pracovní neschopnosti a související ukazatele ČSÚ zpracovává </w:t>
      </w:r>
      <w:r w:rsidRPr="006D2A4D">
        <w:rPr>
          <w:spacing w:val="2"/>
        </w:rPr>
        <w:t xml:space="preserve">v členění podle </w:t>
      </w:r>
      <w:r w:rsidRPr="006D2A4D">
        <w:rPr>
          <w:b/>
          <w:spacing w:val="2"/>
        </w:rPr>
        <w:t>pohlaví pojištěnců</w:t>
      </w:r>
      <w:r w:rsidRPr="006D2A4D">
        <w:rPr>
          <w:spacing w:val="2"/>
        </w:rPr>
        <w:t xml:space="preserve">, </w:t>
      </w:r>
      <w:r w:rsidRPr="006D2A4D">
        <w:rPr>
          <w:b/>
          <w:spacing w:val="2"/>
        </w:rPr>
        <w:t>velikosti podniku</w:t>
      </w:r>
      <w:r w:rsidRPr="006D2A4D">
        <w:rPr>
          <w:spacing w:val="2"/>
        </w:rPr>
        <w:t xml:space="preserve"> (dle počtu zaměstnanců),</w:t>
      </w:r>
      <w:r w:rsidRPr="006D2A4D">
        <w:rPr>
          <w:b/>
          <w:spacing w:val="2"/>
        </w:rPr>
        <w:t xml:space="preserve"> odvětví </w:t>
      </w:r>
      <w:r w:rsidRPr="006D2A4D">
        <w:rPr>
          <w:spacing w:val="2"/>
        </w:rPr>
        <w:t xml:space="preserve">(do úrovně odvětvových sekcí a oddílů podle převažující </w:t>
      </w:r>
      <w:r w:rsidRPr="006D2A4D">
        <w:t>ekonomické činnosti definované dle klasifikace CZ-NACE) a </w:t>
      </w:r>
      <w:r w:rsidRPr="006D2A4D">
        <w:rPr>
          <w:b/>
        </w:rPr>
        <w:t>sektoru</w:t>
      </w:r>
      <w:r w:rsidRPr="006D2A4D">
        <w:t xml:space="preserve"> </w:t>
      </w:r>
      <w:r w:rsidRPr="006D2A4D">
        <w:rPr>
          <w:b/>
        </w:rPr>
        <w:t>zaměstnavatele</w:t>
      </w:r>
      <w:r w:rsidRPr="006D2A4D">
        <w:t xml:space="preserve"> (dle klasifikace</w:t>
      </w:r>
      <w:r w:rsidRPr="006D2A4D">
        <w:rPr>
          <w:b/>
        </w:rPr>
        <w:t xml:space="preserve"> </w:t>
      </w:r>
      <w:r w:rsidRPr="006D2A4D">
        <w:t>institucionálních sektorů)</w:t>
      </w:r>
      <w:r>
        <w:rPr>
          <w:rStyle w:val="Znakapoznpodarou"/>
        </w:rPr>
        <w:footnoteReference w:id="4"/>
      </w:r>
      <w:r w:rsidRPr="006D2A4D">
        <w:t>.</w:t>
      </w:r>
    </w:p>
    <w:p w:rsidR="005A74F0" w:rsidRPr="005A74F0" w:rsidRDefault="005A74F0" w:rsidP="005A74F0">
      <w:pPr>
        <w:shd w:val="clear" w:color="auto" w:fill="F8EFDE"/>
        <w:rPr>
          <w:rFonts w:eastAsia="Calibri" w:cs="Arial"/>
          <w:szCs w:val="20"/>
        </w:rPr>
      </w:pPr>
      <w:r w:rsidRPr="005A74F0">
        <w:rPr>
          <w:rFonts w:eastAsia="Calibri" w:cs="Arial"/>
          <w:b/>
          <w:szCs w:val="20"/>
        </w:rPr>
        <w:t>Upozornění:</w:t>
      </w:r>
      <w:r w:rsidRPr="005A74F0">
        <w:rPr>
          <w:rFonts w:eastAsia="Calibri" w:cs="Arial"/>
          <w:szCs w:val="20"/>
        </w:rPr>
        <w:t xml:space="preserve"> </w:t>
      </w:r>
    </w:p>
    <w:p w:rsidR="005A74F0" w:rsidRPr="005A74F0" w:rsidRDefault="005A74F0" w:rsidP="005A74F0">
      <w:pPr>
        <w:shd w:val="clear" w:color="auto" w:fill="F8EFDE"/>
        <w:rPr>
          <w:rFonts w:eastAsia="Calibri" w:cs="Arial"/>
          <w:szCs w:val="20"/>
        </w:rPr>
      </w:pPr>
      <w:r w:rsidRPr="005A74F0">
        <w:rPr>
          <w:rFonts w:eastAsia="Calibri" w:cs="Arial"/>
          <w:szCs w:val="20"/>
        </w:rPr>
        <w:t xml:space="preserve">1) Počínaje daty za rok 2023 </w:t>
      </w:r>
      <w:r w:rsidRPr="005A74F0">
        <w:rPr>
          <w:rFonts w:eastAsia="Calibri" w:cs="Arial"/>
          <w:b/>
          <w:szCs w:val="20"/>
        </w:rPr>
        <w:t>se údaje nepublikují v regionálním členění</w:t>
      </w:r>
      <w:r w:rsidRPr="005A74F0">
        <w:rPr>
          <w:rFonts w:eastAsia="Calibri" w:cs="Arial"/>
          <w:szCs w:val="20"/>
        </w:rPr>
        <w:t xml:space="preserve"> dle krajů a okresů. Je to dáno rostoucí </w:t>
      </w:r>
      <w:r w:rsidRPr="005A74F0">
        <w:rPr>
          <w:rFonts w:eastAsia="Calibri" w:cs="Arial"/>
          <w:b/>
          <w:szCs w:val="20"/>
        </w:rPr>
        <w:t>mírou centralizace mzdových účtáren větších zaměstnavatelů mimo okres skutečného výkonu práce či sídla podniku</w:t>
      </w:r>
      <w:r w:rsidRPr="005A74F0">
        <w:rPr>
          <w:rFonts w:eastAsia="Calibri" w:cs="Arial"/>
          <w:szCs w:val="20"/>
        </w:rPr>
        <w:t xml:space="preserve">. Vlivem změn ve struktuře ČSSZ a zvýšeného využívání institutu delegování rovněž </w:t>
      </w:r>
      <w:r w:rsidRPr="005A74F0">
        <w:rPr>
          <w:rFonts w:eastAsia="Calibri" w:cs="Arial"/>
          <w:b/>
          <w:szCs w:val="20"/>
        </w:rPr>
        <w:t>došlo k přesunu příslušnosti některých zaměstnavatelů pod jinou OSSZ</w:t>
      </w:r>
      <w:r w:rsidRPr="005A74F0">
        <w:rPr>
          <w:rFonts w:eastAsia="Calibri" w:cs="Arial"/>
          <w:szCs w:val="20"/>
        </w:rPr>
        <w:t>, která již neodpovídá místu skutečného výkonu práce ani sídlu zaměstnavatele.</w:t>
      </w:r>
    </w:p>
    <w:p w:rsidR="005A74F0" w:rsidRPr="005A74F0" w:rsidRDefault="005A74F0" w:rsidP="005A74F0">
      <w:pPr>
        <w:shd w:val="clear" w:color="auto" w:fill="F8EFDE"/>
        <w:rPr>
          <w:rFonts w:eastAsia="Calibri" w:cs="Arial"/>
          <w:szCs w:val="20"/>
        </w:rPr>
      </w:pPr>
      <w:r w:rsidRPr="005A74F0">
        <w:rPr>
          <w:rFonts w:eastAsia="Calibri" w:cs="Arial"/>
          <w:szCs w:val="20"/>
        </w:rPr>
        <w:t xml:space="preserve">2) </w:t>
      </w:r>
      <w:r w:rsidRPr="005A74F0">
        <w:rPr>
          <w:rFonts w:eastAsia="Calibri" w:cs="Arial"/>
          <w:b/>
          <w:szCs w:val="20"/>
        </w:rPr>
        <w:t>Údaje za rok 2022</w:t>
      </w:r>
      <w:r w:rsidRPr="005A74F0">
        <w:rPr>
          <w:rFonts w:eastAsia="Calibri" w:cs="Arial"/>
          <w:szCs w:val="20"/>
        </w:rPr>
        <w:t xml:space="preserve"> </w:t>
      </w:r>
      <w:r w:rsidRPr="005A74F0">
        <w:rPr>
          <w:rFonts w:eastAsia="Calibri" w:cs="Arial"/>
          <w:b/>
          <w:szCs w:val="20"/>
        </w:rPr>
        <w:t>nejsou</w:t>
      </w:r>
      <w:r w:rsidRPr="005A74F0">
        <w:rPr>
          <w:rFonts w:eastAsia="Calibri" w:cs="Arial"/>
          <w:szCs w:val="20"/>
        </w:rPr>
        <w:t xml:space="preserve"> z metodických důvodů </w:t>
      </w:r>
      <w:r w:rsidRPr="005A74F0">
        <w:rPr>
          <w:rFonts w:eastAsia="Calibri" w:cs="Arial"/>
          <w:b/>
          <w:szCs w:val="20"/>
        </w:rPr>
        <w:t>srovnatelné s údaji za ostatní roky</w:t>
      </w:r>
      <w:r w:rsidRPr="005A74F0">
        <w:rPr>
          <w:rFonts w:eastAsia="Calibri" w:cs="Arial"/>
          <w:szCs w:val="20"/>
        </w:rPr>
        <w:t>. Od 17. ledna do 28. ú</w:t>
      </w:r>
      <w:r w:rsidR="00CD67F3">
        <w:rPr>
          <w:rFonts w:eastAsia="Calibri" w:cs="Arial"/>
          <w:szCs w:val="20"/>
        </w:rPr>
        <w:t>nora 2022 při testování na COVID</w:t>
      </w:r>
      <w:r w:rsidRPr="005A74F0">
        <w:rPr>
          <w:rFonts w:eastAsia="Calibri" w:cs="Arial"/>
          <w:szCs w:val="20"/>
        </w:rPr>
        <w:t xml:space="preserve">-19 byly některým pracujícím vydány </w:t>
      </w:r>
      <w:r w:rsidRPr="005A74F0">
        <w:rPr>
          <w:rFonts w:eastAsia="Calibri" w:cs="Arial"/>
          <w:b/>
          <w:szCs w:val="20"/>
        </w:rPr>
        <w:t>neschopenky pro karanténu či izolaci duplicitně</w:t>
      </w:r>
      <w:r w:rsidRPr="005A74F0">
        <w:rPr>
          <w:rFonts w:eastAsia="Calibri" w:cs="Arial"/>
          <w:szCs w:val="20"/>
        </w:rPr>
        <w:t xml:space="preserve"> (jak praktickými lékaři, tak krajskými hygienickými stanicemi). Z dostupných zdrojových databází není možné duplicitní případy identifikovat a ani vyčíslit jejich míru.</w:t>
      </w:r>
    </w:p>
    <w:p w:rsidR="0079390F" w:rsidRPr="00E830B6" w:rsidRDefault="005A74F0" w:rsidP="00542B79">
      <w:pPr>
        <w:pStyle w:val="Box1"/>
        <w:spacing w:before="0" w:after="120"/>
        <w:ind w:left="0"/>
        <w:jc w:val="both"/>
      </w:pPr>
      <w:r w:rsidRPr="005A74F0">
        <w:t xml:space="preserve">3) </w:t>
      </w:r>
      <w:r w:rsidR="0079390F" w:rsidRPr="00542B79">
        <w:rPr>
          <w:color w:val="000000" w:themeColor="text1"/>
        </w:rPr>
        <w:t xml:space="preserve">V předkládaných </w:t>
      </w:r>
      <w:r w:rsidR="00DA6A35" w:rsidRPr="00542B79">
        <w:rPr>
          <w:color w:val="000000" w:themeColor="text1"/>
        </w:rPr>
        <w:t>údajích</w:t>
      </w:r>
      <w:r w:rsidR="0079390F" w:rsidRPr="00542B79">
        <w:rPr>
          <w:color w:val="000000" w:themeColor="text1"/>
        </w:rPr>
        <w:t xml:space="preserve"> byla standardně zpracovávaná </w:t>
      </w:r>
      <w:r w:rsidR="0079390F" w:rsidRPr="00542B79">
        <w:rPr>
          <w:b/>
          <w:color w:val="000000" w:themeColor="text1"/>
        </w:rPr>
        <w:t>data o počtech pojištěnců</w:t>
      </w:r>
      <w:r w:rsidR="0079390F" w:rsidRPr="00542B79">
        <w:rPr>
          <w:color w:val="000000" w:themeColor="text1"/>
        </w:rPr>
        <w:t xml:space="preserve"> </w:t>
      </w:r>
      <w:r w:rsidR="00D33925">
        <w:rPr>
          <w:color w:val="000000" w:themeColor="text1"/>
        </w:rPr>
        <w:t xml:space="preserve">za rok 2024 </w:t>
      </w:r>
      <w:r w:rsidR="0079390F" w:rsidRPr="00542B79">
        <w:rPr>
          <w:color w:val="000000" w:themeColor="text1"/>
        </w:rPr>
        <w:t xml:space="preserve">z ČSSZ dodatečně </w:t>
      </w:r>
      <w:r w:rsidR="0079390F" w:rsidRPr="00542B79">
        <w:rPr>
          <w:b/>
          <w:color w:val="000000" w:themeColor="text1"/>
        </w:rPr>
        <w:t>očištěna</w:t>
      </w:r>
      <w:r w:rsidR="0079390F" w:rsidRPr="00542B79">
        <w:rPr>
          <w:color w:val="000000" w:themeColor="text1"/>
        </w:rPr>
        <w:t xml:space="preserve"> </w:t>
      </w:r>
      <w:r w:rsidR="0079390F" w:rsidRPr="00542B79">
        <w:rPr>
          <w:b/>
          <w:color w:val="000000" w:themeColor="text1"/>
        </w:rPr>
        <w:t>o všechny osoby činné na základě dohody o provedení práce</w:t>
      </w:r>
      <w:r w:rsidR="0079390F" w:rsidRPr="00542B79">
        <w:rPr>
          <w:color w:val="000000" w:themeColor="text1"/>
        </w:rPr>
        <w:t xml:space="preserve"> (bez ohledu na to, zda výše jejich sjednané odměny zakládala účast na nemocenském pojištění). Došlo k tomu z</w:t>
      </w:r>
      <w:r w:rsidR="00DA6A35" w:rsidRPr="00542B79">
        <w:rPr>
          <w:color w:val="000000" w:themeColor="text1"/>
        </w:rPr>
        <w:t xml:space="preserve"> toho </w:t>
      </w:r>
      <w:r w:rsidR="0079390F" w:rsidRPr="00542B79">
        <w:rPr>
          <w:color w:val="000000" w:themeColor="text1"/>
        </w:rPr>
        <w:t>důvodu, že vlivem legislativních změn a nové povinnosti evidence osob pracujících na základě DP</w:t>
      </w:r>
      <w:bookmarkStart w:id="1" w:name="_GoBack"/>
      <w:bookmarkEnd w:id="1"/>
      <w:r w:rsidR="0079390F" w:rsidRPr="00542B79">
        <w:rPr>
          <w:color w:val="000000" w:themeColor="text1"/>
        </w:rPr>
        <w:t xml:space="preserve">P s odměnou nezakládající účast na nemocenském pojištění, byla původně standardně dodávaná data </w:t>
      </w:r>
      <w:r w:rsidR="00C321AA" w:rsidRPr="00542B79">
        <w:rPr>
          <w:color w:val="000000" w:themeColor="text1"/>
        </w:rPr>
        <w:t xml:space="preserve">o počtech pojištěných osob </w:t>
      </w:r>
      <w:r w:rsidR="0079390F" w:rsidRPr="00542B79">
        <w:rPr>
          <w:color w:val="000000" w:themeColor="text1"/>
        </w:rPr>
        <w:t>značně zkreslena</w:t>
      </w:r>
      <w:r w:rsidR="00C321AA" w:rsidRPr="00542B79">
        <w:rPr>
          <w:color w:val="000000" w:themeColor="text1"/>
        </w:rPr>
        <w:t xml:space="preserve"> a zahrnovala též všechny osoby pracující na základě DPP</w:t>
      </w:r>
      <w:r w:rsidR="0079390F" w:rsidRPr="00542B79">
        <w:rPr>
          <w:color w:val="000000" w:themeColor="text1"/>
        </w:rPr>
        <w:t>.</w:t>
      </w:r>
    </w:p>
    <w:p w:rsidR="005A74F0" w:rsidRPr="005A74F0" w:rsidRDefault="005A74F0" w:rsidP="005A74F0">
      <w:r w:rsidRPr="005A74F0">
        <w:t xml:space="preserve">Kromě statistiky nově hlášených případů dočasné pracovní neschopnosti zpracovávané ČSÚ jsou z evidence ČSSZ zpracovávány a publikovány také </w:t>
      </w:r>
      <w:r w:rsidRPr="005A74F0">
        <w:rPr>
          <w:b/>
        </w:rPr>
        <w:t xml:space="preserve">údaje o ukončených případech pracovní neschopnosti </w:t>
      </w:r>
      <w:r w:rsidRPr="005A74F0">
        <w:t xml:space="preserve">za jednotlivá čtvrtletí, které zpracovává a publikuje ČSSZ, </w:t>
      </w:r>
      <w:r w:rsidRPr="003564CA">
        <w:t>viz </w:t>
      </w:r>
      <w:hyperlink r:id="rId11" w:history="1">
        <w:r w:rsidRPr="003564CA">
          <w:rPr>
            <w:color w:val="0000FF"/>
            <w:u w:val="single"/>
          </w:rPr>
          <w:t>https://www.cssz.cz/web/cz/nemocenska-statistika</w:t>
        </w:r>
      </w:hyperlink>
      <w:r w:rsidRPr="005A74F0">
        <w:t xml:space="preserve"> </w:t>
      </w:r>
      <w:r w:rsidRPr="00542B79">
        <w:rPr>
          <w:spacing w:val="-6"/>
        </w:rPr>
        <w:t xml:space="preserve">a roční údaje v různých tříděních zveřejňuje také Ústav zdravotnických informací a statistiky ČR (ÚZIS ČR), </w:t>
      </w:r>
      <w:r w:rsidRPr="00542B79">
        <w:rPr>
          <w:spacing w:val="-4"/>
        </w:rPr>
        <w:t>viz</w:t>
      </w:r>
      <w:r w:rsidR="00542B79" w:rsidRPr="00542B79">
        <w:rPr>
          <w:spacing w:val="-4"/>
        </w:rPr>
        <w:t xml:space="preserve"> </w:t>
      </w:r>
      <w:hyperlink r:id="rId12" w:history="1">
        <w:r w:rsidRPr="00542B79">
          <w:rPr>
            <w:color w:val="0000FF"/>
            <w:spacing w:val="-4"/>
            <w:u w:val="single"/>
          </w:rPr>
          <w:t>https://www.uzis.cz/index.php?pg=vystupy--statistika-vybranych-ekonomickych-temat--pracovni-neschopnost</w:t>
        </w:r>
      </w:hyperlink>
      <w:r w:rsidRPr="003564CA">
        <w:t>.</w:t>
      </w:r>
    </w:p>
    <w:p w:rsidR="005A74F0" w:rsidRPr="005A74F0" w:rsidRDefault="005A74F0" w:rsidP="005A74F0">
      <w:r w:rsidRPr="005A74F0">
        <w:t>Rozdíly v počtech nově hlášených a ukončených případů dočasné pracovní neschopnosti jsou dány odlišnou metodikou sběru dat.</w:t>
      </w:r>
    </w:p>
    <w:p w:rsidR="00947FF1" w:rsidRPr="00947FF1" w:rsidRDefault="005A74F0" w:rsidP="00A267B9">
      <w:r w:rsidRPr="005A74F0">
        <w:t xml:space="preserve">ČSSZ však nabízí ve svých statistikách jiné třídění publikovaných dat než ČSÚ, a to </w:t>
      </w:r>
      <w:r w:rsidRPr="005A74F0">
        <w:rPr>
          <w:rFonts w:cs="Arial"/>
        </w:rPr>
        <w:t xml:space="preserve">zejména </w:t>
      </w:r>
      <w:r w:rsidRPr="005A74F0">
        <w:rPr>
          <w:rFonts w:cs="Arial"/>
          <w:b/>
        </w:rPr>
        <w:t xml:space="preserve">podle věku </w:t>
      </w:r>
      <w:r w:rsidRPr="005A74F0">
        <w:rPr>
          <w:rFonts w:cs="Arial"/>
        </w:rPr>
        <w:t xml:space="preserve">dočasně práce neschopných a </w:t>
      </w:r>
      <w:r w:rsidRPr="005A74F0">
        <w:rPr>
          <w:rFonts w:cs="Arial"/>
          <w:b/>
        </w:rPr>
        <w:t>podle diagnóz</w:t>
      </w:r>
      <w:r w:rsidRPr="005A74F0">
        <w:rPr>
          <w:rFonts w:cs="Arial"/>
        </w:rPr>
        <w:t>, které zapříčinily</w:t>
      </w:r>
      <w:r w:rsidRPr="005A74F0">
        <w:rPr>
          <w:rFonts w:cs="Arial"/>
          <w:b/>
        </w:rPr>
        <w:t xml:space="preserve"> </w:t>
      </w:r>
      <w:r w:rsidRPr="005A74F0">
        <w:rPr>
          <w:rFonts w:cs="Arial"/>
        </w:rPr>
        <w:t>pracovní neschopnost. Pro dokreslení pohledu na statistiku nemocnosti byla vybraná data z uvedeného zdroje využita i v této publikaci.</w:t>
      </w:r>
    </w:p>
    <w:sectPr w:rsidR="00947FF1" w:rsidRPr="00947FF1" w:rsidSect="00A267B9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680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7EB" w:rsidRDefault="007F47EB" w:rsidP="00E71A58">
      <w:r>
        <w:separator/>
      </w:r>
    </w:p>
  </w:endnote>
  <w:endnote w:type="continuationSeparator" w:id="0">
    <w:p w:rsidR="007F47EB" w:rsidRDefault="007F47E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932443" w:rsidRDefault="00E830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D33925">
      <w:rPr>
        <w:szCs w:val="16"/>
      </w:rPr>
      <w:t>12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932443" w:rsidRDefault="00E830B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2024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D33925">
      <w:rPr>
        <w:rStyle w:val="ZpatChar"/>
        <w:szCs w:val="16"/>
      </w:rPr>
      <w:t>13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7EB" w:rsidRDefault="007F47EB" w:rsidP="00E71A58">
      <w:r>
        <w:separator/>
      </w:r>
    </w:p>
  </w:footnote>
  <w:footnote w:type="continuationSeparator" w:id="0">
    <w:p w:rsidR="007F47EB" w:rsidRDefault="007F47EB" w:rsidP="00E71A58">
      <w:r>
        <w:continuationSeparator/>
      </w:r>
    </w:p>
  </w:footnote>
  <w:footnote w:id="1">
    <w:p w:rsidR="00E830B6" w:rsidRDefault="00E830B6" w:rsidP="0023741F">
      <w:pPr>
        <w:pStyle w:val="Textpoznpodarou"/>
        <w:spacing w:after="60"/>
      </w:pPr>
      <w:r>
        <w:rPr>
          <w:rStyle w:val="Znakapoznpodarou"/>
        </w:rPr>
        <w:footnoteRef/>
      </w:r>
      <w:r>
        <w:t xml:space="preserve"> </w:t>
      </w:r>
      <w:r w:rsidRPr="00F623AA">
        <w:rPr>
          <w:sz w:val="16"/>
          <w:szCs w:val="16"/>
        </w:rPr>
        <w:t>Z důvodu změny metodiky a odlišného sběru a zpracování dat nejsou data od roku 2012 plně srovnatelná s údaji za předchozí období</w:t>
      </w:r>
      <w:r>
        <w:rPr>
          <w:sz w:val="16"/>
          <w:szCs w:val="16"/>
        </w:rPr>
        <w:t>, které jsou uvedené ve starších publikacích</w:t>
      </w:r>
      <w:r w:rsidRPr="00F623AA">
        <w:rPr>
          <w:sz w:val="16"/>
          <w:szCs w:val="16"/>
        </w:rPr>
        <w:t>.</w:t>
      </w:r>
    </w:p>
  </w:footnote>
  <w:footnote w:id="2">
    <w:p w:rsidR="00E830B6" w:rsidRDefault="00E830B6" w:rsidP="0023741F">
      <w:pPr>
        <w:pStyle w:val="Textpoznpodarou"/>
        <w:spacing w:after="60"/>
      </w:pPr>
      <w:r>
        <w:rPr>
          <w:rStyle w:val="Znakapoznpodarou"/>
        </w:rPr>
        <w:footnoteRef/>
      </w:r>
      <w:r>
        <w:t xml:space="preserve"> </w:t>
      </w:r>
      <w:r w:rsidRPr="007F4035">
        <w:rPr>
          <w:sz w:val="16"/>
        </w:rPr>
        <w:t xml:space="preserve">Elektronické zpracování přineslo zjednodušení v předávání informací mezi nemocnými (pojištěnci v dočasné pracovní neschopnosti), ČSSZ, lékaři a zaměstnavateli. Zásadně se tak zjednodušil tok informací, protože </w:t>
      </w:r>
      <w:proofErr w:type="spellStart"/>
      <w:r w:rsidRPr="007F4035">
        <w:rPr>
          <w:sz w:val="16"/>
        </w:rPr>
        <w:t>eNeschopenka</w:t>
      </w:r>
      <w:proofErr w:type="spellEnd"/>
      <w:r w:rsidRPr="007F4035">
        <w:rPr>
          <w:sz w:val="16"/>
        </w:rPr>
        <w:t xml:space="preserve"> propojila povinně elektronicky tři dotčené subjekty</w:t>
      </w:r>
      <w:r>
        <w:rPr>
          <w:sz w:val="16"/>
        </w:rPr>
        <w:t>:</w:t>
      </w:r>
      <w:r w:rsidRPr="007F4035">
        <w:rPr>
          <w:sz w:val="16"/>
        </w:rPr>
        <w:t xml:space="preserve"> lékaře, zaměstnavatele a ČSSZ.</w:t>
      </w:r>
      <w:r w:rsidRPr="002E2281">
        <w:rPr>
          <w:sz w:val="16"/>
        </w:rPr>
        <w:t xml:space="preserve"> Zaměstnavatelé díky systému </w:t>
      </w:r>
      <w:proofErr w:type="spellStart"/>
      <w:r w:rsidRPr="002E2281">
        <w:rPr>
          <w:sz w:val="16"/>
        </w:rPr>
        <w:t>eNeschopenka</w:t>
      </w:r>
      <w:proofErr w:type="spellEnd"/>
      <w:r w:rsidRPr="002E2281">
        <w:rPr>
          <w:sz w:val="16"/>
        </w:rPr>
        <w:t xml:space="preserve"> obdrží formou notifikací prakticky okamžitě informace o</w:t>
      </w:r>
      <w:r>
        <w:rPr>
          <w:sz w:val="16"/>
        </w:rPr>
        <w:t> </w:t>
      </w:r>
      <w:r w:rsidRPr="002E2281">
        <w:rPr>
          <w:sz w:val="16"/>
        </w:rPr>
        <w:t xml:space="preserve">pracovní neschopnosti svých zaměstnanců. Kromě notifikací mohou nahlížet i do </w:t>
      </w:r>
      <w:proofErr w:type="spellStart"/>
      <w:r w:rsidRPr="002E2281">
        <w:rPr>
          <w:sz w:val="16"/>
        </w:rPr>
        <w:t>ePortálu</w:t>
      </w:r>
      <w:proofErr w:type="spellEnd"/>
      <w:r w:rsidRPr="002E2281">
        <w:rPr>
          <w:sz w:val="16"/>
        </w:rPr>
        <w:t xml:space="preserve"> ČSSZ. Zatímco původní tiskopis měl 5 dílů, nová podoba neschopenky má pouze 3 díly. V případě technických problémů lékař použije papírový třídílný formulář, který obdrží na příslušné správě sociálního zabezpečení.</w:t>
      </w:r>
    </w:p>
  </w:footnote>
  <w:footnote w:id="3">
    <w:p w:rsidR="00E830B6" w:rsidRDefault="00E830B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D66F2">
        <w:rPr>
          <w:sz w:val="16"/>
        </w:rPr>
        <w:t xml:space="preserve">V údajích ČSSZ nejsou zahrnuti příslušníci </w:t>
      </w:r>
      <w:r w:rsidRPr="00FF6E1B">
        <w:rPr>
          <w:sz w:val="16"/>
        </w:rPr>
        <w:t>Policie ČR, Hasičského záchranného sboru ČR, Celní správy ČR, Vězeňské služby ČR, Generální inspekce bezpečnostních sborů, Bezpečnostní informační služby, Úřadu pro zahraniční styky a informace, vojáci z povolání,</w:t>
      </w:r>
      <w:r>
        <w:rPr>
          <w:rFonts w:cs="Arial"/>
          <w:sz w:val="16"/>
        </w:rPr>
        <w:t xml:space="preserve"> odsouzení ve výkonu trestu, kteří vykonávají práci ve výkonu trestu a osoby obviněné vykonávající práci ve vazbě</w:t>
      </w:r>
      <w:r w:rsidRPr="006D66F2">
        <w:rPr>
          <w:rFonts w:cs="Arial"/>
          <w:sz w:val="16"/>
        </w:rPr>
        <w:t xml:space="preserve"> (§ 5 písm. a) bod</w:t>
      </w:r>
      <w:r>
        <w:rPr>
          <w:rFonts w:cs="Arial"/>
          <w:sz w:val="16"/>
        </w:rPr>
        <w:t>y</w:t>
      </w:r>
      <w:r w:rsidRPr="006D66F2">
        <w:rPr>
          <w:rFonts w:cs="Arial"/>
          <w:sz w:val="16"/>
        </w:rPr>
        <w:t xml:space="preserve"> 2</w:t>
      </w:r>
      <w:r>
        <w:rPr>
          <w:rFonts w:cs="Arial"/>
          <w:sz w:val="16"/>
        </w:rPr>
        <w:t> a 14</w:t>
      </w:r>
      <w:r w:rsidRPr="006D66F2">
        <w:rPr>
          <w:rFonts w:cs="Arial"/>
          <w:sz w:val="16"/>
        </w:rPr>
        <w:t xml:space="preserve"> zákona č.187/2006 Sb.). </w:t>
      </w:r>
      <w:r>
        <w:rPr>
          <w:rFonts w:cs="Arial"/>
          <w:sz w:val="16"/>
        </w:rPr>
        <w:t>Správcem registrů těchto příslušníků a odsouzených osob je služební orgán v oborech své působnosti. Služebními orgány jsou Ministerstvo obrany, Ministerstvo vnitra, Vězeňská služba ČR, Generální ředitelství cel, Generální inspekce bezpečnostních sborů, Bezpečnostní informační služba a Úřad pro zahraniční styky a informace.</w:t>
      </w:r>
    </w:p>
  </w:footnote>
  <w:footnote w:id="4">
    <w:p w:rsidR="00E830B6" w:rsidRDefault="00E830B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3564CA">
          <w:rPr>
            <w:rStyle w:val="Hypertextovodkaz"/>
            <w:rFonts w:cs="Arial"/>
            <w:sz w:val="16"/>
            <w:szCs w:val="22"/>
          </w:rPr>
          <w:t>https://www.czso.cz/csu/czso/klasifikace-institucionalnich-sektoru-a-subsektoru-cz-ciss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6F5416" w:rsidRDefault="00E830B6" w:rsidP="00937AE2">
    <w:pPr>
      <w:pStyle w:val="Zhlav"/>
    </w:pPr>
    <w:r>
      <w:t>Pracovní neschopnost pro nemoc a úraz v České republice za rok 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0B6" w:rsidRPr="006F5416" w:rsidRDefault="00E830B6" w:rsidP="00937AE2">
    <w:pPr>
      <w:pStyle w:val="Zhlav"/>
    </w:pPr>
    <w:r>
      <w:t>Pracovní neschopnost pro nemoc a úraz v České republice za rok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E1470"/>
    <w:multiLevelType w:val="hybridMultilevel"/>
    <w:tmpl w:val="5C96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EB30C9"/>
    <w:multiLevelType w:val="multilevel"/>
    <w:tmpl w:val="8AE26A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7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556A7"/>
    <w:multiLevelType w:val="hybridMultilevel"/>
    <w:tmpl w:val="F064C8E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3C9092A"/>
    <w:multiLevelType w:val="hybridMultilevel"/>
    <w:tmpl w:val="610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A48F6"/>
    <w:multiLevelType w:val="hybridMultilevel"/>
    <w:tmpl w:val="89FE5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016D3"/>
    <w:multiLevelType w:val="hybridMultilevel"/>
    <w:tmpl w:val="353CA3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CC156E"/>
    <w:multiLevelType w:val="hybridMultilevel"/>
    <w:tmpl w:val="7EECA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255DB5"/>
    <w:multiLevelType w:val="hybridMultilevel"/>
    <w:tmpl w:val="E4205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D50F1A"/>
    <w:multiLevelType w:val="hybridMultilevel"/>
    <w:tmpl w:val="1410E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5555E"/>
    <w:multiLevelType w:val="hybridMultilevel"/>
    <w:tmpl w:val="50D6B4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F4B85"/>
    <w:multiLevelType w:val="hybridMultilevel"/>
    <w:tmpl w:val="E4FC5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1"/>
  </w:num>
  <w:num w:numId="14">
    <w:abstractNumId w:val="19"/>
  </w:num>
  <w:num w:numId="15">
    <w:abstractNumId w:val="24"/>
  </w:num>
  <w:num w:numId="16">
    <w:abstractNumId w:val="28"/>
  </w:num>
  <w:num w:numId="17">
    <w:abstractNumId w:val="14"/>
  </w:num>
  <w:num w:numId="18">
    <w:abstractNumId w:val="16"/>
  </w:num>
  <w:num w:numId="19">
    <w:abstractNumId w:val="26"/>
  </w:num>
  <w:num w:numId="20">
    <w:abstractNumId w:val="17"/>
  </w:num>
  <w:num w:numId="21">
    <w:abstractNumId w:val="23"/>
  </w:num>
  <w:num w:numId="22">
    <w:abstractNumId w:val="12"/>
  </w:num>
  <w:num w:numId="23">
    <w:abstractNumId w:val="25"/>
  </w:num>
  <w:num w:numId="24">
    <w:abstractNumId w:val="18"/>
  </w:num>
  <w:num w:numId="25">
    <w:abstractNumId w:val="13"/>
  </w:num>
  <w:num w:numId="26">
    <w:abstractNumId w:val="27"/>
  </w:num>
  <w:num w:numId="27">
    <w:abstractNumId w:val="22"/>
  </w:num>
  <w:num w:numId="28">
    <w:abstractNumId w:val="1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88C"/>
    <w:rsid w:val="0000209D"/>
    <w:rsid w:val="00004D5A"/>
    <w:rsid w:val="000056D5"/>
    <w:rsid w:val="000072CF"/>
    <w:rsid w:val="0000767A"/>
    <w:rsid w:val="00010702"/>
    <w:rsid w:val="00014389"/>
    <w:rsid w:val="000145C8"/>
    <w:rsid w:val="00014D11"/>
    <w:rsid w:val="00015E70"/>
    <w:rsid w:val="00017A85"/>
    <w:rsid w:val="00020337"/>
    <w:rsid w:val="00021C3F"/>
    <w:rsid w:val="000234D6"/>
    <w:rsid w:val="00023D29"/>
    <w:rsid w:val="00024BB1"/>
    <w:rsid w:val="000256F4"/>
    <w:rsid w:val="00026389"/>
    <w:rsid w:val="00026A24"/>
    <w:rsid w:val="00030311"/>
    <w:rsid w:val="000311B1"/>
    <w:rsid w:val="00031AE0"/>
    <w:rsid w:val="000322EF"/>
    <w:rsid w:val="00033FCD"/>
    <w:rsid w:val="00037372"/>
    <w:rsid w:val="00041CEC"/>
    <w:rsid w:val="0004694F"/>
    <w:rsid w:val="00046B98"/>
    <w:rsid w:val="000511A2"/>
    <w:rsid w:val="000522E4"/>
    <w:rsid w:val="00056FF3"/>
    <w:rsid w:val="000610E1"/>
    <w:rsid w:val="00062EC5"/>
    <w:rsid w:val="00062F22"/>
    <w:rsid w:val="000700C6"/>
    <w:rsid w:val="000712B3"/>
    <w:rsid w:val="0008044B"/>
    <w:rsid w:val="0008263E"/>
    <w:rsid w:val="00082C19"/>
    <w:rsid w:val="00085395"/>
    <w:rsid w:val="00086EF9"/>
    <w:rsid w:val="00087634"/>
    <w:rsid w:val="00087F2B"/>
    <w:rsid w:val="000974D1"/>
    <w:rsid w:val="0009799E"/>
    <w:rsid w:val="000A1183"/>
    <w:rsid w:val="000A256D"/>
    <w:rsid w:val="000A3A2C"/>
    <w:rsid w:val="000B352B"/>
    <w:rsid w:val="000B368D"/>
    <w:rsid w:val="000B71E9"/>
    <w:rsid w:val="000C2D37"/>
    <w:rsid w:val="000C3408"/>
    <w:rsid w:val="000C4B06"/>
    <w:rsid w:val="000C5250"/>
    <w:rsid w:val="000C6AFD"/>
    <w:rsid w:val="000D35AA"/>
    <w:rsid w:val="000D5637"/>
    <w:rsid w:val="000D7DC4"/>
    <w:rsid w:val="000E0CC3"/>
    <w:rsid w:val="000E0DDF"/>
    <w:rsid w:val="000E32AF"/>
    <w:rsid w:val="000E6FBD"/>
    <w:rsid w:val="000F3730"/>
    <w:rsid w:val="00100F5C"/>
    <w:rsid w:val="00104C4C"/>
    <w:rsid w:val="00106FAD"/>
    <w:rsid w:val="001116FC"/>
    <w:rsid w:val="001204BD"/>
    <w:rsid w:val="0012192F"/>
    <w:rsid w:val="00125D69"/>
    <w:rsid w:val="00126F27"/>
    <w:rsid w:val="0013117F"/>
    <w:rsid w:val="00137CD8"/>
    <w:rsid w:val="001402DB"/>
    <w:rsid w:val="001405FA"/>
    <w:rsid w:val="001425C3"/>
    <w:rsid w:val="0016256B"/>
    <w:rsid w:val="00163793"/>
    <w:rsid w:val="001706D6"/>
    <w:rsid w:val="001714F2"/>
    <w:rsid w:val="001716C8"/>
    <w:rsid w:val="00173371"/>
    <w:rsid w:val="00176121"/>
    <w:rsid w:val="00184B08"/>
    <w:rsid w:val="00185010"/>
    <w:rsid w:val="001A07AD"/>
    <w:rsid w:val="001A1051"/>
    <w:rsid w:val="001A42B2"/>
    <w:rsid w:val="001A42B3"/>
    <w:rsid w:val="001A552F"/>
    <w:rsid w:val="001A562A"/>
    <w:rsid w:val="001B2CA9"/>
    <w:rsid w:val="001B3110"/>
    <w:rsid w:val="001B4729"/>
    <w:rsid w:val="001B6A4D"/>
    <w:rsid w:val="001B6C09"/>
    <w:rsid w:val="001C05CD"/>
    <w:rsid w:val="001C1A52"/>
    <w:rsid w:val="001D1F5B"/>
    <w:rsid w:val="001D5794"/>
    <w:rsid w:val="001D68B2"/>
    <w:rsid w:val="001E4771"/>
    <w:rsid w:val="001E527C"/>
    <w:rsid w:val="001F4597"/>
    <w:rsid w:val="00203EDD"/>
    <w:rsid w:val="00207A84"/>
    <w:rsid w:val="002118B9"/>
    <w:rsid w:val="002139C5"/>
    <w:rsid w:val="00217C5B"/>
    <w:rsid w:val="0022139E"/>
    <w:rsid w:val="00222398"/>
    <w:rsid w:val="00223A67"/>
    <w:rsid w:val="00224942"/>
    <w:rsid w:val="002252E0"/>
    <w:rsid w:val="002255F6"/>
    <w:rsid w:val="00227850"/>
    <w:rsid w:val="00227A53"/>
    <w:rsid w:val="0023074C"/>
    <w:rsid w:val="00230C6E"/>
    <w:rsid w:val="00236443"/>
    <w:rsid w:val="0023741F"/>
    <w:rsid w:val="0024172A"/>
    <w:rsid w:val="002436BA"/>
    <w:rsid w:val="00244A15"/>
    <w:rsid w:val="00247319"/>
    <w:rsid w:val="0024799E"/>
    <w:rsid w:val="00253C0F"/>
    <w:rsid w:val="002644A9"/>
    <w:rsid w:val="002666BC"/>
    <w:rsid w:val="00266AF5"/>
    <w:rsid w:val="00266D94"/>
    <w:rsid w:val="00271465"/>
    <w:rsid w:val="00274659"/>
    <w:rsid w:val="00274DFD"/>
    <w:rsid w:val="00276BBF"/>
    <w:rsid w:val="002822B0"/>
    <w:rsid w:val="00283C05"/>
    <w:rsid w:val="00285412"/>
    <w:rsid w:val="00294A6A"/>
    <w:rsid w:val="00296DD1"/>
    <w:rsid w:val="00297266"/>
    <w:rsid w:val="002A052F"/>
    <w:rsid w:val="002A088C"/>
    <w:rsid w:val="002A16D4"/>
    <w:rsid w:val="002A230C"/>
    <w:rsid w:val="002A7D9D"/>
    <w:rsid w:val="002B2BD0"/>
    <w:rsid w:val="002C00B5"/>
    <w:rsid w:val="002C41B4"/>
    <w:rsid w:val="002C43BD"/>
    <w:rsid w:val="002C5530"/>
    <w:rsid w:val="002C6409"/>
    <w:rsid w:val="002D0E59"/>
    <w:rsid w:val="002D26B7"/>
    <w:rsid w:val="002D2703"/>
    <w:rsid w:val="002D29F0"/>
    <w:rsid w:val="002D438D"/>
    <w:rsid w:val="002D559D"/>
    <w:rsid w:val="002D7E78"/>
    <w:rsid w:val="002E02A1"/>
    <w:rsid w:val="002E1BC1"/>
    <w:rsid w:val="002E4E31"/>
    <w:rsid w:val="002E4E4C"/>
    <w:rsid w:val="002F2CC5"/>
    <w:rsid w:val="002F31D7"/>
    <w:rsid w:val="002F6673"/>
    <w:rsid w:val="0030154F"/>
    <w:rsid w:val="00304771"/>
    <w:rsid w:val="003052D4"/>
    <w:rsid w:val="00306114"/>
    <w:rsid w:val="00306C5B"/>
    <w:rsid w:val="0031293E"/>
    <w:rsid w:val="00314096"/>
    <w:rsid w:val="0031497C"/>
    <w:rsid w:val="00314D9F"/>
    <w:rsid w:val="003209D6"/>
    <w:rsid w:val="00320F95"/>
    <w:rsid w:val="00321924"/>
    <w:rsid w:val="003222C5"/>
    <w:rsid w:val="00322CC6"/>
    <w:rsid w:val="0032656E"/>
    <w:rsid w:val="00332190"/>
    <w:rsid w:val="003322E6"/>
    <w:rsid w:val="00332671"/>
    <w:rsid w:val="00332D44"/>
    <w:rsid w:val="00344668"/>
    <w:rsid w:val="003462D9"/>
    <w:rsid w:val="00354F17"/>
    <w:rsid w:val="003564CA"/>
    <w:rsid w:val="00360C86"/>
    <w:rsid w:val="003611B4"/>
    <w:rsid w:val="003636A3"/>
    <w:rsid w:val="00364E38"/>
    <w:rsid w:val="003657F3"/>
    <w:rsid w:val="003704C9"/>
    <w:rsid w:val="0038069B"/>
    <w:rsid w:val="003818DC"/>
    <w:rsid w:val="003822A5"/>
    <w:rsid w:val="00384327"/>
    <w:rsid w:val="00385D98"/>
    <w:rsid w:val="0039112B"/>
    <w:rsid w:val="003A1421"/>
    <w:rsid w:val="003A2B4D"/>
    <w:rsid w:val="003A2FAF"/>
    <w:rsid w:val="003A3175"/>
    <w:rsid w:val="003A478C"/>
    <w:rsid w:val="003A5525"/>
    <w:rsid w:val="003A6B38"/>
    <w:rsid w:val="003B5A32"/>
    <w:rsid w:val="003C3490"/>
    <w:rsid w:val="003C734A"/>
    <w:rsid w:val="003D0027"/>
    <w:rsid w:val="003D05A0"/>
    <w:rsid w:val="003D6920"/>
    <w:rsid w:val="003E4C91"/>
    <w:rsid w:val="003F313C"/>
    <w:rsid w:val="003F44B9"/>
    <w:rsid w:val="003F4B2C"/>
    <w:rsid w:val="003F551C"/>
    <w:rsid w:val="003F66F2"/>
    <w:rsid w:val="003F7111"/>
    <w:rsid w:val="003F7D23"/>
    <w:rsid w:val="00401841"/>
    <w:rsid w:val="00403D84"/>
    <w:rsid w:val="0040587D"/>
    <w:rsid w:val="00407C13"/>
    <w:rsid w:val="00410638"/>
    <w:rsid w:val="00411854"/>
    <w:rsid w:val="0041327A"/>
    <w:rsid w:val="004159E0"/>
    <w:rsid w:val="00420109"/>
    <w:rsid w:val="00424812"/>
    <w:rsid w:val="00430091"/>
    <w:rsid w:val="00431235"/>
    <w:rsid w:val="00432645"/>
    <w:rsid w:val="00432A58"/>
    <w:rsid w:val="00434617"/>
    <w:rsid w:val="00440900"/>
    <w:rsid w:val="004422A6"/>
    <w:rsid w:val="00442CFE"/>
    <w:rsid w:val="00443707"/>
    <w:rsid w:val="004441A0"/>
    <w:rsid w:val="0044480C"/>
    <w:rsid w:val="00451CBD"/>
    <w:rsid w:val="00456EBD"/>
    <w:rsid w:val="00460FB3"/>
    <w:rsid w:val="004620B9"/>
    <w:rsid w:val="00462543"/>
    <w:rsid w:val="00464C4F"/>
    <w:rsid w:val="00476240"/>
    <w:rsid w:val="00476439"/>
    <w:rsid w:val="0047735C"/>
    <w:rsid w:val="004776BC"/>
    <w:rsid w:val="0048060F"/>
    <w:rsid w:val="0048139F"/>
    <w:rsid w:val="00481E40"/>
    <w:rsid w:val="00484AE8"/>
    <w:rsid w:val="00484ECE"/>
    <w:rsid w:val="00486F05"/>
    <w:rsid w:val="004915CB"/>
    <w:rsid w:val="004924DC"/>
    <w:rsid w:val="00496EEF"/>
    <w:rsid w:val="004A12B2"/>
    <w:rsid w:val="004A14E4"/>
    <w:rsid w:val="004A3212"/>
    <w:rsid w:val="004A61C5"/>
    <w:rsid w:val="004A6623"/>
    <w:rsid w:val="004A77DF"/>
    <w:rsid w:val="004B1417"/>
    <w:rsid w:val="004B28EE"/>
    <w:rsid w:val="004B47B4"/>
    <w:rsid w:val="004B4ADA"/>
    <w:rsid w:val="004B55B7"/>
    <w:rsid w:val="004B5617"/>
    <w:rsid w:val="004B6468"/>
    <w:rsid w:val="004B6FEF"/>
    <w:rsid w:val="004C0C9D"/>
    <w:rsid w:val="004C384C"/>
    <w:rsid w:val="004C3867"/>
    <w:rsid w:val="004C4CD0"/>
    <w:rsid w:val="004C70DC"/>
    <w:rsid w:val="004D0211"/>
    <w:rsid w:val="004D0794"/>
    <w:rsid w:val="004D0967"/>
    <w:rsid w:val="004D3ECF"/>
    <w:rsid w:val="004D40BB"/>
    <w:rsid w:val="004D5900"/>
    <w:rsid w:val="004F06F5"/>
    <w:rsid w:val="004F33A0"/>
    <w:rsid w:val="005108C0"/>
    <w:rsid w:val="00511873"/>
    <w:rsid w:val="00512A2F"/>
    <w:rsid w:val="00513B7E"/>
    <w:rsid w:val="00515C74"/>
    <w:rsid w:val="0052007E"/>
    <w:rsid w:val="00521D08"/>
    <w:rsid w:val="0052337A"/>
    <w:rsid w:val="00523F15"/>
    <w:rsid w:val="00525137"/>
    <w:rsid w:val="005251DD"/>
    <w:rsid w:val="0053114F"/>
    <w:rsid w:val="00531CF3"/>
    <w:rsid w:val="00532CE7"/>
    <w:rsid w:val="00532D91"/>
    <w:rsid w:val="0053324C"/>
    <w:rsid w:val="0053336E"/>
    <w:rsid w:val="0053385B"/>
    <w:rsid w:val="005347EB"/>
    <w:rsid w:val="00534A28"/>
    <w:rsid w:val="00541508"/>
    <w:rsid w:val="005415F5"/>
    <w:rsid w:val="00542B79"/>
    <w:rsid w:val="0055307B"/>
    <w:rsid w:val="0055599F"/>
    <w:rsid w:val="00556D68"/>
    <w:rsid w:val="005647BF"/>
    <w:rsid w:val="00564BA4"/>
    <w:rsid w:val="00567115"/>
    <w:rsid w:val="0057364B"/>
    <w:rsid w:val="00574773"/>
    <w:rsid w:val="00576790"/>
    <w:rsid w:val="005776CD"/>
    <w:rsid w:val="00583FFD"/>
    <w:rsid w:val="00590D4E"/>
    <w:rsid w:val="005911BE"/>
    <w:rsid w:val="00593152"/>
    <w:rsid w:val="005A10F2"/>
    <w:rsid w:val="005A21E0"/>
    <w:rsid w:val="005A28FE"/>
    <w:rsid w:val="005A28FF"/>
    <w:rsid w:val="005A3DF8"/>
    <w:rsid w:val="005A5549"/>
    <w:rsid w:val="005A74F0"/>
    <w:rsid w:val="005B121D"/>
    <w:rsid w:val="005B1750"/>
    <w:rsid w:val="005C06ED"/>
    <w:rsid w:val="005C1412"/>
    <w:rsid w:val="005D5802"/>
    <w:rsid w:val="005D7890"/>
    <w:rsid w:val="005E326B"/>
    <w:rsid w:val="005E7C78"/>
    <w:rsid w:val="005F25A8"/>
    <w:rsid w:val="005F3EB1"/>
    <w:rsid w:val="005F505E"/>
    <w:rsid w:val="005F5347"/>
    <w:rsid w:val="005F5469"/>
    <w:rsid w:val="005F7B39"/>
    <w:rsid w:val="00600D3B"/>
    <w:rsid w:val="00601DFE"/>
    <w:rsid w:val="00604307"/>
    <w:rsid w:val="0060487F"/>
    <w:rsid w:val="00604EAD"/>
    <w:rsid w:val="00605275"/>
    <w:rsid w:val="006104FB"/>
    <w:rsid w:val="0061064A"/>
    <w:rsid w:val="00612A2F"/>
    <w:rsid w:val="00616E05"/>
    <w:rsid w:val="006172DA"/>
    <w:rsid w:val="00621BC8"/>
    <w:rsid w:val="00624093"/>
    <w:rsid w:val="006260C7"/>
    <w:rsid w:val="006334F3"/>
    <w:rsid w:val="006404A7"/>
    <w:rsid w:val="006451E4"/>
    <w:rsid w:val="00645B33"/>
    <w:rsid w:val="00645D18"/>
    <w:rsid w:val="00647EA1"/>
    <w:rsid w:val="00650A57"/>
    <w:rsid w:val="006516CB"/>
    <w:rsid w:val="006547DF"/>
    <w:rsid w:val="0065670C"/>
    <w:rsid w:val="00657E87"/>
    <w:rsid w:val="006634CE"/>
    <w:rsid w:val="00664803"/>
    <w:rsid w:val="00665BA4"/>
    <w:rsid w:val="00667AF2"/>
    <w:rsid w:val="006710C9"/>
    <w:rsid w:val="0067138C"/>
    <w:rsid w:val="00671CFD"/>
    <w:rsid w:val="00674D89"/>
    <w:rsid w:val="00675E37"/>
    <w:rsid w:val="006801D6"/>
    <w:rsid w:val="0068174E"/>
    <w:rsid w:val="00681DCE"/>
    <w:rsid w:val="0068260E"/>
    <w:rsid w:val="006828CD"/>
    <w:rsid w:val="00683A67"/>
    <w:rsid w:val="00687F03"/>
    <w:rsid w:val="00695BEF"/>
    <w:rsid w:val="006977F6"/>
    <w:rsid w:val="00697A13"/>
    <w:rsid w:val="006A109C"/>
    <w:rsid w:val="006A3BB8"/>
    <w:rsid w:val="006A5E60"/>
    <w:rsid w:val="006B0089"/>
    <w:rsid w:val="006B344A"/>
    <w:rsid w:val="006B5EFB"/>
    <w:rsid w:val="006B6A5B"/>
    <w:rsid w:val="006B78D8"/>
    <w:rsid w:val="006C113F"/>
    <w:rsid w:val="006C123E"/>
    <w:rsid w:val="006C2942"/>
    <w:rsid w:val="006C37C4"/>
    <w:rsid w:val="006C56D4"/>
    <w:rsid w:val="006C6924"/>
    <w:rsid w:val="006C7CA6"/>
    <w:rsid w:val="006D2101"/>
    <w:rsid w:val="006D2A4D"/>
    <w:rsid w:val="006D3E8A"/>
    <w:rsid w:val="006D5702"/>
    <w:rsid w:val="006D61F6"/>
    <w:rsid w:val="006E235F"/>
    <w:rsid w:val="006E279A"/>
    <w:rsid w:val="006E313B"/>
    <w:rsid w:val="006E4016"/>
    <w:rsid w:val="006E6A50"/>
    <w:rsid w:val="006F11AE"/>
    <w:rsid w:val="006F43ED"/>
    <w:rsid w:val="006F5416"/>
    <w:rsid w:val="006F5781"/>
    <w:rsid w:val="006F5FF5"/>
    <w:rsid w:val="0070059D"/>
    <w:rsid w:val="00702F18"/>
    <w:rsid w:val="00704746"/>
    <w:rsid w:val="00705E11"/>
    <w:rsid w:val="00706AD4"/>
    <w:rsid w:val="00707508"/>
    <w:rsid w:val="00713204"/>
    <w:rsid w:val="007140BE"/>
    <w:rsid w:val="007211F5"/>
    <w:rsid w:val="007233BC"/>
    <w:rsid w:val="007233C8"/>
    <w:rsid w:val="00723524"/>
    <w:rsid w:val="00724361"/>
    <w:rsid w:val="00725BB5"/>
    <w:rsid w:val="00730AE8"/>
    <w:rsid w:val="007361A5"/>
    <w:rsid w:val="007411D8"/>
    <w:rsid w:val="00741493"/>
    <w:rsid w:val="007430BE"/>
    <w:rsid w:val="00743DDA"/>
    <w:rsid w:val="00747E59"/>
    <w:rsid w:val="0075176D"/>
    <w:rsid w:val="007520FC"/>
    <w:rsid w:val="00752180"/>
    <w:rsid w:val="007551ED"/>
    <w:rsid w:val="00755202"/>
    <w:rsid w:val="00755D3A"/>
    <w:rsid w:val="00756C90"/>
    <w:rsid w:val="007576F6"/>
    <w:rsid w:val="007578D3"/>
    <w:rsid w:val="00760027"/>
    <w:rsid w:val="007602F1"/>
    <w:rsid w:val="007609C6"/>
    <w:rsid w:val="0076175D"/>
    <w:rsid w:val="007634A2"/>
    <w:rsid w:val="0076521E"/>
    <w:rsid w:val="007661E9"/>
    <w:rsid w:val="00775F0A"/>
    <w:rsid w:val="00776169"/>
    <w:rsid w:val="00776527"/>
    <w:rsid w:val="00780EF1"/>
    <w:rsid w:val="00783528"/>
    <w:rsid w:val="0078576F"/>
    <w:rsid w:val="00787ADD"/>
    <w:rsid w:val="00790764"/>
    <w:rsid w:val="00791C1F"/>
    <w:rsid w:val="0079232B"/>
    <w:rsid w:val="0079390F"/>
    <w:rsid w:val="0079453C"/>
    <w:rsid w:val="00794677"/>
    <w:rsid w:val="0079585A"/>
    <w:rsid w:val="007A32BD"/>
    <w:rsid w:val="007A790B"/>
    <w:rsid w:val="007B30D0"/>
    <w:rsid w:val="007B6689"/>
    <w:rsid w:val="007C4330"/>
    <w:rsid w:val="007C6D7B"/>
    <w:rsid w:val="007D40DF"/>
    <w:rsid w:val="007E019D"/>
    <w:rsid w:val="007E7806"/>
    <w:rsid w:val="007E7E61"/>
    <w:rsid w:val="007F0845"/>
    <w:rsid w:val="007F47EB"/>
    <w:rsid w:val="007F7AC3"/>
    <w:rsid w:val="00804F15"/>
    <w:rsid w:val="00807C82"/>
    <w:rsid w:val="00816905"/>
    <w:rsid w:val="00821FF6"/>
    <w:rsid w:val="00822421"/>
    <w:rsid w:val="008242E4"/>
    <w:rsid w:val="00825C4D"/>
    <w:rsid w:val="0083143E"/>
    <w:rsid w:val="00831CDE"/>
    <w:rsid w:val="00834304"/>
    <w:rsid w:val="00834FAA"/>
    <w:rsid w:val="00836086"/>
    <w:rsid w:val="00841674"/>
    <w:rsid w:val="0084708F"/>
    <w:rsid w:val="008477C8"/>
    <w:rsid w:val="0085114D"/>
    <w:rsid w:val="00852217"/>
    <w:rsid w:val="00854434"/>
    <w:rsid w:val="00855408"/>
    <w:rsid w:val="00856D65"/>
    <w:rsid w:val="00861B41"/>
    <w:rsid w:val="00863434"/>
    <w:rsid w:val="00864C88"/>
    <w:rsid w:val="00865E4C"/>
    <w:rsid w:val="00866A41"/>
    <w:rsid w:val="008701E4"/>
    <w:rsid w:val="008719AC"/>
    <w:rsid w:val="00875A32"/>
    <w:rsid w:val="00876086"/>
    <w:rsid w:val="00876FBE"/>
    <w:rsid w:val="0088076C"/>
    <w:rsid w:val="00880CF5"/>
    <w:rsid w:val="008818FD"/>
    <w:rsid w:val="008840A3"/>
    <w:rsid w:val="008873D4"/>
    <w:rsid w:val="00893E85"/>
    <w:rsid w:val="00894031"/>
    <w:rsid w:val="008A2D53"/>
    <w:rsid w:val="008A3EFE"/>
    <w:rsid w:val="008B5721"/>
    <w:rsid w:val="008B5CEA"/>
    <w:rsid w:val="008B7C02"/>
    <w:rsid w:val="008B7D2B"/>
    <w:rsid w:val="008C0049"/>
    <w:rsid w:val="008C0E88"/>
    <w:rsid w:val="008C37C3"/>
    <w:rsid w:val="008D02E1"/>
    <w:rsid w:val="008D1E6A"/>
    <w:rsid w:val="008D2A16"/>
    <w:rsid w:val="008D33C8"/>
    <w:rsid w:val="008D434D"/>
    <w:rsid w:val="008D7614"/>
    <w:rsid w:val="008E2C57"/>
    <w:rsid w:val="008E31FF"/>
    <w:rsid w:val="008E5ABF"/>
    <w:rsid w:val="008E6F06"/>
    <w:rsid w:val="008F029B"/>
    <w:rsid w:val="008F0A41"/>
    <w:rsid w:val="008F3FC9"/>
    <w:rsid w:val="008F46F2"/>
    <w:rsid w:val="008F585B"/>
    <w:rsid w:val="008F6C93"/>
    <w:rsid w:val="008F70A5"/>
    <w:rsid w:val="009003A8"/>
    <w:rsid w:val="00902500"/>
    <w:rsid w:val="00902EFF"/>
    <w:rsid w:val="00904E35"/>
    <w:rsid w:val="00906401"/>
    <w:rsid w:val="00907113"/>
    <w:rsid w:val="00911311"/>
    <w:rsid w:val="0091155E"/>
    <w:rsid w:val="0091209B"/>
    <w:rsid w:val="00912A92"/>
    <w:rsid w:val="0091427E"/>
    <w:rsid w:val="0091728D"/>
    <w:rsid w:val="0092180B"/>
    <w:rsid w:val="00921F14"/>
    <w:rsid w:val="00922C12"/>
    <w:rsid w:val="00924AC8"/>
    <w:rsid w:val="0092597A"/>
    <w:rsid w:val="0093032B"/>
    <w:rsid w:val="00932443"/>
    <w:rsid w:val="00935AEF"/>
    <w:rsid w:val="009363CC"/>
    <w:rsid w:val="00937AE2"/>
    <w:rsid w:val="00937D29"/>
    <w:rsid w:val="0094427A"/>
    <w:rsid w:val="009468EC"/>
    <w:rsid w:val="00947FF1"/>
    <w:rsid w:val="009530E7"/>
    <w:rsid w:val="009628B8"/>
    <w:rsid w:val="00974923"/>
    <w:rsid w:val="0097555E"/>
    <w:rsid w:val="00977F44"/>
    <w:rsid w:val="00980D3D"/>
    <w:rsid w:val="00982734"/>
    <w:rsid w:val="00987A30"/>
    <w:rsid w:val="00992CF3"/>
    <w:rsid w:val="00995A66"/>
    <w:rsid w:val="00996699"/>
    <w:rsid w:val="009968D6"/>
    <w:rsid w:val="009A0953"/>
    <w:rsid w:val="009A1CAB"/>
    <w:rsid w:val="009A60D1"/>
    <w:rsid w:val="009B10A8"/>
    <w:rsid w:val="009B2406"/>
    <w:rsid w:val="009B309E"/>
    <w:rsid w:val="009B6FD3"/>
    <w:rsid w:val="009C1750"/>
    <w:rsid w:val="009C19B2"/>
    <w:rsid w:val="009C2E29"/>
    <w:rsid w:val="009C3F72"/>
    <w:rsid w:val="009C548B"/>
    <w:rsid w:val="009C554B"/>
    <w:rsid w:val="009C719E"/>
    <w:rsid w:val="009D3ACD"/>
    <w:rsid w:val="009E1B03"/>
    <w:rsid w:val="009E5273"/>
    <w:rsid w:val="009E5DDB"/>
    <w:rsid w:val="009E6676"/>
    <w:rsid w:val="009E73C9"/>
    <w:rsid w:val="009F4CA7"/>
    <w:rsid w:val="009F6005"/>
    <w:rsid w:val="00A00CC7"/>
    <w:rsid w:val="00A02D2D"/>
    <w:rsid w:val="00A10B06"/>
    <w:rsid w:val="00A10D66"/>
    <w:rsid w:val="00A1138C"/>
    <w:rsid w:val="00A11B19"/>
    <w:rsid w:val="00A14114"/>
    <w:rsid w:val="00A16413"/>
    <w:rsid w:val="00A16823"/>
    <w:rsid w:val="00A210AE"/>
    <w:rsid w:val="00A210B9"/>
    <w:rsid w:val="00A226F0"/>
    <w:rsid w:val="00A23437"/>
    <w:rsid w:val="00A23E43"/>
    <w:rsid w:val="00A24BBA"/>
    <w:rsid w:val="00A267B9"/>
    <w:rsid w:val="00A272E6"/>
    <w:rsid w:val="00A30F65"/>
    <w:rsid w:val="00A33106"/>
    <w:rsid w:val="00A35B38"/>
    <w:rsid w:val="00A373E1"/>
    <w:rsid w:val="00A418BC"/>
    <w:rsid w:val="00A46DE0"/>
    <w:rsid w:val="00A50D73"/>
    <w:rsid w:val="00A52A85"/>
    <w:rsid w:val="00A52CAD"/>
    <w:rsid w:val="00A53FC7"/>
    <w:rsid w:val="00A54770"/>
    <w:rsid w:val="00A60649"/>
    <w:rsid w:val="00A60A85"/>
    <w:rsid w:val="00A62CE1"/>
    <w:rsid w:val="00A6314D"/>
    <w:rsid w:val="00A65FFE"/>
    <w:rsid w:val="00A6741E"/>
    <w:rsid w:val="00A679EC"/>
    <w:rsid w:val="00A710F7"/>
    <w:rsid w:val="00A75E40"/>
    <w:rsid w:val="00A77D1D"/>
    <w:rsid w:val="00A84058"/>
    <w:rsid w:val="00A842D8"/>
    <w:rsid w:val="00A857C0"/>
    <w:rsid w:val="00A85DFF"/>
    <w:rsid w:val="00A90AD5"/>
    <w:rsid w:val="00A927E4"/>
    <w:rsid w:val="00AA2996"/>
    <w:rsid w:val="00AA52BF"/>
    <w:rsid w:val="00AA559A"/>
    <w:rsid w:val="00AB2AF1"/>
    <w:rsid w:val="00AB4884"/>
    <w:rsid w:val="00AB4D30"/>
    <w:rsid w:val="00AB7304"/>
    <w:rsid w:val="00AC59D4"/>
    <w:rsid w:val="00AC6CB7"/>
    <w:rsid w:val="00AD06D9"/>
    <w:rsid w:val="00AD25A6"/>
    <w:rsid w:val="00AD306C"/>
    <w:rsid w:val="00AD4162"/>
    <w:rsid w:val="00AD7C22"/>
    <w:rsid w:val="00AE09B3"/>
    <w:rsid w:val="00AE1A83"/>
    <w:rsid w:val="00AE2B4E"/>
    <w:rsid w:val="00AE49D8"/>
    <w:rsid w:val="00AE6EAD"/>
    <w:rsid w:val="00AF3892"/>
    <w:rsid w:val="00AF46DC"/>
    <w:rsid w:val="00B00913"/>
    <w:rsid w:val="00B00C45"/>
    <w:rsid w:val="00B01268"/>
    <w:rsid w:val="00B01593"/>
    <w:rsid w:val="00B07F1B"/>
    <w:rsid w:val="00B10A4D"/>
    <w:rsid w:val="00B17E71"/>
    <w:rsid w:val="00B17FDE"/>
    <w:rsid w:val="00B20FC5"/>
    <w:rsid w:val="00B2379C"/>
    <w:rsid w:val="00B2687D"/>
    <w:rsid w:val="00B323BE"/>
    <w:rsid w:val="00B32DDB"/>
    <w:rsid w:val="00B34528"/>
    <w:rsid w:val="00B3495F"/>
    <w:rsid w:val="00B361FA"/>
    <w:rsid w:val="00B402FC"/>
    <w:rsid w:val="00B457EA"/>
    <w:rsid w:val="00B46604"/>
    <w:rsid w:val="00B530CD"/>
    <w:rsid w:val="00B55F5E"/>
    <w:rsid w:val="00B5752E"/>
    <w:rsid w:val="00B63A11"/>
    <w:rsid w:val="00B64C24"/>
    <w:rsid w:val="00B6608F"/>
    <w:rsid w:val="00B679FB"/>
    <w:rsid w:val="00B722AD"/>
    <w:rsid w:val="00B73043"/>
    <w:rsid w:val="00B76D1E"/>
    <w:rsid w:val="00B80620"/>
    <w:rsid w:val="00B80EC6"/>
    <w:rsid w:val="00B86A6C"/>
    <w:rsid w:val="00B901A8"/>
    <w:rsid w:val="00B92D1D"/>
    <w:rsid w:val="00B938C5"/>
    <w:rsid w:val="00B95940"/>
    <w:rsid w:val="00BA16F8"/>
    <w:rsid w:val="00BB1795"/>
    <w:rsid w:val="00BB46F3"/>
    <w:rsid w:val="00BB4CB1"/>
    <w:rsid w:val="00BB4F32"/>
    <w:rsid w:val="00BB4F5C"/>
    <w:rsid w:val="00BB4F98"/>
    <w:rsid w:val="00BC029B"/>
    <w:rsid w:val="00BC2A21"/>
    <w:rsid w:val="00BC584E"/>
    <w:rsid w:val="00BC626D"/>
    <w:rsid w:val="00BC7154"/>
    <w:rsid w:val="00BD1A0E"/>
    <w:rsid w:val="00BD289D"/>
    <w:rsid w:val="00BD33B9"/>
    <w:rsid w:val="00BD366B"/>
    <w:rsid w:val="00BD6D50"/>
    <w:rsid w:val="00BE17A4"/>
    <w:rsid w:val="00BE18B9"/>
    <w:rsid w:val="00BE2495"/>
    <w:rsid w:val="00BE4840"/>
    <w:rsid w:val="00BF1578"/>
    <w:rsid w:val="00BF188B"/>
    <w:rsid w:val="00BF2D72"/>
    <w:rsid w:val="00BF351E"/>
    <w:rsid w:val="00C0356A"/>
    <w:rsid w:val="00C155C9"/>
    <w:rsid w:val="00C2075C"/>
    <w:rsid w:val="00C21F94"/>
    <w:rsid w:val="00C22909"/>
    <w:rsid w:val="00C26085"/>
    <w:rsid w:val="00C27913"/>
    <w:rsid w:val="00C321AA"/>
    <w:rsid w:val="00C334B5"/>
    <w:rsid w:val="00C33B68"/>
    <w:rsid w:val="00C355AC"/>
    <w:rsid w:val="00C35778"/>
    <w:rsid w:val="00C36A79"/>
    <w:rsid w:val="00C405D4"/>
    <w:rsid w:val="00C425B5"/>
    <w:rsid w:val="00C4513B"/>
    <w:rsid w:val="00C47418"/>
    <w:rsid w:val="00C53A1B"/>
    <w:rsid w:val="00C54697"/>
    <w:rsid w:val="00C5497F"/>
    <w:rsid w:val="00C57A92"/>
    <w:rsid w:val="00C631AB"/>
    <w:rsid w:val="00C6570F"/>
    <w:rsid w:val="00C71F69"/>
    <w:rsid w:val="00C73737"/>
    <w:rsid w:val="00C73885"/>
    <w:rsid w:val="00C747B1"/>
    <w:rsid w:val="00C82191"/>
    <w:rsid w:val="00C90CF4"/>
    <w:rsid w:val="00C92EB6"/>
    <w:rsid w:val="00C93389"/>
    <w:rsid w:val="00C93E98"/>
    <w:rsid w:val="00CA184D"/>
    <w:rsid w:val="00CB4930"/>
    <w:rsid w:val="00CB5F21"/>
    <w:rsid w:val="00CC2E7D"/>
    <w:rsid w:val="00CD07CB"/>
    <w:rsid w:val="00CD10A5"/>
    <w:rsid w:val="00CD2076"/>
    <w:rsid w:val="00CD2936"/>
    <w:rsid w:val="00CD67F3"/>
    <w:rsid w:val="00CD77D4"/>
    <w:rsid w:val="00CD7D71"/>
    <w:rsid w:val="00CE19A0"/>
    <w:rsid w:val="00CE2D5F"/>
    <w:rsid w:val="00CE48AF"/>
    <w:rsid w:val="00CE5E4B"/>
    <w:rsid w:val="00CE670B"/>
    <w:rsid w:val="00CF0057"/>
    <w:rsid w:val="00CF0549"/>
    <w:rsid w:val="00CF3484"/>
    <w:rsid w:val="00CF51EC"/>
    <w:rsid w:val="00CF73AE"/>
    <w:rsid w:val="00D040DD"/>
    <w:rsid w:val="00D04580"/>
    <w:rsid w:val="00D104F4"/>
    <w:rsid w:val="00D10CEE"/>
    <w:rsid w:val="00D13986"/>
    <w:rsid w:val="00D16EC5"/>
    <w:rsid w:val="00D21CC1"/>
    <w:rsid w:val="00D22D27"/>
    <w:rsid w:val="00D235B7"/>
    <w:rsid w:val="00D25F28"/>
    <w:rsid w:val="00D27973"/>
    <w:rsid w:val="00D33925"/>
    <w:rsid w:val="00D3621B"/>
    <w:rsid w:val="00D41B71"/>
    <w:rsid w:val="00D43815"/>
    <w:rsid w:val="00D446CF"/>
    <w:rsid w:val="00D460DD"/>
    <w:rsid w:val="00D50F46"/>
    <w:rsid w:val="00D575E3"/>
    <w:rsid w:val="00D57DD6"/>
    <w:rsid w:val="00D62D99"/>
    <w:rsid w:val="00D66223"/>
    <w:rsid w:val="00D7081E"/>
    <w:rsid w:val="00D8078B"/>
    <w:rsid w:val="00D8084C"/>
    <w:rsid w:val="00D8253D"/>
    <w:rsid w:val="00D836A1"/>
    <w:rsid w:val="00D83D60"/>
    <w:rsid w:val="00DA6A35"/>
    <w:rsid w:val="00DA7C0C"/>
    <w:rsid w:val="00DB127B"/>
    <w:rsid w:val="00DB1E98"/>
    <w:rsid w:val="00DB2EC8"/>
    <w:rsid w:val="00DC4F32"/>
    <w:rsid w:val="00DC5B3B"/>
    <w:rsid w:val="00DD1237"/>
    <w:rsid w:val="00DD129F"/>
    <w:rsid w:val="00DD43D2"/>
    <w:rsid w:val="00DD6C03"/>
    <w:rsid w:val="00DE05DD"/>
    <w:rsid w:val="00DE1026"/>
    <w:rsid w:val="00DE2DC1"/>
    <w:rsid w:val="00DE600B"/>
    <w:rsid w:val="00DE65FF"/>
    <w:rsid w:val="00DF1250"/>
    <w:rsid w:val="00DF128B"/>
    <w:rsid w:val="00DF42FF"/>
    <w:rsid w:val="00E01C0E"/>
    <w:rsid w:val="00E03F9A"/>
    <w:rsid w:val="00E04694"/>
    <w:rsid w:val="00E04FBD"/>
    <w:rsid w:val="00E12B1E"/>
    <w:rsid w:val="00E17262"/>
    <w:rsid w:val="00E242C6"/>
    <w:rsid w:val="00E253A2"/>
    <w:rsid w:val="00E2604A"/>
    <w:rsid w:val="00E266E9"/>
    <w:rsid w:val="00E3309D"/>
    <w:rsid w:val="00E40760"/>
    <w:rsid w:val="00E4324B"/>
    <w:rsid w:val="00E445EE"/>
    <w:rsid w:val="00E446B1"/>
    <w:rsid w:val="00E500A5"/>
    <w:rsid w:val="00E50156"/>
    <w:rsid w:val="00E52F73"/>
    <w:rsid w:val="00E53470"/>
    <w:rsid w:val="00E539F6"/>
    <w:rsid w:val="00E550E9"/>
    <w:rsid w:val="00E61904"/>
    <w:rsid w:val="00E63E69"/>
    <w:rsid w:val="00E6519D"/>
    <w:rsid w:val="00E665A5"/>
    <w:rsid w:val="00E67696"/>
    <w:rsid w:val="00E71658"/>
    <w:rsid w:val="00E71A58"/>
    <w:rsid w:val="00E72A7A"/>
    <w:rsid w:val="00E745EA"/>
    <w:rsid w:val="00E75C94"/>
    <w:rsid w:val="00E76862"/>
    <w:rsid w:val="00E772DE"/>
    <w:rsid w:val="00E77573"/>
    <w:rsid w:val="00E830B6"/>
    <w:rsid w:val="00E93820"/>
    <w:rsid w:val="00EA0C68"/>
    <w:rsid w:val="00EA32BC"/>
    <w:rsid w:val="00EA4FCF"/>
    <w:rsid w:val="00EA5062"/>
    <w:rsid w:val="00EA6978"/>
    <w:rsid w:val="00EB098A"/>
    <w:rsid w:val="00EB3701"/>
    <w:rsid w:val="00EB4511"/>
    <w:rsid w:val="00EC0298"/>
    <w:rsid w:val="00EC03D7"/>
    <w:rsid w:val="00EC122C"/>
    <w:rsid w:val="00EC438E"/>
    <w:rsid w:val="00EC5A1A"/>
    <w:rsid w:val="00ED62C6"/>
    <w:rsid w:val="00ED64C1"/>
    <w:rsid w:val="00EE1040"/>
    <w:rsid w:val="00EE3446"/>
    <w:rsid w:val="00EE34FB"/>
    <w:rsid w:val="00EE3E78"/>
    <w:rsid w:val="00EE4B1B"/>
    <w:rsid w:val="00EE50AD"/>
    <w:rsid w:val="00EE6E25"/>
    <w:rsid w:val="00EF0264"/>
    <w:rsid w:val="00EF150D"/>
    <w:rsid w:val="00EF1F5A"/>
    <w:rsid w:val="00EF33ED"/>
    <w:rsid w:val="00EF47BF"/>
    <w:rsid w:val="00F04811"/>
    <w:rsid w:val="00F0488C"/>
    <w:rsid w:val="00F07605"/>
    <w:rsid w:val="00F10F11"/>
    <w:rsid w:val="00F1145A"/>
    <w:rsid w:val="00F14A93"/>
    <w:rsid w:val="00F15AAA"/>
    <w:rsid w:val="00F15BEF"/>
    <w:rsid w:val="00F16A15"/>
    <w:rsid w:val="00F23E0E"/>
    <w:rsid w:val="00F24407"/>
    <w:rsid w:val="00F24FAA"/>
    <w:rsid w:val="00F26BA4"/>
    <w:rsid w:val="00F33479"/>
    <w:rsid w:val="00F3364D"/>
    <w:rsid w:val="00F33DA6"/>
    <w:rsid w:val="00F33E6C"/>
    <w:rsid w:val="00F34B23"/>
    <w:rsid w:val="00F4161A"/>
    <w:rsid w:val="00F437CC"/>
    <w:rsid w:val="00F47067"/>
    <w:rsid w:val="00F524F5"/>
    <w:rsid w:val="00F525EB"/>
    <w:rsid w:val="00F53167"/>
    <w:rsid w:val="00F60161"/>
    <w:rsid w:val="00F63DDE"/>
    <w:rsid w:val="00F63FB7"/>
    <w:rsid w:val="00F649D2"/>
    <w:rsid w:val="00F65105"/>
    <w:rsid w:val="00F6602B"/>
    <w:rsid w:val="00F72B23"/>
    <w:rsid w:val="00F73A0C"/>
    <w:rsid w:val="00F756DB"/>
    <w:rsid w:val="00F82B96"/>
    <w:rsid w:val="00F83B84"/>
    <w:rsid w:val="00F85066"/>
    <w:rsid w:val="00F866F9"/>
    <w:rsid w:val="00F87435"/>
    <w:rsid w:val="00F928B6"/>
    <w:rsid w:val="00F92C10"/>
    <w:rsid w:val="00F9319B"/>
    <w:rsid w:val="00FA1306"/>
    <w:rsid w:val="00FA3921"/>
    <w:rsid w:val="00FA5D4D"/>
    <w:rsid w:val="00FB0EE2"/>
    <w:rsid w:val="00FB542E"/>
    <w:rsid w:val="00FC0E5F"/>
    <w:rsid w:val="00FC1A95"/>
    <w:rsid w:val="00FC2DAD"/>
    <w:rsid w:val="00FC39C6"/>
    <w:rsid w:val="00FC45A6"/>
    <w:rsid w:val="00FC56DE"/>
    <w:rsid w:val="00FC684B"/>
    <w:rsid w:val="00FC744D"/>
    <w:rsid w:val="00FD286C"/>
    <w:rsid w:val="00FD3265"/>
    <w:rsid w:val="00FE0C05"/>
    <w:rsid w:val="00FE2B8C"/>
    <w:rsid w:val="00FE2F78"/>
    <w:rsid w:val="00FF1D3D"/>
    <w:rsid w:val="00FF3AC0"/>
    <w:rsid w:val="00FF672E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C3BB364"/>
  <w15:docId w15:val="{EFF88EEF-B76D-4F3B-AC84-78EDA8D2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6AF5"/>
    <w:pPr>
      <w:spacing w:after="120" w:line="288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32671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C961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332671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CC9610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332671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CC9610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332671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CC9610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32671"/>
    <w:rPr>
      <w:rFonts w:ascii="Arial" w:eastAsia="MS Gothic" w:hAnsi="Arial"/>
      <w:b/>
      <w:bCs/>
      <w:color w:val="CC9610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32671"/>
    <w:rPr>
      <w:rFonts w:ascii="Arial" w:eastAsia="MS Gothic" w:hAnsi="Arial"/>
      <w:b/>
      <w:bCs/>
      <w:color w:val="CC9610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32671"/>
    <w:rPr>
      <w:rFonts w:ascii="Arial" w:eastAsia="MS Gothic" w:hAnsi="Arial"/>
      <w:b/>
      <w:bCs/>
      <w:color w:val="CC9610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32671"/>
    <w:rPr>
      <w:rFonts w:ascii="Arial" w:eastAsia="MS Gothic" w:hAnsi="Arial"/>
      <w:b/>
      <w:bCs/>
      <w:iCs/>
      <w:color w:val="CC9610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31293E"/>
    <w:pPr>
      <w:spacing w:after="80" w:line="288" w:lineRule="auto"/>
    </w:pPr>
    <w:rPr>
      <w:rFonts w:ascii="Arial" w:eastAsia="Times New Roman" w:hAnsi="Arial"/>
      <w:b/>
      <w:color w:val="CC9610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5E326B"/>
    <w:pPr>
      <w:shd w:val="clear" w:color="auto" w:fill="F8EFDE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332671"/>
    <w:pPr>
      <w:spacing w:before="240" w:after="240" w:line="288" w:lineRule="auto"/>
      <w:ind w:left="709"/>
      <w:contextualSpacing/>
    </w:pPr>
    <w:rPr>
      <w:rFonts w:ascii="Arial" w:hAnsi="Arial" w:cs="Arial"/>
      <w:color w:val="CC9610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31293E"/>
    <w:pPr>
      <w:spacing w:after="40"/>
      <w:contextualSpacing/>
    </w:pPr>
    <w:rPr>
      <w:b/>
      <w:caps/>
      <w:color w:val="000000" w:themeColor="text1"/>
      <w:sz w:val="24"/>
    </w:rPr>
  </w:style>
  <w:style w:type="paragraph" w:customStyle="1" w:styleId="TLKontakty">
    <w:name w:val="TL Kontakty"/>
    <w:qFormat/>
    <w:rsid w:val="0031293E"/>
    <w:pPr>
      <w:spacing w:after="160" w:line="259" w:lineRule="auto"/>
      <w:contextualSpacing/>
    </w:pPr>
    <w:rPr>
      <w:rFonts w:ascii="Arial" w:eastAsia="Times New Roman" w:hAnsi="Arial"/>
      <w:b/>
      <w:color w:val="CC9610"/>
      <w:lang w:eastAsia="cs-CZ"/>
    </w:rPr>
  </w:style>
  <w:style w:type="paragraph" w:styleId="Nzev">
    <w:name w:val="Title"/>
    <w:link w:val="NzevChar"/>
    <w:uiPriority w:val="10"/>
    <w:qFormat/>
    <w:rsid w:val="0031293E"/>
    <w:pPr>
      <w:spacing w:line="288" w:lineRule="auto"/>
    </w:pPr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31293E"/>
    <w:rPr>
      <w:rFonts w:ascii="Arial" w:eastAsia="Times New Roman" w:hAnsi="Arial"/>
      <w:b/>
      <w:bCs/>
      <w:caps/>
      <w:color w:val="000000" w:themeColor="text1"/>
      <w:kern w:val="28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31293E"/>
    <w:pPr>
      <w:spacing w:line="288" w:lineRule="auto"/>
    </w:pPr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31293E"/>
    <w:rPr>
      <w:rFonts w:ascii="Arial" w:eastAsia="Times New Roman" w:hAnsi="Arial" w:cs="Arial"/>
      <w:b/>
      <w:color w:val="000000" w:themeColor="text1"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draznnintenzivn">
    <w:name w:val="Intense Emphasis"/>
    <w:basedOn w:val="Standardnpsmoodstavce"/>
    <w:uiPriority w:val="21"/>
    <w:qFormat/>
    <w:rsid w:val="0031293E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32"/>
    <w:qFormat/>
    <w:rsid w:val="0031293E"/>
    <w:rPr>
      <w:b/>
      <w:bCs/>
      <w:smallCaps/>
      <w:color w:val="000000" w:themeColor="text1"/>
      <w:spacing w:val="5"/>
    </w:rPr>
  </w:style>
  <w:style w:type="paragraph" w:styleId="Odstavecseseznamem">
    <w:name w:val="List Paragraph"/>
    <w:basedOn w:val="Normln"/>
    <w:uiPriority w:val="99"/>
    <w:qFormat/>
    <w:rsid w:val="001A42B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188B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188B"/>
    <w:rPr>
      <w:rFonts w:ascii="Arial" w:eastAsia="Times New Roman" w:hAnsi="Arial"/>
      <w:lang w:eastAsia="cs-CZ"/>
    </w:rPr>
  </w:style>
  <w:style w:type="character" w:styleId="Znakapoznpodarou">
    <w:name w:val="footnote reference"/>
    <w:basedOn w:val="Standardnpsmoodstavce"/>
    <w:unhideWhenUsed/>
    <w:rsid w:val="00BF188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266AF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722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22AD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22AD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22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22AD"/>
    <w:rPr>
      <w:rFonts w:ascii="Arial" w:eastAsia="Times New Roman" w:hAnsi="Arial"/>
      <w:b/>
      <w:bCs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602F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021C3F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zis.cz/index.php?pg=vystupy--statistika-vybranych-ekonomickych-temat--pracovni-neschopnos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ssz.cz/web/cz/nemocenska-statistik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klasifikace-institucionalnich-sektoru-a-subsektoru-cz-cis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rz41268\Desktop\PUBLIKACE%20Pracovn&#237;%20neschopnost%202024\rok%202024\Text\grafick&#225;%20&#353;ablona%20pro%20publikac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4D9F2DB7AEC6647A8C955557DF8632E" ma:contentTypeVersion="16" ma:contentTypeDescription="Vytvoří nový dokument" ma:contentTypeScope="" ma:versionID="32927f0b3b847db0d1eb95c158cefd80">
  <xsd:schema xmlns:xsd="http://www.w3.org/2001/XMLSchema" xmlns:xs="http://www.w3.org/2001/XMLSchema" xmlns:p="http://schemas.microsoft.com/office/2006/metadata/properties" xmlns:ns3="a54ffe45-0905-4298-9ac1-24bf84dddb4f" xmlns:ns4="58154a9b-48f0-4027-84a6-b753b7361b43" targetNamespace="http://schemas.microsoft.com/office/2006/metadata/properties" ma:root="true" ma:fieldsID="abc4ee6c3309122ac14de48afffdbae5" ns3:_="" ns4:_="">
    <xsd:import namespace="a54ffe45-0905-4298-9ac1-24bf84dddb4f"/>
    <xsd:import namespace="58154a9b-48f0-4027-84a6-b753b7361b4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OCR" minOccurs="0"/>
                <xsd:element ref="ns4:MediaServiceSearchPropertie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ffe45-0905-4298-9ac1-24bf84dddb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54a9b-48f0-4027-84a6-b753b7361b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8154a9b-48f0-4027-84a6-b753b7361b4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EB28C-D40C-4025-9BDD-0344ACFD48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4ffe45-0905-4298-9ac1-24bf84dddb4f"/>
    <ds:schemaRef ds:uri="58154a9b-48f0-4027-84a6-b753b7361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317C02-2A1C-4865-B445-BEE36455B994}">
  <ds:schemaRefs>
    <ds:schemaRef ds:uri="http://schemas.microsoft.com/office/2006/metadata/properties"/>
    <ds:schemaRef ds:uri="http://schemas.microsoft.com/office/infopath/2007/PartnerControls"/>
    <ds:schemaRef ds:uri="58154a9b-48f0-4027-84a6-b753b7361b43"/>
  </ds:schemaRefs>
</ds:datastoreItem>
</file>

<file path=customXml/itemProps3.xml><?xml version="1.0" encoding="utf-8"?>
<ds:datastoreItem xmlns:ds="http://schemas.openxmlformats.org/officeDocument/2006/customXml" ds:itemID="{C1422A55-CEA9-480C-B27B-21CB6A48CE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5D8B4E-CE03-444A-B7D5-A10CFAA61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grafická šablona pro publikaci.dotx</Template>
  <TotalTime>390</TotalTime>
  <Pages>3</Pages>
  <Words>1412</Words>
  <Characters>8336</Characters>
  <Application>Microsoft Office Word</Application>
  <DocSecurity>0</DocSecurity>
  <Lines>69</Lines>
  <Paragraphs>19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9729</CharactersWithSpaces>
  <SharedDoc>false</SharedDoc>
  <HyperlinkBase/>
  <HLinks>
    <vt:vector size="18" baseType="variant">
      <vt:variant>
        <vt:i4>7602181</vt:i4>
      </vt:variant>
      <vt:variant>
        <vt:i4>11092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Tvrz Michal</dc:creator>
  <cp:keywords/>
  <dc:description/>
  <cp:lastModifiedBy>Tvrz Michal</cp:lastModifiedBy>
  <cp:revision>17</cp:revision>
  <cp:lastPrinted>2014-07-17T14:07:00Z</cp:lastPrinted>
  <dcterms:created xsi:type="dcterms:W3CDTF">2025-06-23T19:02:00Z</dcterms:created>
  <dcterms:modified xsi:type="dcterms:W3CDTF">2025-06-27T07:01:00Z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0x01010004D9F2DB7AEC6647A8C955557DF8632E</vt:lpwstr>
  </property>
  <property fmtid="{D5CDD505-2E9C-101B-9397-08002B2CF9AE}" pid="3" name="Názevformuláře">
    <vt:lpwstr>Publikace CZ barevné - ekonomika
</vt:lpwstr>
  </property>
  <property fmtid="{D5CDD505-2E9C-101B-9397-08002B2CF9AE}" pid="4" name="Vazbanaprocesnídoménu">
    <vt:lpwstr>;#4. Komunikace a propagace;#</vt:lpwstr>
  </property>
  <property fmtid="{D5CDD505-2E9C-101B-9397-08002B2CF9AE}" pid="5" name="Vazbanadefiničnípředpis">
    <vt:lpwstr>Manuál ke zveřejňování produktů ČSÚ
</vt:lpwstr>
  </property>
  <property fmtid="{D5CDD505-2E9C-101B-9397-08002B2CF9AE}" pid="6" name="Ustanovení">
    <vt:lpwstr>část první čl. 2, odst. 3b,c; část pátá; příloha 1
</vt:lpwstr>
  </property>
  <property fmtid="{D5CDD505-2E9C-101B-9397-08002B2CF9AE}" pid="7" name="Účinnostod">
    <vt:filetime>2017-08-14T07:00:00Z</vt:filetime>
  </property>
  <property fmtid="{D5CDD505-2E9C-101B-9397-08002B2CF9AE}" pid="8" name="Označení">
    <vt:lpwstr>Form_c438</vt:lpwstr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xd_Signature">
    <vt:bool>false</vt:bool>
  </property>
  <property fmtid="{D5CDD505-2E9C-101B-9397-08002B2CF9AE}" pid="15" name="MediaServiceImageTags">
    <vt:lpwstr/>
  </property>
</Properties>
</file>