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E40" w:rsidRPr="000A3A2C" w:rsidRDefault="002C1DA1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466725</wp:posOffset>
                </wp:positionV>
                <wp:extent cx="2249805" cy="554355"/>
                <wp:effectExtent l="0" t="0" r="0" b="0"/>
                <wp:wrapSquare wrapText="bothSides"/>
                <wp:docPr id="6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9805" cy="554355"/>
                          <a:chOff x="567" y="851"/>
                          <a:chExt cx="2714" cy="667"/>
                        </a:xfrm>
                      </wpg:grpSpPr>
                      <wps:wsp>
                        <wps:cNvPr id="7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15" y="901"/>
                            <a:ext cx="676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7" y="1131"/>
                            <a:ext cx="1324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88" y="1361"/>
                            <a:ext cx="603" cy="153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9" y="1311"/>
                            <a:ext cx="600" cy="207"/>
                          </a:xfrm>
                          <a:custGeom>
                            <a:avLst/>
                            <a:gdLst>
                              <a:gd name="T0" fmla="*/ 520 w 1200"/>
                              <a:gd name="T1" fmla="*/ 84 h 415"/>
                              <a:gd name="T2" fmla="*/ 537 w 1200"/>
                              <a:gd name="T3" fmla="*/ 88 h 415"/>
                              <a:gd name="T4" fmla="*/ 550 w 1200"/>
                              <a:gd name="T5" fmla="*/ 100 h 415"/>
                              <a:gd name="T6" fmla="*/ 557 w 1200"/>
                              <a:gd name="T7" fmla="*/ 114 h 415"/>
                              <a:gd name="T8" fmla="*/ 559 w 1200"/>
                              <a:gd name="T9" fmla="*/ 131 h 415"/>
                              <a:gd name="T10" fmla="*/ 554 w 1200"/>
                              <a:gd name="T11" fmla="*/ 147 h 415"/>
                              <a:gd name="T12" fmla="*/ 544 w 1200"/>
                              <a:gd name="T13" fmla="*/ 160 h 415"/>
                              <a:gd name="T14" fmla="*/ 530 w 1200"/>
                              <a:gd name="T15" fmla="*/ 168 h 415"/>
                              <a:gd name="T16" fmla="*/ 506 w 1200"/>
                              <a:gd name="T17" fmla="*/ 170 h 415"/>
                              <a:gd name="T18" fmla="*/ 540 w 1200"/>
                              <a:gd name="T19" fmla="*/ 202 h 415"/>
                              <a:gd name="T20" fmla="*/ 567 w 1200"/>
                              <a:gd name="T21" fmla="*/ 190 h 415"/>
                              <a:gd name="T22" fmla="*/ 587 w 1200"/>
                              <a:gd name="T23" fmla="*/ 169 h 415"/>
                              <a:gd name="T24" fmla="*/ 599 w 1200"/>
                              <a:gd name="T25" fmla="*/ 142 h 415"/>
                              <a:gd name="T26" fmla="*/ 599 w 1200"/>
                              <a:gd name="T27" fmla="*/ 111 h 415"/>
                              <a:gd name="T28" fmla="*/ 587 w 1200"/>
                              <a:gd name="T29" fmla="*/ 84 h 415"/>
                              <a:gd name="T30" fmla="*/ 567 w 1200"/>
                              <a:gd name="T31" fmla="*/ 63 h 415"/>
                              <a:gd name="T32" fmla="*/ 540 w 1200"/>
                              <a:gd name="T33" fmla="*/ 51 h 415"/>
                              <a:gd name="T34" fmla="*/ 466 w 1200"/>
                              <a:gd name="T35" fmla="*/ 204 h 415"/>
                              <a:gd name="T36" fmla="*/ 388 w 1200"/>
                              <a:gd name="T37" fmla="*/ 146 h 415"/>
                              <a:gd name="T38" fmla="*/ 393 w 1200"/>
                              <a:gd name="T39" fmla="*/ 50 h 415"/>
                              <a:gd name="T40" fmla="*/ 343 w 1200"/>
                              <a:gd name="T41" fmla="*/ 177 h 415"/>
                              <a:gd name="T42" fmla="*/ 257 w 1200"/>
                              <a:gd name="T43" fmla="*/ 18 h 415"/>
                              <a:gd name="T44" fmla="*/ 174 w 1200"/>
                              <a:gd name="T45" fmla="*/ 18 h 415"/>
                              <a:gd name="T46" fmla="*/ 216 w 1200"/>
                              <a:gd name="T47" fmla="*/ 81 h 415"/>
                              <a:gd name="T48" fmla="*/ 231 w 1200"/>
                              <a:gd name="T49" fmla="*/ 88 h 415"/>
                              <a:gd name="T50" fmla="*/ 235 w 1200"/>
                              <a:gd name="T51" fmla="*/ 104 h 415"/>
                              <a:gd name="T52" fmla="*/ 225 w 1200"/>
                              <a:gd name="T53" fmla="*/ 116 h 415"/>
                              <a:gd name="T54" fmla="*/ 204 w 1200"/>
                              <a:gd name="T55" fmla="*/ 119 h 415"/>
                              <a:gd name="T56" fmla="*/ 258 w 1200"/>
                              <a:gd name="T57" fmla="*/ 135 h 415"/>
                              <a:gd name="T58" fmla="*/ 271 w 1200"/>
                              <a:gd name="T59" fmla="*/ 121 h 415"/>
                              <a:gd name="T60" fmla="*/ 276 w 1200"/>
                              <a:gd name="T61" fmla="*/ 102 h 415"/>
                              <a:gd name="T62" fmla="*/ 275 w 1200"/>
                              <a:gd name="T63" fmla="*/ 83 h 415"/>
                              <a:gd name="T64" fmla="*/ 266 w 1200"/>
                              <a:gd name="T65" fmla="*/ 67 h 415"/>
                              <a:gd name="T66" fmla="*/ 252 w 1200"/>
                              <a:gd name="T67" fmla="*/ 55 h 415"/>
                              <a:gd name="T68" fmla="*/ 232 w 1200"/>
                              <a:gd name="T69" fmla="*/ 50 h 415"/>
                              <a:gd name="T70" fmla="*/ 204 w 1200"/>
                              <a:gd name="T71" fmla="*/ 204 h 415"/>
                              <a:gd name="T72" fmla="*/ 243 w 1200"/>
                              <a:gd name="T73" fmla="*/ 141 h 415"/>
                              <a:gd name="T74" fmla="*/ 67 w 1200"/>
                              <a:gd name="T75" fmla="*/ 42 h 415"/>
                              <a:gd name="T76" fmla="*/ 0 w 1200"/>
                              <a:gd name="T77" fmla="*/ 139 h 415"/>
                              <a:gd name="T78" fmla="*/ 3 w 1200"/>
                              <a:gd name="T79" fmla="*/ 166 h 415"/>
                              <a:gd name="T80" fmla="*/ 12 w 1200"/>
                              <a:gd name="T81" fmla="*/ 184 h 415"/>
                              <a:gd name="T82" fmla="*/ 34 w 1200"/>
                              <a:gd name="T83" fmla="*/ 201 h 415"/>
                              <a:gd name="T84" fmla="*/ 67 w 1200"/>
                              <a:gd name="T85" fmla="*/ 207 h 415"/>
                              <a:gd name="T86" fmla="*/ 96 w 1200"/>
                              <a:gd name="T87" fmla="*/ 202 h 415"/>
                              <a:gd name="T88" fmla="*/ 119 w 1200"/>
                              <a:gd name="T89" fmla="*/ 186 h 415"/>
                              <a:gd name="T90" fmla="*/ 131 w 1200"/>
                              <a:gd name="T91" fmla="*/ 166 h 415"/>
                              <a:gd name="T92" fmla="*/ 134 w 1200"/>
                              <a:gd name="T93" fmla="*/ 139 h 415"/>
                              <a:gd name="T94" fmla="*/ 95 w 1200"/>
                              <a:gd name="T95" fmla="*/ 143 h 415"/>
                              <a:gd name="T96" fmla="*/ 89 w 1200"/>
                              <a:gd name="T97" fmla="*/ 163 h 415"/>
                              <a:gd name="T98" fmla="*/ 78 w 1200"/>
                              <a:gd name="T99" fmla="*/ 170 h 415"/>
                              <a:gd name="T100" fmla="*/ 63 w 1200"/>
                              <a:gd name="T101" fmla="*/ 172 h 415"/>
                              <a:gd name="T102" fmla="*/ 52 w 1200"/>
                              <a:gd name="T103" fmla="*/ 168 h 415"/>
                              <a:gd name="T104" fmla="*/ 42 w 1200"/>
                              <a:gd name="T105" fmla="*/ 156 h 415"/>
                              <a:gd name="T106" fmla="*/ 40 w 1200"/>
                              <a:gd name="T107" fmla="*/ 50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1081"/>
                            <a:ext cx="1319" cy="208"/>
                          </a:xfrm>
                          <a:custGeom>
                            <a:avLst/>
                            <a:gdLst>
                              <a:gd name="T0" fmla="*/ 1221 w 2637"/>
                              <a:gd name="T1" fmla="*/ 204 h 416"/>
                              <a:gd name="T2" fmla="*/ 1166 w 2637"/>
                              <a:gd name="T3" fmla="*/ 50 h 416"/>
                              <a:gd name="T4" fmla="*/ 1072 w 2637"/>
                              <a:gd name="T5" fmla="*/ 137 h 416"/>
                              <a:gd name="T6" fmla="*/ 1004 w 2637"/>
                              <a:gd name="T7" fmla="*/ 54 h 416"/>
                              <a:gd name="T8" fmla="*/ 943 w 2637"/>
                              <a:gd name="T9" fmla="*/ 51 h 416"/>
                              <a:gd name="T10" fmla="*/ 900 w 2637"/>
                              <a:gd name="T11" fmla="*/ 82 h 416"/>
                              <a:gd name="T12" fmla="*/ 887 w 2637"/>
                              <a:gd name="T13" fmla="*/ 136 h 416"/>
                              <a:gd name="T14" fmla="*/ 907 w 2637"/>
                              <a:gd name="T15" fmla="*/ 181 h 416"/>
                              <a:gd name="T16" fmla="*/ 959 w 2637"/>
                              <a:gd name="T17" fmla="*/ 208 h 416"/>
                              <a:gd name="T18" fmla="*/ 1000 w 2637"/>
                              <a:gd name="T19" fmla="*/ 157 h 416"/>
                              <a:gd name="T20" fmla="*/ 969 w 2637"/>
                              <a:gd name="T21" fmla="*/ 169 h 416"/>
                              <a:gd name="T22" fmla="*/ 945 w 2637"/>
                              <a:gd name="T23" fmla="*/ 161 h 416"/>
                              <a:gd name="T24" fmla="*/ 929 w 2637"/>
                              <a:gd name="T25" fmla="*/ 137 h 416"/>
                              <a:gd name="T26" fmla="*/ 933 w 2637"/>
                              <a:gd name="T27" fmla="*/ 107 h 416"/>
                              <a:gd name="T28" fmla="*/ 953 w 2637"/>
                              <a:gd name="T29" fmla="*/ 89 h 416"/>
                              <a:gd name="T30" fmla="*/ 984 w 2637"/>
                              <a:gd name="T31" fmla="*/ 88 h 416"/>
                              <a:gd name="T32" fmla="*/ 864 w 2637"/>
                              <a:gd name="T33" fmla="*/ 50 h 416"/>
                              <a:gd name="T34" fmla="*/ 802 w 2637"/>
                              <a:gd name="T35" fmla="*/ 50 h 416"/>
                              <a:gd name="T36" fmla="*/ 680 w 2637"/>
                              <a:gd name="T37" fmla="*/ 59 h 416"/>
                              <a:gd name="T38" fmla="*/ 638 w 2637"/>
                              <a:gd name="T39" fmla="*/ 46 h 416"/>
                              <a:gd name="T40" fmla="*/ 602 w 2637"/>
                              <a:gd name="T41" fmla="*/ 54 h 416"/>
                              <a:gd name="T42" fmla="*/ 581 w 2637"/>
                              <a:gd name="T43" fmla="*/ 82 h 416"/>
                              <a:gd name="T44" fmla="*/ 583 w 2637"/>
                              <a:gd name="T45" fmla="*/ 116 h 416"/>
                              <a:gd name="T46" fmla="*/ 610 w 2637"/>
                              <a:gd name="T47" fmla="*/ 138 h 416"/>
                              <a:gd name="T48" fmla="*/ 644 w 2637"/>
                              <a:gd name="T49" fmla="*/ 153 h 416"/>
                              <a:gd name="T50" fmla="*/ 637 w 2637"/>
                              <a:gd name="T51" fmla="*/ 171 h 416"/>
                              <a:gd name="T52" fmla="*/ 608 w 2637"/>
                              <a:gd name="T53" fmla="*/ 170 h 416"/>
                              <a:gd name="T54" fmla="*/ 586 w 2637"/>
                              <a:gd name="T55" fmla="*/ 198 h 416"/>
                              <a:gd name="T56" fmla="*/ 633 w 2637"/>
                              <a:gd name="T57" fmla="*/ 208 h 416"/>
                              <a:gd name="T58" fmla="*/ 671 w 2637"/>
                              <a:gd name="T59" fmla="*/ 193 h 416"/>
                              <a:gd name="T60" fmla="*/ 687 w 2637"/>
                              <a:gd name="T61" fmla="*/ 160 h 416"/>
                              <a:gd name="T62" fmla="*/ 678 w 2637"/>
                              <a:gd name="T63" fmla="*/ 126 h 416"/>
                              <a:gd name="T64" fmla="*/ 638 w 2637"/>
                              <a:gd name="T65" fmla="*/ 107 h 416"/>
                              <a:gd name="T66" fmla="*/ 621 w 2637"/>
                              <a:gd name="T67" fmla="*/ 93 h 416"/>
                              <a:gd name="T68" fmla="*/ 635 w 2637"/>
                              <a:gd name="T69" fmla="*/ 80 h 416"/>
                              <a:gd name="T70" fmla="*/ 665 w 2637"/>
                              <a:gd name="T71" fmla="*/ 90 h 416"/>
                              <a:gd name="T72" fmla="*/ 452 w 2637"/>
                              <a:gd name="T73" fmla="*/ 84 h 416"/>
                              <a:gd name="T74" fmla="*/ 452 w 2637"/>
                              <a:gd name="T75" fmla="*/ 204 h 416"/>
                              <a:gd name="T76" fmla="*/ 343 w 2637"/>
                              <a:gd name="T77" fmla="*/ 204 h 416"/>
                              <a:gd name="T78" fmla="*/ 333 w 2637"/>
                              <a:gd name="T79" fmla="*/ 177 h 416"/>
                              <a:gd name="T80" fmla="*/ 158 w 2637"/>
                              <a:gd name="T81" fmla="*/ 204 h 416"/>
                              <a:gd name="T82" fmla="*/ 84 w 2637"/>
                              <a:gd name="T83" fmla="*/ 49 h 416"/>
                              <a:gd name="T84" fmla="*/ 42 w 2637"/>
                              <a:gd name="T85" fmla="*/ 48 h 416"/>
                              <a:gd name="T86" fmla="*/ 14 w 2637"/>
                              <a:gd name="T87" fmla="*/ 68 h 416"/>
                              <a:gd name="T88" fmla="*/ 6 w 2637"/>
                              <a:gd name="T89" fmla="*/ 103 h 416"/>
                              <a:gd name="T90" fmla="*/ 19 w 2637"/>
                              <a:gd name="T91" fmla="*/ 128 h 416"/>
                              <a:gd name="T92" fmla="*/ 64 w 2637"/>
                              <a:gd name="T93" fmla="*/ 147 h 416"/>
                              <a:gd name="T94" fmla="*/ 71 w 2637"/>
                              <a:gd name="T95" fmla="*/ 165 h 416"/>
                              <a:gd name="T96" fmla="*/ 48 w 2637"/>
                              <a:gd name="T97" fmla="*/ 174 h 416"/>
                              <a:gd name="T98" fmla="*/ 17 w 2637"/>
                              <a:gd name="T99" fmla="*/ 158 h 416"/>
                              <a:gd name="T100" fmla="*/ 40 w 2637"/>
                              <a:gd name="T101" fmla="*/ 207 h 416"/>
                              <a:gd name="T102" fmla="*/ 84 w 2637"/>
                              <a:gd name="T103" fmla="*/ 202 h 416"/>
                              <a:gd name="T104" fmla="*/ 110 w 2637"/>
                              <a:gd name="T105" fmla="*/ 176 h 416"/>
                              <a:gd name="T106" fmla="*/ 110 w 2637"/>
                              <a:gd name="T107" fmla="*/ 135 h 416"/>
                              <a:gd name="T108" fmla="*/ 93 w 2637"/>
                              <a:gd name="T109" fmla="*/ 117 h 416"/>
                              <a:gd name="T110" fmla="*/ 50 w 2637"/>
                              <a:gd name="T111" fmla="*/ 99 h 416"/>
                              <a:gd name="T112" fmla="*/ 53 w 2637"/>
                              <a:gd name="T113" fmla="*/ 84 h 416"/>
                              <a:gd name="T114" fmla="*/ 76 w 2637"/>
                              <a:gd name="T115" fmla="*/ 81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851"/>
                            <a:ext cx="679" cy="208"/>
                          </a:xfrm>
                          <a:custGeom>
                            <a:avLst/>
                            <a:gdLst>
                              <a:gd name="T0" fmla="*/ 641 w 1358"/>
                              <a:gd name="T1" fmla="*/ 18 h 416"/>
                              <a:gd name="T2" fmla="*/ 679 w 1358"/>
                              <a:gd name="T3" fmla="*/ 50 h 416"/>
                              <a:gd name="T4" fmla="*/ 581 w 1358"/>
                              <a:gd name="T5" fmla="*/ 130 h 416"/>
                              <a:gd name="T6" fmla="*/ 432 w 1358"/>
                              <a:gd name="T7" fmla="*/ 204 h 416"/>
                              <a:gd name="T8" fmla="*/ 530 w 1358"/>
                              <a:gd name="T9" fmla="*/ 50 h 416"/>
                              <a:gd name="T10" fmla="*/ 349 w 1358"/>
                              <a:gd name="T11" fmla="*/ 54 h 416"/>
                              <a:gd name="T12" fmla="*/ 318 w 1358"/>
                              <a:gd name="T13" fmla="*/ 46 h 416"/>
                              <a:gd name="T14" fmla="*/ 290 w 1358"/>
                              <a:gd name="T15" fmla="*/ 50 h 416"/>
                              <a:gd name="T16" fmla="*/ 271 w 1358"/>
                              <a:gd name="T17" fmla="*/ 64 h 416"/>
                              <a:gd name="T18" fmla="*/ 261 w 1358"/>
                              <a:gd name="T19" fmla="*/ 87 h 416"/>
                              <a:gd name="T20" fmla="*/ 261 w 1358"/>
                              <a:gd name="T21" fmla="*/ 112 h 416"/>
                              <a:gd name="T22" fmla="*/ 272 w 1358"/>
                              <a:gd name="T23" fmla="*/ 129 h 416"/>
                              <a:gd name="T24" fmla="*/ 307 w 1358"/>
                              <a:gd name="T25" fmla="*/ 144 h 416"/>
                              <a:gd name="T26" fmla="*/ 324 w 1358"/>
                              <a:gd name="T27" fmla="*/ 153 h 416"/>
                              <a:gd name="T28" fmla="*/ 322 w 1358"/>
                              <a:gd name="T29" fmla="*/ 168 h 416"/>
                              <a:gd name="T30" fmla="*/ 306 w 1358"/>
                              <a:gd name="T31" fmla="*/ 174 h 416"/>
                              <a:gd name="T32" fmla="*/ 284 w 1358"/>
                              <a:gd name="T33" fmla="*/ 168 h 416"/>
                              <a:gd name="T34" fmla="*/ 260 w 1358"/>
                              <a:gd name="T35" fmla="*/ 195 h 416"/>
                              <a:gd name="T36" fmla="*/ 293 w 1358"/>
                              <a:gd name="T37" fmla="*/ 207 h 416"/>
                              <a:gd name="T38" fmla="*/ 326 w 1358"/>
                              <a:gd name="T39" fmla="*/ 206 h 416"/>
                              <a:gd name="T40" fmla="*/ 351 w 1358"/>
                              <a:gd name="T41" fmla="*/ 193 h 416"/>
                              <a:gd name="T42" fmla="*/ 365 w 1358"/>
                              <a:gd name="T43" fmla="*/ 172 h 416"/>
                              <a:gd name="T44" fmla="*/ 365 w 1358"/>
                              <a:gd name="T45" fmla="*/ 138 h 416"/>
                              <a:gd name="T46" fmla="*/ 356 w 1358"/>
                              <a:gd name="T47" fmla="*/ 124 h 416"/>
                              <a:gd name="T48" fmla="*/ 329 w 1358"/>
                              <a:gd name="T49" fmla="*/ 111 h 416"/>
                              <a:gd name="T50" fmla="*/ 304 w 1358"/>
                              <a:gd name="T51" fmla="*/ 99 h 416"/>
                              <a:gd name="T52" fmla="*/ 303 w 1358"/>
                              <a:gd name="T53" fmla="*/ 87 h 416"/>
                              <a:gd name="T54" fmla="*/ 315 w 1358"/>
                              <a:gd name="T55" fmla="*/ 80 h 416"/>
                              <a:gd name="T56" fmla="*/ 332 w 1358"/>
                              <a:gd name="T57" fmla="*/ 82 h 416"/>
                              <a:gd name="T58" fmla="*/ 232 w 1358"/>
                              <a:gd name="T59" fmla="*/ 50 h 416"/>
                              <a:gd name="T60" fmla="*/ 185 w 1358"/>
                              <a:gd name="T61" fmla="*/ 170 h 416"/>
                              <a:gd name="T62" fmla="*/ 185 w 1358"/>
                              <a:gd name="T63" fmla="*/ 84 h 416"/>
                              <a:gd name="T64" fmla="*/ 105 w 1358"/>
                              <a:gd name="T65" fmla="*/ 1 h 416"/>
                              <a:gd name="T66" fmla="*/ 108 w 1358"/>
                              <a:gd name="T67" fmla="*/ 51 h 416"/>
                              <a:gd name="T68" fmla="*/ 65 w 1358"/>
                              <a:gd name="T69" fmla="*/ 48 h 416"/>
                              <a:gd name="T70" fmla="*/ 29 w 1358"/>
                              <a:gd name="T71" fmla="*/ 65 h 416"/>
                              <a:gd name="T72" fmla="*/ 6 w 1358"/>
                              <a:gd name="T73" fmla="*/ 96 h 416"/>
                              <a:gd name="T74" fmla="*/ 0 w 1358"/>
                              <a:gd name="T75" fmla="*/ 136 h 416"/>
                              <a:gd name="T76" fmla="*/ 11 w 1358"/>
                              <a:gd name="T77" fmla="*/ 170 h 416"/>
                              <a:gd name="T78" fmla="*/ 41 w 1358"/>
                              <a:gd name="T79" fmla="*/ 197 h 416"/>
                              <a:gd name="T80" fmla="*/ 82 w 1358"/>
                              <a:gd name="T81" fmla="*/ 208 h 416"/>
                              <a:gd name="T82" fmla="*/ 118 w 1358"/>
                              <a:gd name="T83" fmla="*/ 153 h 416"/>
                              <a:gd name="T84" fmla="*/ 97 w 1358"/>
                              <a:gd name="T85" fmla="*/ 167 h 416"/>
                              <a:gd name="T86" fmla="*/ 76 w 1358"/>
                              <a:gd name="T87" fmla="*/ 168 h 416"/>
                              <a:gd name="T88" fmla="*/ 59 w 1358"/>
                              <a:gd name="T89" fmla="*/ 162 h 416"/>
                              <a:gd name="T90" fmla="*/ 45 w 1358"/>
                              <a:gd name="T91" fmla="*/ 146 h 416"/>
                              <a:gd name="T92" fmla="*/ 42 w 1358"/>
                              <a:gd name="T93" fmla="*/ 124 h 416"/>
                              <a:gd name="T94" fmla="*/ 49 w 1358"/>
                              <a:gd name="T95" fmla="*/ 104 h 416"/>
                              <a:gd name="T96" fmla="*/ 63 w 1358"/>
                              <a:gd name="T97" fmla="*/ 91 h 416"/>
                              <a:gd name="T98" fmla="*/ 83 w 1358"/>
                              <a:gd name="T99" fmla="*/ 86 h 416"/>
                              <a:gd name="T100" fmla="*/ 107 w 1358"/>
                              <a:gd name="T101" fmla="*/ 92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452097" id="Group 24" o:spid="_x0000_s1026" style="position:absolute;margin-left:45pt;margin-top:36.75pt;width:177.15pt;height:43.65pt;z-index:251657216;mso-position-horizontal-relative:page;mso-position-vertical-relative:page" coordorigin="567,851" coordsize="2714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">
                <o:lock v:ext="edit" aspectratio="t"/>
                <v:rect id="Rectangle 9" o:spid="_x0000_s1027" style="position:absolute;left:1215;top:901;width:67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" fillcolor="#0071bc" stroked="f">
                  <o:lock v:ext="edit" aspectratio="t"/>
                </v:rect>
                <v:rect id="Rectangle 10" o:spid="_x0000_s1028" style="position:absolute;left:567;top:1131;width:132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" fillcolor="#0071bc" stroked="f">
                  <o:lock v:ext="edit" aspectratio="t"/>
                </v:rect>
                <v:rect id="Rectangle 11" o:spid="_x0000_s1029" style="position:absolute;left:1288;top:1361;width:603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" fillcolor="#0071bc" stroked="f">
                  <o:lock v:ext="edit" aspectratio="t"/>
                </v:rect>
                <v:shape id="Freeform 12" o:spid="_x0000_s1030" style="position:absolute;left:1969;top:1311;width:600;height:20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962;top:1081;width:1319;height:208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962;top:851;width:679;height:208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6C5577" w:rsidRDefault="00BB7DA5" w:rsidP="00BB7DA5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Prepared by</w:t>
                            </w:r>
                            <w:r>
                              <w:t xml:space="preserve">: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Odbor statistiky obyvatelstva / </w:t>
                            </w:r>
                            <w:r w:rsidRPr="009C0579">
                              <w:rPr>
                                <w:rFonts w:cs="Arial"/>
                                <w:i/>
                                <w:szCs w:val="22"/>
                                <w:lang w:val="en-US"/>
                              </w:rPr>
                              <w:t>Population Statistics Department</w:t>
                            </w:r>
                          </w:p>
                          <w:p w:rsidR="00BB7DA5" w:rsidRPr="006C5577" w:rsidRDefault="00BB7DA5" w:rsidP="00BB7DA5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Director</w:t>
                            </w:r>
                            <w:r w:rsidRPr="006C5577">
                              <w:t xml:space="preserve">: </w:t>
                            </w:r>
                            <w:r>
                              <w:t>Robert Šanda</w:t>
                            </w:r>
                          </w:p>
                          <w:p w:rsidR="00BB7DA5" w:rsidRPr="006C5577" w:rsidRDefault="00BB7DA5" w:rsidP="00BB7DA5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Contact person</w:t>
                            </w:r>
                            <w:r w:rsidRPr="006C5577">
                              <w:t>: J</w:t>
                            </w:r>
                            <w:r>
                              <w:t>an Bílík</w:t>
                            </w:r>
                            <w:r w:rsidRPr="006C5577">
                              <w:t>,</w:t>
                            </w:r>
                            <w:r>
                              <w:t xml:space="preserve"> e-mail: jan.bilik@czso.cz</w:t>
                            </w:r>
                          </w:p>
                          <w:p w:rsidR="00F15AAA" w:rsidRDefault="00F15AAA"/>
                          <w:p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Prepared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r w:rsidRPr="006C5577">
                              <w:t>: Jméno Příjmení</w:t>
                            </w:r>
                          </w:p>
                          <w:p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Contact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" filled="f" stroked="f">
                <v:textbox inset="0,0,0,0">
                  <w:txbxContent>
                    <w:p w:rsidR="00BB7DA5" w:rsidRPr="006C5577" w:rsidRDefault="00BB7DA5" w:rsidP="00BB7DA5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Prepared by</w:t>
                      </w:r>
                      <w:r>
                        <w:t xml:space="preserve">: </w:t>
                      </w:r>
                      <w:r>
                        <w:rPr>
                          <w:rFonts w:cs="Arial"/>
                          <w:szCs w:val="22"/>
                        </w:rPr>
                        <w:t xml:space="preserve">Odbor statistiky obyvatelstva / </w:t>
                      </w:r>
                      <w:r w:rsidRPr="009C0579">
                        <w:rPr>
                          <w:rFonts w:cs="Arial"/>
                          <w:i/>
                          <w:szCs w:val="22"/>
                          <w:lang w:val="en-US"/>
                        </w:rPr>
                        <w:t>Population Statistics Department</w:t>
                      </w:r>
                    </w:p>
                    <w:p w:rsidR="00BB7DA5" w:rsidRPr="006C5577" w:rsidRDefault="00BB7DA5" w:rsidP="00BB7DA5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Director</w:t>
                      </w:r>
                      <w:r w:rsidRPr="006C5577">
                        <w:t xml:space="preserve">: </w:t>
                      </w:r>
                      <w:r>
                        <w:t>Robert Šanda</w:t>
                      </w:r>
                    </w:p>
                    <w:p w:rsidR="00BB7DA5" w:rsidRPr="006C5577" w:rsidRDefault="00BB7DA5" w:rsidP="00BB7DA5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Contact person</w:t>
                      </w:r>
                      <w:r w:rsidRPr="006C5577">
                        <w:t>: J</w:t>
                      </w:r>
                      <w:r>
                        <w:t>an Bílík</w:t>
                      </w:r>
                      <w:r w:rsidRPr="006C5577">
                        <w:t>,</w:t>
                      </w:r>
                      <w:r>
                        <w:t xml:space="preserve"> e-mail: jan.bilik@czso.cz</w:t>
                      </w:r>
                    </w:p>
                    <w:p w:rsidR="00F15AAA" w:rsidRDefault="00F15AAA"/>
                    <w:p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Prepared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Director</w:t>
                      </w:r>
                      <w:proofErr w:type="spellEnd"/>
                      <w:r w:rsidRPr="006C5577">
                        <w:t>: Jméno Příjmení</w:t>
                      </w:r>
                    </w:p>
                    <w:p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Contact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3970" b="14605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>
                              <w:t xml:space="preserve">Lidé a společnost / </w:t>
                            </w:r>
                            <w:r w:rsidRPr="00D60553">
                              <w:rPr>
                                <w:lang w:val="en-US"/>
                              </w:rPr>
                              <w:t>People</w:t>
                            </w:r>
                            <w:r>
                              <w:t xml:space="preserve"> and Society</w:t>
                            </w:r>
                          </w:p>
                          <w:p w:rsidR="00BB7DA5" w:rsidRPr="004924DC" w:rsidRDefault="00332504" w:rsidP="00BB7DA5">
                            <w:pPr>
                              <w:pStyle w:val="TLIdentifikace-sted"/>
                            </w:pPr>
                            <w:r>
                              <w:t>Praha</w:t>
                            </w:r>
                            <w:r w:rsidR="00BB7DA5" w:rsidRPr="004924DC">
                              <w:t xml:space="preserve">, </w:t>
                            </w:r>
                            <w:r w:rsidR="00F2663C">
                              <w:t>3</w:t>
                            </w:r>
                            <w:r w:rsidR="00BB7DA5">
                              <w:t>1. 10. 201</w:t>
                            </w:r>
                            <w:r w:rsidR="003A75EB">
                              <w:t>8</w:t>
                            </w:r>
                            <w:r w:rsidR="00BB7DA5">
                              <w:t xml:space="preserve"> / </w:t>
                            </w:r>
                            <w:r>
                              <w:rPr>
                                <w:i/>
                              </w:rPr>
                              <w:t>Prague</w:t>
                            </w:r>
                            <w:r w:rsidR="00BB7DA5" w:rsidRPr="00D60553">
                              <w:rPr>
                                <w:i/>
                              </w:rPr>
                              <w:t xml:space="preserve">, </w:t>
                            </w:r>
                            <w:r w:rsidR="00F2663C">
                              <w:rPr>
                                <w:i/>
                              </w:rPr>
                              <w:t>3</w:t>
                            </w:r>
                            <w:r w:rsidR="00BB7DA5" w:rsidRPr="00D60553">
                              <w:rPr>
                                <w:i/>
                              </w:rPr>
                              <w:t xml:space="preserve">1 </w:t>
                            </w:r>
                            <w:r w:rsidR="00BB7DA5" w:rsidRPr="00D60553">
                              <w:rPr>
                                <w:i/>
                                <w:lang w:val="en-US"/>
                              </w:rPr>
                              <w:t>October</w:t>
                            </w:r>
                            <w:r w:rsidR="00BB7DA5" w:rsidRPr="00D60553">
                              <w:rPr>
                                <w:i/>
                              </w:rPr>
                              <w:t xml:space="preserve"> 201</w:t>
                            </w:r>
                            <w:r w:rsidR="003A75EB">
                              <w:rPr>
                                <w:i/>
                              </w:rPr>
                              <w:t>8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 w:rsidRPr="004924DC">
                              <w:t>Kód publikace</w:t>
                            </w:r>
                            <w:r>
                              <w:t xml:space="preserve"> / </w:t>
                            </w:r>
                            <w:r w:rsidRPr="00E7639D">
                              <w:rPr>
                                <w:i/>
                                <w:lang w:val="en-US"/>
                              </w:rPr>
                              <w:t>Publication Code</w:t>
                            </w:r>
                            <w:r w:rsidRPr="00E7639D">
                              <w:rPr>
                                <w:i/>
                              </w:rPr>
                              <w:t>:</w:t>
                            </w:r>
                            <w:r w:rsidRPr="004924DC">
                              <w:t xml:space="preserve"> </w:t>
                            </w:r>
                            <w:r>
                              <w:t>13005</w:t>
                            </w:r>
                            <w:r w:rsidR="00F2663C">
                              <w:t>7</w:t>
                            </w:r>
                            <w:r w:rsidRPr="004924DC">
                              <w:t>-</w:t>
                            </w:r>
                            <w:r w:rsidR="003A75EB">
                              <w:t>18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 w:rsidRPr="004924DC">
                              <w:t>Č. j.: XXX / XXXX – XXXX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</w:p>
                          <w:p w:rsidR="00DD685B" w:rsidRPr="009A60D1" w:rsidRDefault="00DD685B" w:rsidP="009A60D1">
                            <w:pPr>
                              <w:pStyle w:val="TLIdentifikace-sted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4.65pt;margin-top:368.55pt;width:403.9pt;height:132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" filled="f" stroked="f">
                <v:textbox style="mso-fit-shape-to-text:t" inset="0,0,0,0">
                  <w:txbxContent>
                    <w:p w:rsidR="00BB7DA5" w:rsidRPr="004924DC" w:rsidRDefault="00BB7DA5" w:rsidP="00BB7DA5">
                      <w:pPr>
                        <w:pStyle w:val="TLIdentifikace-sted"/>
                      </w:pPr>
                      <w:r>
                        <w:t xml:space="preserve">Lidé a společnost / </w:t>
                      </w:r>
                      <w:r w:rsidRPr="00D60553">
                        <w:rPr>
                          <w:lang w:val="en-US"/>
                        </w:rPr>
                        <w:t>People</w:t>
                      </w:r>
                      <w:r>
                        <w:t xml:space="preserve"> and Society</w:t>
                      </w:r>
                    </w:p>
                    <w:p w:rsidR="00BB7DA5" w:rsidRPr="004924DC" w:rsidRDefault="00332504" w:rsidP="00BB7DA5">
                      <w:pPr>
                        <w:pStyle w:val="TLIdentifikace-sted"/>
                      </w:pPr>
                      <w:r>
                        <w:t>Praha</w:t>
                      </w:r>
                      <w:r w:rsidR="00BB7DA5" w:rsidRPr="004924DC">
                        <w:t xml:space="preserve">, </w:t>
                      </w:r>
                      <w:r w:rsidR="00F2663C">
                        <w:t>3</w:t>
                      </w:r>
                      <w:r w:rsidR="00BB7DA5">
                        <w:t>1. 10. 201</w:t>
                      </w:r>
                      <w:r w:rsidR="003A75EB">
                        <w:t>8</w:t>
                      </w:r>
                      <w:r w:rsidR="00BB7DA5">
                        <w:t xml:space="preserve"> / </w:t>
                      </w:r>
                      <w:r>
                        <w:rPr>
                          <w:i/>
                        </w:rPr>
                        <w:t>Prague</w:t>
                      </w:r>
                      <w:r w:rsidR="00BB7DA5" w:rsidRPr="00D60553">
                        <w:rPr>
                          <w:i/>
                        </w:rPr>
                        <w:t xml:space="preserve">, </w:t>
                      </w:r>
                      <w:r w:rsidR="00F2663C">
                        <w:rPr>
                          <w:i/>
                        </w:rPr>
                        <w:t>3</w:t>
                      </w:r>
                      <w:r w:rsidR="00BB7DA5" w:rsidRPr="00D60553">
                        <w:rPr>
                          <w:i/>
                        </w:rPr>
                        <w:t xml:space="preserve">1 </w:t>
                      </w:r>
                      <w:r w:rsidR="00BB7DA5" w:rsidRPr="00D60553">
                        <w:rPr>
                          <w:i/>
                          <w:lang w:val="en-US"/>
                        </w:rPr>
                        <w:t>October</w:t>
                      </w:r>
                      <w:r w:rsidR="00BB7DA5" w:rsidRPr="00D60553">
                        <w:rPr>
                          <w:i/>
                        </w:rPr>
                        <w:t xml:space="preserve"> 201</w:t>
                      </w:r>
                      <w:r w:rsidR="003A75EB">
                        <w:rPr>
                          <w:i/>
                        </w:rPr>
                        <w:t>8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  <w:r w:rsidRPr="004924DC">
                        <w:t>Kód publikace</w:t>
                      </w:r>
                      <w:r>
                        <w:t xml:space="preserve"> / </w:t>
                      </w:r>
                      <w:r w:rsidRPr="00E7639D">
                        <w:rPr>
                          <w:i/>
                          <w:lang w:val="en-US"/>
                        </w:rPr>
                        <w:t>Publication Code</w:t>
                      </w:r>
                      <w:r w:rsidRPr="00E7639D">
                        <w:rPr>
                          <w:i/>
                        </w:rPr>
                        <w:t>:</w:t>
                      </w:r>
                      <w:r w:rsidRPr="004924DC">
                        <w:t xml:space="preserve"> </w:t>
                      </w:r>
                      <w:r>
                        <w:t>13005</w:t>
                      </w:r>
                      <w:r w:rsidR="00F2663C">
                        <w:t>7</w:t>
                      </w:r>
                      <w:r w:rsidRPr="004924DC">
                        <w:t>-</w:t>
                      </w:r>
                      <w:r w:rsidR="003A75EB">
                        <w:t>18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  <w:r w:rsidRPr="004924DC">
                        <w:t>Č. j.: XXX / XXXX – XXXX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</w:p>
                    <w:p w:rsidR="00DD685B" w:rsidRPr="009A60D1" w:rsidRDefault="00DD685B" w:rsidP="009A60D1">
                      <w:pPr>
                        <w:pStyle w:val="TLIdentifikace-sted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698750"/>
                <wp:effectExtent l="0" t="0" r="1270" b="1079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69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5825EF" w:rsidRDefault="00BB7DA5" w:rsidP="00BB7DA5">
                            <w:pPr>
                              <w:spacing w:after="0"/>
                              <w:rPr>
                                <w:rFonts w:cs="Arial"/>
                                <w:b/>
                                <w:color w:val="BC091B"/>
                                <w:sz w:val="40"/>
                                <w:szCs w:val="40"/>
                              </w:rPr>
                            </w:pPr>
                            <w:r w:rsidRPr="005825EF">
                              <w:rPr>
                                <w:rFonts w:cs="Arial"/>
                                <w:b/>
                                <w:color w:val="BC091B"/>
                                <w:sz w:val="40"/>
                                <w:szCs w:val="40"/>
                              </w:rPr>
                              <w:t>Demografická ročenka správních obvodů obcí s </w:t>
                            </w:r>
                            <w:r w:rsidR="00F2663C" w:rsidRPr="00F2663C">
                              <w:rPr>
                                <w:rFonts w:cs="Arial"/>
                                <w:b/>
                                <w:color w:val="BC091B"/>
                                <w:sz w:val="40"/>
                                <w:szCs w:val="40"/>
                              </w:rPr>
                              <w:t>pověřeným obecním úřadem</w:t>
                            </w:r>
                          </w:p>
                          <w:p w:rsidR="00BB7DA5" w:rsidRDefault="00BB7DA5" w:rsidP="00BB7DA5">
                            <w:pPr>
                              <w:pStyle w:val="Nzev"/>
                              <w:rPr>
                                <w:sz w:val="44"/>
                                <w:szCs w:val="44"/>
                              </w:rPr>
                            </w:pPr>
                          </w:p>
                          <w:p w:rsidR="00BB7DA5" w:rsidRPr="00F2663C" w:rsidRDefault="00BB7DA5" w:rsidP="00F2663C">
                            <w:pPr>
                              <w:rPr>
                                <w:rFonts w:cs="Arial"/>
                                <w:b/>
                                <w:i/>
                                <w:color w:val="BC091B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5825EF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0"/>
                                <w:szCs w:val="40"/>
                                <w:lang w:val="en-US"/>
                              </w:rPr>
                              <w:t xml:space="preserve">Demographic Yearbook of Administrative Districts of Municipalities with </w:t>
                            </w:r>
                            <w:r w:rsidR="00F2663C" w:rsidRPr="00F2663C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0"/>
                                <w:szCs w:val="40"/>
                                <w:lang w:val="en-US"/>
                              </w:rPr>
                              <w:t>Authorized Municipal Authority</w:t>
                            </w:r>
                          </w:p>
                          <w:p w:rsidR="004069E1" w:rsidRDefault="004069E1" w:rsidP="00BB7DA5">
                            <w:pPr>
                              <w:pStyle w:val="Nzev"/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</w:pPr>
                          </w:p>
                          <w:p w:rsidR="00BB7DA5" w:rsidRPr="00E02532" w:rsidRDefault="00BB7DA5" w:rsidP="00BB7DA5">
                            <w:pPr>
                              <w:pStyle w:val="Nzev"/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</w:pPr>
                            <w:r w:rsidRPr="004069E1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200</w:t>
                            </w:r>
                            <w:r w:rsidR="003A75EB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8</w:t>
                            </w:r>
                            <w:r w:rsidRPr="004069E1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</w:t>
                            </w:r>
                            <w:r w:rsidR="00332504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-</w:t>
                            </w:r>
                            <w:r w:rsidRPr="004069E1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201</w:t>
                            </w:r>
                            <w:r w:rsidR="003A75EB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7</w:t>
                            </w:r>
                            <w:r w:rsidRPr="00E02532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</w:t>
                            </w:r>
                            <w:r w:rsidRPr="004069E1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/ </w:t>
                            </w:r>
                            <w:r w:rsidRPr="00E02532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200</w:t>
                            </w:r>
                            <w:r w:rsidR="003A75EB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8</w:t>
                            </w:r>
                            <w:r w:rsidRPr="00E02532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– 201</w:t>
                            </w:r>
                            <w:r w:rsidR="003A75EB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7</w:t>
                            </w:r>
                          </w:p>
                          <w:p w:rsidR="001706D6" w:rsidRPr="0012192F" w:rsidRDefault="001706D6" w:rsidP="0012192F">
                            <w:pPr>
                              <w:pStyle w:val="Podnadpis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4.65pt;margin-top:116.25pt;width:403.9pt;height:212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OloSg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" filled="f" stroked="f">
                <v:textbox style="mso-fit-shape-to-text:t" inset="0,0,0,0">
                  <w:txbxContent>
                    <w:p w:rsidR="00BB7DA5" w:rsidRPr="005825EF" w:rsidRDefault="00BB7DA5" w:rsidP="00BB7DA5">
                      <w:pPr>
                        <w:spacing w:after="0"/>
                        <w:rPr>
                          <w:rFonts w:cs="Arial"/>
                          <w:b/>
                          <w:color w:val="BC091B"/>
                          <w:sz w:val="40"/>
                          <w:szCs w:val="40"/>
                        </w:rPr>
                      </w:pPr>
                      <w:r w:rsidRPr="005825EF">
                        <w:rPr>
                          <w:rFonts w:cs="Arial"/>
                          <w:b/>
                          <w:color w:val="BC091B"/>
                          <w:sz w:val="40"/>
                          <w:szCs w:val="40"/>
                        </w:rPr>
                        <w:t>Demografická ročenka správních obvodů obcí s </w:t>
                      </w:r>
                      <w:r w:rsidR="00F2663C" w:rsidRPr="00F2663C">
                        <w:rPr>
                          <w:rFonts w:cs="Arial"/>
                          <w:b/>
                          <w:color w:val="BC091B"/>
                          <w:sz w:val="40"/>
                          <w:szCs w:val="40"/>
                        </w:rPr>
                        <w:t>pověřeným obecním úřadem</w:t>
                      </w:r>
                    </w:p>
                    <w:p w:rsidR="00BB7DA5" w:rsidRDefault="00BB7DA5" w:rsidP="00BB7DA5">
                      <w:pPr>
                        <w:pStyle w:val="Nzev"/>
                        <w:rPr>
                          <w:sz w:val="44"/>
                          <w:szCs w:val="44"/>
                        </w:rPr>
                      </w:pPr>
                    </w:p>
                    <w:p w:rsidR="00BB7DA5" w:rsidRPr="00F2663C" w:rsidRDefault="00BB7DA5" w:rsidP="00F2663C">
                      <w:pPr>
                        <w:rPr>
                          <w:rFonts w:cs="Arial"/>
                          <w:b/>
                          <w:i/>
                          <w:color w:val="BC091B"/>
                          <w:sz w:val="40"/>
                          <w:szCs w:val="40"/>
                          <w:lang w:val="en-US"/>
                        </w:rPr>
                      </w:pPr>
                      <w:r w:rsidRPr="005825EF">
                        <w:rPr>
                          <w:rFonts w:cs="Arial"/>
                          <w:b/>
                          <w:i/>
                          <w:color w:val="BC091B"/>
                          <w:sz w:val="40"/>
                          <w:szCs w:val="40"/>
                          <w:lang w:val="en-US"/>
                        </w:rPr>
                        <w:t xml:space="preserve">Demographic Yearbook of Administrative Districts of Municipalities with </w:t>
                      </w:r>
                      <w:r w:rsidR="00F2663C" w:rsidRPr="00F2663C">
                        <w:rPr>
                          <w:rFonts w:cs="Arial"/>
                          <w:b/>
                          <w:i/>
                          <w:color w:val="BC091B"/>
                          <w:sz w:val="40"/>
                          <w:szCs w:val="40"/>
                          <w:lang w:val="en-US"/>
                        </w:rPr>
                        <w:t>Authorized Municipal Authority</w:t>
                      </w:r>
                    </w:p>
                    <w:p w:rsidR="004069E1" w:rsidRDefault="004069E1" w:rsidP="00BB7DA5">
                      <w:pPr>
                        <w:pStyle w:val="Nzev"/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</w:pPr>
                    </w:p>
                    <w:p w:rsidR="00BB7DA5" w:rsidRPr="00E02532" w:rsidRDefault="00BB7DA5" w:rsidP="00BB7DA5">
                      <w:pPr>
                        <w:pStyle w:val="Nzev"/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</w:pPr>
                      <w:r w:rsidRPr="004069E1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200</w:t>
                      </w:r>
                      <w:r w:rsidR="003A75EB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8</w:t>
                      </w:r>
                      <w:r w:rsidRPr="004069E1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</w:t>
                      </w:r>
                      <w:r w:rsidR="00332504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-</w:t>
                      </w:r>
                      <w:r w:rsidRPr="004069E1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201</w:t>
                      </w:r>
                      <w:r w:rsidR="003A75EB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7</w:t>
                      </w:r>
                      <w:r w:rsidRPr="00E02532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</w:t>
                      </w:r>
                      <w:r w:rsidRPr="004069E1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/ </w:t>
                      </w:r>
                      <w:r w:rsidRPr="00E02532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200</w:t>
                      </w:r>
                      <w:r w:rsidR="003A75EB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8</w:t>
                      </w:r>
                      <w:r w:rsidRPr="00E02532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– 201</w:t>
                      </w:r>
                      <w:r w:rsidR="003A75EB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7</w:t>
                      </w:r>
                    </w:p>
                    <w:p w:rsidR="001706D6" w:rsidRPr="0012192F" w:rsidRDefault="001706D6" w:rsidP="0012192F">
                      <w:pPr>
                        <w:pStyle w:val="Podnadpis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4924DC" w:rsidRDefault="00665BA4" w:rsidP="00BB7DA5">
                            <w:r w:rsidRPr="00D66223">
                              <w:t xml:space="preserve">© </w:t>
                            </w:r>
                            <w:r w:rsidR="00BB7DA5" w:rsidRPr="004924DC">
                              <w:t>Český statistický úřad</w:t>
                            </w:r>
                            <w:r w:rsidR="00BB7DA5">
                              <w:t xml:space="preserve"> / </w:t>
                            </w:r>
                            <w:r w:rsidR="00BB7DA5" w:rsidRPr="00AF60B0">
                              <w:rPr>
                                <w:i/>
                                <w:lang w:val="en-US"/>
                              </w:rPr>
                              <w:t>Czech Statistical Office</w:t>
                            </w:r>
                            <w:r w:rsidR="00BB7DA5" w:rsidRPr="004924DC">
                              <w:t xml:space="preserve">, </w:t>
                            </w:r>
                            <w:r w:rsidR="00332504">
                              <w:t>Praha</w:t>
                            </w:r>
                            <w:r w:rsidR="00BB7DA5" w:rsidRPr="004924DC">
                              <w:t xml:space="preserve">, </w:t>
                            </w:r>
                            <w:r w:rsidR="003A75EB">
                              <w:t>2018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" filled="f" stroked="f">
                <v:textbox inset="0,0,0,0">
                  <w:txbxContent>
                    <w:p w:rsidR="00BB7DA5" w:rsidRPr="004924DC" w:rsidRDefault="00665BA4" w:rsidP="00BB7DA5">
                      <w:r w:rsidRPr="00D66223">
                        <w:t xml:space="preserve">© </w:t>
                      </w:r>
                      <w:r w:rsidR="00BB7DA5" w:rsidRPr="004924DC">
                        <w:t>Český statistický úřad</w:t>
                      </w:r>
                      <w:r w:rsidR="00BB7DA5">
                        <w:t xml:space="preserve"> / </w:t>
                      </w:r>
                      <w:r w:rsidR="00BB7DA5" w:rsidRPr="00AF60B0">
                        <w:rPr>
                          <w:i/>
                          <w:lang w:val="en-US"/>
                        </w:rPr>
                        <w:t>Czech Statistical Office</w:t>
                      </w:r>
                      <w:r w:rsidR="00BB7DA5" w:rsidRPr="004924DC">
                        <w:t xml:space="preserve">, </w:t>
                      </w:r>
                      <w:r w:rsidR="00332504">
                        <w:t>Praha</w:t>
                      </w:r>
                      <w:r w:rsidR="00BB7DA5" w:rsidRPr="004924DC">
                        <w:t xml:space="preserve">, </w:t>
                      </w:r>
                      <w:r w:rsidR="003A75EB">
                        <w:t>2018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1F6BEE" id="Přímá spojnice 33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9144000"/>
                <wp:effectExtent l="0" t="0" r="1905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KONTAKTY V ÚSTŘEDÍ / </w:t>
                            </w:r>
                            <w:r w:rsidRPr="00780EF1">
                              <w:rPr>
                                <w:i/>
                              </w:rPr>
                              <w:t>CZSO Headquarters</w:t>
                            </w:r>
                            <w:r w:rsidR="00A316E6">
                              <w:rPr>
                                <w:i/>
                              </w:rPr>
                              <w:t xml:space="preserve"> </w:t>
                            </w:r>
                            <w:r w:rsidR="00A316E6" w:rsidRPr="00780EF1">
                              <w:rPr>
                                <w:i/>
                              </w:rPr>
                              <w:t>CONTACTS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Český statistický úřad / </w:t>
                            </w:r>
                            <w:r w:rsidRPr="00776169">
                              <w:rPr>
                                <w:i/>
                              </w:rPr>
                              <w:t>Czech Statistical Office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: (+420) 274 051 111 | </w:t>
                            </w:r>
                            <w:r w:rsidRPr="007D40DF">
                              <w:rPr>
                                <w:color w:val="auto"/>
                              </w:rPr>
                              <w:t>www.czso.cz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Oddělení informačních služeb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Information Services Department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274 052 304, (+420) 274 052 451 | e-mail: infoservis@czso.cz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Prodejna publikací ČSÚ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Publication Shop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274 052 361 | e-mail: prodejna@czso.cz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Evropská data (ESDS), mezinárodní srovnání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European Data (ESDS), International Comparison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274 052 347, (+420) 274 052 757 | e-mail: esds@czso.cz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Ústřední statistická knihovna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Central Statistical Library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274 052 361 | e-mail: knihovna@czso.cz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INFORMAČNÍ SLUŽBY V REGIONECH / </w:t>
                            </w:r>
                            <w:r w:rsidRPr="006D3E8A">
                              <w:rPr>
                                <w:i/>
                              </w:rPr>
                              <w:t>INFORMATION SERVICES IN REGIONS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Hl. m. Praha / </w:t>
                            </w:r>
                            <w:r w:rsidRPr="006D3E8A">
                              <w:rPr>
                                <w:i/>
                              </w:rPr>
                              <w:t>City of Prague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274 052 673, (+420) 274 054 223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infoservispraha@czso.cz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www.praha.czso.cz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Středočeský kraj / </w:t>
                            </w:r>
                            <w:r w:rsidRPr="006D3E8A">
                              <w:rPr>
                                <w:i/>
                              </w:rPr>
                              <w:t>Středočeský Region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274 054 175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infoservisstc@czso.cz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www.stredocesky.czso.cz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Žižkova 1, 370 77 České Budějovice,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386 718 440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infoserviscb@czso.cz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www.cbudejovice.czso.cz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Slovanská alej 36, 326 64 Plzeň,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377 612 108,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377 612 145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infoservisplzen@czso.cz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www.plzen.czso.cz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="00E6072C" w:rsidRPr="00E6072C">
                              <w:rPr>
                                <w:b w:val="0"/>
                                <w:color w:val="auto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353 114 529, (+420) 353 114 525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infoserviskv@czso.cz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www.kvary.czso.cz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Špálova 2684, 400 11 Ústí nad Labem,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472 706 176, (+420) 472 706 121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infoservisul@czso.cz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www.ustinadlabem.czso.cz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Nám. Dr. Edvarda Beneše 585/26, 460 01 Liberec 1,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485 238 811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infoservislbc@czso.cz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www.liberec.czso.cz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Myslivečkova 914, 500 03 Hradec Králové 3,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495 762 322, (+420) 495 762 317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infoservishk@czso.cz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www.hradeckralove.czso.cz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V Ráji 872, 531 53 Pardubice,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466 743 480, (+420) 466 743 418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infoservispa@czso.cz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www.pardubice.czso.cz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Ke Skalce 30, 586 01 Jihlava,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(+420) 567 109 062,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567 109 073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infoservisvys@czso.cz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www.jihlava.czso.cz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Jezuitská 2, 601 59 Brno,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542 528 115,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542 528 200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infoservisbrno@czso.cz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www.brno.czso.cz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Jeremenkova 1142/42, 772 11 Olomouc,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585 731 516,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585 731 511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infoservisolom@czso.cz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www.olomouc.czso.cz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tř. Tomáše Bati 1565, 761 76 Zlín,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577 004 932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>, (+420) 577 004 935</w:t>
                            </w:r>
                          </w:p>
                          <w:p w:rsidR="00B938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infoservis-zl@czso.cz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www.zlin.czso.cz</w:t>
                            </w: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Repinova 17, 702 03 Ostrava, Czech Republic</w:t>
                            </w: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(+420) 595 131 230, (+420) 595 131 232</w:t>
                            </w:r>
                          </w:p>
                          <w:p w:rsidR="00E6072C" w:rsidRPr="005E7C78" w:rsidRDefault="00E6072C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infoservis_ov@czso.cz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7pt;margin-top:57pt;width:481.85pt;height:10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" filled="f" stroked="f">
                <v:textbox style="mso-next-textbox:#_x0000_s1031" inset="0,0,0,0">
                  <w:txbxContent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KONTAKTY V ÚSTŘEDÍ / </w:t>
                      </w:r>
                      <w:r w:rsidRPr="00780EF1">
                        <w:rPr>
                          <w:i/>
                        </w:rPr>
                        <w:t>CZSO Headquarters</w:t>
                      </w:r>
                      <w:r w:rsidR="00A316E6">
                        <w:rPr>
                          <w:i/>
                        </w:rPr>
                        <w:t xml:space="preserve"> </w:t>
                      </w:r>
                      <w:r w:rsidR="00A316E6" w:rsidRPr="00780EF1">
                        <w:rPr>
                          <w:i/>
                        </w:rPr>
                        <w:t>CONTACTS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Český statistický úřad / </w:t>
                      </w:r>
                      <w:r w:rsidRPr="00776169">
                        <w:rPr>
                          <w:i/>
                        </w:rPr>
                        <w:t>Czech Statistical Office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: (+420) 274 051 111 | </w:t>
                      </w:r>
                      <w:r w:rsidRPr="007D40DF">
                        <w:rPr>
                          <w:color w:val="auto"/>
                        </w:rPr>
                        <w:t>www.czso.cz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Oddělení informačních služeb / </w:t>
                      </w:r>
                      <w:r w:rsidRPr="00F1639F">
                        <w:rPr>
                          <w:i/>
                          <w:color w:val="auto"/>
                        </w:rPr>
                        <w:t>Information Services Department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274 052 304, (+420) 274 052 451 | e-mail: infoservis@czso.cz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Prodejna publikací ČSÚ / </w:t>
                      </w:r>
                      <w:r w:rsidRPr="00F1639F">
                        <w:rPr>
                          <w:i/>
                          <w:color w:val="auto"/>
                        </w:rPr>
                        <w:t>Publication Shop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274 052 361 | e-mail: prodejna@czso.cz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Evropská data (ESDS), mezinárodní srovnání / </w:t>
                      </w:r>
                      <w:r w:rsidRPr="00F1639F">
                        <w:rPr>
                          <w:i/>
                          <w:color w:val="auto"/>
                        </w:rPr>
                        <w:t>European Data (ESDS), International Comparison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274 052 347, (+420) 274 052 757 | e-mail: esds@czso.cz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Ústřední statistická knihovna / </w:t>
                      </w:r>
                      <w:r w:rsidRPr="00F1639F">
                        <w:rPr>
                          <w:i/>
                          <w:color w:val="auto"/>
                        </w:rPr>
                        <w:t>Central Statistical Library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274 052 361 | e-mail: knihovna@czso.cz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INFORMAČNÍ SLUŽBY V REGIONECH / </w:t>
                      </w:r>
                      <w:r w:rsidRPr="006D3E8A">
                        <w:rPr>
                          <w:i/>
                        </w:rPr>
                        <w:t>INFORMATION SERVICES IN REGIONS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Hl. m. Praha / </w:t>
                      </w:r>
                      <w:r w:rsidRPr="006D3E8A">
                        <w:rPr>
                          <w:i/>
                        </w:rPr>
                        <w:t>City of Prague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274 052 673, (+420) 274 054 223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infoservispraha@czso.cz | </w:t>
                      </w:r>
                      <w:r w:rsidRPr="00992CF3">
                        <w:rPr>
                          <w:color w:val="auto"/>
                        </w:rPr>
                        <w:t>www.praha.czso.cz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Středočeský kraj / </w:t>
                      </w:r>
                      <w:r w:rsidRPr="006D3E8A">
                        <w:rPr>
                          <w:i/>
                        </w:rPr>
                        <w:t>Středočeský Region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274 054 175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infoservisstc@czso.cz | </w:t>
                      </w:r>
                      <w:r w:rsidRPr="00992CF3">
                        <w:rPr>
                          <w:color w:val="auto"/>
                        </w:rPr>
                        <w:t>www.stredocesky.czso.cz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Žižkova 1, 370 77 České Budějovice,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386 718 440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infoserviscb@czso.cz | </w:t>
                      </w:r>
                      <w:r w:rsidRPr="00992CF3">
                        <w:rPr>
                          <w:color w:val="auto"/>
                        </w:rPr>
                        <w:t>www.cbudejovice.czso.cz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Slovanská alej 36, 326 64 Plzeň,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377 612 108,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377 612 145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infoservisplzen@czso.cz | </w:t>
                      </w:r>
                      <w:r w:rsidRPr="004A61C5">
                        <w:rPr>
                          <w:color w:val="auto"/>
                        </w:rPr>
                        <w:t>www.plzen.czso.cz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="00E6072C" w:rsidRPr="00E6072C">
                        <w:rPr>
                          <w:b w:val="0"/>
                          <w:color w:val="auto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>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353 114 529, (+420) 353 114 525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infoserviskv@czso.cz | </w:t>
                      </w:r>
                      <w:r w:rsidRPr="004A61C5">
                        <w:rPr>
                          <w:color w:val="auto"/>
                        </w:rPr>
                        <w:t>www.kvary.czso.cz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Špálova 2684, 400 11 Ústí nad Labem,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472 706 176, (+420) 472 706 121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infoservisul@czso.cz | </w:t>
                      </w:r>
                      <w:r w:rsidRPr="004A61C5">
                        <w:rPr>
                          <w:color w:val="auto"/>
                        </w:rPr>
                        <w:t>www.ustinadlabem.czso.cz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Nám. Dr. Edvarda Beneše 585/26, 460 01 Liberec 1,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485 238 811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infoservislbc@czso.cz | </w:t>
                      </w:r>
                      <w:r w:rsidRPr="004A61C5">
                        <w:rPr>
                          <w:color w:val="auto"/>
                        </w:rPr>
                        <w:t>www.liberec.czso.cz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Myslivečkova 914, 500 03 Hradec Králové 3,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495 762 322, (+420) 495 762 317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infoservishk@czso.cz | </w:t>
                      </w:r>
                      <w:r w:rsidRPr="004A61C5">
                        <w:rPr>
                          <w:color w:val="auto"/>
                        </w:rPr>
                        <w:t>www.hradeckralove.czso.cz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V Ráji 872, 531 53 Pardubice,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466 743 480, (+420) 466 743 418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infoservispa@czso.cz | </w:t>
                      </w:r>
                      <w:r w:rsidRPr="004A61C5">
                        <w:rPr>
                          <w:color w:val="auto"/>
                        </w:rPr>
                        <w:t>www.pardubice.czso.cz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Ke Skalce 30, 586 01 Jihlava,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(+420) 567 109 062,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567 109 073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infoservisvys@czso.cz | </w:t>
                      </w:r>
                      <w:r w:rsidRPr="004A61C5">
                        <w:rPr>
                          <w:color w:val="auto"/>
                        </w:rPr>
                        <w:t>www.jihlava.czso.cz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Jezuitská 2, 601 59 Brno,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542 528 115,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542 528 200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infoservisbrno@czso.cz | </w:t>
                      </w:r>
                      <w:r w:rsidRPr="004A61C5">
                        <w:rPr>
                          <w:color w:val="auto"/>
                        </w:rPr>
                        <w:t>www.brno.czso.cz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Jeremenkova 1142/42, 772 11 Olomouc,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585 731 516,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585 731 511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infoservisolom@czso.cz | </w:t>
                      </w:r>
                      <w:r w:rsidRPr="005E7C78">
                        <w:rPr>
                          <w:color w:val="auto"/>
                        </w:rPr>
                        <w:t>www.olomouc.czso.cz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tř. Tomáše Bati 1565, 761 76 Zlín,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577 004 932</w:t>
                      </w:r>
                      <w:r w:rsidRPr="003223A0">
                        <w:rPr>
                          <w:b w:val="0"/>
                          <w:color w:val="auto"/>
                        </w:rPr>
                        <w:t>, (+420) 577 004 935</w:t>
                      </w:r>
                    </w:p>
                    <w:p w:rsidR="00B938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infoservis-zl@czso.cz | </w:t>
                      </w:r>
                      <w:r w:rsidRPr="005E7C78">
                        <w:rPr>
                          <w:color w:val="auto"/>
                        </w:rPr>
                        <w:t>www.zlin.czso.cz</w:t>
                      </w: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Repinova 17, 702 03 Ostrava, Czech Republic</w:t>
                      </w: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(+420) 595 131 230, (+420) 595 131 232</w:t>
                      </w:r>
                    </w:p>
                    <w:p w:rsidR="00E6072C" w:rsidRPr="005E7C78" w:rsidRDefault="00E6072C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infoservis_ov@czso.cz | </w:t>
                      </w:r>
                      <w:r w:rsidRPr="005E7C78">
                        <w:rPr>
                          <w:color w:val="auto"/>
                        </w:rPr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65BA4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2520315"/>
                <wp:effectExtent l="0" t="0" r="254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6.95pt;margin-top:56.95pt;width:481.85pt;height:198.4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" filled="f" stroked="f">
                <v:textbox inset="0,0,0,0">
                  <w:txbxContent/>
                </v:textbox>
                <w10:wrap anchorx="page" anchory="page"/>
                <w10:anchorlock/>
              </v:shape>
            </w:pict>
          </mc:Fallback>
        </mc:AlternateContent>
      </w:r>
      <w:r w:rsidR="00556D68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0E51FC68" wp14:editId="7A4CC778">
                <wp:simplePos x="0" y="0"/>
                <wp:positionH relativeFrom="page">
                  <wp:posOffset>720090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1270" b="2095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AF2852" w:rsidRDefault="00F1639F" w:rsidP="008F029B">
                            <w:r>
                              <w:rPr>
                                <w:szCs w:val="26"/>
                              </w:rPr>
                              <w:t xml:space="preserve">ISBN XX-XXXX-XXX-X </w:t>
                            </w:r>
                            <w:r w:rsidR="000A3A2C" w:rsidRPr="00841D9F">
                              <w:t>(pouze u nepravidelných a ročních publikací)</w:t>
                            </w:r>
                            <w:r w:rsidR="00834304">
                              <w:br/>
                            </w:r>
                            <w:r w:rsidR="000A3A2C" w:rsidRPr="00841D9F">
                              <w:t>© Český sta</w:t>
                            </w:r>
                            <w:r w:rsidR="000A3A2C">
                              <w:t xml:space="preserve">tistický úřad </w:t>
                            </w:r>
                            <w:r w:rsidR="000A3A2C" w:rsidRPr="00F2663C">
                              <w:rPr>
                                <w:lang w:val="en-US"/>
                              </w:rPr>
                              <w:t xml:space="preserve">/ </w:t>
                            </w:r>
                            <w:r w:rsidR="000A3A2C" w:rsidRPr="00F2663C">
                              <w:rPr>
                                <w:i/>
                                <w:lang w:val="en-US"/>
                              </w:rPr>
                              <w:t xml:space="preserve">Czech </w:t>
                            </w:r>
                            <w:r w:rsidR="000A3A2C" w:rsidRPr="00F2663C">
                              <w:rPr>
                                <w:rFonts w:cs="Arial"/>
                                <w:i/>
                                <w:szCs w:val="20"/>
                                <w:lang w:val="en-US"/>
                              </w:rPr>
                              <w:t>Statistical Office</w:t>
                            </w:r>
                            <w:r w:rsidR="000A3A2C">
                              <w:t xml:space="preserve">, </w:t>
                            </w:r>
                            <w:r w:rsidR="00332504">
                              <w:t>Praha</w:t>
                            </w:r>
                            <w:bookmarkStart w:id="0" w:name="_GoBack"/>
                            <w:bookmarkEnd w:id="0"/>
                            <w:r w:rsidR="000A3A2C">
                              <w:t xml:space="preserve">, </w:t>
                            </w:r>
                            <w:r w:rsidR="003A75EB">
                              <w:t>2018</w:t>
                            </w:r>
                          </w:p>
                          <w:p w:rsidR="00F15AAA" w:rsidRDefault="00F15AAA"/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51FC68" id="_x0000_s1032" type="#_x0000_t202" style="position:absolute;margin-left:56.7pt;margin-top:747pt;width:481.9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" filled="f" stroked="f">
                <v:textbox inset="0,0,0,0">
                  <w:txbxContent>
                    <w:p w:rsidR="000A3A2C" w:rsidRPr="00AF2852" w:rsidRDefault="00F1639F" w:rsidP="008F029B">
                      <w:r>
                        <w:rPr>
                          <w:szCs w:val="26"/>
                        </w:rPr>
                        <w:t xml:space="preserve">ISBN XX-XXXX-XXX-X </w:t>
                      </w:r>
                      <w:r w:rsidR="000A3A2C" w:rsidRPr="00841D9F">
                        <w:t>(pouze u nepravidelných a ročních publikací)</w:t>
                      </w:r>
                      <w:r w:rsidR="00834304">
                        <w:br/>
                      </w:r>
                      <w:r w:rsidR="000A3A2C" w:rsidRPr="00841D9F">
                        <w:t>© Český sta</w:t>
                      </w:r>
                      <w:r w:rsidR="000A3A2C">
                        <w:t xml:space="preserve">tistický úřad </w:t>
                      </w:r>
                      <w:r w:rsidR="000A3A2C" w:rsidRPr="00F2663C">
                        <w:rPr>
                          <w:lang w:val="en-US"/>
                        </w:rPr>
                        <w:t xml:space="preserve">/ </w:t>
                      </w:r>
                      <w:r w:rsidR="000A3A2C" w:rsidRPr="00F2663C">
                        <w:rPr>
                          <w:i/>
                          <w:lang w:val="en-US"/>
                        </w:rPr>
                        <w:t xml:space="preserve">Czech </w:t>
                      </w:r>
                      <w:r w:rsidR="000A3A2C" w:rsidRPr="00F2663C">
                        <w:rPr>
                          <w:rFonts w:cs="Arial"/>
                          <w:i/>
                          <w:szCs w:val="20"/>
                          <w:lang w:val="en-US"/>
                        </w:rPr>
                        <w:t>Statistical Office</w:t>
                      </w:r>
                      <w:r w:rsidR="000A3A2C">
                        <w:t xml:space="preserve">, </w:t>
                      </w:r>
                      <w:r w:rsidR="00332504">
                        <w:t>Praha</w:t>
                      </w:r>
                      <w:bookmarkStart w:id="1" w:name="_GoBack"/>
                      <w:bookmarkEnd w:id="1"/>
                      <w:r w:rsidR="000A3A2C">
                        <w:t xml:space="preserve">, </w:t>
                      </w:r>
                      <w:r w:rsidR="003A75EB">
                        <w:t>2018</w:t>
                      </w:r>
                    </w:p>
                    <w:p w:rsidR="00F15AAA" w:rsidRDefault="00F15AAA"/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6E8D2E71" wp14:editId="393B9BF6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1146175"/>
                <wp:effectExtent l="0" t="0" r="254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46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B95F50" w:rsidRDefault="000A3A2C" w:rsidP="000A3A2C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>
                              <w:rPr>
                                <w:b/>
                                <w:color w:val="0071BC"/>
                                <w:sz w:val="24"/>
                              </w:rPr>
                              <w:br/>
                            </w: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0A3A2C" w:rsidRPr="00DD685B" w:rsidRDefault="000A3A2C" w:rsidP="000A3A2C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F2663C">
                              <w:rPr>
                                <w:b/>
                                <w:i/>
                                <w:color w:val="0071BC"/>
                                <w:sz w:val="24"/>
                                <w:lang w:val="en-US"/>
                              </w:rPr>
                              <w:t>Are you interested in the latest data on inflation, GDP, population, average wages and the like? If the answer is YES, don´t hesitate to visit us at:</w:t>
                            </w:r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r w:rsidRPr="009A1902">
                              <w:rPr>
                                <w:b/>
                                <w:i/>
                                <w:sz w:val="24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D2E71" id="_x0000_s1033" type="#_x0000_t202" style="position:absolute;margin-left:56.95pt;margin-top:56.95pt;width:481.85pt;height:90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" filled="f" stroked="f">
                <v:textbox style="mso-fit-shape-to-text:t" inset="0,0,0,0">
                  <w:txbxContent>
                    <w:p w:rsidR="000A3A2C" w:rsidRPr="00B95F50" w:rsidRDefault="000A3A2C" w:rsidP="000A3A2C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>
                        <w:rPr>
                          <w:b/>
                          <w:color w:val="0071BC"/>
                          <w:sz w:val="24"/>
                        </w:rPr>
                        <w:br/>
                      </w: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0A3A2C" w:rsidRPr="00DD685B" w:rsidRDefault="000A3A2C" w:rsidP="000A3A2C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F2663C">
                        <w:rPr>
                          <w:b/>
                          <w:i/>
                          <w:color w:val="0071BC"/>
                          <w:sz w:val="24"/>
                          <w:lang w:val="en-US"/>
                        </w:rPr>
                        <w:t>Are you interested in the latest data on inflation, GDP, population, average wages and the like? If the answer is YES, don´t hesitate to visit us at:</w:t>
                      </w:r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</w:t>
                      </w:r>
                      <w:r w:rsidRPr="009A1902">
                        <w:rPr>
                          <w:b/>
                          <w:i/>
                          <w:sz w:val="24"/>
                        </w:rPr>
                        <w:t>www.czso.cz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2D21AB" w:rsidRPr="002D21AB" w:rsidRDefault="007E6EC0" w:rsidP="00837929">
      <w:pPr>
        <w:pStyle w:val="Obsah"/>
        <w:rPr>
          <w:color w:val="BD1B21"/>
          <w:sz w:val="24"/>
        </w:rPr>
      </w:pPr>
      <w:r>
        <w:rPr>
          <w:color w:val="BD1B21"/>
          <w:sz w:val="24"/>
        </w:rPr>
        <w:lastRenderedPageBreak/>
        <w:t xml:space="preserve"> </w:t>
      </w:r>
    </w:p>
    <w:sectPr w:rsidR="002D21AB" w:rsidRPr="002D21AB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3F3" w:rsidRDefault="00CE13F3" w:rsidP="00E71A58">
      <w:r>
        <w:separator/>
      </w:r>
    </w:p>
  </w:endnote>
  <w:endnote w:type="continuationSeparator" w:id="0">
    <w:p w:rsidR="00CE13F3" w:rsidRDefault="00CE13F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F1639F" w:rsidRDefault="002C1DA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fldChar w:fldCharType="begin"/>
    </w:r>
    <w:r w:rsidR="005647BF" w:rsidRPr="00F1639F">
      <w:rPr>
        <w:szCs w:val="16"/>
      </w:rPr>
      <w:instrText>PAGE   \* MERGEFORMAT</w:instrText>
    </w:r>
    <w:r w:rsidR="005647BF" w:rsidRPr="00F1639F">
      <w:rPr>
        <w:szCs w:val="16"/>
      </w:rPr>
      <w:fldChar w:fldCharType="separate"/>
    </w:r>
    <w:r w:rsidR="00A545B8">
      <w:rPr>
        <w:szCs w:val="16"/>
      </w:rPr>
      <w:t>4</w:t>
    </w:r>
    <w:r w:rsidR="005647BF" w:rsidRPr="00F1639F">
      <w:rPr>
        <w:szCs w:val="16"/>
      </w:rPr>
      <w:fldChar w:fldCharType="end"/>
    </w:r>
    <w:r w:rsidR="005647BF" w:rsidRPr="00F1639F">
      <w:rPr>
        <w:szCs w:val="16"/>
      </w:rPr>
      <w:tab/>
      <w:t>Období, za které byla publikace vydána</w:t>
    </w:r>
    <w:r w:rsidR="00B5752E" w:rsidRPr="00F1639F">
      <w:rPr>
        <w:szCs w:val="16"/>
      </w:rPr>
      <w:t xml:space="preserve"> / </w:t>
    </w:r>
    <w:r w:rsidR="00B5752E" w:rsidRPr="00F1639F">
      <w:rPr>
        <w:i/>
        <w:szCs w:val="16"/>
      </w:rPr>
      <w:t>Období, za které byla publikace vydána (EN)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F1639F" w:rsidRDefault="00B80EC6" w:rsidP="00A418BC">
    <w:pPr>
      <w:pStyle w:val="Zpa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3F3" w:rsidRDefault="00CE13F3" w:rsidP="00E71A58">
      <w:r>
        <w:separator/>
      </w:r>
    </w:p>
  </w:footnote>
  <w:footnote w:type="continuationSeparator" w:id="0">
    <w:p w:rsidR="00CE13F3" w:rsidRDefault="00CE13F3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937AE2" w:rsidRDefault="00B5752E" w:rsidP="00937AE2">
    <w:pPr>
      <w:pStyle w:val="Zhlav"/>
    </w:pPr>
    <w:r w:rsidRPr="00937AE2">
      <w:t>Název publikace</w:t>
    </w:r>
  </w:p>
  <w:p w:rsidR="00515C74" w:rsidRPr="00937AE2" w:rsidRDefault="00B5752E" w:rsidP="00937AE2">
    <w:pPr>
      <w:pStyle w:val="Zhlav"/>
      <w:rPr>
        <w:i/>
      </w:rPr>
    </w:pPr>
    <w:r w:rsidRPr="00937AE2">
      <w:rPr>
        <w:i/>
      </w:rPr>
      <w:t>Název publikace (EN)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A545B8" w:rsidRDefault="00B5752E" w:rsidP="00A545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2C9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4026"/>
    <w:rsid w:val="001D68B2"/>
    <w:rsid w:val="001F4597"/>
    <w:rsid w:val="002118B9"/>
    <w:rsid w:val="00217C5B"/>
    <w:rsid w:val="0022139E"/>
    <w:rsid w:val="0022233A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C1DA1"/>
    <w:rsid w:val="002C43BD"/>
    <w:rsid w:val="002C72C9"/>
    <w:rsid w:val="002D0E59"/>
    <w:rsid w:val="002D21AB"/>
    <w:rsid w:val="002E02A1"/>
    <w:rsid w:val="002E4E4C"/>
    <w:rsid w:val="00304771"/>
    <w:rsid w:val="003052D4"/>
    <w:rsid w:val="00306C5B"/>
    <w:rsid w:val="003209D6"/>
    <w:rsid w:val="003223A0"/>
    <w:rsid w:val="0032656E"/>
    <w:rsid w:val="00332190"/>
    <w:rsid w:val="00332504"/>
    <w:rsid w:val="00344668"/>
    <w:rsid w:val="003462D9"/>
    <w:rsid w:val="003657F3"/>
    <w:rsid w:val="003818DC"/>
    <w:rsid w:val="00385D98"/>
    <w:rsid w:val="003A2B4D"/>
    <w:rsid w:val="003A478C"/>
    <w:rsid w:val="003A5525"/>
    <w:rsid w:val="003A6B38"/>
    <w:rsid w:val="003A75EB"/>
    <w:rsid w:val="003B5A32"/>
    <w:rsid w:val="003C3490"/>
    <w:rsid w:val="003D6920"/>
    <w:rsid w:val="003E4C91"/>
    <w:rsid w:val="003F313C"/>
    <w:rsid w:val="003F551C"/>
    <w:rsid w:val="004069E1"/>
    <w:rsid w:val="00407C13"/>
    <w:rsid w:val="00410638"/>
    <w:rsid w:val="00432A58"/>
    <w:rsid w:val="00434617"/>
    <w:rsid w:val="0043617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92436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8F2"/>
    <w:rsid w:val="004F06F5"/>
    <w:rsid w:val="004F33A0"/>
    <w:rsid w:val="005108C0"/>
    <w:rsid w:val="00510E3C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0787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2684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6E3C94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76AB6"/>
    <w:rsid w:val="00780EF1"/>
    <w:rsid w:val="00790764"/>
    <w:rsid w:val="0079453C"/>
    <w:rsid w:val="00794677"/>
    <w:rsid w:val="007B6689"/>
    <w:rsid w:val="007D40DF"/>
    <w:rsid w:val="007D53FD"/>
    <w:rsid w:val="007E6EC0"/>
    <w:rsid w:val="007E7E61"/>
    <w:rsid w:val="007F0845"/>
    <w:rsid w:val="00807C82"/>
    <w:rsid w:val="00816905"/>
    <w:rsid w:val="00821FF6"/>
    <w:rsid w:val="00827A34"/>
    <w:rsid w:val="0083143E"/>
    <w:rsid w:val="00831CDE"/>
    <w:rsid w:val="00834304"/>
    <w:rsid w:val="00834FAA"/>
    <w:rsid w:val="00836086"/>
    <w:rsid w:val="00837929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77D81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4CA7"/>
    <w:rsid w:val="00A10D66"/>
    <w:rsid w:val="00A14114"/>
    <w:rsid w:val="00A23E43"/>
    <w:rsid w:val="00A30F65"/>
    <w:rsid w:val="00A316E6"/>
    <w:rsid w:val="00A418BC"/>
    <w:rsid w:val="00A46DE0"/>
    <w:rsid w:val="00A50D73"/>
    <w:rsid w:val="00A52CAD"/>
    <w:rsid w:val="00A53FC7"/>
    <w:rsid w:val="00A545B8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846A0"/>
    <w:rsid w:val="00B92D1D"/>
    <w:rsid w:val="00B938C5"/>
    <w:rsid w:val="00B95940"/>
    <w:rsid w:val="00BB46F3"/>
    <w:rsid w:val="00BB4CB1"/>
    <w:rsid w:val="00BB4F98"/>
    <w:rsid w:val="00BB7DA5"/>
    <w:rsid w:val="00BC7154"/>
    <w:rsid w:val="00BD366B"/>
    <w:rsid w:val="00BD6D50"/>
    <w:rsid w:val="00BE18B9"/>
    <w:rsid w:val="00BE2495"/>
    <w:rsid w:val="00BF1578"/>
    <w:rsid w:val="00BF2DCC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E13F3"/>
    <w:rsid w:val="00CE670B"/>
    <w:rsid w:val="00CF51EC"/>
    <w:rsid w:val="00CF73AE"/>
    <w:rsid w:val="00D040DD"/>
    <w:rsid w:val="00D13986"/>
    <w:rsid w:val="00D25F28"/>
    <w:rsid w:val="00D27973"/>
    <w:rsid w:val="00D50F46"/>
    <w:rsid w:val="00D66223"/>
    <w:rsid w:val="00D8084C"/>
    <w:rsid w:val="00DA04CA"/>
    <w:rsid w:val="00DA7C0C"/>
    <w:rsid w:val="00DB2EC8"/>
    <w:rsid w:val="00DC5B3B"/>
    <w:rsid w:val="00DD129F"/>
    <w:rsid w:val="00DD685B"/>
    <w:rsid w:val="00DF42FF"/>
    <w:rsid w:val="00E01C0E"/>
    <w:rsid w:val="00E02532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072C"/>
    <w:rsid w:val="00E6519D"/>
    <w:rsid w:val="00E67696"/>
    <w:rsid w:val="00E71A58"/>
    <w:rsid w:val="00E72A7A"/>
    <w:rsid w:val="00E75C94"/>
    <w:rsid w:val="00E93820"/>
    <w:rsid w:val="00EA0C68"/>
    <w:rsid w:val="00EC03D7"/>
    <w:rsid w:val="00ED62C6"/>
    <w:rsid w:val="00ED64C1"/>
    <w:rsid w:val="00EE3446"/>
    <w:rsid w:val="00EE3E78"/>
    <w:rsid w:val="00EE4B1B"/>
    <w:rsid w:val="00EF150D"/>
    <w:rsid w:val="00EF1F5A"/>
    <w:rsid w:val="00F04811"/>
    <w:rsid w:val="00F0488C"/>
    <w:rsid w:val="00F15AAA"/>
    <w:rsid w:val="00F15BEF"/>
    <w:rsid w:val="00F1639F"/>
    <w:rsid w:val="00F24407"/>
    <w:rsid w:val="00F24FAA"/>
    <w:rsid w:val="00F2663C"/>
    <w:rsid w:val="00F3256D"/>
    <w:rsid w:val="00F3364D"/>
    <w:rsid w:val="00F437CC"/>
    <w:rsid w:val="00F47067"/>
    <w:rsid w:val="00F525EB"/>
    <w:rsid w:val="00F63DDE"/>
    <w:rsid w:val="00F63FB7"/>
    <w:rsid w:val="00F649D2"/>
    <w:rsid w:val="00F6602B"/>
    <w:rsid w:val="00F73A0C"/>
    <w:rsid w:val="00F756DB"/>
    <w:rsid w:val="00F85066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7920CE5"/>
  <w15:docId w15:val="{01E5FEA5-6CE3-494A-88D4-4B161C966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100F5C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71B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14114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00F5C"/>
    <w:rPr>
      <w:rFonts w:ascii="Arial" w:eastAsia="MS Gothic" w:hAnsi="Arial"/>
      <w:b/>
      <w:bCs/>
      <w:color w:val="0071BC"/>
      <w:sz w:val="32"/>
      <w:szCs w:val="28"/>
    </w:rPr>
  </w:style>
  <w:style w:type="character" w:customStyle="1" w:styleId="Nadpis2Char">
    <w:name w:val="Nadpis 2 Char"/>
    <w:link w:val="Nadpis2"/>
    <w:uiPriority w:val="9"/>
    <w:rsid w:val="00A14114"/>
    <w:rPr>
      <w:rFonts w:ascii="Arial" w:eastAsia="MS Gothic" w:hAnsi="Arial"/>
      <w:b/>
      <w:bCs/>
      <w:color w:val="0071BC"/>
      <w:sz w:val="28"/>
      <w:szCs w:val="26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 w:cs="Times New Roman"/>
      <w:b/>
      <w:bCs/>
      <w:color w:val="0071BC"/>
      <w:sz w:val="24"/>
      <w:szCs w:val="24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 w:cs="Times New Roman"/>
      <w:b/>
      <w:bCs/>
      <w:iCs/>
      <w:color w:val="BD1B21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755202"/>
    <w:pPr>
      <w:spacing w:after="80" w:line="288" w:lineRule="auto"/>
    </w:pPr>
    <w:rPr>
      <w:rFonts w:ascii="Arial" w:eastAsia="Times New Roman" w:hAnsi="Arial"/>
      <w:b/>
      <w:color w:val="0071B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4114"/>
    <w:pPr>
      <w:shd w:val="clear" w:color="auto" w:fill="D9EAF5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A14114"/>
    <w:pPr>
      <w:spacing w:before="240" w:after="240" w:line="288" w:lineRule="auto"/>
      <w:ind w:left="709"/>
      <w:contextualSpacing/>
    </w:pPr>
    <w:rPr>
      <w:rFonts w:ascii="Arial" w:hAnsi="Arial" w:cs="Arial"/>
      <w:color w:val="0071B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Desktop\Publikace%20bar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0C839-C00F-4135-B6BB-C719BC8A3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CZ-EN_2017-08-14.dotx</Template>
  <TotalTime>24</TotalTime>
  <Pages>5</Pages>
  <Words>2</Words>
  <Characters>15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CSU</Company>
  <LinksUpToDate>false</LinksUpToDate>
  <CharactersWithSpaces>16</CharactersWithSpaces>
  <SharedDoc>false</SharedDoc>
  <HyperlinkBase/>
  <HLinks>
    <vt:vector size="18" baseType="variant">
      <vt:variant>
        <vt:i4>7602181</vt:i4>
      </vt:variant>
      <vt:variant>
        <vt:i4>20832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Jan Bílík</dc:creator>
  <cp:keywords/>
  <dc:description/>
  <cp:lastModifiedBy>Ing. Jan Bílík</cp:lastModifiedBy>
  <cp:revision>3</cp:revision>
  <cp:lastPrinted>2014-07-17T14:07:00Z</cp:lastPrinted>
  <dcterms:created xsi:type="dcterms:W3CDTF">2017-09-18T05:37:00Z</dcterms:created>
  <dcterms:modified xsi:type="dcterms:W3CDTF">2018-06-07T05:45:00Z</dcterms:modified>
  <cp:category/>
</cp:coreProperties>
</file>