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bookmarkStart w:id="0" w:name="_GoBack"/>
      <w:bookmarkEnd w:id="0"/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8F3027">
        <w:t>dub</w:t>
      </w:r>
      <w:r w:rsidR="00194630">
        <w:t>en</w:t>
      </w:r>
      <w:r w:rsidR="0012357D" w:rsidRPr="00A10CB8">
        <w:t xml:space="preserve"> 202</w:t>
      </w:r>
      <w:r w:rsidR="00806762">
        <w:t>5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C5360B">
        <w:rPr>
          <w:i/>
          <w:lang w:val="en-GB"/>
        </w:rPr>
        <w:t xml:space="preserve">consumer price indices in </w:t>
      </w:r>
      <w:r w:rsidR="008F3027">
        <w:rPr>
          <w:i/>
          <w:lang w:val="en-GB"/>
        </w:rPr>
        <w:t>April</w:t>
      </w:r>
      <w:r w:rsidR="0012357D" w:rsidRPr="00A10CB8">
        <w:rPr>
          <w:i/>
          <w:lang w:val="en-GB"/>
        </w:rPr>
        <w:t xml:space="preserve"> 202</w:t>
      </w:r>
      <w:r w:rsidR="00806762">
        <w:rPr>
          <w:i/>
          <w:lang w:val="en-GB"/>
        </w:rPr>
        <w:t>5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806762">
        <w:rPr>
          <w:b/>
        </w:rPr>
        <w:t>4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806762">
        <w:rPr>
          <w:b/>
        </w:rPr>
        <w:t>5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806762">
        <w:rPr>
          <w:b/>
          <w:i/>
          <w:lang w:val="en-GB"/>
        </w:rPr>
        <w:t>4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806762">
        <w:rPr>
          <w:b/>
          <w:i/>
          <w:lang w:val="en-GB"/>
        </w:rPr>
        <w:t>5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7427A8" w:rsidRPr="00A10CB8" w:rsidRDefault="007427A8" w:rsidP="007427A8">
      <w:pPr>
        <w:pStyle w:val="Obsahpoloky"/>
        <w:ind w:left="709" w:hanging="709"/>
      </w:pPr>
      <w:proofErr w:type="spellStart"/>
      <w:r w:rsidRPr="00CF021D">
        <w:t>Tab</w:t>
      </w:r>
      <w:proofErr w:type="spellEnd"/>
      <w:r w:rsidRPr="00CF021D">
        <w:t xml:space="preserve"> 7a</w:t>
      </w:r>
      <w:r w:rsidRPr="00CF021D">
        <w:tab/>
        <w:t>Vývoj nákladů zaměstnance při práci na dálku (index)</w:t>
      </w:r>
      <w:r w:rsidRPr="00CF021D">
        <w:br/>
      </w:r>
      <w:r w:rsidRPr="00CF021D">
        <w:rPr>
          <w:i/>
          <w:lang w:val="en-GB"/>
        </w:rPr>
        <w:t>Trends in employee’s costs during remote working (index)</w:t>
      </w:r>
      <w:r w:rsidRPr="00CF021D">
        <w:rPr>
          <w:i/>
        </w:rPr>
        <w:tab/>
      </w:r>
      <w:r w:rsidRPr="00CF021D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806762">
        <w:t>4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806762">
        <w:t>5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806762">
        <w:rPr>
          <w:i/>
          <w:lang w:val="en-GB"/>
        </w:rPr>
        <w:t>4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806762">
        <w:rPr>
          <w:i/>
          <w:lang w:val="en-GB"/>
        </w:rPr>
        <w:t>5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Prosinec 202</w:t>
      </w:r>
      <w:r w:rsidR="00C05900">
        <w:t>3</w:t>
      </w:r>
      <w:r w:rsidRPr="00A10CB8">
        <w:t xml:space="preserve"> = 100 / </w:t>
      </w:r>
      <w:r w:rsidR="00C05900">
        <w:rPr>
          <w:i/>
          <w:lang w:val="en-GB"/>
        </w:rPr>
        <w:t>December 2023</w:t>
      </w:r>
      <w:r w:rsidRPr="00A10CB8">
        <w:rPr>
          <w:i/>
          <w:lang w:val="en-GB"/>
        </w:rPr>
        <w:t>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2F0" w:rsidRDefault="007A22F0" w:rsidP="00E71A58">
      <w:r>
        <w:separator/>
      </w:r>
    </w:p>
  </w:endnote>
  <w:endnote w:type="continuationSeparator" w:id="0">
    <w:p w:rsidR="007A22F0" w:rsidRDefault="007A22F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8F3027">
      <w:rPr>
        <w:szCs w:val="16"/>
      </w:rPr>
      <w:t>dub</w:t>
    </w:r>
    <w:r w:rsidR="00194630">
      <w:rPr>
        <w:szCs w:val="16"/>
      </w:rPr>
      <w:t>en</w:t>
    </w:r>
    <w:r w:rsidR="002E4CC7">
      <w:rPr>
        <w:rStyle w:val="ZpatChar"/>
        <w:szCs w:val="16"/>
      </w:rPr>
      <w:t xml:space="preserve"> 202</w:t>
    </w:r>
    <w:r w:rsidR="00806762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8F3027">
      <w:rPr>
        <w:rStyle w:val="ZpatChar"/>
        <w:i/>
        <w:szCs w:val="16"/>
      </w:rPr>
      <w:t>April</w:t>
    </w:r>
    <w:r w:rsidR="004D4B1B">
      <w:rPr>
        <w:rStyle w:val="ZpatChar"/>
        <w:i/>
        <w:szCs w:val="16"/>
      </w:rPr>
      <w:t xml:space="preserve"> 202</w:t>
    </w:r>
    <w:r w:rsidR="00806762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2F0" w:rsidRDefault="007A22F0" w:rsidP="00E71A58">
      <w:r>
        <w:separator/>
      </w:r>
    </w:p>
  </w:footnote>
  <w:footnote w:type="continuationSeparator" w:id="0">
    <w:p w:rsidR="007A22F0" w:rsidRDefault="007A22F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54715"/>
    <w:rsid w:val="00057BE2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3C99"/>
    <w:rsid w:val="000965A4"/>
    <w:rsid w:val="00096884"/>
    <w:rsid w:val="000974D1"/>
    <w:rsid w:val="0009799E"/>
    <w:rsid w:val="000A1183"/>
    <w:rsid w:val="000A136C"/>
    <w:rsid w:val="000A243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66226"/>
    <w:rsid w:val="001706D6"/>
    <w:rsid w:val="001714F2"/>
    <w:rsid w:val="00174B70"/>
    <w:rsid w:val="001849F2"/>
    <w:rsid w:val="00184B08"/>
    <w:rsid w:val="00185010"/>
    <w:rsid w:val="00187C36"/>
    <w:rsid w:val="00194630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3974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57F98"/>
    <w:rsid w:val="00270F53"/>
    <w:rsid w:val="00271465"/>
    <w:rsid w:val="00274676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176E"/>
    <w:rsid w:val="002D2E96"/>
    <w:rsid w:val="002D502E"/>
    <w:rsid w:val="002E02A1"/>
    <w:rsid w:val="002E16B1"/>
    <w:rsid w:val="002E4CC7"/>
    <w:rsid w:val="002E4E4C"/>
    <w:rsid w:val="002E51D9"/>
    <w:rsid w:val="002E57D3"/>
    <w:rsid w:val="002F4714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E6715"/>
    <w:rsid w:val="003F2344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9248E"/>
    <w:rsid w:val="00496879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5A2F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0B42"/>
    <w:rsid w:val="005911BE"/>
    <w:rsid w:val="005921D0"/>
    <w:rsid w:val="00593152"/>
    <w:rsid w:val="0059377C"/>
    <w:rsid w:val="005A0449"/>
    <w:rsid w:val="005A10F2"/>
    <w:rsid w:val="005A21E0"/>
    <w:rsid w:val="005A28A3"/>
    <w:rsid w:val="005A28FF"/>
    <w:rsid w:val="005A3DF8"/>
    <w:rsid w:val="005A3F78"/>
    <w:rsid w:val="005A40AC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5F7B87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34BA5"/>
    <w:rsid w:val="006404A7"/>
    <w:rsid w:val="006451E4"/>
    <w:rsid w:val="00645B33"/>
    <w:rsid w:val="00650E44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227A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3199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427A8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A22F0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9B"/>
    <w:rsid w:val="007F08D3"/>
    <w:rsid w:val="007F0BC8"/>
    <w:rsid w:val="007F197C"/>
    <w:rsid w:val="007F5140"/>
    <w:rsid w:val="00801479"/>
    <w:rsid w:val="00806762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1B26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E85"/>
    <w:rsid w:val="00894031"/>
    <w:rsid w:val="00897180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027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2771"/>
    <w:rsid w:val="0096583E"/>
    <w:rsid w:val="0096714A"/>
    <w:rsid w:val="0097104F"/>
    <w:rsid w:val="00974923"/>
    <w:rsid w:val="00980D3D"/>
    <w:rsid w:val="009836CC"/>
    <w:rsid w:val="00992CF3"/>
    <w:rsid w:val="009968D6"/>
    <w:rsid w:val="009A107E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57B40"/>
    <w:rsid w:val="00A610E3"/>
    <w:rsid w:val="00A62CE1"/>
    <w:rsid w:val="00A6319A"/>
    <w:rsid w:val="00A63992"/>
    <w:rsid w:val="00A66C37"/>
    <w:rsid w:val="00A6741E"/>
    <w:rsid w:val="00A75E40"/>
    <w:rsid w:val="00A77D1D"/>
    <w:rsid w:val="00A857C0"/>
    <w:rsid w:val="00A9231F"/>
    <w:rsid w:val="00A92BAE"/>
    <w:rsid w:val="00A94D1E"/>
    <w:rsid w:val="00AA2996"/>
    <w:rsid w:val="00AA3D58"/>
    <w:rsid w:val="00AA52BF"/>
    <w:rsid w:val="00AA559A"/>
    <w:rsid w:val="00AA731D"/>
    <w:rsid w:val="00AB2AF1"/>
    <w:rsid w:val="00AB7726"/>
    <w:rsid w:val="00AC3D93"/>
    <w:rsid w:val="00AC574A"/>
    <w:rsid w:val="00AC6034"/>
    <w:rsid w:val="00AD22C5"/>
    <w:rsid w:val="00AD306C"/>
    <w:rsid w:val="00AE02FB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443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15E2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05900"/>
    <w:rsid w:val="00C21F94"/>
    <w:rsid w:val="00C2231A"/>
    <w:rsid w:val="00C2530F"/>
    <w:rsid w:val="00C27913"/>
    <w:rsid w:val="00C33B68"/>
    <w:rsid w:val="00C36A79"/>
    <w:rsid w:val="00C405D4"/>
    <w:rsid w:val="00C4513B"/>
    <w:rsid w:val="00C5360B"/>
    <w:rsid w:val="00C54697"/>
    <w:rsid w:val="00C6184A"/>
    <w:rsid w:val="00C62D0F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5C23"/>
    <w:rsid w:val="00CE670B"/>
    <w:rsid w:val="00CF021D"/>
    <w:rsid w:val="00CF51EC"/>
    <w:rsid w:val="00CF73AE"/>
    <w:rsid w:val="00D040DD"/>
    <w:rsid w:val="00D12A2B"/>
    <w:rsid w:val="00D13274"/>
    <w:rsid w:val="00D13986"/>
    <w:rsid w:val="00D1747F"/>
    <w:rsid w:val="00D25F28"/>
    <w:rsid w:val="00D26E50"/>
    <w:rsid w:val="00D27973"/>
    <w:rsid w:val="00D47625"/>
    <w:rsid w:val="00D50F46"/>
    <w:rsid w:val="00D57220"/>
    <w:rsid w:val="00D66223"/>
    <w:rsid w:val="00D8084C"/>
    <w:rsid w:val="00D87763"/>
    <w:rsid w:val="00D93E48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1637"/>
    <w:rsid w:val="00DF16B3"/>
    <w:rsid w:val="00DF42FF"/>
    <w:rsid w:val="00DF5B53"/>
    <w:rsid w:val="00E0033C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342D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204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177D3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899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DE8"/>
    <w:rsid w:val="00FC0E5F"/>
    <w:rsid w:val="00FC1A95"/>
    <w:rsid w:val="00FC1FF6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35D984A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F6243-5341-4075-A3A5-20AF61F4B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48</TotalTime>
  <Pages>1</Pages>
  <Words>358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80</cp:revision>
  <cp:lastPrinted>2017-01-18T13:33:00Z</cp:lastPrinted>
  <dcterms:created xsi:type="dcterms:W3CDTF">2022-02-11T11:11:00Z</dcterms:created>
  <dcterms:modified xsi:type="dcterms:W3CDTF">2025-04-23T14:29:00Z</dcterms:modified>
</cp:coreProperties>
</file>