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6FD2" w:rsidRPr="00102AB1" w:rsidRDefault="00B26FD2" w:rsidP="00B26FD2">
      <w:pPr>
        <w:pStyle w:val="Nadpis1"/>
      </w:pPr>
      <w:bookmarkStart w:id="0" w:name="_Toc172102344"/>
      <w:r w:rsidRPr="00102AB1">
        <w:t>E. Veřejná správa a digitální technologie</w:t>
      </w:r>
      <w:bookmarkEnd w:id="0"/>
      <w:r w:rsidRPr="00102AB1">
        <w:t xml:space="preserve"> </w:t>
      </w:r>
    </w:p>
    <w:p w:rsidR="00B26FD2" w:rsidRPr="00102AB1" w:rsidRDefault="00B26FD2" w:rsidP="00B26FD2">
      <w:pPr>
        <w:pStyle w:val="Textpoznpodarou"/>
        <w:spacing w:after="240"/>
        <w:rPr>
          <w:rFonts w:cs="Arial"/>
        </w:rPr>
      </w:pPr>
      <w:r w:rsidRPr="00102AB1">
        <w:rPr>
          <w:rFonts w:cs="Arial"/>
        </w:rPr>
        <w:t xml:space="preserve">Veřejná správa, která efektivně využívá informačních technologií, přispívá k jednodušší komunikaci mezi státem a občany. Předpokladem pro takovou komunikaci je jak vnitřní propojenost státních úřadů, tak dostatečná nabídka služeb </w:t>
      </w:r>
      <w:proofErr w:type="spellStart"/>
      <w:r w:rsidRPr="00102AB1">
        <w:rPr>
          <w:rFonts w:cs="Arial"/>
        </w:rPr>
        <w:t>eGovernmentu</w:t>
      </w:r>
      <w:proofErr w:type="spellEnd"/>
      <w:r w:rsidRPr="00102AB1">
        <w:rPr>
          <w:rFonts w:cs="Arial"/>
        </w:rPr>
        <w:t xml:space="preserve"> pro občany.</w:t>
      </w:r>
    </w:p>
    <w:p w:rsidR="00B26FD2" w:rsidRPr="00130738" w:rsidRDefault="00B26FD2" w:rsidP="00B26FD2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8050E0">
        <w:rPr>
          <w:b/>
        </w:rPr>
        <w:t>Digitalizace veřejné správy stále více proniká do života občanů.</w:t>
      </w:r>
      <w:r w:rsidRPr="00130738">
        <w:t xml:space="preserve"> Ke komunikaci s úřady použila internet v roce 2023 přibližně polovina (53 %) obyvatel Česka starších 16 let. Při rozdělení do skupin podle věku lze vidět, že se státem komunikovali online nejčastěji osoby ve věku 25 až 44 let, a to 71</w:t>
      </w:r>
      <w:r>
        <w:t> </w:t>
      </w:r>
      <w:r w:rsidRPr="00130738">
        <w:t xml:space="preserve">% z nich. Do tohoto ukazatele je kromě využívání online služeb zařazeno také vyhledávání informací na webových stránkách úřadů. Zatímco informace na webových stránkách jsou občanům k dispozici již řadu let, v poslední době dochází k postupné digitalizaci služeb, které bylo dříve možné zařídit pouze při osobní návštěvě úřadu. </w:t>
      </w:r>
    </w:p>
    <w:p w:rsidR="00B26FD2" w:rsidRPr="00130738" w:rsidRDefault="00B26FD2" w:rsidP="00B26FD2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8050E0">
        <w:rPr>
          <w:b/>
        </w:rPr>
        <w:t>Dostupnost elektronických služeb veřejné správy pro občany značně pokročila díky zavedení státem uznávaných elektronických identit, tzv. identit občana.</w:t>
      </w:r>
      <w:r w:rsidRPr="00130738">
        <w:t xml:space="preserve"> Prostřednictvím těchto nástrojů se lze přihlásit například do Portálu občana nebo do daňového portálu Finanční správy, kde mohou lidé podat daňové přiznání. V roce 2024 šlo poprvé využít tyto identity k podání přihlášky na střední školu. </w:t>
      </w:r>
    </w:p>
    <w:p w:rsidR="00B26FD2" w:rsidRPr="00130738" w:rsidRDefault="00B26FD2" w:rsidP="00B26FD2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8050E0">
        <w:rPr>
          <w:b/>
        </w:rPr>
        <w:t xml:space="preserve">V roce 2023 využilo alespoň jednu z identit občana 26 % osob starších 16 let. </w:t>
      </w:r>
      <w:r w:rsidRPr="00130738">
        <w:t xml:space="preserve">Nejvíce využívané byly </w:t>
      </w:r>
      <w:r w:rsidRPr="00495AA1">
        <w:t>bankovní identity</w:t>
      </w:r>
      <w:r w:rsidRPr="00130738">
        <w:t>, které použilo 22 % osob. K rozšíření tohoto nástroje přispěl především fakt, že služby internetového bankovnictví využívá v Česku 6,3 milionu osob v tomto věku. Jde tedy o způsob jednoduše dostupný a srozumitelný pro velkou část obyvatel.</w:t>
      </w:r>
    </w:p>
    <w:p w:rsidR="00B26FD2" w:rsidRPr="00130738" w:rsidRDefault="00B26FD2" w:rsidP="00B26FD2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495AA1">
        <w:rPr>
          <w:b/>
        </w:rPr>
        <w:t xml:space="preserve">Nejrozšířenější jsou bankovní identity, ale Češi mohou disponovat také </w:t>
      </w:r>
      <w:proofErr w:type="spellStart"/>
      <w:r w:rsidRPr="00495AA1">
        <w:rPr>
          <w:b/>
        </w:rPr>
        <w:t>eObčankou</w:t>
      </w:r>
      <w:proofErr w:type="spellEnd"/>
      <w:r w:rsidRPr="00495AA1">
        <w:rPr>
          <w:b/>
        </w:rPr>
        <w:t>.</w:t>
      </w:r>
      <w:r w:rsidRPr="00130738">
        <w:t xml:space="preserve"> Přihlášení přes ni využilo ve sledovaném roce 2,2 % osob. V případě </w:t>
      </w:r>
      <w:proofErr w:type="spellStart"/>
      <w:r w:rsidRPr="00130738">
        <w:t>eObčanky</w:t>
      </w:r>
      <w:proofErr w:type="spellEnd"/>
      <w:r w:rsidRPr="00130738">
        <w:t xml:space="preserve"> se jedná o klasický občanský průkaz, který je opatřený čipem a pro přihlášení přes něj je potřeba čtečka karet a určený software. Nejedná se o nově vzniklou aplikaci </w:t>
      </w:r>
      <w:proofErr w:type="spellStart"/>
      <w:r w:rsidRPr="00130738">
        <w:t>eDoklady</w:t>
      </w:r>
      <w:proofErr w:type="spellEnd"/>
      <w:r w:rsidRPr="00130738">
        <w:t xml:space="preserve">. Ostatní identity občana využilo dohromady 4,3 % osob. Mezi tyto identity bylo zahrnuto moje ID, NIA ID, Mobilní klíč k </w:t>
      </w:r>
      <w:proofErr w:type="spellStart"/>
      <w:proofErr w:type="gramStart"/>
      <w:r w:rsidRPr="00130738">
        <w:t>eGovernmentu</w:t>
      </w:r>
      <w:proofErr w:type="spellEnd"/>
      <w:r w:rsidRPr="00130738">
        <w:t>, I.CA</w:t>
      </w:r>
      <w:proofErr w:type="gramEnd"/>
      <w:r w:rsidRPr="00130738">
        <w:t xml:space="preserve"> Identita s</w:t>
      </w:r>
      <w:r>
        <w:t> </w:t>
      </w:r>
      <w:r w:rsidRPr="00130738">
        <w:t xml:space="preserve">kartou </w:t>
      </w:r>
      <w:proofErr w:type="spellStart"/>
      <w:r w:rsidRPr="00130738">
        <w:t>Starcos</w:t>
      </w:r>
      <w:proofErr w:type="spellEnd"/>
      <w:r w:rsidRPr="00130738">
        <w:t xml:space="preserve"> a českým státem uznávané elektronické identity jiných zemí EU. </w:t>
      </w:r>
    </w:p>
    <w:p w:rsidR="00B26FD2" w:rsidRPr="00130738" w:rsidRDefault="00B26FD2" w:rsidP="00B26FD2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495AA1">
        <w:rPr>
          <w:b/>
        </w:rPr>
        <w:t>Lidé se pomocí státem uznávaných identit přihlašují především do služeb veřejné správy České republiky.</w:t>
      </w:r>
      <w:r w:rsidRPr="00130738">
        <w:t xml:space="preserve"> Avšak pomocí některých z nich se mohou přihlásit i do služeb veřejných správ v</w:t>
      </w:r>
      <w:r>
        <w:t> </w:t>
      </w:r>
      <w:r w:rsidRPr="00130738">
        <w:t>jiných zemích EU. Do těch se pomocí české identity občana přihlásilo v roce 2023 přibližně 1 % Čechů.</w:t>
      </w:r>
    </w:p>
    <w:p w:rsidR="00B26FD2" w:rsidRPr="00130738" w:rsidRDefault="00B26FD2" w:rsidP="00B26FD2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495AA1">
        <w:rPr>
          <w:b/>
        </w:rPr>
        <w:t>V p</w:t>
      </w:r>
      <w:r>
        <w:rPr>
          <w:b/>
        </w:rPr>
        <w:t>oužívání elektronických identit</w:t>
      </w:r>
      <w:r w:rsidRPr="00495AA1">
        <w:rPr>
          <w:b/>
        </w:rPr>
        <w:t xml:space="preserve"> existují velké rozdíly mezi lidmi různého věku, pohlaví a</w:t>
      </w:r>
      <w:r>
        <w:rPr>
          <w:b/>
        </w:rPr>
        <w:t> </w:t>
      </w:r>
      <w:r w:rsidRPr="00495AA1">
        <w:rPr>
          <w:b/>
        </w:rPr>
        <w:t>vzdělání.</w:t>
      </w:r>
      <w:r w:rsidRPr="00130738">
        <w:t xml:space="preserve"> Nejvíce používají identity osoby ve věku 25 až 44 let, identitu občana použilo necelých 39 % osob tohoto věku. Nejméně je používají senioři. Ve věku nad 75 let je použila 3 % osob. Mezi osobami s různým vzděláním výrazně dominují osoby s vysokoškolským vzděláním nad lidmi s nižším vzděláním.</w:t>
      </w:r>
    </w:p>
    <w:p w:rsidR="00B26FD2" w:rsidRPr="00130738" w:rsidRDefault="00B26FD2" w:rsidP="00B26FD2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495AA1">
        <w:rPr>
          <w:b/>
        </w:rPr>
        <w:t>V Česku došlo od ledna 2023 na základě změny zákona k automatickému zřízení 2,1 milionu nových datových schránek živnostníkům, spolkům, nadacím a některým fyzickým osobám.</w:t>
      </w:r>
      <w:r w:rsidRPr="00130738">
        <w:t xml:space="preserve"> 255 tisíc nových datových schránek pak bylo zřízeno na žádost. Celkem tedy ministerstvo vnitra evidovalo v tomto roce téměř 2,4 milionu nově zřízených datových schránek. Pro porovnání v roce 2022 bylo nově zřízeno cca 320 tisíc datových schránek. S přibývajícím počtem datových schránek mírně narostl i počet transakcí, které uživatelé jejich prostřednictvím uskutečnili. V roce 2023 bylo přes datové schránky provedeno celkem 143 260 tisíc transakcí, tj. přibližně o 14 tisíc více než v roce 2022. Z toho 8 524 tisíc provedli živnostníci a 1 839 tisíc transakcí občané (nepodnikající fyzické osoby). Přes datové schránky je možné podat mimo jiné i daňové přiznání. V roce 2023 bylo tímto způsobem podáno např. 3 012 tisíc přiznání k dani z přidané hodnoty, 818 tisíc přiznání k dani z příjmu fyzických osob nebo 33 tisíc přiznání k dani z nemovitosti. </w:t>
      </w:r>
    </w:p>
    <w:p w:rsidR="00B26FD2" w:rsidRPr="00130738" w:rsidRDefault="00B26FD2" w:rsidP="00B26FD2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495AA1">
        <w:rPr>
          <w:b/>
        </w:rPr>
        <w:lastRenderedPageBreak/>
        <w:t>Další způsob podání daňového přiznání je přes aplikaci EPO.</w:t>
      </w:r>
      <w:r w:rsidRPr="00130738">
        <w:t xml:space="preserve"> Tuto aplikaci spravuje Finanční správa. Prostřednictvím této aplikace bylo v roce 2023 podáno celkem 2 485 tisíc daňových přiznání, nejčastěji šlo, stejně jako v případě podání přes datovou schránku, o přiznání k dani z přidané z hodnoty. </w:t>
      </w:r>
    </w:p>
    <w:p w:rsidR="00B26FD2" w:rsidRPr="00130738" w:rsidRDefault="00B26FD2" w:rsidP="00B26FD2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495AA1">
        <w:rPr>
          <w:b/>
        </w:rPr>
        <w:t xml:space="preserve">Systém Czech POINT poskytuje pro veřejnost celou řadu služeb na tzv. kontaktních místech veřejné správy. </w:t>
      </w:r>
      <w:r w:rsidRPr="00130738">
        <w:t>Tato místa jsou často umístěna například na pobočkách České pošty. Je zde možné získat a ověřit data z informačních systémů veřejné správy, úředně ověřit dokumenty a</w:t>
      </w:r>
      <w:r>
        <w:t> </w:t>
      </w:r>
      <w:r w:rsidRPr="00130738">
        <w:t>listiny, převést písemné dokumenty do elektronické podoby a naopak atd. V roce 2023 zde bylo vydáno 794 tisíc výpisů, nejčastěji občané požadovali výpis z Rejstříku trestů (533 tisíc výpisů) a</w:t>
      </w:r>
      <w:r>
        <w:t> </w:t>
      </w:r>
      <w:r w:rsidRPr="00130738">
        <w:t>výpis z Katastru nemovitostí (115 tisíc výpisů) nebo požadovali konverzi dokumentů z listinné do</w:t>
      </w:r>
      <w:r>
        <w:t> </w:t>
      </w:r>
      <w:r w:rsidRPr="00130738">
        <w:t>elektronické podoby (1 010 tisíc konverzí).</w:t>
      </w:r>
    </w:p>
    <w:p w:rsidR="00B26FD2" w:rsidRPr="00130738" w:rsidRDefault="00B26FD2" w:rsidP="00B26FD2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495AA1">
        <w:rPr>
          <w:b/>
        </w:rPr>
        <w:t xml:space="preserve">Služba Czech </w:t>
      </w:r>
      <w:proofErr w:type="spellStart"/>
      <w:r w:rsidRPr="00495AA1">
        <w:rPr>
          <w:b/>
        </w:rPr>
        <w:t>Point@home</w:t>
      </w:r>
      <w:proofErr w:type="spellEnd"/>
      <w:r w:rsidRPr="00495AA1">
        <w:rPr>
          <w:b/>
        </w:rPr>
        <w:t xml:space="preserve"> je jednou z možností, jak mohou držitelé datových schránek z řad občanů získat přístup k vybraným výpisům online.</w:t>
      </w:r>
      <w:r w:rsidRPr="00130738">
        <w:t xml:space="preserve"> Mohou tak mít tyto výpisy dostupné přímo ze</w:t>
      </w:r>
      <w:r>
        <w:t> </w:t>
      </w:r>
      <w:r w:rsidRPr="00130738">
        <w:t>svého počítače či mobilního telefonu a ušetřit si tak cestu na úřad či kontaktní místo. V roce 2023 nejčastěji lidé získali výpisy z Rejstříku trestů fyzických osob (39 636 výpisů) a z Bodového hodnocení řidičů (31 323 výpisů).</w:t>
      </w:r>
    </w:p>
    <w:p w:rsidR="00B26FD2" w:rsidRPr="00130738" w:rsidRDefault="00B26FD2" w:rsidP="00B26FD2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495AA1">
        <w:rPr>
          <w:b/>
        </w:rPr>
        <w:t>Využití online rezervačního systému zkracuje čekání na úřadě na minimum.</w:t>
      </w:r>
      <w:r w:rsidRPr="00130738">
        <w:t xml:space="preserve"> Možnost online objednání se na úřad v roce 2023 využilo 16 % osob starších 16 let, nejčastěji ve věkové kategorii 25–54 let. Naopak mezi seniory nad 65 let pouze 5 %, respektive 2 % ve věku 75 let a více. Za</w:t>
      </w:r>
      <w:r>
        <w:t> </w:t>
      </w:r>
      <w:r w:rsidRPr="00130738">
        <w:t>poslední rok vzrostl podíl osob, které se objednaly na úřad online o 3 procentní body, tedy ze</w:t>
      </w:r>
      <w:r>
        <w:t> </w:t>
      </w:r>
      <w:r w:rsidRPr="00130738">
        <w:t>13</w:t>
      </w:r>
      <w:r>
        <w:t> </w:t>
      </w:r>
      <w:r w:rsidRPr="00130738">
        <w:t>na 16%.</w:t>
      </w:r>
    </w:p>
    <w:p w:rsidR="00B26FD2" w:rsidRPr="00130738" w:rsidRDefault="00B26FD2" w:rsidP="00B26FD2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495AA1">
        <w:rPr>
          <w:b/>
        </w:rPr>
        <w:t>Informace si na webových stránkách úřadů vyhledává téměř polovina osob starších 16 let.</w:t>
      </w:r>
      <w:r w:rsidRPr="00130738">
        <w:t xml:space="preserve"> V</w:t>
      </w:r>
      <w:r>
        <w:t> </w:t>
      </w:r>
      <w:r w:rsidRPr="00130738">
        <w:t>roce 2023 se jednalo konkrétně o 47 %. Celkem 19 % osob vyhledávalo informace o sobě nebo o</w:t>
      </w:r>
      <w:r>
        <w:t> </w:t>
      </w:r>
      <w:r w:rsidRPr="00130738">
        <w:t xml:space="preserve">svém majetku (např. v katastru nemovitostí), 13 % osob vyhledávalo informace z veřejných databází (např. z registru ekonomických subjektů či z insolvenčního rejstříku) a 42 % osob vyhledávalo jakékoliv jiné informace (např. informace o úředních hodinách). </w:t>
      </w:r>
    </w:p>
    <w:p w:rsidR="00B26FD2" w:rsidRDefault="00B26FD2" w:rsidP="00B26FD2">
      <w:pPr>
        <w:pStyle w:val="paragraph"/>
        <w:spacing w:before="0" w:beforeAutospacing="0" w:after="120" w:afterAutospacing="0" w:line="288" w:lineRule="auto"/>
        <w:textAlignment w:val="baseline"/>
        <w:rPr>
          <w:rStyle w:val="normaltextrun"/>
          <w:rFonts w:ascii="Arial" w:hAnsi="Arial" w:cs="Arial"/>
          <w:sz w:val="20"/>
          <w:szCs w:val="20"/>
        </w:rPr>
      </w:pPr>
      <w:r w:rsidRPr="00130738">
        <w:rPr>
          <w:rStyle w:val="normaltextrun"/>
          <w:rFonts w:ascii="Arial" w:hAnsi="Arial" w:cs="Arial"/>
          <w:sz w:val="20"/>
          <w:szCs w:val="20"/>
        </w:rPr>
        <w:t>Údaje</w:t>
      </w:r>
      <w:r>
        <w:rPr>
          <w:rStyle w:val="normaltextrun"/>
          <w:rFonts w:ascii="Arial" w:hAnsi="Arial" w:cs="Arial"/>
          <w:sz w:val="20"/>
          <w:szCs w:val="20"/>
        </w:rPr>
        <w:t xml:space="preserve"> uvedené v této kapitole</w:t>
      </w:r>
      <w:r w:rsidRPr="00130738">
        <w:rPr>
          <w:rStyle w:val="normaltextrun"/>
          <w:rFonts w:ascii="Arial" w:hAnsi="Arial" w:cs="Arial"/>
          <w:sz w:val="20"/>
          <w:szCs w:val="20"/>
        </w:rPr>
        <w:t xml:space="preserve"> o používání internetu ke komunikaci s veřejnou správou pocházejí z </w:t>
      </w:r>
      <w:r>
        <w:rPr>
          <w:rStyle w:val="normaltextrun"/>
          <w:rFonts w:ascii="Arial" w:hAnsi="Arial" w:cs="Arial"/>
          <w:sz w:val="20"/>
          <w:szCs w:val="20"/>
        </w:rPr>
        <w:t>r</w:t>
      </w:r>
      <w:r w:rsidRPr="003A5310">
        <w:rPr>
          <w:rStyle w:val="normaltextrun"/>
          <w:rFonts w:ascii="Arial" w:hAnsi="Arial" w:cs="Arial"/>
          <w:sz w:val="20"/>
          <w:szCs w:val="20"/>
        </w:rPr>
        <w:t xml:space="preserve">očního šetření v domácnostech o využívání informačních a komunikačních technologií. </w:t>
      </w:r>
      <w:r w:rsidRPr="00130738">
        <w:rPr>
          <w:rStyle w:val="normaltextrun"/>
          <w:rFonts w:ascii="Arial" w:hAnsi="Arial" w:cs="Arial"/>
          <w:sz w:val="20"/>
          <w:szCs w:val="20"/>
        </w:rPr>
        <w:t xml:space="preserve">Český statistický úřad provádí toto zjišťování od roku 2003 každoročně ve 2. čtvrtletí. </w:t>
      </w:r>
      <w:r>
        <w:rPr>
          <w:rStyle w:val="normaltextrun"/>
          <w:rFonts w:ascii="Arial" w:hAnsi="Arial" w:cs="Arial"/>
          <w:sz w:val="20"/>
          <w:szCs w:val="20"/>
        </w:rPr>
        <w:t xml:space="preserve">Více informací o tomto šetření naleznete na tomto odkazu: </w:t>
      </w:r>
      <w:hyperlink r:id="rId11" w:history="1">
        <w:r w:rsidRPr="00B0448A">
          <w:rPr>
            <w:rStyle w:val="Hypertextovodkaz"/>
            <w:rFonts w:ascii="Arial" w:hAnsi="Arial" w:cs="Arial"/>
            <w:color w:val="009CB5"/>
            <w:sz w:val="20"/>
            <w:szCs w:val="20"/>
          </w:rPr>
          <w:t>ICT v domácnostech a uživatelé ICT | Statistika (gov.cz)</w:t>
        </w:r>
      </w:hyperlink>
      <w:r w:rsidRPr="00534C28">
        <w:rPr>
          <w:rFonts w:ascii="Arial" w:hAnsi="Arial" w:cs="Arial"/>
          <w:sz w:val="20"/>
          <w:szCs w:val="20"/>
        </w:rPr>
        <w:t>.</w:t>
      </w:r>
    </w:p>
    <w:p w:rsidR="00B26FD2" w:rsidRPr="00130738" w:rsidRDefault="00B26FD2" w:rsidP="00B26FD2">
      <w:pPr>
        <w:pStyle w:val="paragraph"/>
        <w:spacing w:before="0" w:beforeAutospacing="0" w:after="120" w:afterAutospacing="0" w:line="288" w:lineRule="auto"/>
        <w:textAlignment w:val="baseline"/>
        <w:rPr>
          <w:rStyle w:val="normaltextrun"/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Da</w:t>
      </w:r>
      <w:r w:rsidRPr="00D366E8">
        <w:rPr>
          <w:rStyle w:val="normaltextrun"/>
          <w:rFonts w:ascii="Arial" w:hAnsi="Arial" w:cs="Arial"/>
          <w:sz w:val="20"/>
          <w:szCs w:val="20"/>
        </w:rPr>
        <w:t>ta o službách Czech Point, datových schránkách a Portálu občana</w:t>
      </w:r>
      <w:r>
        <w:rPr>
          <w:rStyle w:val="normaltextrun"/>
          <w:rFonts w:ascii="Arial" w:hAnsi="Arial" w:cs="Arial"/>
          <w:sz w:val="20"/>
          <w:szCs w:val="20"/>
        </w:rPr>
        <w:t xml:space="preserve"> </w:t>
      </w:r>
      <w:r w:rsidRPr="00D366E8">
        <w:rPr>
          <w:rStyle w:val="normaltextrun"/>
          <w:rFonts w:ascii="Arial" w:hAnsi="Arial" w:cs="Arial"/>
          <w:sz w:val="20"/>
          <w:szCs w:val="20"/>
        </w:rPr>
        <w:t>pocházejí ze zdrojů Digitální a</w:t>
      </w:r>
      <w:r>
        <w:rPr>
          <w:rStyle w:val="normaltextrun"/>
          <w:rFonts w:ascii="Arial" w:hAnsi="Arial" w:cs="Arial"/>
          <w:sz w:val="20"/>
          <w:szCs w:val="20"/>
        </w:rPr>
        <w:t> </w:t>
      </w:r>
      <w:r w:rsidRPr="00D366E8">
        <w:rPr>
          <w:rStyle w:val="normaltextrun"/>
          <w:rFonts w:ascii="Arial" w:hAnsi="Arial" w:cs="Arial"/>
          <w:sz w:val="20"/>
          <w:szCs w:val="20"/>
        </w:rPr>
        <w:t>informační agentury.</w:t>
      </w:r>
      <w:r>
        <w:rPr>
          <w:rStyle w:val="normaltextrun"/>
          <w:rFonts w:ascii="Arial" w:hAnsi="Arial" w:cs="Arial"/>
          <w:sz w:val="20"/>
          <w:szCs w:val="20"/>
        </w:rPr>
        <w:t xml:space="preserve"> Údaje</w:t>
      </w:r>
      <w:r w:rsidRPr="00D366E8">
        <w:rPr>
          <w:rStyle w:val="normaltextrun"/>
          <w:rFonts w:ascii="Arial" w:hAnsi="Arial" w:cs="Arial"/>
          <w:sz w:val="20"/>
          <w:szCs w:val="20"/>
        </w:rPr>
        <w:t xml:space="preserve"> o počtu daňových přiznání podaných elektronickou cestou pro finanční správu ČR přes webovou aplikaci EPO či prostřednictvím datových schránek zpracovává ČSÚ z datových zdrojů Finanční správy.</w:t>
      </w:r>
    </w:p>
    <w:p w:rsidR="00606DA6" w:rsidRPr="00B26FD2" w:rsidRDefault="00B26FD2" w:rsidP="00B26FD2">
      <w:pPr>
        <w:rPr>
          <w:rFonts w:eastAsia="MS Gothic"/>
        </w:rPr>
      </w:pPr>
      <w:r w:rsidRPr="00130738">
        <w:rPr>
          <w:rStyle w:val="normaltextrun"/>
          <w:rFonts w:eastAsiaTheme="majorEastAsia" w:cs="Arial"/>
          <w:bCs/>
          <w:szCs w:val="20"/>
        </w:rPr>
        <w:t xml:space="preserve">Podrobná data </w:t>
      </w:r>
      <w:r w:rsidRPr="00130738">
        <w:rPr>
          <w:rStyle w:val="normaltextrun"/>
          <w:rFonts w:eastAsiaTheme="majorEastAsia" w:cs="Arial"/>
          <w:szCs w:val="20"/>
        </w:rPr>
        <w:t xml:space="preserve">o rozvoji </w:t>
      </w:r>
      <w:proofErr w:type="spellStart"/>
      <w:r w:rsidRPr="00130738">
        <w:rPr>
          <w:rStyle w:val="normaltextrun"/>
          <w:rFonts w:eastAsiaTheme="majorEastAsia" w:cs="Arial"/>
          <w:szCs w:val="20"/>
        </w:rPr>
        <w:t>eGovernmentu</w:t>
      </w:r>
      <w:proofErr w:type="spellEnd"/>
      <w:r w:rsidRPr="00130738">
        <w:rPr>
          <w:rStyle w:val="normaltextrun"/>
          <w:rFonts w:eastAsiaTheme="majorEastAsia" w:cs="Arial"/>
          <w:szCs w:val="20"/>
        </w:rPr>
        <w:t>, která pochází ze zdrojů Digitální a informační agentury a Finanční správy</w:t>
      </w:r>
      <w:r>
        <w:rPr>
          <w:rStyle w:val="normaltextrun"/>
          <w:rFonts w:eastAsiaTheme="majorEastAsia" w:cs="Arial"/>
          <w:szCs w:val="20"/>
        </w:rPr>
        <w:t>,</w:t>
      </w:r>
      <w:r w:rsidRPr="00130738">
        <w:rPr>
          <w:rStyle w:val="normaltextrun"/>
          <w:rFonts w:eastAsiaTheme="majorEastAsia" w:cs="Arial"/>
          <w:szCs w:val="20"/>
        </w:rPr>
        <w:t xml:space="preserve"> lze najít na webu ČSÚ zde:</w:t>
      </w:r>
      <w:r w:rsidRPr="00D366E8">
        <w:rPr>
          <w:rStyle w:val="normaltextrun"/>
          <w:rFonts w:eastAsiaTheme="majorEastAsia" w:cs="Arial"/>
          <w:color w:val="009CB5"/>
          <w:szCs w:val="20"/>
        </w:rPr>
        <w:t xml:space="preserve"> </w:t>
      </w:r>
      <w:hyperlink r:id="rId12" w:history="1">
        <w:r w:rsidRPr="00D366E8">
          <w:rPr>
            <w:rStyle w:val="Hypertextovodkaz"/>
            <w:rFonts w:cs="Arial"/>
            <w:color w:val="009CB5"/>
            <w:szCs w:val="20"/>
          </w:rPr>
          <w:t>Informační technologie ve veřejné správě | Statistika (gov.cz)</w:t>
        </w:r>
      </w:hyperlink>
      <w:bookmarkStart w:id="1" w:name="_GoBack"/>
      <w:bookmarkEnd w:id="1"/>
      <w:r w:rsidRPr="00B54D1E">
        <w:rPr>
          <w:rStyle w:val="Hypertextovodkaz"/>
          <w:rFonts w:cs="Arial"/>
          <w:color w:val="auto"/>
          <w:szCs w:val="20"/>
          <w:u w:val="none"/>
        </w:rPr>
        <w:t>.</w:t>
      </w:r>
    </w:p>
    <w:sectPr w:rsidR="00606DA6" w:rsidRPr="00B26FD2" w:rsidSect="006F5416">
      <w:footerReference w:type="default" r:id="rId13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66E8" w:rsidRDefault="00D366E8" w:rsidP="00E71A58">
      <w:r>
        <w:separator/>
      </w:r>
    </w:p>
  </w:endnote>
  <w:endnote w:type="continuationSeparator" w:id="0">
    <w:p w:rsidR="00D366E8" w:rsidRDefault="00D366E8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6E8" w:rsidRPr="00932443" w:rsidRDefault="00D366E8" w:rsidP="00A418BC">
    <w:pPr>
      <w:pStyle w:val="Zpat"/>
      <w:rPr>
        <w:szCs w:val="16"/>
      </w:rPr>
    </w:pPr>
    <w:r w:rsidRPr="00932443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66E8" w:rsidRDefault="00D366E8" w:rsidP="00E71A58">
      <w:r>
        <w:separator/>
      </w:r>
    </w:p>
  </w:footnote>
  <w:footnote w:type="continuationSeparator" w:id="0">
    <w:p w:rsidR="00D366E8" w:rsidRDefault="00D366E8" w:rsidP="00E71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5472F1"/>
    <w:multiLevelType w:val="multilevel"/>
    <w:tmpl w:val="CA30392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5B915C7"/>
    <w:multiLevelType w:val="multilevel"/>
    <w:tmpl w:val="30FA4420"/>
    <w:lvl w:ilvl="0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Arial" w:hAnsi="Aria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1C7F720E"/>
    <w:multiLevelType w:val="hybridMultilevel"/>
    <w:tmpl w:val="C1DCAAC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8EC1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8568EA"/>
    <w:multiLevelType w:val="hybridMultilevel"/>
    <w:tmpl w:val="50C4F69C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515EB9"/>
    <w:multiLevelType w:val="multilevel"/>
    <w:tmpl w:val="CC7EA8B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C6F4F20"/>
    <w:multiLevelType w:val="hybridMultilevel"/>
    <w:tmpl w:val="DBEED0E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8EC1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8C3F69"/>
    <w:multiLevelType w:val="multilevel"/>
    <w:tmpl w:val="CC7EA8B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0B96777"/>
    <w:multiLevelType w:val="hybridMultilevel"/>
    <w:tmpl w:val="F8706AF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D508A7"/>
    <w:multiLevelType w:val="hybridMultilevel"/>
    <w:tmpl w:val="ADFC1F2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F22320"/>
    <w:multiLevelType w:val="hybridMultilevel"/>
    <w:tmpl w:val="5DAE3042"/>
    <w:lvl w:ilvl="0" w:tplc="38BE44D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08332C"/>
    <w:multiLevelType w:val="hybridMultilevel"/>
    <w:tmpl w:val="7CA656C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72360B"/>
    <w:multiLevelType w:val="hybridMultilevel"/>
    <w:tmpl w:val="25E2BDA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E23796"/>
    <w:multiLevelType w:val="hybridMultilevel"/>
    <w:tmpl w:val="8840966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B7661D"/>
    <w:multiLevelType w:val="multilevel"/>
    <w:tmpl w:val="68F6228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DDB4945"/>
    <w:multiLevelType w:val="hybridMultilevel"/>
    <w:tmpl w:val="41C0B722"/>
    <w:lvl w:ilvl="0" w:tplc="38BE44D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4"/>
  </w:num>
  <w:num w:numId="13">
    <w:abstractNumId w:val="22"/>
  </w:num>
  <w:num w:numId="14">
    <w:abstractNumId w:val="19"/>
  </w:num>
  <w:num w:numId="15">
    <w:abstractNumId w:val="13"/>
  </w:num>
  <w:num w:numId="16">
    <w:abstractNumId w:val="27"/>
  </w:num>
  <w:num w:numId="17">
    <w:abstractNumId w:val="10"/>
  </w:num>
  <w:num w:numId="18">
    <w:abstractNumId w:val="21"/>
  </w:num>
  <w:num w:numId="19">
    <w:abstractNumId w:val="11"/>
  </w:num>
  <w:num w:numId="20">
    <w:abstractNumId w:val="16"/>
  </w:num>
  <w:num w:numId="21">
    <w:abstractNumId w:val="12"/>
  </w:num>
  <w:num w:numId="22">
    <w:abstractNumId w:val="17"/>
  </w:num>
  <w:num w:numId="23">
    <w:abstractNumId w:val="15"/>
  </w:num>
  <w:num w:numId="24">
    <w:abstractNumId w:val="26"/>
  </w:num>
  <w:num w:numId="25">
    <w:abstractNumId w:val="24"/>
  </w:num>
  <w:num w:numId="26">
    <w:abstractNumId w:val="23"/>
  </w:num>
  <w:num w:numId="27">
    <w:abstractNumId w:val="25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5CF"/>
    <w:rsid w:val="0000209D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10E1"/>
    <w:rsid w:val="00062EC5"/>
    <w:rsid w:val="00062F22"/>
    <w:rsid w:val="0006512E"/>
    <w:rsid w:val="000712B3"/>
    <w:rsid w:val="0008263E"/>
    <w:rsid w:val="00082C19"/>
    <w:rsid w:val="00085395"/>
    <w:rsid w:val="00087634"/>
    <w:rsid w:val="00087F2B"/>
    <w:rsid w:val="000970BE"/>
    <w:rsid w:val="000974D1"/>
    <w:rsid w:val="0009799E"/>
    <w:rsid w:val="000A1183"/>
    <w:rsid w:val="000A256D"/>
    <w:rsid w:val="000A3A2C"/>
    <w:rsid w:val="000C3408"/>
    <w:rsid w:val="000C6AFD"/>
    <w:rsid w:val="000D5637"/>
    <w:rsid w:val="000E6FBD"/>
    <w:rsid w:val="00100F5C"/>
    <w:rsid w:val="00101023"/>
    <w:rsid w:val="00102AB1"/>
    <w:rsid w:val="001032F0"/>
    <w:rsid w:val="00104C4C"/>
    <w:rsid w:val="0012192F"/>
    <w:rsid w:val="00125D69"/>
    <w:rsid w:val="00130738"/>
    <w:rsid w:val="001405FA"/>
    <w:rsid w:val="00141D38"/>
    <w:rsid w:val="001425C3"/>
    <w:rsid w:val="0016256B"/>
    <w:rsid w:val="00162654"/>
    <w:rsid w:val="00162988"/>
    <w:rsid w:val="00163793"/>
    <w:rsid w:val="001662D9"/>
    <w:rsid w:val="00167D30"/>
    <w:rsid w:val="001700C9"/>
    <w:rsid w:val="001706D6"/>
    <w:rsid w:val="001714F2"/>
    <w:rsid w:val="0017413C"/>
    <w:rsid w:val="00177DA0"/>
    <w:rsid w:val="00184B08"/>
    <w:rsid w:val="00185010"/>
    <w:rsid w:val="001A23EA"/>
    <w:rsid w:val="001A552F"/>
    <w:rsid w:val="001B2224"/>
    <w:rsid w:val="001B2CA9"/>
    <w:rsid w:val="001B3110"/>
    <w:rsid w:val="001B4729"/>
    <w:rsid w:val="001B6C09"/>
    <w:rsid w:val="001C05CD"/>
    <w:rsid w:val="001D443D"/>
    <w:rsid w:val="001D68B2"/>
    <w:rsid w:val="001F2C3F"/>
    <w:rsid w:val="001F4597"/>
    <w:rsid w:val="002118B9"/>
    <w:rsid w:val="00217C5B"/>
    <w:rsid w:val="0022139E"/>
    <w:rsid w:val="002252E0"/>
    <w:rsid w:val="002255F6"/>
    <w:rsid w:val="00227850"/>
    <w:rsid w:val="00227A53"/>
    <w:rsid w:val="00230C6E"/>
    <w:rsid w:val="00232DC8"/>
    <w:rsid w:val="00236443"/>
    <w:rsid w:val="002436BA"/>
    <w:rsid w:val="00244A15"/>
    <w:rsid w:val="00247319"/>
    <w:rsid w:val="00247786"/>
    <w:rsid w:val="0024799E"/>
    <w:rsid w:val="00253C0F"/>
    <w:rsid w:val="00271465"/>
    <w:rsid w:val="00285412"/>
    <w:rsid w:val="002A16D4"/>
    <w:rsid w:val="002A230C"/>
    <w:rsid w:val="002C43BD"/>
    <w:rsid w:val="002D0E59"/>
    <w:rsid w:val="002D2768"/>
    <w:rsid w:val="002E02A1"/>
    <w:rsid w:val="002E4E4C"/>
    <w:rsid w:val="002E52B5"/>
    <w:rsid w:val="00304771"/>
    <w:rsid w:val="003052D4"/>
    <w:rsid w:val="00306C5B"/>
    <w:rsid w:val="00314D9F"/>
    <w:rsid w:val="003209D6"/>
    <w:rsid w:val="00321924"/>
    <w:rsid w:val="0032656E"/>
    <w:rsid w:val="00332190"/>
    <w:rsid w:val="00344668"/>
    <w:rsid w:val="003462D9"/>
    <w:rsid w:val="00353EC5"/>
    <w:rsid w:val="00360C86"/>
    <w:rsid w:val="003657F3"/>
    <w:rsid w:val="003818DC"/>
    <w:rsid w:val="00384327"/>
    <w:rsid w:val="00385D98"/>
    <w:rsid w:val="003A1C95"/>
    <w:rsid w:val="003A2B4D"/>
    <w:rsid w:val="003A478C"/>
    <w:rsid w:val="003A5525"/>
    <w:rsid w:val="003A6B38"/>
    <w:rsid w:val="003B5A32"/>
    <w:rsid w:val="003C3490"/>
    <w:rsid w:val="003D6920"/>
    <w:rsid w:val="003E4C91"/>
    <w:rsid w:val="003F313C"/>
    <w:rsid w:val="003F4B2C"/>
    <w:rsid w:val="003F551C"/>
    <w:rsid w:val="003F7D23"/>
    <w:rsid w:val="00407C13"/>
    <w:rsid w:val="00410638"/>
    <w:rsid w:val="00432A58"/>
    <w:rsid w:val="00434617"/>
    <w:rsid w:val="00440900"/>
    <w:rsid w:val="004441A0"/>
    <w:rsid w:val="00455A09"/>
    <w:rsid w:val="00460FB3"/>
    <w:rsid w:val="00476240"/>
    <w:rsid w:val="00476439"/>
    <w:rsid w:val="0047735C"/>
    <w:rsid w:val="004776BC"/>
    <w:rsid w:val="0048139F"/>
    <w:rsid w:val="00481E40"/>
    <w:rsid w:val="00484ECE"/>
    <w:rsid w:val="004915CB"/>
    <w:rsid w:val="004924DC"/>
    <w:rsid w:val="00495AA1"/>
    <w:rsid w:val="004A14E4"/>
    <w:rsid w:val="004A3212"/>
    <w:rsid w:val="004A61C5"/>
    <w:rsid w:val="004A77DF"/>
    <w:rsid w:val="004B1417"/>
    <w:rsid w:val="004B55B7"/>
    <w:rsid w:val="004B6468"/>
    <w:rsid w:val="004C13D2"/>
    <w:rsid w:val="004C384C"/>
    <w:rsid w:val="004C3867"/>
    <w:rsid w:val="004C4CD0"/>
    <w:rsid w:val="004C70DC"/>
    <w:rsid w:val="004D0211"/>
    <w:rsid w:val="004D0794"/>
    <w:rsid w:val="004D62AB"/>
    <w:rsid w:val="004F06F5"/>
    <w:rsid w:val="004F33A0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A28"/>
    <w:rsid w:val="00541508"/>
    <w:rsid w:val="00550A0A"/>
    <w:rsid w:val="0055599F"/>
    <w:rsid w:val="00556D68"/>
    <w:rsid w:val="005647BF"/>
    <w:rsid w:val="0057364B"/>
    <w:rsid w:val="00574773"/>
    <w:rsid w:val="00574D22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C4390"/>
    <w:rsid w:val="005D5802"/>
    <w:rsid w:val="005D7890"/>
    <w:rsid w:val="005E7C78"/>
    <w:rsid w:val="005F3EB1"/>
    <w:rsid w:val="005F5469"/>
    <w:rsid w:val="00604307"/>
    <w:rsid w:val="0060487F"/>
    <w:rsid w:val="00604EAD"/>
    <w:rsid w:val="00606DA6"/>
    <w:rsid w:val="006104CF"/>
    <w:rsid w:val="006104FB"/>
    <w:rsid w:val="00612A2F"/>
    <w:rsid w:val="00616E05"/>
    <w:rsid w:val="00624093"/>
    <w:rsid w:val="006404A7"/>
    <w:rsid w:val="00641FB2"/>
    <w:rsid w:val="006451E4"/>
    <w:rsid w:val="00645B33"/>
    <w:rsid w:val="00647CEE"/>
    <w:rsid w:val="006516CB"/>
    <w:rsid w:val="00657E87"/>
    <w:rsid w:val="006634CE"/>
    <w:rsid w:val="00664258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C113F"/>
    <w:rsid w:val="006C123E"/>
    <w:rsid w:val="006C56D4"/>
    <w:rsid w:val="006C6924"/>
    <w:rsid w:val="006C7CA6"/>
    <w:rsid w:val="006D3E8A"/>
    <w:rsid w:val="006D61F6"/>
    <w:rsid w:val="006E279A"/>
    <w:rsid w:val="006E313B"/>
    <w:rsid w:val="006F5416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1B31"/>
    <w:rsid w:val="007723F7"/>
    <w:rsid w:val="00776169"/>
    <w:rsid w:val="00776527"/>
    <w:rsid w:val="00780EF1"/>
    <w:rsid w:val="00790764"/>
    <w:rsid w:val="0079453C"/>
    <w:rsid w:val="00794677"/>
    <w:rsid w:val="0079585A"/>
    <w:rsid w:val="007B08F5"/>
    <w:rsid w:val="007B6689"/>
    <w:rsid w:val="007D3711"/>
    <w:rsid w:val="007D40DF"/>
    <w:rsid w:val="007D580B"/>
    <w:rsid w:val="007E7E61"/>
    <w:rsid w:val="007F0845"/>
    <w:rsid w:val="008050E0"/>
    <w:rsid w:val="00807C82"/>
    <w:rsid w:val="00816905"/>
    <w:rsid w:val="00821FF6"/>
    <w:rsid w:val="00823032"/>
    <w:rsid w:val="00825C4D"/>
    <w:rsid w:val="008265CF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3D24"/>
    <w:rsid w:val="00855408"/>
    <w:rsid w:val="00856D65"/>
    <w:rsid w:val="00861B41"/>
    <w:rsid w:val="00863434"/>
    <w:rsid w:val="00865E4C"/>
    <w:rsid w:val="008701E4"/>
    <w:rsid w:val="00875A32"/>
    <w:rsid w:val="00876086"/>
    <w:rsid w:val="008873D4"/>
    <w:rsid w:val="00893E85"/>
    <w:rsid w:val="00894031"/>
    <w:rsid w:val="008B4840"/>
    <w:rsid w:val="008B7C02"/>
    <w:rsid w:val="008B7D2B"/>
    <w:rsid w:val="008C0049"/>
    <w:rsid w:val="008C0E88"/>
    <w:rsid w:val="008D02E1"/>
    <w:rsid w:val="008D1E6A"/>
    <w:rsid w:val="008D2A16"/>
    <w:rsid w:val="008D3C68"/>
    <w:rsid w:val="008E2C57"/>
    <w:rsid w:val="008E31FF"/>
    <w:rsid w:val="008E6F06"/>
    <w:rsid w:val="008F029B"/>
    <w:rsid w:val="008F1D07"/>
    <w:rsid w:val="008F3FC9"/>
    <w:rsid w:val="008F585B"/>
    <w:rsid w:val="009003A8"/>
    <w:rsid w:val="00902500"/>
    <w:rsid w:val="00902C71"/>
    <w:rsid w:val="00902EFF"/>
    <w:rsid w:val="00906401"/>
    <w:rsid w:val="0091155E"/>
    <w:rsid w:val="00912A92"/>
    <w:rsid w:val="0091728D"/>
    <w:rsid w:val="0092180B"/>
    <w:rsid w:val="00921F14"/>
    <w:rsid w:val="009223BC"/>
    <w:rsid w:val="00924AC8"/>
    <w:rsid w:val="0092597A"/>
    <w:rsid w:val="00932443"/>
    <w:rsid w:val="00932AFB"/>
    <w:rsid w:val="00937107"/>
    <w:rsid w:val="00937AE2"/>
    <w:rsid w:val="0094427A"/>
    <w:rsid w:val="009570EA"/>
    <w:rsid w:val="00961261"/>
    <w:rsid w:val="00974923"/>
    <w:rsid w:val="00980D3D"/>
    <w:rsid w:val="00987A30"/>
    <w:rsid w:val="00992CF3"/>
    <w:rsid w:val="00994C0F"/>
    <w:rsid w:val="00995A66"/>
    <w:rsid w:val="009968D6"/>
    <w:rsid w:val="009A1CAB"/>
    <w:rsid w:val="009A3DF6"/>
    <w:rsid w:val="009A60D1"/>
    <w:rsid w:val="009B10A8"/>
    <w:rsid w:val="009B6FD3"/>
    <w:rsid w:val="009C1750"/>
    <w:rsid w:val="009C2E29"/>
    <w:rsid w:val="009C554B"/>
    <w:rsid w:val="009C719E"/>
    <w:rsid w:val="009D3ACD"/>
    <w:rsid w:val="009E11DC"/>
    <w:rsid w:val="009E5273"/>
    <w:rsid w:val="009E5DDB"/>
    <w:rsid w:val="009F4CA7"/>
    <w:rsid w:val="00A01A42"/>
    <w:rsid w:val="00A10D66"/>
    <w:rsid w:val="00A1238F"/>
    <w:rsid w:val="00A14114"/>
    <w:rsid w:val="00A16413"/>
    <w:rsid w:val="00A23E43"/>
    <w:rsid w:val="00A30F65"/>
    <w:rsid w:val="00A40870"/>
    <w:rsid w:val="00A418BC"/>
    <w:rsid w:val="00A46DE0"/>
    <w:rsid w:val="00A50D73"/>
    <w:rsid w:val="00A527B5"/>
    <w:rsid w:val="00A52CAD"/>
    <w:rsid w:val="00A53FC7"/>
    <w:rsid w:val="00A62CE1"/>
    <w:rsid w:val="00A6741E"/>
    <w:rsid w:val="00A75E40"/>
    <w:rsid w:val="00A76700"/>
    <w:rsid w:val="00A77D1D"/>
    <w:rsid w:val="00A857C0"/>
    <w:rsid w:val="00AA056C"/>
    <w:rsid w:val="00AA2996"/>
    <w:rsid w:val="00AA52BF"/>
    <w:rsid w:val="00AA559A"/>
    <w:rsid w:val="00AB0333"/>
    <w:rsid w:val="00AB2AF1"/>
    <w:rsid w:val="00AD306C"/>
    <w:rsid w:val="00AE09B3"/>
    <w:rsid w:val="00AE1A83"/>
    <w:rsid w:val="00AF46DC"/>
    <w:rsid w:val="00B00913"/>
    <w:rsid w:val="00B01593"/>
    <w:rsid w:val="00B0448A"/>
    <w:rsid w:val="00B10A4D"/>
    <w:rsid w:val="00B17E71"/>
    <w:rsid w:val="00B17FDE"/>
    <w:rsid w:val="00B2379C"/>
    <w:rsid w:val="00B2687D"/>
    <w:rsid w:val="00B26FD2"/>
    <w:rsid w:val="00B32DDB"/>
    <w:rsid w:val="00B34528"/>
    <w:rsid w:val="00B402FC"/>
    <w:rsid w:val="00B41C0B"/>
    <w:rsid w:val="00B46604"/>
    <w:rsid w:val="00B530CD"/>
    <w:rsid w:val="00B55F5E"/>
    <w:rsid w:val="00B5752E"/>
    <w:rsid w:val="00B63A11"/>
    <w:rsid w:val="00B64C24"/>
    <w:rsid w:val="00B65308"/>
    <w:rsid w:val="00B6608F"/>
    <w:rsid w:val="00B679FB"/>
    <w:rsid w:val="00B76D1E"/>
    <w:rsid w:val="00B80EC6"/>
    <w:rsid w:val="00B84C21"/>
    <w:rsid w:val="00B87AD3"/>
    <w:rsid w:val="00B92D1D"/>
    <w:rsid w:val="00B938C5"/>
    <w:rsid w:val="00B95940"/>
    <w:rsid w:val="00BB46F3"/>
    <w:rsid w:val="00BB4CB1"/>
    <w:rsid w:val="00BB4F98"/>
    <w:rsid w:val="00BB6432"/>
    <w:rsid w:val="00BC0689"/>
    <w:rsid w:val="00BC7154"/>
    <w:rsid w:val="00BD366B"/>
    <w:rsid w:val="00BD6D50"/>
    <w:rsid w:val="00BE18B9"/>
    <w:rsid w:val="00BE2495"/>
    <w:rsid w:val="00BE28CC"/>
    <w:rsid w:val="00BF0368"/>
    <w:rsid w:val="00BF1578"/>
    <w:rsid w:val="00C21F94"/>
    <w:rsid w:val="00C27913"/>
    <w:rsid w:val="00C33B68"/>
    <w:rsid w:val="00C36A79"/>
    <w:rsid w:val="00C405D4"/>
    <w:rsid w:val="00C4513B"/>
    <w:rsid w:val="00C478B2"/>
    <w:rsid w:val="00C54697"/>
    <w:rsid w:val="00C62167"/>
    <w:rsid w:val="00C631AB"/>
    <w:rsid w:val="00C73885"/>
    <w:rsid w:val="00C73E24"/>
    <w:rsid w:val="00C747B1"/>
    <w:rsid w:val="00C82191"/>
    <w:rsid w:val="00C90CF4"/>
    <w:rsid w:val="00C92EB6"/>
    <w:rsid w:val="00C93389"/>
    <w:rsid w:val="00CB4930"/>
    <w:rsid w:val="00CC2E7D"/>
    <w:rsid w:val="00CC4CD8"/>
    <w:rsid w:val="00CD0709"/>
    <w:rsid w:val="00CD10A5"/>
    <w:rsid w:val="00CD2076"/>
    <w:rsid w:val="00CD6601"/>
    <w:rsid w:val="00CD77D4"/>
    <w:rsid w:val="00CD7AB0"/>
    <w:rsid w:val="00CE670B"/>
    <w:rsid w:val="00CF51EC"/>
    <w:rsid w:val="00CF73AE"/>
    <w:rsid w:val="00D03AF0"/>
    <w:rsid w:val="00D040DD"/>
    <w:rsid w:val="00D11DB8"/>
    <w:rsid w:val="00D13986"/>
    <w:rsid w:val="00D177D9"/>
    <w:rsid w:val="00D235B7"/>
    <w:rsid w:val="00D25F28"/>
    <w:rsid w:val="00D27973"/>
    <w:rsid w:val="00D35799"/>
    <w:rsid w:val="00D366E8"/>
    <w:rsid w:val="00D50F46"/>
    <w:rsid w:val="00D53EF9"/>
    <w:rsid w:val="00D66223"/>
    <w:rsid w:val="00D8084C"/>
    <w:rsid w:val="00D96A32"/>
    <w:rsid w:val="00D971F9"/>
    <w:rsid w:val="00DA7C0C"/>
    <w:rsid w:val="00DB2EC8"/>
    <w:rsid w:val="00DC5B3B"/>
    <w:rsid w:val="00DD129F"/>
    <w:rsid w:val="00DF42FF"/>
    <w:rsid w:val="00E01C0E"/>
    <w:rsid w:val="00E03741"/>
    <w:rsid w:val="00E03F9A"/>
    <w:rsid w:val="00E04694"/>
    <w:rsid w:val="00E110B0"/>
    <w:rsid w:val="00E12B1E"/>
    <w:rsid w:val="00E17262"/>
    <w:rsid w:val="00E253A2"/>
    <w:rsid w:val="00E3309D"/>
    <w:rsid w:val="00E33A2D"/>
    <w:rsid w:val="00E50156"/>
    <w:rsid w:val="00E53470"/>
    <w:rsid w:val="00E539F6"/>
    <w:rsid w:val="00E6519D"/>
    <w:rsid w:val="00E67696"/>
    <w:rsid w:val="00E71A58"/>
    <w:rsid w:val="00E72A7A"/>
    <w:rsid w:val="00E75C94"/>
    <w:rsid w:val="00E854F5"/>
    <w:rsid w:val="00E93820"/>
    <w:rsid w:val="00EA0C68"/>
    <w:rsid w:val="00EA32BC"/>
    <w:rsid w:val="00EB3701"/>
    <w:rsid w:val="00EB4511"/>
    <w:rsid w:val="00EC03D7"/>
    <w:rsid w:val="00EC7CA4"/>
    <w:rsid w:val="00ED62C6"/>
    <w:rsid w:val="00ED64C1"/>
    <w:rsid w:val="00EE3446"/>
    <w:rsid w:val="00EE3AD0"/>
    <w:rsid w:val="00EE3E78"/>
    <w:rsid w:val="00EE4B1B"/>
    <w:rsid w:val="00EF150D"/>
    <w:rsid w:val="00EF1F5A"/>
    <w:rsid w:val="00EF47BF"/>
    <w:rsid w:val="00F04811"/>
    <w:rsid w:val="00F0488C"/>
    <w:rsid w:val="00F10F11"/>
    <w:rsid w:val="00F126E6"/>
    <w:rsid w:val="00F15AAA"/>
    <w:rsid w:val="00F15BEF"/>
    <w:rsid w:val="00F24407"/>
    <w:rsid w:val="00F24FAA"/>
    <w:rsid w:val="00F3364D"/>
    <w:rsid w:val="00F437CC"/>
    <w:rsid w:val="00F44237"/>
    <w:rsid w:val="00F47067"/>
    <w:rsid w:val="00F5191C"/>
    <w:rsid w:val="00F525EB"/>
    <w:rsid w:val="00F63DDE"/>
    <w:rsid w:val="00F63FB7"/>
    <w:rsid w:val="00F649D2"/>
    <w:rsid w:val="00F6602B"/>
    <w:rsid w:val="00F73A0C"/>
    <w:rsid w:val="00F756DB"/>
    <w:rsid w:val="00F85066"/>
    <w:rsid w:val="00F878CA"/>
    <w:rsid w:val="00F9101B"/>
    <w:rsid w:val="00FA5D4D"/>
    <w:rsid w:val="00FB0EE2"/>
    <w:rsid w:val="00FB542E"/>
    <w:rsid w:val="00FC0E5F"/>
    <w:rsid w:val="00FC1A95"/>
    <w:rsid w:val="00FC56DE"/>
    <w:rsid w:val="00FC684B"/>
    <w:rsid w:val="00FD3265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5:docId w15:val="{3A8892C2-D259-42D8-BCA8-32498512C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26FD2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994C0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009CB5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994C0F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CB5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994C0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CB5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994C0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009CB5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994C0F"/>
    <w:rPr>
      <w:rFonts w:ascii="Arial" w:eastAsia="MS Gothic" w:hAnsi="Arial"/>
      <w:b/>
      <w:bCs/>
      <w:color w:val="009CB5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994C0F"/>
    <w:rPr>
      <w:rFonts w:ascii="Arial" w:eastAsia="MS Gothic" w:hAnsi="Arial"/>
      <w:b/>
      <w:bCs/>
      <w:color w:val="009CB5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994C0F"/>
    <w:rPr>
      <w:rFonts w:ascii="Arial" w:eastAsia="MS Gothic" w:hAnsi="Arial"/>
      <w:b/>
      <w:bCs/>
      <w:color w:val="009CB5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994C0F"/>
    <w:rPr>
      <w:rFonts w:ascii="Arial" w:eastAsia="MS Gothic" w:hAnsi="Arial"/>
      <w:b/>
      <w:bCs/>
      <w:iCs/>
      <w:color w:val="009CB5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B87AD3"/>
    <w:pPr>
      <w:spacing w:after="120"/>
    </w:pPr>
    <w:rPr>
      <w:noProof/>
    </w:rPr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994C0F"/>
    <w:pPr>
      <w:spacing w:after="80" w:line="288" w:lineRule="auto"/>
    </w:pPr>
    <w:rPr>
      <w:rFonts w:ascii="Arial" w:eastAsia="Times New Roman" w:hAnsi="Arial"/>
      <w:b/>
      <w:color w:val="009CB5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A056C"/>
    <w:pPr>
      <w:shd w:val="clear" w:color="auto" w:fill="DCEAF2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994C0F"/>
    <w:pPr>
      <w:spacing w:before="240" w:after="240" w:line="288" w:lineRule="auto"/>
      <w:ind w:left="709"/>
      <w:contextualSpacing/>
    </w:pPr>
    <w:rPr>
      <w:rFonts w:ascii="Arial" w:hAnsi="Arial" w:cs="Arial"/>
      <w:color w:val="009CB5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994C0F"/>
    <w:pPr>
      <w:spacing w:line="288" w:lineRule="auto"/>
    </w:pPr>
    <w:rPr>
      <w:rFonts w:ascii="Arial" w:eastAsia="Times New Roman" w:hAnsi="Arial"/>
      <w:b/>
      <w:bCs/>
      <w:caps/>
      <w:color w:val="009CB5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994C0F"/>
    <w:rPr>
      <w:rFonts w:ascii="Arial" w:eastAsia="Times New Roman" w:hAnsi="Arial"/>
      <w:b/>
      <w:bCs/>
      <w:caps/>
      <w:color w:val="009CB5"/>
      <w:kern w:val="28"/>
      <w:sz w:val="56"/>
      <w:szCs w:val="32"/>
      <w:lang w:eastAsia="cs-CZ"/>
    </w:rPr>
  </w:style>
  <w:style w:type="paragraph" w:styleId="Podnadpis">
    <w:name w:val="Subtitle"/>
    <w:link w:val="PodnadpisChar"/>
    <w:uiPriority w:val="11"/>
    <w:qFormat/>
    <w:rsid w:val="00994C0F"/>
    <w:pPr>
      <w:spacing w:line="288" w:lineRule="auto"/>
    </w:pPr>
    <w:rPr>
      <w:rFonts w:ascii="Arial" w:eastAsia="Times New Roman" w:hAnsi="Arial" w:cs="Arial"/>
      <w:b/>
      <w:color w:val="009CB5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994C0F"/>
    <w:rPr>
      <w:rFonts w:ascii="Arial" w:eastAsia="Times New Roman" w:hAnsi="Arial" w:cs="Arial"/>
      <w:b/>
      <w:color w:val="009CB5"/>
      <w:sz w:val="28"/>
      <w:szCs w:val="24"/>
      <w:lang w:eastAsia="cs-CZ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styleId="Sledovanodkaz">
    <w:name w:val="FollowedHyperlink"/>
    <w:basedOn w:val="Standardnpsmoodstavce"/>
    <w:uiPriority w:val="99"/>
    <w:semiHidden/>
    <w:unhideWhenUsed/>
    <w:rsid w:val="00A527B5"/>
    <w:rPr>
      <w:color w:val="800080" w:themeColor="followedHyperlink"/>
      <w:u w:val="single"/>
    </w:rPr>
  </w:style>
  <w:style w:type="character" w:customStyle="1" w:styleId="normaltextrun">
    <w:name w:val="normaltextrun"/>
    <w:basedOn w:val="Standardnpsmoodstavce"/>
    <w:rsid w:val="00853D24"/>
  </w:style>
  <w:style w:type="paragraph" w:styleId="Zkladntext">
    <w:name w:val="Body Text"/>
    <w:basedOn w:val="Normln"/>
    <w:link w:val="ZkladntextChar"/>
    <w:semiHidden/>
    <w:rsid w:val="00853D24"/>
    <w:pPr>
      <w:spacing w:before="240" w:after="0" w:line="240" w:lineRule="auto"/>
      <w:jc w:val="both"/>
    </w:pPr>
    <w:rPr>
      <w:sz w:val="15"/>
    </w:rPr>
  </w:style>
  <w:style w:type="character" w:customStyle="1" w:styleId="ZkladntextChar">
    <w:name w:val="Základní text Char"/>
    <w:basedOn w:val="Standardnpsmoodstavce"/>
    <w:link w:val="Zkladntext"/>
    <w:semiHidden/>
    <w:rsid w:val="00853D24"/>
    <w:rPr>
      <w:rFonts w:ascii="Arial" w:eastAsia="Times New Roman" w:hAnsi="Arial"/>
      <w:sz w:val="15"/>
      <w:szCs w:val="24"/>
      <w:lang w:eastAsia="cs-CZ"/>
    </w:rPr>
  </w:style>
  <w:style w:type="paragraph" w:customStyle="1" w:styleId="paragraph">
    <w:name w:val="paragraph"/>
    <w:basedOn w:val="Normln"/>
    <w:rsid w:val="00162988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customStyle="1" w:styleId="eop">
    <w:name w:val="eop"/>
    <w:basedOn w:val="Standardnpsmoodstavce"/>
    <w:rsid w:val="00162988"/>
  </w:style>
  <w:style w:type="paragraph" w:styleId="Odstavecseseznamem">
    <w:name w:val="List Paragraph"/>
    <w:basedOn w:val="Normln"/>
    <w:uiPriority w:val="34"/>
    <w:qFormat/>
    <w:rsid w:val="00550A0A"/>
    <w:pPr>
      <w:ind w:left="720"/>
      <w:contextualSpacing/>
    </w:pPr>
  </w:style>
  <w:style w:type="character" w:customStyle="1" w:styleId="ui-provider">
    <w:name w:val="ui-provider"/>
    <w:basedOn w:val="Standardnpsmoodstavce"/>
    <w:rsid w:val="00D971F9"/>
  </w:style>
  <w:style w:type="paragraph" w:styleId="Textpoznpodarou">
    <w:name w:val="footnote text"/>
    <w:basedOn w:val="Normln"/>
    <w:link w:val="TextpoznpodarouChar"/>
    <w:uiPriority w:val="99"/>
    <w:unhideWhenUsed/>
    <w:rsid w:val="001662D9"/>
    <w:pPr>
      <w:spacing w:after="0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662D9"/>
    <w:rPr>
      <w:rFonts w:ascii="Arial" w:eastAsia="Times New Roman" w:hAnsi="Arial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606DA6"/>
    <w:pPr>
      <w:spacing w:before="240" w:after="0" w:line="259" w:lineRule="auto"/>
      <w:contextualSpacing w:val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csu.gov.cz/ict-ve-verejne-sprave?pocet=10&amp;start=0&amp;podskupiny=406&amp;razeni=-datumVydani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su.gov.cz/ict-v-domacnostech-a-uzivatele-ict?pocet=10&amp;start=0&amp;podskupiny=402&amp;razeni=-datumVydani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TECHNOL\oddeleni_6302\2_Informa&#269;n&#237;%20spole&#269;nost\Rozvoj%20IS%20v%20&#268;R%20a%20zem&#237;ch%20EU\2024\&#352;ablona_06_202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9FA8C60342ED4897840BE1683A9CAE" ma:contentTypeVersion="16" ma:contentTypeDescription="Vytvoří nový dokument" ma:contentTypeScope="" ma:versionID="63a951cfad5a4f0f1246772e5782ecc2">
  <xsd:schema xmlns:xsd="http://www.w3.org/2001/XMLSchema" xmlns:xs="http://www.w3.org/2001/XMLSchema" xmlns:p="http://schemas.microsoft.com/office/2006/metadata/properties" xmlns:ns3="be29eb01-1eff-43bb-a71f-dc9deb409901" xmlns:ns4="3bebfa3b-87f8-4e74-a0c9-334c655e614d" targetNamespace="http://schemas.microsoft.com/office/2006/metadata/properties" ma:root="true" ma:fieldsID="f18208c63937170bd23da8460264585c" ns3:_="" ns4:_="">
    <xsd:import namespace="be29eb01-1eff-43bb-a71f-dc9deb409901"/>
    <xsd:import namespace="3bebfa3b-87f8-4e74-a0c9-334c655e614d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OCR" minOccurs="0"/>
                <xsd:element ref="ns4:MediaLengthInSeconds" minOccurs="0"/>
                <xsd:element ref="ns4:_activity" minOccurs="0"/>
                <xsd:element ref="ns4:MediaServiceSearchProperties" minOccurs="0"/>
                <xsd:element ref="ns4:MediaServiceObjectDetectorVersions" minOccurs="0"/>
                <xsd:element ref="ns4:MediaServiceSystemTags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29eb01-1eff-43bb-a71f-dc9deb40990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ebfa3b-87f8-4e74-a0c9-334c655e61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bebfa3b-87f8-4e74-a0c9-334c655e614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22A55-CEA9-480C-B27B-21CB6A48CE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865940-B951-439B-8F99-A4C62BA8E1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29eb01-1eff-43bb-a71f-dc9deb409901"/>
    <ds:schemaRef ds:uri="3bebfa3b-87f8-4e74-a0c9-334c655e61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317C02-2A1C-4865-B445-BEE36455B994}">
  <ds:schemaRefs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3bebfa3b-87f8-4e74-a0c9-334c655e614d"/>
    <ds:schemaRef ds:uri="be29eb01-1eff-43bb-a71f-dc9deb409901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5121317-C46E-4642-8FD2-E0150FBB6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Šablona_06_2024.dotx</Template>
  <TotalTime>576</TotalTime>
  <Pages>2</Pages>
  <Words>1047</Words>
  <Characters>6178</Characters>
  <Application>Microsoft Office Word</Application>
  <DocSecurity>0</DocSecurity>
  <Lines>51</Lines>
  <Paragraphs>14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Manager/>
  <Company>CSU</Company>
  <LinksUpToDate>false</LinksUpToDate>
  <CharactersWithSpaces>7211</CharactersWithSpaces>
  <SharedDoc>false</SharedDoc>
  <HyperlinkBase/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E. Veřejná správa a digitální technologie</dc:title>
  <dc:subject/>
  <dc:creator>Burešová Kamila</dc:creator>
  <cp:keywords/>
  <dc:description/>
  <cp:lastModifiedBy>Burešová Kamila</cp:lastModifiedBy>
  <cp:revision>9</cp:revision>
  <cp:lastPrinted>2014-07-17T14:07:00Z</cp:lastPrinted>
  <dcterms:created xsi:type="dcterms:W3CDTF">2024-07-16T07:23:00Z</dcterms:created>
  <dcterms:modified xsi:type="dcterms:W3CDTF">2024-07-22T11:06:00Z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0x0101008E9FA8C60342ED4897840BE1683A9CAE</vt:lpwstr>
  </property>
  <property fmtid="{D5CDD505-2E9C-101B-9397-08002B2CF9AE}" pid="3" name="Názevformuláře">
    <vt:lpwstr>Publikace CZ barevné - ekonomika
</vt:lpwstr>
  </property>
  <property fmtid="{D5CDD505-2E9C-101B-9397-08002B2CF9AE}" pid="4" name="Vazbanaprocesnídoménu">
    <vt:lpwstr>;#4. Komunikace a propagace;#</vt:lpwstr>
  </property>
  <property fmtid="{D5CDD505-2E9C-101B-9397-08002B2CF9AE}" pid="5" name="Vazbanadefiničnípředpis">
    <vt:lpwstr>Manuál ke zveřejňování produktů ČSÚ
</vt:lpwstr>
  </property>
  <property fmtid="{D5CDD505-2E9C-101B-9397-08002B2CF9AE}" pid="6" name="Ustanovení">
    <vt:lpwstr>část první čl. 2, odst. 3b,c; část pátá; příloha 1
</vt:lpwstr>
  </property>
  <property fmtid="{D5CDD505-2E9C-101B-9397-08002B2CF9AE}" pid="7" name="Účinnostod">
    <vt:filetime>2017-08-14T07:00:00Z</vt:filetime>
  </property>
  <property fmtid="{D5CDD505-2E9C-101B-9397-08002B2CF9AE}" pid="8" name="Označení">
    <vt:lpwstr>Form_c438</vt:lpwstr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  <property fmtid="{D5CDD505-2E9C-101B-9397-08002B2CF9AE}" pid="14" name="xd_Signature">
    <vt:bool>false</vt:bool>
  </property>
</Properties>
</file>