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0DCB6" w14:textId="77777777"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proofErr w:type="spellStart"/>
      <w:r w:rsidRPr="00CE670B">
        <w:rPr>
          <w:i/>
        </w:rPr>
        <w:t>Contents</w:t>
      </w:r>
      <w:proofErr w:type="spellEnd"/>
    </w:p>
    <w:p w14:paraId="50F032B2" w14:textId="77777777" w:rsidR="000A797E" w:rsidRPr="00912A92" w:rsidRDefault="000A797E" w:rsidP="000A797E">
      <w:pPr>
        <w:pStyle w:val="Obsahpoloky"/>
      </w:pPr>
      <w:r w:rsidRPr="008133DB">
        <w:t>Metodické vysvětlivky</w:t>
      </w:r>
      <w:r>
        <w:tab/>
        <w:t>7</w:t>
      </w:r>
    </w:p>
    <w:p w14:paraId="29D5A4D1" w14:textId="032D84E8" w:rsidR="000A797E" w:rsidRPr="003462D9" w:rsidRDefault="000A797E" w:rsidP="000A797E">
      <w:pPr>
        <w:pStyle w:val="Obsahpoloky"/>
        <w:rPr>
          <w:i/>
        </w:rPr>
      </w:pPr>
      <w:proofErr w:type="spellStart"/>
      <w:r w:rsidRPr="008133DB">
        <w:rPr>
          <w:i/>
        </w:rPr>
        <w:t>Methodological</w:t>
      </w:r>
      <w:proofErr w:type="spellEnd"/>
      <w:r w:rsidRPr="008133DB">
        <w:rPr>
          <w:i/>
        </w:rPr>
        <w:t xml:space="preserve"> notes</w:t>
      </w:r>
      <w:r>
        <w:rPr>
          <w:i/>
        </w:rPr>
        <w:tab/>
      </w:r>
      <w:r>
        <w:t>1</w:t>
      </w:r>
      <w:r w:rsidR="007B6BFA">
        <w:t>0</w:t>
      </w:r>
    </w:p>
    <w:p w14:paraId="0420AAB7" w14:textId="1E2B6D2B" w:rsidR="000A797E" w:rsidRPr="008133DB" w:rsidRDefault="000A797E" w:rsidP="000A797E">
      <w:pPr>
        <w:pStyle w:val="Obsahpoloky"/>
      </w:pPr>
      <w:r w:rsidRPr="008133DB">
        <w:t>Stručný komentář</w:t>
      </w:r>
      <w:r>
        <w:tab/>
        <w:t>1</w:t>
      </w:r>
      <w:r w:rsidR="007B6BFA">
        <w:t>3</w:t>
      </w:r>
    </w:p>
    <w:p w14:paraId="7441D836" w14:textId="5CF4452E" w:rsidR="000A797E" w:rsidRPr="00101053" w:rsidRDefault="000A797E" w:rsidP="000A797E">
      <w:pPr>
        <w:pStyle w:val="Obsahpoloky"/>
      </w:pPr>
      <w:proofErr w:type="spellStart"/>
      <w:r w:rsidRPr="008133DB">
        <w:rPr>
          <w:i/>
        </w:rPr>
        <w:t>Short</w:t>
      </w:r>
      <w:proofErr w:type="spellEnd"/>
      <w:r w:rsidRPr="008133DB">
        <w:rPr>
          <w:i/>
        </w:rPr>
        <w:t xml:space="preserve"> </w:t>
      </w:r>
      <w:proofErr w:type="spellStart"/>
      <w:r w:rsidRPr="008133DB">
        <w:rPr>
          <w:i/>
        </w:rPr>
        <w:t>commentary</w:t>
      </w:r>
      <w:proofErr w:type="spellEnd"/>
      <w:r>
        <w:rPr>
          <w:i/>
        </w:rPr>
        <w:tab/>
      </w:r>
      <w:r>
        <w:t>1</w:t>
      </w:r>
      <w:r w:rsidR="007B6BFA">
        <w:t>5</w:t>
      </w:r>
    </w:p>
    <w:p w14:paraId="1D10967E" w14:textId="77777777" w:rsidR="000A797E" w:rsidRPr="008133DB" w:rsidRDefault="000A797E" w:rsidP="000A797E">
      <w:pPr>
        <w:pStyle w:val="Obsahpoloky"/>
        <w:rPr>
          <w:b/>
        </w:rPr>
      </w:pPr>
      <w:r>
        <w:rPr>
          <w:b/>
        </w:rPr>
        <w:t xml:space="preserve">Tabulky / </w:t>
      </w:r>
      <w:proofErr w:type="spellStart"/>
      <w:r>
        <w:rPr>
          <w:b/>
          <w:i/>
        </w:rPr>
        <w:t>Tables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1 – 14</w:t>
      </w:r>
      <w:proofErr w:type="gramEnd"/>
      <w:r>
        <w:rPr>
          <w:b/>
        </w:rPr>
        <w:t>:</w:t>
      </w:r>
    </w:p>
    <w:p w14:paraId="206A1174" w14:textId="309A2621" w:rsidR="000A797E" w:rsidRPr="00912A92" w:rsidRDefault="000A797E" w:rsidP="000A797E">
      <w:pPr>
        <w:pStyle w:val="Obsahpoloky"/>
        <w:numPr>
          <w:ilvl w:val="0"/>
          <w:numId w:val="14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>
        <w:tab/>
        <w:t>1</w:t>
      </w:r>
      <w:r w:rsidR="007B6BFA">
        <w:t>7</w:t>
      </w:r>
    </w:p>
    <w:p w14:paraId="202C5307" w14:textId="62EA0D92" w:rsidR="000A797E" w:rsidRPr="00520771" w:rsidRDefault="000A797E" w:rsidP="000A797E">
      <w:pPr>
        <w:pStyle w:val="Obsahpoloky"/>
        <w:numPr>
          <w:ilvl w:val="0"/>
          <w:numId w:val="14"/>
        </w:numPr>
        <w:rPr>
          <w:i/>
        </w:rPr>
      </w:pPr>
      <w:r w:rsidRPr="008F48F4">
        <w:t>Index spotřebitelských cen (rozklad meziměsíčního přírůstku)</w:t>
      </w:r>
      <w:r>
        <w:br/>
      </w:r>
      <w:r w:rsidRPr="007D0632">
        <w:rPr>
          <w:i/>
          <w:lang w:val="en-GB"/>
        </w:rPr>
        <w:t>Consumer Price Index (</w:t>
      </w:r>
      <w:r w:rsidRPr="008F48F4">
        <w:rPr>
          <w:i/>
          <w:lang w:val="en-GB"/>
        </w:rPr>
        <w:t>breakdown of the growth month-on-month</w:t>
      </w:r>
      <w:r w:rsidRPr="007D0632">
        <w:rPr>
          <w:i/>
          <w:lang w:val="en-GB"/>
        </w:rPr>
        <w:t>)</w:t>
      </w:r>
      <w:r w:rsidRPr="008133DB">
        <w:tab/>
      </w:r>
      <w:r>
        <w:t>1</w:t>
      </w:r>
      <w:r w:rsidR="007B6BFA">
        <w:t>7</w:t>
      </w:r>
    </w:p>
    <w:p w14:paraId="5F79FCBF" w14:textId="77777777" w:rsidR="000A797E" w:rsidRPr="008133DB" w:rsidRDefault="000A797E" w:rsidP="000A797E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14:paraId="65E216FB" w14:textId="77777777" w:rsidR="000A797E" w:rsidRPr="008133DB" w:rsidRDefault="000A797E" w:rsidP="000A797E">
      <w:pPr>
        <w:pStyle w:val="Obsahpoloky"/>
        <w:rPr>
          <w:b/>
          <w:i/>
        </w:rPr>
      </w:pPr>
      <w:proofErr w:type="spellStart"/>
      <w:r w:rsidRPr="008133DB">
        <w:rPr>
          <w:b/>
          <w:i/>
        </w:rPr>
        <w:t>Consumer</w:t>
      </w:r>
      <w:proofErr w:type="spellEnd"/>
      <w:r w:rsidRPr="008133DB">
        <w:rPr>
          <w:b/>
          <w:i/>
        </w:rPr>
        <w:t xml:space="preserve"> </w:t>
      </w:r>
      <w:proofErr w:type="spellStart"/>
      <w:r w:rsidRPr="008133DB">
        <w:rPr>
          <w:b/>
          <w:i/>
        </w:rPr>
        <w:t>price</w:t>
      </w:r>
      <w:proofErr w:type="spellEnd"/>
      <w:r w:rsidRPr="008133DB">
        <w:rPr>
          <w:b/>
          <w:i/>
        </w:rPr>
        <w:t xml:space="preserve"> index by </w:t>
      </w:r>
      <w:proofErr w:type="spellStart"/>
      <w:r w:rsidRPr="008133DB">
        <w:rPr>
          <w:b/>
          <w:i/>
        </w:rPr>
        <w:t>classification</w:t>
      </w:r>
      <w:proofErr w:type="spellEnd"/>
      <w:r w:rsidRPr="008133DB">
        <w:rPr>
          <w:b/>
          <w:i/>
        </w:rPr>
        <w:t xml:space="preserve"> </w:t>
      </w:r>
      <w:r>
        <w:rPr>
          <w:b/>
          <w:i/>
        </w:rPr>
        <w:t>E</w:t>
      </w:r>
      <w:r w:rsidRPr="008133DB">
        <w:rPr>
          <w:b/>
          <w:i/>
        </w:rPr>
        <w:t xml:space="preserve">COICOP </w:t>
      </w:r>
      <w:r>
        <w:rPr>
          <w:b/>
          <w:i/>
        </w:rPr>
        <w:t>–</w:t>
      </w:r>
      <w:r w:rsidRPr="008133DB">
        <w:rPr>
          <w:b/>
          <w:i/>
        </w:rPr>
        <w:t xml:space="preserve"> </w:t>
      </w:r>
      <w:proofErr w:type="spellStart"/>
      <w:r w:rsidRPr="008133DB">
        <w:rPr>
          <w:b/>
          <w:i/>
        </w:rPr>
        <w:t>detailed</w:t>
      </w:r>
      <w:proofErr w:type="spellEnd"/>
      <w:r w:rsidRPr="008133DB">
        <w:rPr>
          <w:b/>
          <w:i/>
        </w:rPr>
        <w:t xml:space="preserve"> </w:t>
      </w:r>
      <w:proofErr w:type="spellStart"/>
      <w:r w:rsidRPr="008133DB">
        <w:rPr>
          <w:b/>
          <w:i/>
        </w:rPr>
        <w:t>information</w:t>
      </w:r>
      <w:proofErr w:type="spellEnd"/>
    </w:p>
    <w:p w14:paraId="2D989518" w14:textId="77777777" w:rsidR="000A797E" w:rsidRPr="00122F92" w:rsidRDefault="000A797E" w:rsidP="000A797E">
      <w:pPr>
        <w:pStyle w:val="Obsahpoloky"/>
        <w:numPr>
          <w:ilvl w:val="0"/>
          <w:numId w:val="14"/>
        </w:numPr>
        <w:rPr>
          <w:i/>
        </w:rPr>
      </w:pPr>
      <w:r w:rsidRPr="008133DB">
        <w:t>Domácnosti celkem /</w:t>
      </w:r>
      <w:r w:rsidRPr="008133DB">
        <w:rPr>
          <w:i/>
        </w:rPr>
        <w:t xml:space="preserve"> </w:t>
      </w:r>
      <w:proofErr w:type="spellStart"/>
      <w:r w:rsidRPr="008133DB">
        <w:rPr>
          <w:i/>
        </w:rPr>
        <w:t>Households</w:t>
      </w:r>
      <w:proofErr w:type="spellEnd"/>
      <w:r w:rsidRPr="008133DB">
        <w:rPr>
          <w:i/>
        </w:rPr>
        <w:t xml:space="preserve"> in </w:t>
      </w:r>
      <w:proofErr w:type="spellStart"/>
      <w:r w:rsidRPr="00101053">
        <w:rPr>
          <w:i/>
        </w:rPr>
        <w:t>total</w:t>
      </w:r>
      <w:proofErr w:type="spellEnd"/>
    </w:p>
    <w:p w14:paraId="519C8180" w14:textId="7FE294C7" w:rsidR="000A797E" w:rsidRPr="00101053" w:rsidRDefault="000A797E" w:rsidP="000A797E">
      <w:pPr>
        <w:pStyle w:val="Obsahpoloky"/>
        <w:ind w:left="720"/>
        <w:rPr>
          <w:i/>
        </w:rPr>
      </w:pPr>
      <w:r w:rsidRPr="00101053">
        <w:t xml:space="preserve">Předchozí měsíc = 100 / </w:t>
      </w:r>
      <w:proofErr w:type="spellStart"/>
      <w:r w:rsidRPr="00101053">
        <w:rPr>
          <w:i/>
        </w:rPr>
        <w:t>Previous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month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 w:rsidR="007B6BFA">
        <w:t>18</w:t>
      </w:r>
    </w:p>
    <w:p w14:paraId="7C20E5C9" w14:textId="77777777" w:rsidR="000A797E" w:rsidRPr="00122F92" w:rsidRDefault="000A797E" w:rsidP="000A797E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Domácnosti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total</w:t>
      </w:r>
      <w:proofErr w:type="spellEnd"/>
    </w:p>
    <w:p w14:paraId="151C4B81" w14:textId="73433E04" w:rsidR="000A797E" w:rsidRPr="00122F92" w:rsidRDefault="000A797E" w:rsidP="000A797E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proofErr w:type="spellStart"/>
      <w:r w:rsidRPr="00101053">
        <w:rPr>
          <w:i/>
        </w:rPr>
        <w:t>Corresponding</w:t>
      </w:r>
      <w:proofErr w:type="spellEnd"/>
      <w:r w:rsidRPr="00101053">
        <w:rPr>
          <w:i/>
        </w:rPr>
        <w:t xml:space="preserve"> period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the</w:t>
      </w:r>
      <w:proofErr w:type="spellEnd"/>
      <w:r w:rsidRPr="00101053">
        <w:rPr>
          <w:i/>
        </w:rPr>
        <w:t xml:space="preserve"> last </w:t>
      </w:r>
      <w:proofErr w:type="spellStart"/>
      <w:r w:rsidRPr="00101053">
        <w:rPr>
          <w:i/>
        </w:rPr>
        <w:t>year</w:t>
      </w:r>
      <w:proofErr w:type="spellEnd"/>
      <w:r w:rsidRPr="00101053">
        <w:rPr>
          <w:i/>
        </w:rPr>
        <w:t xml:space="preserve"> = 100</w:t>
      </w:r>
      <w:r w:rsidRPr="00122F92">
        <w:rPr>
          <w:i/>
        </w:rPr>
        <w:tab/>
      </w:r>
      <w:r>
        <w:t>2</w:t>
      </w:r>
      <w:r w:rsidR="007B6BFA">
        <w:t>0</w:t>
      </w:r>
    </w:p>
    <w:p w14:paraId="79895486" w14:textId="77777777" w:rsidR="000A797E" w:rsidRDefault="000A797E" w:rsidP="000A797E">
      <w:pPr>
        <w:pStyle w:val="Obsahpoloky"/>
        <w:numPr>
          <w:ilvl w:val="0"/>
          <w:numId w:val="14"/>
        </w:numPr>
      </w:pPr>
      <w:r w:rsidRPr="00101053">
        <w:t xml:space="preserve">Domácnosti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total</w:t>
      </w:r>
      <w:proofErr w:type="spellEnd"/>
    </w:p>
    <w:p w14:paraId="247C8F85" w14:textId="588F76AC" w:rsidR="000A797E" w:rsidRPr="00101053" w:rsidRDefault="000A797E" w:rsidP="000A797E">
      <w:pPr>
        <w:pStyle w:val="Obsahpoloky"/>
        <w:ind w:left="720"/>
      </w:pPr>
      <w:r>
        <w:t>Průměr roku 201</w:t>
      </w:r>
      <w:r w:rsidRPr="00101053">
        <w:t xml:space="preserve">5 = 100 / </w:t>
      </w:r>
      <w:proofErr w:type="spellStart"/>
      <w:r>
        <w:rPr>
          <w:i/>
        </w:rPr>
        <w:t>Average</w:t>
      </w:r>
      <w:proofErr w:type="spellEnd"/>
      <w:r>
        <w:rPr>
          <w:i/>
        </w:rPr>
        <w:t xml:space="preserve"> 201</w:t>
      </w:r>
      <w:r w:rsidRPr="00101053">
        <w:rPr>
          <w:i/>
        </w:rPr>
        <w:t>5 = 100</w:t>
      </w:r>
      <w:r w:rsidRPr="00122F92">
        <w:rPr>
          <w:i/>
        </w:rPr>
        <w:tab/>
      </w:r>
      <w:r>
        <w:t>2</w:t>
      </w:r>
      <w:r w:rsidR="007B6BFA">
        <w:t>2</w:t>
      </w:r>
    </w:p>
    <w:p w14:paraId="599A9816" w14:textId="77777777" w:rsidR="000A797E" w:rsidRDefault="000A797E" w:rsidP="000A797E">
      <w:pPr>
        <w:pStyle w:val="Obsahpoloky"/>
        <w:numPr>
          <w:ilvl w:val="0"/>
          <w:numId w:val="14"/>
        </w:numPr>
      </w:pPr>
      <w:r w:rsidRPr="00101053">
        <w:t xml:space="preserve">Domácnosti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in </w:t>
      </w:r>
      <w:proofErr w:type="spellStart"/>
      <w:r w:rsidRPr="00101053">
        <w:rPr>
          <w:i/>
        </w:rPr>
        <w:t>total</w:t>
      </w:r>
      <w:proofErr w:type="spellEnd"/>
    </w:p>
    <w:p w14:paraId="1AC97BBB" w14:textId="345D5CE4" w:rsidR="000A797E" w:rsidRPr="00101053" w:rsidRDefault="000A797E" w:rsidP="000A797E">
      <w:pPr>
        <w:pStyle w:val="Obsahpoloky"/>
        <w:ind w:left="720"/>
      </w:pPr>
      <w:r>
        <w:t>Prosinec 202</w:t>
      </w:r>
      <w:r w:rsidR="0043064F">
        <w:t>3</w:t>
      </w:r>
      <w:r w:rsidRPr="00101053">
        <w:t xml:space="preserve"> = 100 / </w:t>
      </w:r>
      <w:proofErr w:type="spellStart"/>
      <w:r>
        <w:rPr>
          <w:i/>
        </w:rPr>
        <w:t>December</w:t>
      </w:r>
      <w:proofErr w:type="spellEnd"/>
      <w:r>
        <w:rPr>
          <w:i/>
        </w:rPr>
        <w:t xml:space="preserve"> 202</w:t>
      </w:r>
      <w:r w:rsidR="0043064F">
        <w:rPr>
          <w:i/>
        </w:rPr>
        <w:t>3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2</w:t>
      </w:r>
      <w:r w:rsidR="007B6BFA">
        <w:t>4</w:t>
      </w:r>
    </w:p>
    <w:p w14:paraId="3E9C7273" w14:textId="77777777" w:rsidR="000A797E" w:rsidRPr="00122F92" w:rsidRDefault="000A797E" w:rsidP="000A797E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Důchodci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pensioners</w:t>
      </w:r>
      <w:proofErr w:type="spellEnd"/>
    </w:p>
    <w:p w14:paraId="12DF847D" w14:textId="20298E8B" w:rsidR="000A797E" w:rsidRPr="00101053" w:rsidRDefault="000A797E" w:rsidP="000A797E">
      <w:pPr>
        <w:pStyle w:val="Obsahpoloky"/>
        <w:ind w:left="720"/>
        <w:rPr>
          <w:i/>
        </w:rPr>
      </w:pPr>
      <w:r w:rsidRPr="00101053">
        <w:t xml:space="preserve">Předchozí měsíc = 100 / </w:t>
      </w:r>
      <w:proofErr w:type="spellStart"/>
      <w:r w:rsidRPr="00101053">
        <w:rPr>
          <w:i/>
        </w:rPr>
        <w:t>Previous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month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2</w:t>
      </w:r>
      <w:r w:rsidR="007B6BFA">
        <w:t>6</w:t>
      </w:r>
    </w:p>
    <w:p w14:paraId="23EA79AB" w14:textId="77777777" w:rsidR="000A797E" w:rsidRDefault="000A797E" w:rsidP="000A797E">
      <w:pPr>
        <w:pStyle w:val="Obsahpoloky"/>
        <w:numPr>
          <w:ilvl w:val="0"/>
          <w:numId w:val="14"/>
        </w:numPr>
      </w:pPr>
      <w:r w:rsidRPr="00101053">
        <w:t xml:space="preserve">Důchodci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pensioners</w:t>
      </w:r>
      <w:proofErr w:type="spellEnd"/>
    </w:p>
    <w:p w14:paraId="754A48D2" w14:textId="1038296E" w:rsidR="000A797E" w:rsidRPr="00101053" w:rsidRDefault="000A797E" w:rsidP="000A797E">
      <w:pPr>
        <w:pStyle w:val="Obsahpoloky"/>
        <w:ind w:left="720"/>
      </w:pPr>
      <w:r w:rsidRPr="00101053">
        <w:t xml:space="preserve">Stejné období předchozího roku = 100 / </w:t>
      </w:r>
      <w:proofErr w:type="spellStart"/>
      <w:r w:rsidRPr="00101053">
        <w:rPr>
          <w:i/>
        </w:rPr>
        <w:t>Corresponding</w:t>
      </w:r>
      <w:proofErr w:type="spellEnd"/>
      <w:r w:rsidRPr="00101053">
        <w:rPr>
          <w:i/>
        </w:rPr>
        <w:t xml:space="preserve"> period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the</w:t>
      </w:r>
      <w:proofErr w:type="spellEnd"/>
      <w:r w:rsidRPr="00101053">
        <w:rPr>
          <w:i/>
        </w:rPr>
        <w:t xml:space="preserve"> last </w:t>
      </w:r>
      <w:proofErr w:type="spellStart"/>
      <w:r w:rsidRPr="00101053">
        <w:rPr>
          <w:i/>
        </w:rPr>
        <w:t>year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 w:rsidR="007B6BFA">
        <w:t>28</w:t>
      </w:r>
    </w:p>
    <w:p w14:paraId="3DD886DE" w14:textId="77777777" w:rsidR="000A797E" w:rsidRPr="00A4414A" w:rsidRDefault="000A797E" w:rsidP="000A797E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Důchodci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pensioners</w:t>
      </w:r>
      <w:proofErr w:type="spellEnd"/>
    </w:p>
    <w:p w14:paraId="36BABFC0" w14:textId="137C1973" w:rsidR="000A797E" w:rsidRPr="00101053" w:rsidRDefault="000A797E" w:rsidP="000A797E">
      <w:pPr>
        <w:pStyle w:val="Obsahpoloky"/>
        <w:ind w:left="720"/>
        <w:rPr>
          <w:i/>
        </w:rPr>
      </w:pPr>
      <w:r>
        <w:t>Průměr roku 201</w:t>
      </w:r>
      <w:r w:rsidRPr="00101053">
        <w:t xml:space="preserve">5 = 100 / </w:t>
      </w:r>
      <w:proofErr w:type="spellStart"/>
      <w:r>
        <w:rPr>
          <w:i/>
        </w:rPr>
        <w:t>Average</w:t>
      </w:r>
      <w:proofErr w:type="spellEnd"/>
      <w:r>
        <w:rPr>
          <w:i/>
        </w:rPr>
        <w:t xml:space="preserve"> 201</w:t>
      </w:r>
      <w:r w:rsidRPr="00101053">
        <w:rPr>
          <w:i/>
        </w:rPr>
        <w:t>5 = 100</w:t>
      </w:r>
      <w:r w:rsidRPr="00101053">
        <w:rPr>
          <w:i/>
        </w:rPr>
        <w:tab/>
      </w:r>
      <w:r>
        <w:t>3</w:t>
      </w:r>
      <w:r w:rsidR="007B6BFA">
        <w:t>0</w:t>
      </w:r>
    </w:p>
    <w:p w14:paraId="355AFF12" w14:textId="77777777" w:rsidR="000A797E" w:rsidRDefault="000A797E" w:rsidP="000A797E">
      <w:pPr>
        <w:pStyle w:val="Obsahpoloky"/>
        <w:numPr>
          <w:ilvl w:val="0"/>
          <w:numId w:val="14"/>
        </w:numPr>
      </w:pPr>
      <w:r w:rsidRPr="00101053">
        <w:t xml:space="preserve">Důchodci celkem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pensioners</w:t>
      </w:r>
      <w:proofErr w:type="spellEnd"/>
    </w:p>
    <w:p w14:paraId="7EF8129A" w14:textId="77CB097D" w:rsidR="000A797E" w:rsidRPr="00101053" w:rsidRDefault="000A797E" w:rsidP="000A797E">
      <w:pPr>
        <w:pStyle w:val="Obsahpoloky"/>
        <w:ind w:left="720"/>
      </w:pPr>
      <w:r>
        <w:t>Prosinec 202</w:t>
      </w:r>
      <w:r w:rsidR="0043064F">
        <w:t>3</w:t>
      </w:r>
      <w:r w:rsidRPr="00101053">
        <w:t xml:space="preserve"> = 100 / </w:t>
      </w:r>
      <w:proofErr w:type="spellStart"/>
      <w:r>
        <w:rPr>
          <w:i/>
        </w:rPr>
        <w:t>December</w:t>
      </w:r>
      <w:proofErr w:type="spellEnd"/>
      <w:r>
        <w:rPr>
          <w:i/>
        </w:rPr>
        <w:t xml:space="preserve"> 202</w:t>
      </w:r>
      <w:r w:rsidR="0043064F">
        <w:rPr>
          <w:i/>
        </w:rPr>
        <w:t>3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3</w:t>
      </w:r>
      <w:r w:rsidR="007B6BFA">
        <w:t>2</w:t>
      </w:r>
    </w:p>
    <w:p w14:paraId="0DEE9F93" w14:textId="77777777" w:rsidR="000A797E" w:rsidRDefault="000A797E" w:rsidP="000A797E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living</w:t>
      </w:r>
      <w:proofErr w:type="spellEnd"/>
      <w:r w:rsidRPr="00101053">
        <w:rPr>
          <w:i/>
        </w:rPr>
        <w:t xml:space="preserve"> in Prague</w:t>
      </w:r>
    </w:p>
    <w:p w14:paraId="166C872C" w14:textId="57510F36" w:rsidR="000A797E" w:rsidRPr="00101053" w:rsidRDefault="000A797E" w:rsidP="000A797E">
      <w:pPr>
        <w:pStyle w:val="Obsahpoloky"/>
        <w:ind w:left="720"/>
      </w:pPr>
      <w:r w:rsidRPr="00101053">
        <w:t xml:space="preserve">Předchozí měsíc = 100 / </w:t>
      </w:r>
      <w:proofErr w:type="spellStart"/>
      <w:r w:rsidRPr="00101053">
        <w:rPr>
          <w:i/>
        </w:rPr>
        <w:t>Previous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month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3</w:t>
      </w:r>
      <w:r w:rsidR="007B6BFA">
        <w:t>4</w:t>
      </w:r>
    </w:p>
    <w:p w14:paraId="5C8A625F" w14:textId="77777777" w:rsidR="000A797E" w:rsidRDefault="000A797E" w:rsidP="000A797E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living</w:t>
      </w:r>
      <w:proofErr w:type="spellEnd"/>
      <w:r w:rsidRPr="00101053">
        <w:rPr>
          <w:i/>
        </w:rPr>
        <w:t xml:space="preserve"> in Prague</w:t>
      </w:r>
    </w:p>
    <w:p w14:paraId="43ECC9FA" w14:textId="267C7F90" w:rsidR="000A797E" w:rsidRPr="00101053" w:rsidRDefault="000A797E" w:rsidP="000A797E">
      <w:pPr>
        <w:pStyle w:val="Obsahpoloky"/>
        <w:ind w:left="720"/>
      </w:pPr>
      <w:r w:rsidRPr="00101053">
        <w:t xml:space="preserve">Stejné období předchozího roku = 100 / </w:t>
      </w:r>
      <w:proofErr w:type="spellStart"/>
      <w:r w:rsidRPr="00101053">
        <w:rPr>
          <w:i/>
        </w:rPr>
        <w:t>Corresponding</w:t>
      </w:r>
      <w:proofErr w:type="spellEnd"/>
      <w:r w:rsidRPr="00101053">
        <w:rPr>
          <w:i/>
        </w:rPr>
        <w:t xml:space="preserve"> period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the</w:t>
      </w:r>
      <w:proofErr w:type="spellEnd"/>
      <w:r w:rsidRPr="00101053">
        <w:rPr>
          <w:i/>
        </w:rPr>
        <w:t xml:space="preserve"> last </w:t>
      </w:r>
      <w:proofErr w:type="spellStart"/>
      <w:r w:rsidRPr="00101053">
        <w:rPr>
          <w:i/>
        </w:rPr>
        <w:t>year</w:t>
      </w:r>
      <w:proofErr w:type="spellEnd"/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3</w:t>
      </w:r>
      <w:r w:rsidR="007B6BFA">
        <w:t>6</w:t>
      </w:r>
    </w:p>
    <w:p w14:paraId="6E0D5223" w14:textId="77777777" w:rsidR="000A797E" w:rsidRPr="00A4414A" w:rsidRDefault="000A797E" w:rsidP="000A797E">
      <w:pPr>
        <w:pStyle w:val="Obsahpoloky"/>
        <w:numPr>
          <w:ilvl w:val="0"/>
          <w:numId w:val="14"/>
        </w:numPr>
        <w:rPr>
          <w:i/>
        </w:rPr>
      </w:pPr>
      <w:r w:rsidRPr="00101053">
        <w:t xml:space="preserve">Domácnosti v hl. městě Praze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living</w:t>
      </w:r>
      <w:proofErr w:type="spellEnd"/>
      <w:r w:rsidRPr="00101053">
        <w:rPr>
          <w:i/>
        </w:rPr>
        <w:t xml:space="preserve"> in Prague</w:t>
      </w:r>
    </w:p>
    <w:p w14:paraId="1014EC26" w14:textId="46D569C0" w:rsidR="000A797E" w:rsidRPr="00101053" w:rsidRDefault="000A797E" w:rsidP="000A797E">
      <w:pPr>
        <w:pStyle w:val="Obsahpoloky"/>
        <w:ind w:left="720"/>
        <w:rPr>
          <w:i/>
        </w:rPr>
      </w:pPr>
      <w:r>
        <w:t>Průměr roku 201</w:t>
      </w:r>
      <w:r w:rsidRPr="00101053">
        <w:t xml:space="preserve">5 = 100 / </w:t>
      </w:r>
      <w:proofErr w:type="spellStart"/>
      <w:r>
        <w:rPr>
          <w:i/>
        </w:rPr>
        <w:t>Average</w:t>
      </w:r>
      <w:proofErr w:type="spellEnd"/>
      <w:r>
        <w:rPr>
          <w:i/>
        </w:rPr>
        <w:t xml:space="preserve"> 201</w:t>
      </w:r>
      <w:r w:rsidRPr="00101053">
        <w:rPr>
          <w:i/>
        </w:rPr>
        <w:t>5 = 100</w:t>
      </w:r>
      <w:r w:rsidRPr="00101053">
        <w:rPr>
          <w:i/>
        </w:rPr>
        <w:tab/>
      </w:r>
      <w:r w:rsidR="007B6BFA">
        <w:t>38</w:t>
      </w:r>
    </w:p>
    <w:p w14:paraId="0DB422C8" w14:textId="77777777" w:rsidR="000A797E" w:rsidRDefault="000A797E" w:rsidP="000A797E">
      <w:pPr>
        <w:pStyle w:val="Obsahpoloky"/>
        <w:numPr>
          <w:ilvl w:val="0"/>
          <w:numId w:val="14"/>
        </w:numPr>
      </w:pPr>
      <w:r w:rsidRPr="00101053">
        <w:t xml:space="preserve">Domácnosti v hl. městě Praze / </w:t>
      </w:r>
      <w:proofErr w:type="spellStart"/>
      <w:r w:rsidRPr="00101053">
        <w:rPr>
          <w:i/>
        </w:rPr>
        <w:t>Households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living</w:t>
      </w:r>
      <w:proofErr w:type="spellEnd"/>
      <w:r w:rsidRPr="00101053">
        <w:rPr>
          <w:i/>
        </w:rPr>
        <w:t xml:space="preserve"> in Prague</w:t>
      </w:r>
    </w:p>
    <w:p w14:paraId="52A7163E" w14:textId="2838DA51" w:rsidR="000A797E" w:rsidRPr="00101053" w:rsidRDefault="000A797E" w:rsidP="000A797E">
      <w:pPr>
        <w:pStyle w:val="Obsahpoloky"/>
        <w:ind w:left="720"/>
      </w:pPr>
      <w:r>
        <w:t>Prosinec 202</w:t>
      </w:r>
      <w:r w:rsidR="0043064F">
        <w:t>3</w:t>
      </w:r>
      <w:r w:rsidRPr="00101053">
        <w:t xml:space="preserve"> = 100 / </w:t>
      </w:r>
      <w:proofErr w:type="spellStart"/>
      <w:r w:rsidRPr="00101053">
        <w:rPr>
          <w:i/>
        </w:rPr>
        <w:t>December</w:t>
      </w:r>
      <w:proofErr w:type="spellEnd"/>
      <w:r w:rsidRPr="00101053">
        <w:rPr>
          <w:i/>
        </w:rPr>
        <w:t xml:space="preserve"> 20</w:t>
      </w:r>
      <w:r>
        <w:rPr>
          <w:i/>
        </w:rPr>
        <w:t>2</w:t>
      </w:r>
      <w:r w:rsidR="0043064F">
        <w:rPr>
          <w:i/>
        </w:rPr>
        <w:t>3</w:t>
      </w:r>
      <w:r w:rsidRPr="00101053">
        <w:rPr>
          <w:i/>
        </w:rPr>
        <w:t xml:space="preserve"> = 100</w:t>
      </w:r>
      <w:r w:rsidRPr="00101053">
        <w:rPr>
          <w:i/>
        </w:rPr>
        <w:tab/>
      </w:r>
      <w:r>
        <w:t>4</w:t>
      </w:r>
      <w:r w:rsidR="007B6BFA">
        <w:t>0</w:t>
      </w:r>
    </w:p>
    <w:p w14:paraId="6F0D1C37" w14:textId="58FE1B86" w:rsidR="000A797E" w:rsidRPr="00101053" w:rsidRDefault="000A797E" w:rsidP="000A797E">
      <w:pPr>
        <w:pStyle w:val="Obsahpoloky"/>
        <w:rPr>
          <w:i/>
        </w:rPr>
      </w:pPr>
      <w:r w:rsidRPr="00101053">
        <w:t>HICP Harmonizovaný index spotřebitelských cen</w:t>
      </w:r>
      <w:r w:rsidRPr="00101053">
        <w:rPr>
          <w:i/>
        </w:rPr>
        <w:tab/>
      </w:r>
      <w:r>
        <w:t>4</w:t>
      </w:r>
      <w:r w:rsidR="007B6BFA">
        <w:t>2</w:t>
      </w:r>
    </w:p>
    <w:p w14:paraId="6500660F" w14:textId="7BC2DC1C" w:rsidR="000A797E" w:rsidRPr="00101053" w:rsidRDefault="000A797E" w:rsidP="000A797E">
      <w:pPr>
        <w:pStyle w:val="Obsahpoloky"/>
      </w:pPr>
      <w:r w:rsidRPr="00101053">
        <w:rPr>
          <w:i/>
        </w:rPr>
        <w:t xml:space="preserve">HICP </w:t>
      </w:r>
      <w:proofErr w:type="spellStart"/>
      <w:r w:rsidRPr="00101053">
        <w:rPr>
          <w:i/>
        </w:rPr>
        <w:t>Harmonised</w:t>
      </w:r>
      <w:proofErr w:type="spellEnd"/>
      <w:r w:rsidRPr="00101053">
        <w:rPr>
          <w:i/>
        </w:rPr>
        <w:t xml:space="preserve"> index </w:t>
      </w:r>
      <w:proofErr w:type="spellStart"/>
      <w:r w:rsidRPr="00101053">
        <w:rPr>
          <w:i/>
        </w:rPr>
        <w:t>of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consumer</w:t>
      </w:r>
      <w:proofErr w:type="spellEnd"/>
      <w:r w:rsidRPr="00101053">
        <w:rPr>
          <w:i/>
        </w:rPr>
        <w:t xml:space="preserve"> </w:t>
      </w:r>
      <w:proofErr w:type="spellStart"/>
      <w:r w:rsidRPr="00101053">
        <w:rPr>
          <w:i/>
        </w:rPr>
        <w:t>prices</w:t>
      </w:r>
      <w:proofErr w:type="spellEnd"/>
      <w:r w:rsidRPr="00101053">
        <w:rPr>
          <w:i/>
        </w:rPr>
        <w:tab/>
      </w:r>
      <w:r>
        <w:t>4</w:t>
      </w:r>
      <w:r w:rsidR="007B6BFA">
        <w:t>3</w:t>
      </w:r>
    </w:p>
    <w:sectPr w:rsidR="000A797E" w:rsidRPr="00101053" w:rsidSect="00DD5C82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98A5F" w14:textId="77777777" w:rsidR="00C77EF4" w:rsidRDefault="00C77EF4" w:rsidP="00E71A58">
      <w:r>
        <w:separator/>
      </w:r>
    </w:p>
  </w:endnote>
  <w:endnote w:type="continuationSeparator" w:id="0">
    <w:p w14:paraId="2CE5C03C" w14:textId="77777777" w:rsidR="00C77EF4" w:rsidRDefault="00C77EF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00000003" w:usb1="00000000" w:usb2="00000000" w:usb3="00000000" w:csb0="00000001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C3316" w14:textId="77777777" w:rsidR="003222AB" w:rsidRPr="00F1639F" w:rsidRDefault="003222A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5C5AFFAB" wp14:editId="2A0F24C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54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E76C63">
      <w:rPr>
        <w:szCs w:val="16"/>
      </w:rPr>
      <w:t>6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2024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187DB" w14:textId="00DB66C6" w:rsidR="003222AB" w:rsidRPr="00F1639F" w:rsidRDefault="003222A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2201CD97" wp14:editId="3A38ECA7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55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202</w:t>
    </w:r>
    <w:r w:rsidR="007B6BFA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</w:t>
    </w:r>
    <w:r w:rsidR="007B6BFA">
      <w:rPr>
        <w:rStyle w:val="ZpatChar"/>
        <w:i/>
        <w:szCs w:val="16"/>
      </w:rPr>
      <w:t>5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E76C63">
      <w:rPr>
        <w:rStyle w:val="ZpatChar"/>
        <w:szCs w:val="16"/>
      </w:rPr>
      <w:t>5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E3F0B" w14:textId="77777777" w:rsidR="00C77EF4" w:rsidRDefault="00C77EF4" w:rsidP="00E71A58">
      <w:r>
        <w:separator/>
      </w:r>
    </w:p>
  </w:footnote>
  <w:footnote w:type="continuationSeparator" w:id="0">
    <w:p w14:paraId="43B3073E" w14:textId="77777777" w:rsidR="00C77EF4" w:rsidRDefault="00C77EF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955C6" w14:textId="77777777" w:rsidR="003222AB" w:rsidRPr="00937AE2" w:rsidRDefault="003222AB" w:rsidP="000A797E">
    <w:pPr>
      <w:pStyle w:val="Zhlav"/>
    </w:pPr>
    <w:r>
      <w:t>Indexy spotřebitelských cen</w:t>
    </w:r>
  </w:p>
  <w:p w14:paraId="34DC80B2" w14:textId="77777777" w:rsidR="003222AB" w:rsidRPr="00FE448C" w:rsidRDefault="003222AB" w:rsidP="000A797E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6CCB9" w14:textId="77777777" w:rsidR="003222AB" w:rsidRPr="00937AE2" w:rsidRDefault="003222AB" w:rsidP="000A797E">
    <w:pPr>
      <w:pStyle w:val="Zhlav"/>
    </w:pPr>
    <w:r>
      <w:t>Indexy spotřebitelských cen</w:t>
    </w:r>
  </w:p>
  <w:p w14:paraId="74488B9A" w14:textId="77777777" w:rsidR="003222AB" w:rsidRPr="00FE448C" w:rsidRDefault="003222AB" w:rsidP="000A797E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87853">
    <w:abstractNumId w:val="12"/>
  </w:num>
  <w:num w:numId="2" w16cid:durableId="2087721650">
    <w:abstractNumId w:val="8"/>
  </w:num>
  <w:num w:numId="3" w16cid:durableId="1644580176">
    <w:abstractNumId w:val="3"/>
  </w:num>
  <w:num w:numId="4" w16cid:durableId="1550265262">
    <w:abstractNumId w:val="2"/>
  </w:num>
  <w:num w:numId="5" w16cid:durableId="1841579926">
    <w:abstractNumId w:val="1"/>
  </w:num>
  <w:num w:numId="6" w16cid:durableId="525290117">
    <w:abstractNumId w:val="0"/>
  </w:num>
  <w:num w:numId="7" w16cid:durableId="1952780578">
    <w:abstractNumId w:val="9"/>
  </w:num>
  <w:num w:numId="8" w16cid:durableId="1707171338">
    <w:abstractNumId w:val="7"/>
  </w:num>
  <w:num w:numId="9" w16cid:durableId="452478722">
    <w:abstractNumId w:val="6"/>
  </w:num>
  <w:num w:numId="10" w16cid:durableId="1168985872">
    <w:abstractNumId w:val="5"/>
  </w:num>
  <w:num w:numId="11" w16cid:durableId="1183938676">
    <w:abstractNumId w:val="4"/>
  </w:num>
  <w:num w:numId="12" w16cid:durableId="1284843437">
    <w:abstractNumId w:val="10"/>
  </w:num>
  <w:num w:numId="13" w16cid:durableId="353380518">
    <w:abstractNumId w:val="14"/>
  </w:num>
  <w:num w:numId="14" w16cid:durableId="722681417">
    <w:abstractNumId w:val="15"/>
  </w:num>
  <w:num w:numId="15" w16cid:durableId="41752279">
    <w:abstractNumId w:val="13"/>
  </w:num>
  <w:num w:numId="16" w16cid:durableId="15810194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0B6"/>
    <w:rsid w:val="0000209D"/>
    <w:rsid w:val="00004D5A"/>
    <w:rsid w:val="000056D5"/>
    <w:rsid w:val="0000767A"/>
    <w:rsid w:val="00010702"/>
    <w:rsid w:val="0002239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2FEC"/>
    <w:rsid w:val="00060C89"/>
    <w:rsid w:val="000610E1"/>
    <w:rsid w:val="00062EC5"/>
    <w:rsid w:val="00062F22"/>
    <w:rsid w:val="000712B3"/>
    <w:rsid w:val="0008263E"/>
    <w:rsid w:val="00082C19"/>
    <w:rsid w:val="000832AE"/>
    <w:rsid w:val="00085395"/>
    <w:rsid w:val="00087634"/>
    <w:rsid w:val="00087F2B"/>
    <w:rsid w:val="000974D1"/>
    <w:rsid w:val="0009799E"/>
    <w:rsid w:val="000A1183"/>
    <w:rsid w:val="000A256D"/>
    <w:rsid w:val="000A2C9E"/>
    <w:rsid w:val="000A3A2C"/>
    <w:rsid w:val="000A797E"/>
    <w:rsid w:val="000B0F34"/>
    <w:rsid w:val="000B2B94"/>
    <w:rsid w:val="000B3647"/>
    <w:rsid w:val="000C3408"/>
    <w:rsid w:val="000C6AFD"/>
    <w:rsid w:val="000D4B6A"/>
    <w:rsid w:val="000D5637"/>
    <w:rsid w:val="000E6FBD"/>
    <w:rsid w:val="000F0AB6"/>
    <w:rsid w:val="000F71E5"/>
    <w:rsid w:val="00100F5C"/>
    <w:rsid w:val="00104C4C"/>
    <w:rsid w:val="00117E08"/>
    <w:rsid w:val="0012192F"/>
    <w:rsid w:val="00125D69"/>
    <w:rsid w:val="001373C4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3EC3"/>
    <w:rsid w:val="001D68B2"/>
    <w:rsid w:val="001E598F"/>
    <w:rsid w:val="001F4597"/>
    <w:rsid w:val="002036E6"/>
    <w:rsid w:val="002118B9"/>
    <w:rsid w:val="00217C5B"/>
    <w:rsid w:val="00220113"/>
    <w:rsid w:val="0022139E"/>
    <w:rsid w:val="0022200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3AF1"/>
    <w:rsid w:val="00271465"/>
    <w:rsid w:val="00285412"/>
    <w:rsid w:val="00287433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22AB"/>
    <w:rsid w:val="0032656E"/>
    <w:rsid w:val="00332190"/>
    <w:rsid w:val="00344668"/>
    <w:rsid w:val="003462D9"/>
    <w:rsid w:val="003611B3"/>
    <w:rsid w:val="003657F3"/>
    <w:rsid w:val="00375A67"/>
    <w:rsid w:val="003818DC"/>
    <w:rsid w:val="00385D98"/>
    <w:rsid w:val="003A2B4D"/>
    <w:rsid w:val="003A478C"/>
    <w:rsid w:val="003A5525"/>
    <w:rsid w:val="003A6B38"/>
    <w:rsid w:val="003B4B47"/>
    <w:rsid w:val="003B5A32"/>
    <w:rsid w:val="003C3490"/>
    <w:rsid w:val="003D0A6A"/>
    <w:rsid w:val="003D3BEB"/>
    <w:rsid w:val="003D5476"/>
    <w:rsid w:val="003D6920"/>
    <w:rsid w:val="003E4C91"/>
    <w:rsid w:val="003F313C"/>
    <w:rsid w:val="003F551C"/>
    <w:rsid w:val="00407C13"/>
    <w:rsid w:val="00410638"/>
    <w:rsid w:val="0042625A"/>
    <w:rsid w:val="0043064F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221E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6573"/>
    <w:rsid w:val="00532CE7"/>
    <w:rsid w:val="0053324C"/>
    <w:rsid w:val="00534715"/>
    <w:rsid w:val="00534A28"/>
    <w:rsid w:val="0054096D"/>
    <w:rsid w:val="00541508"/>
    <w:rsid w:val="005460B6"/>
    <w:rsid w:val="0055599F"/>
    <w:rsid w:val="00556D68"/>
    <w:rsid w:val="00560D8F"/>
    <w:rsid w:val="005647BF"/>
    <w:rsid w:val="0057364B"/>
    <w:rsid w:val="00574773"/>
    <w:rsid w:val="00582BDC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6B8"/>
    <w:rsid w:val="005D5802"/>
    <w:rsid w:val="005D7890"/>
    <w:rsid w:val="005D7C08"/>
    <w:rsid w:val="005E40E9"/>
    <w:rsid w:val="005E7C78"/>
    <w:rsid w:val="005F210D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47079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84142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668C"/>
    <w:rsid w:val="00706AD4"/>
    <w:rsid w:val="007140BE"/>
    <w:rsid w:val="007211F5"/>
    <w:rsid w:val="00725BB5"/>
    <w:rsid w:val="00730AE8"/>
    <w:rsid w:val="00740FEF"/>
    <w:rsid w:val="00741493"/>
    <w:rsid w:val="007463A7"/>
    <w:rsid w:val="00752180"/>
    <w:rsid w:val="00752A16"/>
    <w:rsid w:val="00755202"/>
    <w:rsid w:val="00755D3A"/>
    <w:rsid w:val="007578D3"/>
    <w:rsid w:val="007609C6"/>
    <w:rsid w:val="0076521E"/>
    <w:rsid w:val="007661E9"/>
    <w:rsid w:val="00770E96"/>
    <w:rsid w:val="00776169"/>
    <w:rsid w:val="00776527"/>
    <w:rsid w:val="00780EF1"/>
    <w:rsid w:val="00790764"/>
    <w:rsid w:val="0079453C"/>
    <w:rsid w:val="00794677"/>
    <w:rsid w:val="007A1684"/>
    <w:rsid w:val="007B6689"/>
    <w:rsid w:val="007B6BFA"/>
    <w:rsid w:val="007D0D7B"/>
    <w:rsid w:val="007D40DF"/>
    <w:rsid w:val="007E7E61"/>
    <w:rsid w:val="007F0845"/>
    <w:rsid w:val="00807C82"/>
    <w:rsid w:val="00812F96"/>
    <w:rsid w:val="00816905"/>
    <w:rsid w:val="00821FF6"/>
    <w:rsid w:val="0083143E"/>
    <w:rsid w:val="00831CDE"/>
    <w:rsid w:val="00831E09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5770D"/>
    <w:rsid w:val="00861B41"/>
    <w:rsid w:val="00863434"/>
    <w:rsid w:val="00865AA6"/>
    <w:rsid w:val="00865E4C"/>
    <w:rsid w:val="008701E4"/>
    <w:rsid w:val="00875A32"/>
    <w:rsid w:val="00876086"/>
    <w:rsid w:val="00876CC5"/>
    <w:rsid w:val="00882DD6"/>
    <w:rsid w:val="00884704"/>
    <w:rsid w:val="008873D4"/>
    <w:rsid w:val="00893E85"/>
    <w:rsid w:val="00894031"/>
    <w:rsid w:val="008A0A15"/>
    <w:rsid w:val="008B7C02"/>
    <w:rsid w:val="008B7D2B"/>
    <w:rsid w:val="008C0049"/>
    <w:rsid w:val="008C0E88"/>
    <w:rsid w:val="008D03E3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77D4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87A"/>
    <w:rsid w:val="00992CF3"/>
    <w:rsid w:val="009968D6"/>
    <w:rsid w:val="009A1CAB"/>
    <w:rsid w:val="009A60D1"/>
    <w:rsid w:val="009B6FD3"/>
    <w:rsid w:val="009C1750"/>
    <w:rsid w:val="009C2E29"/>
    <w:rsid w:val="009C49AF"/>
    <w:rsid w:val="009C554B"/>
    <w:rsid w:val="009C719E"/>
    <w:rsid w:val="009D3ACD"/>
    <w:rsid w:val="009E5DDB"/>
    <w:rsid w:val="009F4CA7"/>
    <w:rsid w:val="00A064F7"/>
    <w:rsid w:val="00A10D66"/>
    <w:rsid w:val="00A14114"/>
    <w:rsid w:val="00A17A3C"/>
    <w:rsid w:val="00A23E43"/>
    <w:rsid w:val="00A30F65"/>
    <w:rsid w:val="00A418BC"/>
    <w:rsid w:val="00A46DE0"/>
    <w:rsid w:val="00A50D73"/>
    <w:rsid w:val="00A52CAD"/>
    <w:rsid w:val="00A53FC7"/>
    <w:rsid w:val="00A60530"/>
    <w:rsid w:val="00A62CE1"/>
    <w:rsid w:val="00A6741E"/>
    <w:rsid w:val="00A73E6F"/>
    <w:rsid w:val="00A75E40"/>
    <w:rsid w:val="00A76D42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1189"/>
    <w:rsid w:val="00B17E71"/>
    <w:rsid w:val="00B17FDE"/>
    <w:rsid w:val="00B2379C"/>
    <w:rsid w:val="00B2687D"/>
    <w:rsid w:val="00B32DDB"/>
    <w:rsid w:val="00B34528"/>
    <w:rsid w:val="00B402FC"/>
    <w:rsid w:val="00B4115E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21B7"/>
    <w:rsid w:val="00B877B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17339"/>
    <w:rsid w:val="00C21F94"/>
    <w:rsid w:val="00C23A57"/>
    <w:rsid w:val="00C27913"/>
    <w:rsid w:val="00C33B68"/>
    <w:rsid w:val="00C36A79"/>
    <w:rsid w:val="00C405D4"/>
    <w:rsid w:val="00C4513B"/>
    <w:rsid w:val="00C46631"/>
    <w:rsid w:val="00C54697"/>
    <w:rsid w:val="00C6783D"/>
    <w:rsid w:val="00C73885"/>
    <w:rsid w:val="00C747B1"/>
    <w:rsid w:val="00C77EF4"/>
    <w:rsid w:val="00C82191"/>
    <w:rsid w:val="00C90CF4"/>
    <w:rsid w:val="00C92EB6"/>
    <w:rsid w:val="00C93389"/>
    <w:rsid w:val="00CB3681"/>
    <w:rsid w:val="00CB4930"/>
    <w:rsid w:val="00CC2E7D"/>
    <w:rsid w:val="00CC39F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5C82"/>
    <w:rsid w:val="00DD685B"/>
    <w:rsid w:val="00DF42FF"/>
    <w:rsid w:val="00E01C0E"/>
    <w:rsid w:val="00E03F9A"/>
    <w:rsid w:val="00E04694"/>
    <w:rsid w:val="00E12B1E"/>
    <w:rsid w:val="00E14911"/>
    <w:rsid w:val="00E17262"/>
    <w:rsid w:val="00E24D8B"/>
    <w:rsid w:val="00E253A2"/>
    <w:rsid w:val="00E3309D"/>
    <w:rsid w:val="00E40406"/>
    <w:rsid w:val="00E50156"/>
    <w:rsid w:val="00E53470"/>
    <w:rsid w:val="00E539F6"/>
    <w:rsid w:val="00E620E8"/>
    <w:rsid w:val="00E6519D"/>
    <w:rsid w:val="00E6569C"/>
    <w:rsid w:val="00E67696"/>
    <w:rsid w:val="00E71A58"/>
    <w:rsid w:val="00E72A7A"/>
    <w:rsid w:val="00E75C94"/>
    <w:rsid w:val="00E76C63"/>
    <w:rsid w:val="00E93007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EF7B28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0C07"/>
    <w:rsid w:val="00F437CC"/>
    <w:rsid w:val="00F47067"/>
    <w:rsid w:val="00F508E2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85914"/>
    <w:rsid w:val="00F96EC3"/>
    <w:rsid w:val="00F97C9A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66696BE8"/>
  <w15:docId w15:val="{711C039C-1ED4-45DB-AF04-E6952F7C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463A7"/>
    <w:pPr>
      <w:spacing w:after="80" w:line="288" w:lineRule="auto"/>
    </w:pPr>
    <w:rPr>
      <w:rFonts w:ascii="Arial" w:eastAsia="Times New Roman" w:hAnsi="Arial"/>
      <w:b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76D42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nadpis">
    <w:name w:val="TL Kontakty nadpis"/>
    <w:basedOn w:val="Normln"/>
    <w:qFormat/>
    <w:rsid w:val="007463A7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jemn">
    <w:name w:val="Subtle Emphasis"/>
    <w:basedOn w:val="Standardnpsmoodstavce"/>
    <w:uiPriority w:val="19"/>
    <w:qFormat/>
    <w:rsid w:val="007463A7"/>
    <w:rPr>
      <w:i/>
      <w:iCs/>
      <w:color w:val="auto"/>
    </w:rPr>
  </w:style>
  <w:style w:type="paragraph" w:customStyle="1" w:styleId="TLKontaktyerven">
    <w:name w:val="TL Kontakty červené"/>
    <w:basedOn w:val="Normln"/>
    <w:qFormat/>
    <w:rsid w:val="000832AE"/>
    <w:pPr>
      <w:spacing w:after="40"/>
      <w:contextualSpacing/>
    </w:pPr>
    <w:rPr>
      <w:b/>
      <w:caps/>
      <w:color w:val="000000" w:themeColor="text1"/>
      <w:sz w:val="24"/>
    </w:rPr>
  </w:style>
  <w:style w:type="character" w:styleId="Zdraznnintenzivn">
    <w:name w:val="Intense Emphasis"/>
    <w:basedOn w:val="Standardnpsmoodstavce"/>
    <w:uiPriority w:val="21"/>
    <w:qFormat/>
    <w:rsid w:val="000832A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0832AE"/>
    <w:rPr>
      <w:b/>
      <w:bCs/>
      <w:smallCaps/>
      <w:color w:val="000000" w:themeColor="text1"/>
      <w:spacing w:val="5"/>
    </w:rPr>
  </w:style>
  <w:style w:type="paragraph" w:styleId="Zkladntext3">
    <w:name w:val="Body Text 3"/>
    <w:basedOn w:val="Normln"/>
    <w:link w:val="Zkladntext3Char"/>
    <w:semiHidden/>
    <w:rsid w:val="007A1684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7A1684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A168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A1684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A168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7A1684"/>
    <w:rPr>
      <w:rFonts w:ascii="Arial" w:eastAsia="Times New Roman" w:hAnsi="Arial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A168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A1684"/>
    <w:rPr>
      <w:rFonts w:ascii="Arial" w:eastAsia="Times New Roman" w:hAnsi="Arial"/>
      <w:szCs w:val="24"/>
      <w:lang w:eastAsia="cs-CZ"/>
    </w:rPr>
  </w:style>
  <w:style w:type="paragraph" w:customStyle="1" w:styleId="Poznamkytexty">
    <w:name w:val="Poznamky texty"/>
    <w:basedOn w:val="Normln"/>
    <w:qFormat/>
    <w:rsid w:val="007A1684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A1684"/>
    <w:rPr>
      <w:vertAlign w:val="superscript"/>
    </w:rPr>
  </w:style>
  <w:style w:type="paragraph" w:customStyle="1" w:styleId="Perex">
    <w:name w:val="Perex_"/>
    <w:next w:val="Normln"/>
    <w:qFormat/>
    <w:rsid w:val="007A1684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1684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1684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7A1684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tlid-translation">
    <w:name w:val="tlid-translation"/>
    <w:basedOn w:val="Standardnpsmoodstavce"/>
    <w:rsid w:val="007A1684"/>
  </w:style>
  <w:style w:type="character" w:customStyle="1" w:styleId="rynqvb">
    <w:name w:val="rynqvb"/>
    <w:basedOn w:val="Standardnpsmoodstavce"/>
    <w:rsid w:val="007A1684"/>
  </w:style>
  <w:style w:type="character" w:customStyle="1" w:styleId="jlqj4b">
    <w:name w:val="jlqj4b"/>
    <w:basedOn w:val="Standardnpsmoodstavce"/>
    <w:rsid w:val="00EF7B28"/>
  </w:style>
  <w:style w:type="character" w:styleId="Sledovanodkaz">
    <w:name w:val="FollowedHyperlink"/>
    <w:basedOn w:val="Standardnpsmoodstavce"/>
    <w:uiPriority w:val="99"/>
    <w:semiHidden/>
    <w:unhideWhenUsed/>
    <w:rsid w:val="00A605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enkrichova31428\Ostatn&#237;\PUBLIKACE\Ro&#269;n&#237;%20publikace%20012019-2024\Form_c446_Publikace%20obecna_BW%20CZ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v1.1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446</Form_c>
    <NazevForm xmlns="8675fb2b-b414-4bad-b4c4-d9349268b5a1">Publikace CZ-EN BW</NazevForm>
    <UcinnostOdForm xmlns="8675fb2b-b414-4bad-b4c4-d9349268b5a1">2024-10-20T22:00:00+00:00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5ABBDE-4639-4BEB-A4D7-9EE93F5989EC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2.xml><?xml version="1.0" encoding="utf-8"?>
<ds:datastoreItem xmlns:ds="http://schemas.openxmlformats.org/officeDocument/2006/customXml" ds:itemID="{0D1EC894-C22A-454D-B510-F2B9F6C9FD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7FB8B-D661-4531-98E9-03466329E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A6B4E-2632-4C0D-8CA1-C1FC0170A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Form_c446_Publikace obecna_BW CZ-EN.dotx</Template>
  <TotalTime>2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Publikace cb CZ, EN_2017-08-14</vt:lpstr>
    </vt:vector>
  </TitlesOfParts>
  <Manager/>
  <Company>CSU</Company>
  <LinksUpToDate>false</LinksUpToDate>
  <CharactersWithSpaces>1834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Henkrichová</dc:creator>
  <cp:keywords/>
  <dc:description/>
  <cp:lastModifiedBy>Henkrichová Jana</cp:lastModifiedBy>
  <cp:revision>4</cp:revision>
  <cp:lastPrinted>2025-01-22T16:19:00Z</cp:lastPrinted>
  <dcterms:created xsi:type="dcterms:W3CDTF">2025-01-23T13:11:00Z</dcterms:created>
  <dcterms:modified xsi:type="dcterms:W3CDTF">2026-01-22T11:44:00Z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CZ-EN BW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2020-10-25T07:00:00Z</vt:filetime>
  </property>
  <property fmtid="{D5CDD505-2E9C-101B-9397-08002B2CF9AE}" pid="8" name="Označení">
    <vt:lpwstr>Form_c446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