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361FF" w14:textId="77777777" w:rsidR="001777BA" w:rsidRPr="00AF7277" w:rsidRDefault="001777BA" w:rsidP="001777BA">
      <w:pPr>
        <w:pStyle w:val="Nadpis1"/>
      </w:pPr>
      <w:bookmarkStart w:id="0" w:name="_Toc97736114"/>
      <w:bookmarkStart w:id="1" w:name="_Toc98245440"/>
      <w:bookmarkStart w:id="2" w:name="_Toc444112494"/>
      <w:bookmarkStart w:id="3" w:name="_Toc511215208"/>
      <w:bookmarkStart w:id="4" w:name="_Toc26865017"/>
      <w:bookmarkStart w:id="5" w:name="_Toc74643854"/>
      <w:bookmarkStart w:id="6" w:name="_Toc66719928"/>
      <w:bookmarkStart w:id="7" w:name="_Toc19090676"/>
      <w:bookmarkStart w:id="8" w:name="_Toc58605372"/>
      <w:r w:rsidRPr="00AF7277">
        <w:t>1. Shrnutí</w:t>
      </w:r>
      <w:bookmarkEnd w:id="0"/>
    </w:p>
    <w:p w14:paraId="1D834250" w14:textId="77777777" w:rsidR="001777BA" w:rsidRDefault="001777BA" w:rsidP="001777BA">
      <w:pPr>
        <w:pStyle w:val="Normalodrka"/>
        <w:spacing w:after="120"/>
        <w:rPr>
          <w:spacing w:val="-4"/>
        </w:rPr>
      </w:pPr>
      <w:r w:rsidRPr="00C90357">
        <w:rPr>
          <w:spacing w:val="-4"/>
        </w:rPr>
        <w:t>V</w:t>
      </w:r>
      <w:r>
        <w:rPr>
          <w:spacing w:val="-4"/>
        </w:rPr>
        <w:t> roce 2021 vzrostl hrubý domácí produkt (HDP) o 3,3 %</w:t>
      </w:r>
      <w:r w:rsidRPr="00E97D5B">
        <w:rPr>
          <w:rStyle w:val="Znakapoznpodarou"/>
          <w:spacing w:val="-4"/>
          <w:szCs w:val="20"/>
        </w:rPr>
        <w:footnoteReference w:id="1"/>
      </w:r>
      <w:r>
        <w:rPr>
          <w:spacing w:val="-4"/>
        </w:rPr>
        <w:t>. Nejvíce k tomu přispěla domácí poptávka, zejména kapitálové výdaje a spotřeba domácností. Naopak zahraniční poptávka růst HDP brzdila, což souviselo s narušením globálních dodavatelských řetězců a následným zpomalením domácí exportně orientované průmyslové produkce. Domácí ekonomika navzdory růstu reálně zaostávala za úrovní roku 2019. V samotném 4. čtvrtletí 2021 meziročně vzrostl HDP o 3,6 %. Podílela se na tom opět výhradně domácí poptávka. Ve srovnání se 3. čtvrtletím 2021 se HDP zvýšil o 0,9 %. Spotřeba i kapitálové výdaje se ale vyvíjely negativně a k růstu přispíval jen vývoj zahraniční poptávky. V rámci zemí EU patřilo ve 4. čtvrtletí Česko mezi ty s podprůměrným meziročním růstem HDP. V EU vzrostl HDP meziročně o 4,8 %. Mezičtvrtletně se HDP v EU zvýšil o 0,4 %.</w:t>
      </w:r>
    </w:p>
    <w:p w14:paraId="4F93C643" w14:textId="77777777" w:rsidR="001777BA" w:rsidRDefault="001777BA" w:rsidP="001777BA">
      <w:pPr>
        <w:pStyle w:val="Normalodrka"/>
        <w:spacing w:after="120"/>
        <w:rPr>
          <w:spacing w:val="-4"/>
        </w:rPr>
      </w:pPr>
      <w:r>
        <w:rPr>
          <w:spacing w:val="-4"/>
        </w:rPr>
        <w:t>Hrubá přidaná hodnota (HPH) se v roce 2021 zvýšila o 3,0 %. Z většiny k tomu přispívaly služby, zejména veřejná správa a obrana, vzdělávání, zdravotní a sociální péče, dále peněžnictví a pojišťovnictví a postupně se zotavující obchod, doprava, ubytování a pohostinství. Výrazně se na růstu HPH podílel i zpracovatelský průmysl. Velká část odvětví služeb i průmyslu ale stále reálně zaostávala za úrovní roku 2019. V samotném 4. čtvrtletí 2021 se HPH meziročně zvýšila o 2,9 %. Zatímco HPH služeb v závěru roku rostla – nejvíce v uskupení obchod, doprava, ubytování a pohostinství a také v ostatních činnostech –, zpracovatelský průmysl kvůli přetrvávajícím problémům s dodávkami komponent celkový růst HPH brzdil. Mezičtvrtletně HPH ve 4. čtvrtletí vzrostla o 0,7 %.</w:t>
      </w:r>
    </w:p>
    <w:p w14:paraId="7329D1F4" w14:textId="77777777" w:rsidR="001777BA" w:rsidRDefault="001777BA" w:rsidP="001777BA">
      <w:pPr>
        <w:pStyle w:val="Normalodrka"/>
        <w:spacing w:after="120"/>
        <w:rPr>
          <w:spacing w:val="-4"/>
        </w:rPr>
      </w:pPr>
      <w:r>
        <w:rPr>
          <w:spacing w:val="-4"/>
        </w:rPr>
        <w:t>Vývoz zboží a služeb v roce 2021 reálně vzrostl o 5,0 %</w:t>
      </w:r>
      <w:r w:rsidRPr="004C25F9">
        <w:rPr>
          <w:rStyle w:val="Znakapoznpodarou"/>
        </w:rPr>
        <w:footnoteReference w:id="2"/>
      </w:r>
      <w:r>
        <w:rPr>
          <w:spacing w:val="-4"/>
        </w:rPr>
        <w:t xml:space="preserve"> a dovoz o 11,4 %. Výsledná bilance dosáhla přebytku 185,2 mld. korun, což představovalo zhoršení o 204,1 mld. V samotném 4. čtvrtletí se vývoz meziročně propadl o 5,7 %, zatímco dovoz byl vyšší o 4,0 %. Výsledné saldo dosáhlo přebytku 22,5 mld. korun, což byl meziročně o 122,6 mld. horší výsledek. Ke zhoršení bilance obchodu se zbožím ve 4. čtvrtletí nejvíce přispíval obchod s ropou a zemním plynem, základními kovy a motorovými vozidly. Naopak příznivě působil obchod s elektřinou.</w:t>
      </w:r>
    </w:p>
    <w:p w14:paraId="266860C6" w14:textId="77777777" w:rsidR="001777BA" w:rsidRDefault="001777BA" w:rsidP="001777BA">
      <w:pPr>
        <w:pStyle w:val="Normalodrka"/>
        <w:spacing w:after="120"/>
        <w:rPr>
          <w:spacing w:val="-4"/>
        </w:rPr>
      </w:pPr>
      <w:r>
        <w:rPr>
          <w:spacing w:val="-4"/>
        </w:rPr>
        <w:t>Cenová hladina se (podle deflátoru HDP) v roce 2021 celkově zvýšila o 4,1 %. V samotném 4. čtvrtletí se cenová hladina zvýšila meziročně o 3,3 % a mezičtvrtletně klesla o 0,6 %. V průběhu celého roku zrychloval meziroční růst spotřebitelských cen. Ty se loni celkově zvýšily o 3,8 %, nejvíce od roku 2008. Vliv na prudký růst měly zejména ceny dopravy a bydlení a energií. Ve 4. čtvrtletí se spotřebitelské ceny zvýšily meziročně o 6,1 % a kromě cen dopravy a bydlení a energií k tomu přispěl i sílící růst cen potravin. Také domácí a evropští průmysloví výrobci loni silně pociťovali navýšení cen ropy a rovněž elektřiny. Ceny průmyslových výrobců v ČR se loni zvýšily o 7,1 %, nejvíce od roku 1995. Ve 4. čtvrtletí se meziročně navýšily o 12,8 %.</w:t>
      </w:r>
    </w:p>
    <w:p w14:paraId="0D554B66" w14:textId="77777777" w:rsidR="001777BA" w:rsidRDefault="001777BA" w:rsidP="001777BA">
      <w:pPr>
        <w:pStyle w:val="Normalodrka"/>
        <w:spacing w:after="120"/>
        <w:rPr>
          <w:spacing w:val="-4"/>
        </w:rPr>
      </w:pPr>
      <w:r>
        <w:rPr>
          <w:spacing w:val="-4"/>
        </w:rPr>
        <w:t>Ve 4. čtvrtletí došlo k několika navýšením měnověpolitických sazeb, což se výrazně projevilo na výši úrokových sazeb úvěrů pro domácnosti i podniky. Navyšovaly se také úrokové sazby termínovaných vkladů. Vyšší byly rovněž úroky na vládních dluhopisech.</w:t>
      </w:r>
    </w:p>
    <w:p w14:paraId="1C3A35C3" w14:textId="0F461511" w:rsidR="001777BA" w:rsidRDefault="001777BA" w:rsidP="001777BA">
      <w:pPr>
        <w:pStyle w:val="Normalodrka"/>
        <w:spacing w:after="120"/>
        <w:rPr>
          <w:spacing w:val="-4"/>
        </w:rPr>
      </w:pPr>
      <w:r>
        <w:rPr>
          <w:spacing w:val="-4"/>
        </w:rPr>
        <w:t xml:space="preserve">Trh práce v ČR se loni postupně vracel do stavu před pandemií. Po </w:t>
      </w:r>
      <w:r w:rsidR="00CD7E9E">
        <w:rPr>
          <w:spacing w:val="-4"/>
        </w:rPr>
        <w:t>většinu</w:t>
      </w:r>
      <w:r>
        <w:rPr>
          <w:spacing w:val="-4"/>
        </w:rPr>
        <w:t xml:space="preserve"> rok</w:t>
      </w:r>
      <w:r w:rsidR="00CD7E9E">
        <w:rPr>
          <w:spacing w:val="-4"/>
        </w:rPr>
        <w:t>u</w:t>
      </w:r>
      <w:r>
        <w:rPr>
          <w:spacing w:val="-4"/>
        </w:rPr>
        <w:t xml:space="preserve"> se zvyšovala celková zaměstnanost, která ve 4. čtvrtletí dosáhla 5,37 mil. osob</w:t>
      </w:r>
      <w:r w:rsidRPr="00522A1B">
        <w:rPr>
          <w:rStyle w:val="Znakapoznpodarou"/>
          <w:spacing w:val="-4"/>
        </w:rPr>
        <w:footnoteReference w:id="3"/>
      </w:r>
      <w:r>
        <w:rPr>
          <w:spacing w:val="-4"/>
        </w:rPr>
        <w:t xml:space="preserve">. Rostl zejména počet zaměstnanců, naopak pokles počtu podnikatelů se </w:t>
      </w:r>
      <w:r w:rsidR="00CD7E9E">
        <w:rPr>
          <w:spacing w:val="-4"/>
        </w:rPr>
        <w:t xml:space="preserve">spíše </w:t>
      </w:r>
      <w:r>
        <w:rPr>
          <w:spacing w:val="-4"/>
        </w:rPr>
        <w:t>prohluboval. Obecná míra nezaměstnanosti dosáhla maxima 3,4 % v březnu 2021, ale následně klesala až na prosincová 2,2 %. Tento vývoj také utlumil obavy domácností z růstu nezaměstnanosti. Průměrná hrubá měsíční mzda se v roce 2021 celkově zvýšila o 6,1 % na 37 839 korun. Reálně vzrostla o 2,2 %. Ve 4. čtvrtletí dosáhla průměrná mzda 40 135 korun a meziročně byla vyšší o 4,0 %. Vzhledem k silnému cenovému růstu ale průměrná mzda v tomto období reálně meziročně klesla o 2,0 %.</w:t>
      </w:r>
    </w:p>
    <w:p w14:paraId="002D4C0A" w14:textId="448997FC" w:rsidR="001777BA" w:rsidRPr="001F4933" w:rsidRDefault="001777BA" w:rsidP="001777BA">
      <w:pPr>
        <w:pStyle w:val="Normalodrka"/>
        <w:spacing w:after="100"/>
      </w:pPr>
      <w:r w:rsidRPr="001F4933">
        <w:rPr>
          <w:spacing w:val="-4"/>
        </w:rPr>
        <w:t>Hospodaření státního rozpočtu v</w:t>
      </w:r>
      <w:r>
        <w:rPr>
          <w:spacing w:val="-4"/>
        </w:rPr>
        <w:t xml:space="preserve"> roce 2021 </w:t>
      </w:r>
      <w:r w:rsidRPr="001F4933">
        <w:rPr>
          <w:spacing w:val="-4"/>
        </w:rPr>
        <w:t xml:space="preserve">skončilo v deficitu </w:t>
      </w:r>
      <w:r>
        <w:rPr>
          <w:spacing w:val="-4"/>
        </w:rPr>
        <w:t>419,7</w:t>
      </w:r>
      <w:r w:rsidRPr="001F4933">
        <w:rPr>
          <w:spacing w:val="-4"/>
        </w:rPr>
        <w:t> mld. korun, což je o </w:t>
      </w:r>
      <w:r>
        <w:rPr>
          <w:spacing w:val="-4"/>
        </w:rPr>
        <w:t>52,2</w:t>
      </w:r>
      <w:r w:rsidRPr="001F4933">
        <w:rPr>
          <w:spacing w:val="-4"/>
        </w:rPr>
        <w:t> mld. horší výsledek ve srovnání s</w:t>
      </w:r>
      <w:r>
        <w:rPr>
          <w:spacing w:val="-4"/>
        </w:rPr>
        <w:t> rokem 2020</w:t>
      </w:r>
      <w:r w:rsidRPr="001F4933">
        <w:rPr>
          <w:spacing w:val="-4"/>
        </w:rPr>
        <w:t xml:space="preserve">. </w:t>
      </w:r>
      <w:r>
        <w:rPr>
          <w:spacing w:val="-4"/>
        </w:rPr>
        <w:t xml:space="preserve">K prohloubení deficitu přispěl zejména růst běžných výdajů, především plateb za státní pojištěnce, a také neinvestiční transfery podnikatelským subjektům. Hlavně ve druhé polovině roku zčásti uvolněný tlak na výdajové straně a postupné zotavení ekonomiky napomohly k vyššímu daňovému inkasu. </w:t>
      </w:r>
      <w:r w:rsidRPr="001F4933">
        <w:rPr>
          <w:spacing w:val="-2"/>
        </w:rPr>
        <w:t>V</w:t>
      </w:r>
      <w:r>
        <w:rPr>
          <w:spacing w:val="-2"/>
        </w:rPr>
        <w:t xml:space="preserve"> rozpočtových </w:t>
      </w:r>
      <w:r w:rsidRPr="001F4933">
        <w:rPr>
          <w:spacing w:val="-2"/>
        </w:rPr>
        <w:t>příjmech se</w:t>
      </w:r>
      <w:r>
        <w:rPr>
          <w:spacing w:val="-2"/>
        </w:rPr>
        <w:t xml:space="preserve"> ale</w:t>
      </w:r>
      <w:r w:rsidRPr="001F4933">
        <w:rPr>
          <w:spacing w:val="-2"/>
        </w:rPr>
        <w:t xml:space="preserve"> negativně projevilo snížení daňového zatížení práce, kapitálu i majetku a také změna rozpočtového určení daní ve prospěch územních rozpočtů.</w:t>
      </w:r>
    </w:p>
    <w:p w14:paraId="5BAB8EA3" w14:textId="0FD9E887" w:rsidR="000663F0" w:rsidRPr="00E42054" w:rsidRDefault="000663F0" w:rsidP="00AB3BA7">
      <w:pPr>
        <w:pStyle w:val="Nadpis11"/>
        <w:rPr>
          <w:b w:val="0"/>
          <w:sz w:val="2"/>
          <w:szCs w:val="2"/>
        </w:rPr>
      </w:pPr>
      <w:bookmarkStart w:id="9" w:name="_GoBack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sectPr w:rsidR="000663F0" w:rsidRPr="00E42054" w:rsidSect="000E062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737" w:gutter="0"/>
      <w:pgNumType w:start="4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05233" w16cex:dateUtc="2021-12-12T09:49:00Z"/>
  <w16cex:commentExtensible w16cex:durableId="25605965" w16cex:dateUtc="2021-12-12T10:20:00Z"/>
  <w16cex:commentExtensible w16cex:durableId="256059E5" w16cex:dateUtc="2021-12-12T10:22:00Z"/>
  <w16cex:commentExtensible w16cex:durableId="255E05D5" w16cex:dateUtc="2021-12-10T15:59:00Z"/>
  <w16cex:commentExtensible w16cex:durableId="2560964B" w16cex:dateUtc="2021-12-12T14:39:00Z"/>
  <w16cex:commentExtensible w16cex:durableId="255E068F" w16cex:dateUtc="2021-12-10T1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C02D9A" w16cid:durableId="25605233"/>
  <w16cid:commentId w16cid:paraId="47A2534C" w16cid:durableId="25605965"/>
  <w16cid:commentId w16cid:paraId="39626918" w16cid:durableId="256059E5"/>
  <w16cid:commentId w16cid:paraId="0F66996F" w16cid:durableId="255E05D5"/>
  <w16cid:commentId w16cid:paraId="6E18F763" w16cid:durableId="2560964B"/>
  <w16cid:commentId w16cid:paraId="3AE6BE9D" w16cid:durableId="255E06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62B05" w14:textId="77777777" w:rsidR="00096149" w:rsidRDefault="00096149" w:rsidP="00E71A58">
      <w:r>
        <w:separator/>
      </w:r>
    </w:p>
  </w:endnote>
  <w:endnote w:type="continuationSeparator" w:id="0">
    <w:p w14:paraId="0F974A4B" w14:textId="77777777" w:rsidR="00096149" w:rsidRDefault="0009614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7C43BEF9" w:rsidR="00CD7E9E" w:rsidRPr="00932443" w:rsidRDefault="00CD7E9E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0E062C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20D795D1" w:rsidR="00CD7E9E" w:rsidRPr="00932443" w:rsidRDefault="00CD7E9E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2021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0E062C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56FC2" w14:textId="77777777" w:rsidR="00096149" w:rsidRDefault="00096149" w:rsidP="00A21B4D">
      <w:pPr>
        <w:spacing w:after="0"/>
      </w:pPr>
      <w:r>
        <w:separator/>
      </w:r>
    </w:p>
  </w:footnote>
  <w:footnote w:type="continuationSeparator" w:id="0">
    <w:p w14:paraId="14BB8E6B" w14:textId="77777777" w:rsidR="00096149" w:rsidRDefault="00096149" w:rsidP="00E71A58">
      <w:r>
        <w:continuationSeparator/>
      </w:r>
    </w:p>
  </w:footnote>
  <w:footnote w:id="1">
    <w:p w14:paraId="64CAD912" w14:textId="77777777" w:rsidR="00CD7E9E" w:rsidRPr="00957140" w:rsidRDefault="00CD7E9E" w:rsidP="001777BA">
      <w:pPr>
        <w:pStyle w:val="Textpoznpodarou"/>
        <w:rPr>
          <w:spacing w:val="-2"/>
          <w:sz w:val="16"/>
          <w:szCs w:val="16"/>
        </w:rPr>
      </w:pPr>
      <w:r w:rsidRPr="00957140">
        <w:rPr>
          <w:rStyle w:val="Znakapoznpodarou"/>
          <w:spacing w:val="-2"/>
          <w:sz w:val="16"/>
          <w:szCs w:val="16"/>
        </w:rPr>
        <w:footnoteRef/>
      </w:r>
      <w:r w:rsidRPr="00957140">
        <w:rPr>
          <w:spacing w:val="-2"/>
          <w:sz w:val="16"/>
          <w:szCs w:val="16"/>
        </w:rPr>
        <w:t xml:space="preserve"> Data o HDP, hrubé přidané hodnotě a jejich složkách jsou vyjádřena ve stálých cenách a v očištění o sezónní a kalendářní vlivy.</w:t>
      </w:r>
    </w:p>
  </w:footnote>
  <w:footnote w:id="2">
    <w:p w14:paraId="54F685A5" w14:textId="77777777" w:rsidR="00CD7E9E" w:rsidRPr="00957140" w:rsidRDefault="00CD7E9E" w:rsidP="001777BA">
      <w:pPr>
        <w:pStyle w:val="Textpoznpodarou"/>
        <w:rPr>
          <w:sz w:val="16"/>
          <w:szCs w:val="16"/>
        </w:rPr>
      </w:pPr>
      <w:r w:rsidRPr="00957140">
        <w:rPr>
          <w:rStyle w:val="Znakapoznpodarou"/>
          <w:sz w:val="16"/>
          <w:szCs w:val="16"/>
        </w:rPr>
        <w:footnoteRef/>
      </w:r>
      <w:r w:rsidRPr="00957140">
        <w:rPr>
          <w:sz w:val="16"/>
          <w:szCs w:val="16"/>
        </w:rPr>
        <w:t xml:space="preserve"> Podle metodiky čtvrtletních národních účtů (vývoz a dovoz v ocenění FOB/FOB).</w:t>
      </w:r>
    </w:p>
  </w:footnote>
  <w:footnote w:id="3">
    <w:p w14:paraId="1071E7B5" w14:textId="77777777" w:rsidR="00CD7E9E" w:rsidRPr="00957140" w:rsidRDefault="00CD7E9E" w:rsidP="001777BA">
      <w:pPr>
        <w:pStyle w:val="Textpoznpodarou"/>
        <w:jc w:val="both"/>
        <w:rPr>
          <w:sz w:val="16"/>
          <w:szCs w:val="16"/>
        </w:rPr>
      </w:pPr>
      <w:r w:rsidRPr="00957140">
        <w:rPr>
          <w:rStyle w:val="Znakapoznpodarou"/>
          <w:spacing w:val="-2"/>
          <w:sz w:val="16"/>
          <w:szCs w:val="16"/>
        </w:rPr>
        <w:footnoteRef/>
      </w:r>
      <w:r w:rsidRPr="00957140">
        <w:rPr>
          <w:spacing w:val="-2"/>
          <w:sz w:val="16"/>
          <w:szCs w:val="16"/>
        </w:rPr>
        <w:t xml:space="preserve"> Údaje o zaměstnanosti jsou uvedeny v pojetí národních účtů a očištěny o sezónní vlivy.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CD7E9E" w:rsidRDefault="00CD7E9E" w:rsidP="00937AE2">
    <w:pPr>
      <w:pStyle w:val="Zhlav"/>
    </w:pPr>
    <w:r>
      <w:t>Vývoj ekonomiky České republiky</w:t>
    </w:r>
  </w:p>
  <w:p w14:paraId="3E881AB3" w14:textId="77777777" w:rsidR="00CD7E9E" w:rsidRPr="006F5416" w:rsidRDefault="00CD7E9E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CD7E9E" w:rsidRDefault="00CD7E9E" w:rsidP="00937AE2">
    <w:pPr>
      <w:pStyle w:val="Zhlav"/>
    </w:pPr>
    <w:r>
      <w:t>Vývoj ekonomiky České republiky</w:t>
    </w:r>
  </w:p>
  <w:p w14:paraId="57266714" w14:textId="77777777" w:rsidR="00CD7E9E" w:rsidRPr="006F5416" w:rsidRDefault="00CD7E9E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2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6"/>
  </w:num>
  <w:num w:numId="14">
    <w:abstractNumId w:val="13"/>
  </w:num>
  <w:num w:numId="15">
    <w:abstractNumId w:val="19"/>
  </w:num>
  <w:num w:numId="16">
    <w:abstractNumId w:val="15"/>
  </w:num>
  <w:num w:numId="17">
    <w:abstractNumId w:val="27"/>
  </w:num>
  <w:num w:numId="18">
    <w:abstractNumId w:val="20"/>
  </w:num>
  <w:num w:numId="19">
    <w:abstractNumId w:val="28"/>
  </w:num>
  <w:num w:numId="20">
    <w:abstractNumId w:val="29"/>
  </w:num>
  <w:num w:numId="21">
    <w:abstractNumId w:val="25"/>
  </w:num>
  <w:num w:numId="22">
    <w:abstractNumId w:val="18"/>
  </w:num>
  <w:num w:numId="23">
    <w:abstractNumId w:val="16"/>
  </w:num>
  <w:num w:numId="24">
    <w:abstractNumId w:val="17"/>
  </w:num>
  <w:num w:numId="25">
    <w:abstractNumId w:val="12"/>
  </w:num>
  <w:num w:numId="26">
    <w:abstractNumId w:val="22"/>
  </w:num>
  <w:num w:numId="27">
    <w:abstractNumId w:val="21"/>
  </w:num>
  <w:num w:numId="28">
    <w:abstractNumId w:val="10"/>
  </w:num>
  <w:num w:numId="29">
    <w:abstractNumId w:val="29"/>
  </w:num>
  <w:num w:numId="30">
    <w:abstractNumId w:val="23"/>
  </w:num>
  <w:num w:numId="31">
    <w:abstractNumId w:val="1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B55"/>
    <w:rsid w:val="0000209D"/>
    <w:rsid w:val="00002566"/>
    <w:rsid w:val="0000370A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A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33F"/>
    <w:rsid w:val="00065348"/>
    <w:rsid w:val="0006551C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3B1"/>
    <w:rsid w:val="0009290F"/>
    <w:rsid w:val="00093241"/>
    <w:rsid w:val="00093868"/>
    <w:rsid w:val="00094A84"/>
    <w:rsid w:val="00095025"/>
    <w:rsid w:val="00095135"/>
    <w:rsid w:val="00096149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FF4"/>
    <w:rsid w:val="000B03CC"/>
    <w:rsid w:val="000B4212"/>
    <w:rsid w:val="000B67B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D0A26"/>
    <w:rsid w:val="000D13CB"/>
    <w:rsid w:val="000D2196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E062C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3F3B"/>
    <w:rsid w:val="000F4721"/>
    <w:rsid w:val="000F47E8"/>
    <w:rsid w:val="000F70E4"/>
    <w:rsid w:val="000F76EA"/>
    <w:rsid w:val="00100A8B"/>
    <w:rsid w:val="00100F5C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35111"/>
    <w:rsid w:val="00136A6F"/>
    <w:rsid w:val="00136C1A"/>
    <w:rsid w:val="001405FA"/>
    <w:rsid w:val="00140D1A"/>
    <w:rsid w:val="00141184"/>
    <w:rsid w:val="00141315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50ECA"/>
    <w:rsid w:val="00151707"/>
    <w:rsid w:val="00152C86"/>
    <w:rsid w:val="00152F4F"/>
    <w:rsid w:val="0015329F"/>
    <w:rsid w:val="001544A1"/>
    <w:rsid w:val="001553B8"/>
    <w:rsid w:val="001554C2"/>
    <w:rsid w:val="001571C0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4CA1"/>
    <w:rsid w:val="00165313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C22"/>
    <w:rsid w:val="00186BA9"/>
    <w:rsid w:val="00187D50"/>
    <w:rsid w:val="0019196C"/>
    <w:rsid w:val="001926A9"/>
    <w:rsid w:val="00192F05"/>
    <w:rsid w:val="00194729"/>
    <w:rsid w:val="00194850"/>
    <w:rsid w:val="00195234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B0738"/>
    <w:rsid w:val="001B1235"/>
    <w:rsid w:val="001B158D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B24"/>
    <w:rsid w:val="001C1B66"/>
    <w:rsid w:val="001C1BB5"/>
    <w:rsid w:val="001C2732"/>
    <w:rsid w:val="001C31A2"/>
    <w:rsid w:val="001C351D"/>
    <w:rsid w:val="001C3794"/>
    <w:rsid w:val="001C4B8F"/>
    <w:rsid w:val="001C4BB8"/>
    <w:rsid w:val="001C4FD0"/>
    <w:rsid w:val="001C544D"/>
    <w:rsid w:val="001C5E46"/>
    <w:rsid w:val="001C6B3B"/>
    <w:rsid w:val="001C7A26"/>
    <w:rsid w:val="001C7E3F"/>
    <w:rsid w:val="001D0EF1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CD3"/>
    <w:rsid w:val="001F75DA"/>
    <w:rsid w:val="001F7CE0"/>
    <w:rsid w:val="00200085"/>
    <w:rsid w:val="00203332"/>
    <w:rsid w:val="00203CD5"/>
    <w:rsid w:val="00203D8F"/>
    <w:rsid w:val="00203DA4"/>
    <w:rsid w:val="00204EA6"/>
    <w:rsid w:val="00205186"/>
    <w:rsid w:val="00206516"/>
    <w:rsid w:val="002070CF"/>
    <w:rsid w:val="002071D5"/>
    <w:rsid w:val="002111E5"/>
    <w:rsid w:val="0021149E"/>
    <w:rsid w:val="002118B9"/>
    <w:rsid w:val="00213691"/>
    <w:rsid w:val="002142C0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DEF"/>
    <w:rsid w:val="002763A2"/>
    <w:rsid w:val="00276B33"/>
    <w:rsid w:val="00277669"/>
    <w:rsid w:val="002803A5"/>
    <w:rsid w:val="00280ACB"/>
    <w:rsid w:val="002812E3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509B"/>
    <w:rsid w:val="0029588F"/>
    <w:rsid w:val="00295E96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E4C"/>
    <w:rsid w:val="002E4EA7"/>
    <w:rsid w:val="002E5846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F89"/>
    <w:rsid w:val="0035506D"/>
    <w:rsid w:val="0036077F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624C"/>
    <w:rsid w:val="00367F84"/>
    <w:rsid w:val="003712BC"/>
    <w:rsid w:val="00372164"/>
    <w:rsid w:val="003738BD"/>
    <w:rsid w:val="00374263"/>
    <w:rsid w:val="003746F0"/>
    <w:rsid w:val="00374A20"/>
    <w:rsid w:val="00374E21"/>
    <w:rsid w:val="0037537A"/>
    <w:rsid w:val="00377B2E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E8"/>
    <w:rsid w:val="003C3D2C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EF8"/>
    <w:rsid w:val="003E2DFB"/>
    <w:rsid w:val="003E4466"/>
    <w:rsid w:val="003E4C91"/>
    <w:rsid w:val="003E52D8"/>
    <w:rsid w:val="003E62F1"/>
    <w:rsid w:val="003E6F84"/>
    <w:rsid w:val="003F313C"/>
    <w:rsid w:val="003F33B1"/>
    <w:rsid w:val="003F33B9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23623"/>
    <w:rsid w:val="0042470E"/>
    <w:rsid w:val="00425352"/>
    <w:rsid w:val="00426C99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6FE5"/>
    <w:rsid w:val="00457490"/>
    <w:rsid w:val="0045786C"/>
    <w:rsid w:val="00457953"/>
    <w:rsid w:val="004604D8"/>
    <w:rsid w:val="00460656"/>
    <w:rsid w:val="00460FB3"/>
    <w:rsid w:val="00463D3C"/>
    <w:rsid w:val="00464851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A0C"/>
    <w:rsid w:val="004841CC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B141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19E2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63"/>
    <w:rsid w:val="005A0948"/>
    <w:rsid w:val="005A0A03"/>
    <w:rsid w:val="005A10F2"/>
    <w:rsid w:val="005A16C0"/>
    <w:rsid w:val="005A2156"/>
    <w:rsid w:val="005A21E0"/>
    <w:rsid w:val="005A28FF"/>
    <w:rsid w:val="005A2C09"/>
    <w:rsid w:val="005A3778"/>
    <w:rsid w:val="005A37B0"/>
    <w:rsid w:val="005A3DF8"/>
    <w:rsid w:val="005A5549"/>
    <w:rsid w:val="005A566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6F0"/>
    <w:rsid w:val="005F6D7F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B77"/>
    <w:rsid w:val="0062131B"/>
    <w:rsid w:val="00621E26"/>
    <w:rsid w:val="006224EA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34E5"/>
    <w:rsid w:val="0074499B"/>
    <w:rsid w:val="007450BF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BBD"/>
    <w:rsid w:val="007C6D89"/>
    <w:rsid w:val="007C6F5E"/>
    <w:rsid w:val="007D0382"/>
    <w:rsid w:val="007D0F6B"/>
    <w:rsid w:val="007D14FE"/>
    <w:rsid w:val="007D1A1F"/>
    <w:rsid w:val="007D213B"/>
    <w:rsid w:val="007D2E18"/>
    <w:rsid w:val="007D40DF"/>
    <w:rsid w:val="007D42E5"/>
    <w:rsid w:val="007D4458"/>
    <w:rsid w:val="007D6AF9"/>
    <w:rsid w:val="007E0535"/>
    <w:rsid w:val="007E07F2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42A"/>
    <w:rsid w:val="00874FE8"/>
    <w:rsid w:val="00875A32"/>
    <w:rsid w:val="00876086"/>
    <w:rsid w:val="00876651"/>
    <w:rsid w:val="00876E83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1717"/>
    <w:rsid w:val="008C17F0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3636"/>
    <w:rsid w:val="008F3FC9"/>
    <w:rsid w:val="008F509F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476D"/>
    <w:rsid w:val="00915D07"/>
    <w:rsid w:val="009162AE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4D1B"/>
    <w:rsid w:val="00986246"/>
    <w:rsid w:val="00987A30"/>
    <w:rsid w:val="00990312"/>
    <w:rsid w:val="0099182E"/>
    <w:rsid w:val="00991D45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CAB"/>
    <w:rsid w:val="009A2359"/>
    <w:rsid w:val="009A24F1"/>
    <w:rsid w:val="009A27E0"/>
    <w:rsid w:val="009A4D57"/>
    <w:rsid w:val="009A51A5"/>
    <w:rsid w:val="009A530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731E"/>
    <w:rsid w:val="00A309AC"/>
    <w:rsid w:val="00A30F65"/>
    <w:rsid w:val="00A3279E"/>
    <w:rsid w:val="00A33DB1"/>
    <w:rsid w:val="00A33EEB"/>
    <w:rsid w:val="00A35900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8BA"/>
    <w:rsid w:val="00A50D73"/>
    <w:rsid w:val="00A518BB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776"/>
    <w:rsid w:val="00AF6F98"/>
    <w:rsid w:val="00AF7277"/>
    <w:rsid w:val="00B00550"/>
    <w:rsid w:val="00B00913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4DA9"/>
    <w:rsid w:val="00BE54BF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7FC"/>
    <w:rsid w:val="00C006D6"/>
    <w:rsid w:val="00C00BD7"/>
    <w:rsid w:val="00C01410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1244"/>
    <w:rsid w:val="00C11D48"/>
    <w:rsid w:val="00C12304"/>
    <w:rsid w:val="00C12316"/>
    <w:rsid w:val="00C1246C"/>
    <w:rsid w:val="00C1493E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DA1"/>
    <w:rsid w:val="00CA1BD6"/>
    <w:rsid w:val="00CA37FF"/>
    <w:rsid w:val="00CA423A"/>
    <w:rsid w:val="00CA47BC"/>
    <w:rsid w:val="00CA5EAD"/>
    <w:rsid w:val="00CA6AB4"/>
    <w:rsid w:val="00CA7255"/>
    <w:rsid w:val="00CB111E"/>
    <w:rsid w:val="00CB1BEE"/>
    <w:rsid w:val="00CB2351"/>
    <w:rsid w:val="00CB4022"/>
    <w:rsid w:val="00CB4930"/>
    <w:rsid w:val="00CB4BA9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62FA"/>
    <w:rsid w:val="00CE670B"/>
    <w:rsid w:val="00CE6833"/>
    <w:rsid w:val="00CF020B"/>
    <w:rsid w:val="00CF15BF"/>
    <w:rsid w:val="00CF2E4D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FED"/>
    <w:rsid w:val="00D16712"/>
    <w:rsid w:val="00D214EF"/>
    <w:rsid w:val="00D215B0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E3C"/>
    <w:rsid w:val="00D60FA7"/>
    <w:rsid w:val="00D61FAB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5302"/>
    <w:rsid w:val="00D95889"/>
    <w:rsid w:val="00D95C5D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3E5D"/>
    <w:rsid w:val="00DE450F"/>
    <w:rsid w:val="00DE4865"/>
    <w:rsid w:val="00DE5CA6"/>
    <w:rsid w:val="00DE5E55"/>
    <w:rsid w:val="00DE7156"/>
    <w:rsid w:val="00DE7AC8"/>
    <w:rsid w:val="00DF0830"/>
    <w:rsid w:val="00DF2C5D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2618"/>
    <w:rsid w:val="00E82A42"/>
    <w:rsid w:val="00E84E09"/>
    <w:rsid w:val="00E87CE2"/>
    <w:rsid w:val="00E90CA8"/>
    <w:rsid w:val="00E911C6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3E60"/>
    <w:rsid w:val="00EB4511"/>
    <w:rsid w:val="00EB48D7"/>
    <w:rsid w:val="00EB49F1"/>
    <w:rsid w:val="00EB4A8E"/>
    <w:rsid w:val="00EB4BC5"/>
    <w:rsid w:val="00EB5BF7"/>
    <w:rsid w:val="00EB5E79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EF0"/>
    <w:rsid w:val="00ED12B9"/>
    <w:rsid w:val="00ED16B8"/>
    <w:rsid w:val="00ED1959"/>
    <w:rsid w:val="00ED1A00"/>
    <w:rsid w:val="00ED1DF0"/>
    <w:rsid w:val="00ED2386"/>
    <w:rsid w:val="00ED2EA1"/>
    <w:rsid w:val="00ED3851"/>
    <w:rsid w:val="00ED3E51"/>
    <w:rsid w:val="00ED3F10"/>
    <w:rsid w:val="00ED3F9B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73ED"/>
    <w:rsid w:val="00F07C4C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A68"/>
    <w:rsid w:val="00F54934"/>
    <w:rsid w:val="00F55A92"/>
    <w:rsid w:val="00F5615B"/>
    <w:rsid w:val="00F575D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A4D"/>
    <w:rsid w:val="00F91B66"/>
    <w:rsid w:val="00F93688"/>
    <w:rsid w:val="00F939F3"/>
    <w:rsid w:val="00F93C6E"/>
    <w:rsid w:val="00F93F2C"/>
    <w:rsid w:val="00F962AD"/>
    <w:rsid w:val="00F9644E"/>
    <w:rsid w:val="00FA0105"/>
    <w:rsid w:val="00FA05A0"/>
    <w:rsid w:val="00FA0AEF"/>
    <w:rsid w:val="00FA17CC"/>
    <w:rsid w:val="00FA1CFE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916"/>
    <w:rsid w:val="00FD4D12"/>
    <w:rsid w:val="00FD4F73"/>
    <w:rsid w:val="00FD595E"/>
    <w:rsid w:val="00FD7802"/>
    <w:rsid w:val="00FD7D3B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1136"/>
    <w:rsid w:val="00FF3D76"/>
    <w:rsid w:val="00FF5B8C"/>
    <w:rsid w:val="00FF63E6"/>
    <w:rsid w:val="00FF72D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36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35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CA0D7-90A7-4D1D-9AE6-19CF55F3F1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A364BC-3336-44E1-91B6-12BD65C5A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</TotalTime>
  <Pages>1</Pages>
  <Words>649</Words>
  <Characters>3834</Characters>
  <Application>Microsoft Office Word</Application>
  <DocSecurity>0</DocSecurity>
  <Lines>31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4475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Mgr. Karolína Zábojníková</cp:lastModifiedBy>
  <cp:revision>3</cp:revision>
  <cp:lastPrinted>2019-04-08T10:52:00Z</cp:lastPrinted>
  <dcterms:created xsi:type="dcterms:W3CDTF">2022-03-21T10:52:00Z</dcterms:created>
  <dcterms:modified xsi:type="dcterms:W3CDTF">2022-03-21T10:56:00Z</dcterms:modified>
</cp:coreProperties>
</file>