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E" w:rsidRPr="00CD1CE2" w:rsidRDefault="007006A6" w:rsidP="000C38C5">
      <w:pPr>
        <w:pStyle w:val="Nadpis1"/>
        <w:numPr>
          <w:ilvl w:val="0"/>
          <w:numId w:val="0"/>
        </w:numPr>
        <w:ind w:left="432" w:hanging="432"/>
      </w:pPr>
      <w:bookmarkStart w:id="0" w:name="_Toc490640362"/>
      <w:r>
        <w:t>4</w:t>
      </w:r>
      <w:bookmarkStart w:id="1" w:name="_GoBack"/>
      <w:bookmarkEnd w:id="1"/>
      <w:r w:rsidR="000C38C5">
        <w:tab/>
      </w:r>
      <w:r w:rsidR="005815FE" w:rsidRPr="00CD1CE2">
        <w:t>Seznam zkratek</w:t>
      </w:r>
      <w:bookmarkEnd w:id="0"/>
    </w:p>
    <w:p w:rsidR="004804A5" w:rsidRPr="004804A5" w:rsidRDefault="004804A5" w:rsidP="004804A5">
      <w:r w:rsidRPr="004804A5">
        <w:t>ALI</w:t>
      </w:r>
      <w:r w:rsidRPr="004804A5">
        <w:tab/>
      </w:r>
      <w:r w:rsidRPr="004804A5">
        <w:tab/>
      </w:r>
      <w:r w:rsidRPr="004804A5">
        <w:rPr>
          <w:i/>
          <w:iCs/>
        </w:rPr>
        <w:t>Agricultural Labour Input</w:t>
      </w:r>
      <w:r w:rsidRPr="004804A5">
        <w:t>; vstup pracovní síly do zemědělství vyjádřený hodnotou AWU</w:t>
      </w:r>
    </w:p>
    <w:p w:rsidR="004804A5" w:rsidRDefault="004804A5" w:rsidP="004804A5">
      <w:r w:rsidRPr="004804A5">
        <w:t>AWU</w:t>
      </w:r>
      <w:r w:rsidRPr="004804A5">
        <w:tab/>
      </w:r>
      <w:r w:rsidRPr="004804A5">
        <w:rPr>
          <w:i/>
          <w:iCs/>
        </w:rPr>
        <w:tab/>
        <w:t>Annual Work Unit</w:t>
      </w:r>
      <w:r w:rsidRPr="004804A5">
        <w:t>; roční pracovní jednotka vyjadřující 1 800 hodin odpracovaných za rok</w:t>
      </w:r>
    </w:p>
    <w:p w:rsidR="00AB351A" w:rsidRPr="004804A5" w:rsidRDefault="00AB351A" w:rsidP="004804A5">
      <w:r>
        <w:t>CCM</w:t>
      </w:r>
      <w:r>
        <w:tab/>
      </w:r>
      <w:r>
        <w:tab/>
      </w:r>
      <w:r w:rsidRPr="00AB351A">
        <w:rPr>
          <w:i/>
        </w:rPr>
        <w:t>Corn-Cob-Mix</w:t>
      </w:r>
      <w:r>
        <w:t>; silážovaná drť směsi palic kukuřice s vřeteny bez listenů</w:t>
      </w:r>
    </w:p>
    <w:p w:rsidR="004804A5" w:rsidRPr="004804A5" w:rsidRDefault="004804A5" w:rsidP="004804A5">
      <w:pPr>
        <w:rPr>
          <w:bCs/>
          <w:szCs w:val="19"/>
        </w:rPr>
      </w:pPr>
      <w:r w:rsidRPr="004804A5">
        <w:rPr>
          <w:lang w:val="en-GB"/>
        </w:rPr>
        <w:t>CZ-NACE</w:t>
      </w:r>
      <w:r w:rsidRPr="004804A5">
        <w:rPr>
          <w:lang w:val="en-GB"/>
        </w:rPr>
        <w:tab/>
      </w:r>
      <w:r w:rsidRPr="004804A5">
        <w:rPr>
          <w:i/>
          <w:iCs/>
          <w:lang w:val="en-GB"/>
        </w:rPr>
        <w:t>Statistical Classification of Economic Activities</w:t>
      </w:r>
      <w:r w:rsidRPr="004804A5">
        <w:rPr>
          <w:lang w:val="en-GB"/>
        </w:rPr>
        <w:t xml:space="preserve">; </w:t>
      </w:r>
      <w:r w:rsidRPr="004804A5">
        <w:rPr>
          <w:bCs/>
          <w:szCs w:val="19"/>
        </w:rPr>
        <w:t>Klasifikace ekonomických činností</w:t>
      </w:r>
    </w:p>
    <w:p w:rsidR="004804A5" w:rsidRPr="004804A5" w:rsidRDefault="004804A5" w:rsidP="004804A5">
      <w:r w:rsidRPr="004804A5">
        <w:rPr>
          <w:bCs/>
          <w:szCs w:val="19"/>
        </w:rPr>
        <w:t>DJ</w:t>
      </w:r>
      <w:r w:rsidRPr="004804A5">
        <w:rPr>
          <w:bCs/>
          <w:szCs w:val="19"/>
        </w:rPr>
        <w:tab/>
      </w:r>
      <w:r w:rsidRPr="004804A5">
        <w:rPr>
          <w:bCs/>
          <w:szCs w:val="19"/>
        </w:rPr>
        <w:tab/>
        <w:t>dobytčí jednotka</w:t>
      </w:r>
    </w:p>
    <w:p w:rsidR="004804A5" w:rsidRPr="004804A5" w:rsidRDefault="004804A5" w:rsidP="004804A5">
      <w:r w:rsidRPr="004804A5">
        <w:t>EHS</w:t>
      </w:r>
      <w:r w:rsidRPr="004804A5">
        <w:tab/>
      </w:r>
      <w:r w:rsidRPr="004804A5">
        <w:tab/>
        <w:t>Evropské hospodářské společenství</w:t>
      </w:r>
    </w:p>
    <w:p w:rsidR="004804A5" w:rsidRPr="004804A5" w:rsidRDefault="004804A5" w:rsidP="004804A5">
      <w:r w:rsidRPr="004804A5">
        <w:t>ES</w:t>
      </w:r>
      <w:r w:rsidRPr="004804A5">
        <w:tab/>
      </w:r>
      <w:r w:rsidRPr="004804A5">
        <w:tab/>
        <w:t>Evropské společenství</w:t>
      </w:r>
    </w:p>
    <w:p w:rsidR="004804A5" w:rsidRPr="00D459D4" w:rsidRDefault="004804A5" w:rsidP="004804A5">
      <w:r w:rsidRPr="00D459D4">
        <w:t>EU</w:t>
      </w:r>
      <w:r w:rsidRPr="00D459D4">
        <w:tab/>
      </w:r>
      <w:r w:rsidRPr="00D459D4">
        <w:tab/>
        <w:t>Evropská unie</w:t>
      </w:r>
    </w:p>
    <w:p w:rsidR="004804A5" w:rsidRPr="004804A5" w:rsidRDefault="004804A5" w:rsidP="004804A5">
      <w:r w:rsidRPr="004804A5">
        <w:t>EUROSTAT</w:t>
      </w:r>
      <w:r w:rsidRPr="004804A5">
        <w:tab/>
        <w:t xml:space="preserve">Statistický úřad Evropských společenství </w:t>
      </w:r>
    </w:p>
    <w:p w:rsidR="004804A5" w:rsidRPr="004804A5" w:rsidRDefault="004804A5" w:rsidP="004804A5">
      <w:r w:rsidRPr="004804A5">
        <w:rPr>
          <w:szCs w:val="20"/>
        </w:rPr>
        <w:t>CHOP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označení původu</w:t>
      </w:r>
    </w:p>
    <w:p w:rsidR="004804A5" w:rsidRDefault="004804A5" w:rsidP="004804A5">
      <w:pPr>
        <w:rPr>
          <w:szCs w:val="20"/>
        </w:rPr>
      </w:pPr>
      <w:r w:rsidRPr="004804A5">
        <w:rPr>
          <w:szCs w:val="20"/>
        </w:rPr>
        <w:t>CHZO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zeměpisné označení</w:t>
      </w:r>
    </w:p>
    <w:sectPr w:rsidR="004804A5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FDE" w:rsidRDefault="000A5FDE" w:rsidP="00E71A58">
      <w:r>
        <w:separator/>
      </w:r>
    </w:p>
  </w:endnote>
  <w:endnote w:type="continuationSeparator" w:id="0">
    <w:p w:rsidR="000A5FDE" w:rsidRDefault="000A5FD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FDE" w:rsidRDefault="000A5FDE" w:rsidP="00E71A58">
      <w:r>
        <w:separator/>
      </w:r>
    </w:p>
  </w:footnote>
  <w:footnote w:type="continuationSeparator" w:id="0">
    <w:p w:rsidR="000A5FDE" w:rsidRDefault="000A5FD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5FDE"/>
    <w:rsid w:val="000B4EA2"/>
    <w:rsid w:val="000C3408"/>
    <w:rsid w:val="000C38C5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5710"/>
    <w:rsid w:val="00657E87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06A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47F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1420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7913"/>
    <w:rsid w:val="00C33B68"/>
    <w:rsid w:val="00C36A79"/>
    <w:rsid w:val="00C405D4"/>
    <w:rsid w:val="00C4513B"/>
    <w:rsid w:val="00C54697"/>
    <w:rsid w:val="00C61C4D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4910"/>
    <w:rsid w:val="00D25F28"/>
    <w:rsid w:val="00D27973"/>
    <w:rsid w:val="00D50F46"/>
    <w:rsid w:val="00D66223"/>
    <w:rsid w:val="00D715D6"/>
    <w:rsid w:val="00D7196E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2792D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D373577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9A21-BCE8-430A-B10B-3DBC9AB6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588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cermakova138</cp:lastModifiedBy>
  <cp:revision>4</cp:revision>
  <cp:lastPrinted>2014-07-17T14:07:00Z</cp:lastPrinted>
  <dcterms:created xsi:type="dcterms:W3CDTF">2021-08-18T12:43:00Z</dcterms:created>
  <dcterms:modified xsi:type="dcterms:W3CDTF">2021-11-04T13:37:00Z</dcterms:modified>
</cp:coreProperties>
</file>