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061EB5">
        <w:rPr>
          <w:sz w:val="24"/>
        </w:rPr>
        <w:t>lednu 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Pr="003830C9">
        <w:rPr>
          <w:szCs w:val="20"/>
        </w:rPr>
        <w:t xml:space="preserve"> </w:t>
      </w:r>
      <w:r w:rsidR="00061EB5" w:rsidRPr="00061EB5">
        <w:rPr>
          <w:szCs w:val="20"/>
        </w:rPr>
        <w:t>se v lednu snížily o 0,8 %. Vliv na vývoj celkového meziměsíčního indexu měl zejména pokles cen strojů a dopravních prostředků o 0,9 %. Nejvíce klesly ceny chemikálií o 1,5 %, polotovarů</w:t>
      </w:r>
      <w:r w:rsidR="00061EB5" w:rsidRPr="00061EB5">
        <w:rPr>
          <w:szCs w:val="20"/>
          <w:vertAlign w:val="superscript"/>
        </w:rPr>
        <w:footnoteReference w:id="1"/>
      </w:r>
      <w:r w:rsidR="00061EB5" w:rsidRPr="00061EB5">
        <w:rPr>
          <w:szCs w:val="20"/>
        </w:rPr>
        <w:t xml:space="preserve"> o 1,0 % a ceny průmyslového spotřebního zboží o 0,9 %. Zvýšily se pouze ceny minerálních paliv o 0,8 %.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061EB5" w:rsidRPr="00061EB5">
        <w:rPr>
          <w:szCs w:val="20"/>
        </w:rPr>
        <w:t>v lednu klesly o 0,8 %. Největší vliv na snížení celkového meziměsíčního indexu měl pokles cen strojů a dopravních prostředků o 0,8 %. Ceny ostatních surovin</w:t>
      </w:r>
      <w:r w:rsidR="00061EB5" w:rsidRPr="00061EB5">
        <w:rPr>
          <w:szCs w:val="20"/>
          <w:vertAlign w:val="superscript"/>
        </w:rPr>
        <w:footnoteReference w:id="2"/>
      </w:r>
      <w:r w:rsidR="00061EB5" w:rsidRPr="00061EB5">
        <w:rPr>
          <w:szCs w:val="20"/>
        </w:rPr>
        <w:t xml:space="preserve"> se snížily o 2,3 %, polotovarů o 1,6 % a ceny potravin o 1,5 %. Rostly pouze ceny minerálních paliv o 1,9 %.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061EB5" w:rsidRPr="00061EB5">
        <w:rPr>
          <w:szCs w:val="20"/>
        </w:rPr>
        <w:t>dosáhly hodnoty 100,0 %. Pozitivních hodnot směnných relací dosáhly zejména ostatní suroviny (101,7 %), potraviny (101,4 %) a polotovary (100,6 %). Nejnižší negativní hodnoty směnných relací zaznamenala minerální paliva (98,9 %), chemikálie (99,2 %) a stroje a dopravní prostředky (99,9 %).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061EB5" w:rsidRPr="00061EB5">
        <w:rPr>
          <w:szCs w:val="20"/>
        </w:rPr>
        <w:t>se snížily o 2,1 % (v prosinci 2019 o 1,5 %). Zásadní vliv na vývoj celkového meziročního indexu mělo snížení cen polotovarů o 4,3 %. Nejvíce klesly ceny ostatních surovin o 12,4 % (zejména papíru a dřeva), minerálních paliv o 6,7 % a ceny chemikálií o</w:t>
      </w:r>
      <w:r w:rsidR="006601C1">
        <w:rPr>
          <w:szCs w:val="20"/>
        </w:rPr>
        <w:t> </w:t>
      </w:r>
      <w:r w:rsidR="00061EB5" w:rsidRPr="00061EB5">
        <w:rPr>
          <w:szCs w:val="20"/>
        </w:rPr>
        <w:t>3,8 %. Naopak ceny nápojů a tabáku se zvýšily o 1,7 %.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061EB5" w:rsidRPr="00061EB5">
        <w:rPr>
          <w:szCs w:val="20"/>
        </w:rPr>
        <w:t>se snížily o 1,5 % (v prosinci 2019 o 1,2 %). Největší vliv na pokles celkového meziročního indexu mělo snížení cen polotovarů o 4,3 %. Ceny chemikálií klesly o 6,1 % a</w:t>
      </w:r>
      <w:r w:rsidR="006601C1">
        <w:rPr>
          <w:szCs w:val="20"/>
        </w:rPr>
        <w:t> </w:t>
      </w:r>
      <w:r w:rsidR="00061EB5" w:rsidRPr="00061EB5">
        <w:rPr>
          <w:szCs w:val="20"/>
        </w:rPr>
        <w:t>ceny minerálních paliv o 1,4 %. Nejvíce rostly ceny potravin o 7,0 %.</w:t>
      </w:r>
      <w:r w:rsidRPr="003830C9">
        <w:rPr>
          <w:szCs w:val="20"/>
        </w:rPr>
        <w:t xml:space="preserve"> 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061EB5" w:rsidRPr="00061EB5">
        <w:rPr>
          <w:szCs w:val="20"/>
        </w:rPr>
        <w:t>se snížily na hodnotu 99,4 % (v prosinci 2019 hodnota 99,7 %) a druhý měsíc zůstaly v negativních hodnotách. Nejnižší hodnoty směnných relací zaznamenaly ostatní suroviny (90,9 %), potraviny (92,9 %) a minerální paliva (94,6 %). Z významnějších skupin dosáhly pozitivních hodnot směnných relací chemikálie (102,4 %) a průmyslové spotřební zboží (101,3 %).</w:t>
      </w:r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12" w:rsidRDefault="001F3C12" w:rsidP="00E71A58">
      <w:r>
        <w:separator/>
      </w:r>
    </w:p>
  </w:endnote>
  <w:endnote w:type="continuationSeparator" w:id="0">
    <w:p w:rsidR="001F3C12" w:rsidRDefault="001F3C1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12" w:rsidRDefault="001F3C12" w:rsidP="00E71A58">
      <w:r>
        <w:separator/>
      </w:r>
    </w:p>
  </w:footnote>
  <w:footnote w:type="continuationSeparator" w:id="0">
    <w:p w:rsidR="001F3C12" w:rsidRDefault="001F3C12" w:rsidP="00E71A58">
      <w:r>
        <w:continuationSeparator/>
      </w:r>
    </w:p>
  </w:footnote>
  <w:footnote w:id="1">
    <w:p w:rsidR="00061EB5" w:rsidRDefault="00061EB5" w:rsidP="00061EB5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  <w:footnote w:id="2">
    <w:p w:rsidR="00061EB5" w:rsidRDefault="00061EB5" w:rsidP="00061EB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07F9"/>
    <w:rsid w:val="008B6797"/>
    <w:rsid w:val="008B7C02"/>
    <w:rsid w:val="008C0E88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0AB5"/>
    <w:rsid w:val="00E01C0E"/>
    <w:rsid w:val="00E04694"/>
    <w:rsid w:val="00E3191C"/>
    <w:rsid w:val="00E3658B"/>
    <w:rsid w:val="00E42782"/>
    <w:rsid w:val="00E46A06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4840"/>
    <w:rsid w:val="00F37DB6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E633-ECE7-411A-ACC1-C251F772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168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30</cp:revision>
  <cp:lastPrinted>2016-02-17T08:10:00Z</cp:lastPrinted>
  <dcterms:created xsi:type="dcterms:W3CDTF">2019-09-09T09:35:00Z</dcterms:created>
  <dcterms:modified xsi:type="dcterms:W3CDTF">2020-03-17T16:53:00Z</dcterms:modified>
</cp:coreProperties>
</file>