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E55D8" w14:textId="77777777" w:rsidR="00A75E40" w:rsidRPr="000A3A2C" w:rsidRDefault="00374AD3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22F65DFE" wp14:editId="608097F3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4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5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58407305" id="Skupina 1" o:spid="_x0000_s1026" style="position:absolute;margin-left:45.1pt;margin-top:36.85pt;width:177.45pt;height:43.65pt;z-index:251659264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y/CTAAAP0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NqsPL8JMAAA/R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Pt6wwAAANoAAAAPAAAAZHJzL2Rvd25yZXYueG1sRI9Ba8JA&#10;FITvBf/D8gq91U2FSk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VVz7e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40523017" wp14:editId="2C0BA63E">
                <wp:simplePos x="0" y="0"/>
                <wp:positionH relativeFrom="page">
                  <wp:posOffset>1705610</wp:posOffset>
                </wp:positionH>
                <wp:positionV relativeFrom="page">
                  <wp:posOffset>8048625</wp:posOffset>
                </wp:positionV>
                <wp:extent cx="5271770" cy="1312545"/>
                <wp:effectExtent l="635" t="0" r="4445" b="190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1770" cy="1312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F68E3" w14:textId="77777777" w:rsidR="009E2886" w:rsidRDefault="00665BA4" w:rsidP="005B121D">
                            <w:pPr>
                              <w:rPr>
                                <w:i/>
                              </w:rPr>
                            </w:pPr>
                            <w:r>
                              <w:t>Z</w:t>
                            </w:r>
                            <w:r w:rsidRPr="005B121D">
                              <w:t xml:space="preserve">pracoval / </w:t>
                            </w:r>
                            <w:r w:rsidRPr="009D3ACD">
                              <w:rPr>
                                <w:i/>
                              </w:rPr>
                              <w:t>Prepared by</w:t>
                            </w:r>
                            <w:r w:rsidRPr="005B121D">
                              <w:t xml:space="preserve">: </w:t>
                            </w:r>
                            <w:r w:rsidR="002C1A65">
                              <w:t xml:space="preserve">               </w:t>
                            </w:r>
                            <w:r w:rsidR="00CA6B30" w:rsidRPr="00CA6B30">
                              <w:t>Odbor statistiky zemědělství a lesnictví, průmyslu,</w:t>
                            </w:r>
                            <w:r w:rsidR="00CA6B30">
                              <w:t xml:space="preserve"> </w:t>
                            </w:r>
                            <w:r w:rsidR="00CA6B30" w:rsidRPr="00CA6B30">
                              <w:t>stavebnictví a energetiky</w:t>
                            </w:r>
                            <w:r w:rsidR="00CA6B30" w:rsidRPr="005B121D">
                              <w:t xml:space="preserve"> /</w:t>
                            </w:r>
                            <w:r w:rsidR="00CA6B30">
                              <w:t xml:space="preserve"> </w:t>
                            </w:r>
                            <w:r w:rsidR="00CA6B30" w:rsidRPr="00CA6B30">
                              <w:rPr>
                                <w:i/>
                              </w:rPr>
                              <w:t>Agricultural and Forestry, Industrial, Construction, and Energy Statistics Department</w:t>
                            </w:r>
                          </w:p>
                          <w:p w14:paraId="6277B942" w14:textId="77777777" w:rsidR="00CF7B18" w:rsidRDefault="00665BA4" w:rsidP="005B121D">
                            <w:r w:rsidRPr="005B121D">
                              <w:t xml:space="preserve">Ředitel odboru / </w:t>
                            </w:r>
                            <w:r w:rsidRPr="009D3ACD">
                              <w:rPr>
                                <w:i/>
                              </w:rPr>
                              <w:t>Director</w:t>
                            </w:r>
                            <w:r w:rsidRPr="005B121D">
                              <w:t xml:space="preserve">: </w:t>
                            </w:r>
                            <w:r w:rsidR="002C1A65">
                              <w:t xml:space="preserve">               </w:t>
                            </w:r>
                            <w:r w:rsidR="002838E8">
                              <w:t>Ing</w:t>
                            </w:r>
                            <w:r w:rsidR="009B0D44">
                              <w:t>.</w:t>
                            </w:r>
                            <w:r w:rsidR="002838E8">
                              <w:t xml:space="preserve"> Radek Matějka</w:t>
                            </w:r>
                          </w:p>
                          <w:p w14:paraId="260B0F4A" w14:textId="2FA4947C" w:rsidR="001706D6" w:rsidRPr="005B121D" w:rsidRDefault="00CF7B18" w:rsidP="005B121D">
                            <w:r>
                              <w:t>K</w:t>
                            </w:r>
                            <w:r w:rsidR="00665BA4" w:rsidRPr="005B121D">
                              <w:t xml:space="preserve">ontaktní osoba / </w:t>
                            </w:r>
                            <w:r w:rsidR="00665BA4" w:rsidRPr="009D3ACD">
                              <w:rPr>
                                <w:i/>
                              </w:rPr>
                              <w:t>Contact person</w:t>
                            </w:r>
                            <w:r w:rsidR="00665BA4" w:rsidRPr="005B121D">
                              <w:t xml:space="preserve">: </w:t>
                            </w:r>
                            <w:r w:rsidR="009B0D44">
                              <w:t xml:space="preserve">Ing. </w:t>
                            </w:r>
                            <w:r w:rsidR="00EF5254">
                              <w:t>Karel Novotný</w:t>
                            </w:r>
                            <w:r w:rsidR="00665BA4" w:rsidRPr="005B121D">
                              <w:t xml:space="preserve">, e-mail: </w:t>
                            </w:r>
                            <w:r w:rsidR="00EF5254">
                              <w:t>karel.novotny</w:t>
                            </w:r>
                            <w:r w:rsidR="00665BA4" w:rsidRPr="005B121D">
                              <w:t>@</w:t>
                            </w:r>
                            <w:r w:rsidR="00397651">
                              <w:t>csu.gov</w:t>
                            </w:r>
                            <w:r w:rsidR="00665BA4" w:rsidRPr="005B121D">
                              <w:t>.cz</w:t>
                            </w:r>
                          </w:p>
                          <w:p w14:paraId="11565C75" w14:textId="77777777" w:rsidR="00F15AAA" w:rsidRDefault="00F15AAA"/>
                          <w:p w14:paraId="3925AE6D" w14:textId="77777777"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14:paraId="75A14EBB" w14:textId="77777777"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14:paraId="4856528B" w14:textId="77777777"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2301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34.3pt;margin-top:633.75pt;width:415.1pt;height:103.3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" filled="f" stroked="f">
                <v:textbox inset="0,0,0,0">
                  <w:txbxContent>
                    <w:p w14:paraId="554F68E3" w14:textId="77777777" w:rsidR="009E2886" w:rsidRDefault="00665BA4" w:rsidP="005B121D">
                      <w:pPr>
                        <w:rPr>
                          <w:i/>
                        </w:rPr>
                      </w:pPr>
                      <w:r>
                        <w:t>Z</w:t>
                      </w:r>
                      <w:r w:rsidRPr="005B121D">
                        <w:t xml:space="preserve">pracoval / </w:t>
                      </w:r>
                      <w:proofErr w:type="spellStart"/>
                      <w:r w:rsidRPr="009D3ACD">
                        <w:rPr>
                          <w:i/>
                        </w:rPr>
                        <w:t>Prepared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by</w:t>
                      </w:r>
                      <w:r w:rsidRPr="005B121D">
                        <w:t xml:space="preserve">: </w:t>
                      </w:r>
                      <w:r w:rsidR="002C1A65">
                        <w:t xml:space="preserve">               </w:t>
                      </w:r>
                      <w:r w:rsidR="00CA6B30" w:rsidRPr="00CA6B30">
                        <w:t>Odbor statistiky zemědělství a lesnictví, průmyslu,</w:t>
                      </w:r>
                      <w:r w:rsidR="00CA6B30">
                        <w:t xml:space="preserve"> </w:t>
                      </w:r>
                      <w:r w:rsidR="00CA6B30" w:rsidRPr="00CA6B30">
                        <w:t>stavebnictví a energetiky</w:t>
                      </w:r>
                      <w:r w:rsidR="00CA6B30" w:rsidRPr="005B121D">
                        <w:t xml:space="preserve"> /</w:t>
                      </w:r>
                      <w:r w:rsidR="00CA6B30">
                        <w:t xml:space="preserve"> </w:t>
                      </w:r>
                      <w:proofErr w:type="spellStart"/>
                      <w:r w:rsidR="00CA6B30" w:rsidRPr="00CA6B30">
                        <w:rPr>
                          <w:i/>
                        </w:rPr>
                        <w:t>Agricultural</w:t>
                      </w:r>
                      <w:proofErr w:type="spellEnd"/>
                      <w:r w:rsidR="00CA6B30" w:rsidRPr="00CA6B30">
                        <w:rPr>
                          <w:i/>
                        </w:rPr>
                        <w:t xml:space="preserve"> and </w:t>
                      </w:r>
                      <w:proofErr w:type="spellStart"/>
                      <w:r w:rsidR="00CA6B30" w:rsidRPr="00CA6B30">
                        <w:rPr>
                          <w:i/>
                        </w:rPr>
                        <w:t>Forestry</w:t>
                      </w:r>
                      <w:proofErr w:type="spellEnd"/>
                      <w:r w:rsidR="00CA6B30" w:rsidRPr="00CA6B30">
                        <w:rPr>
                          <w:i/>
                        </w:rPr>
                        <w:t xml:space="preserve">, </w:t>
                      </w:r>
                      <w:proofErr w:type="spellStart"/>
                      <w:r w:rsidR="00CA6B30" w:rsidRPr="00CA6B30">
                        <w:rPr>
                          <w:i/>
                        </w:rPr>
                        <w:t>Industrial</w:t>
                      </w:r>
                      <w:proofErr w:type="spellEnd"/>
                      <w:r w:rsidR="00CA6B30" w:rsidRPr="00CA6B30">
                        <w:rPr>
                          <w:i/>
                        </w:rPr>
                        <w:t xml:space="preserve">, </w:t>
                      </w:r>
                      <w:proofErr w:type="spellStart"/>
                      <w:r w:rsidR="00CA6B30" w:rsidRPr="00CA6B30">
                        <w:rPr>
                          <w:i/>
                        </w:rPr>
                        <w:t>Construction</w:t>
                      </w:r>
                      <w:proofErr w:type="spellEnd"/>
                      <w:r w:rsidR="00CA6B30" w:rsidRPr="00CA6B30">
                        <w:rPr>
                          <w:i/>
                        </w:rPr>
                        <w:t xml:space="preserve">, and </w:t>
                      </w:r>
                      <w:proofErr w:type="spellStart"/>
                      <w:r w:rsidR="00CA6B30" w:rsidRPr="00CA6B30">
                        <w:rPr>
                          <w:i/>
                        </w:rPr>
                        <w:t>Energy</w:t>
                      </w:r>
                      <w:proofErr w:type="spellEnd"/>
                      <w:r w:rsidR="00CA6B30" w:rsidRPr="00CA6B30">
                        <w:rPr>
                          <w:i/>
                        </w:rPr>
                        <w:t xml:space="preserve"> </w:t>
                      </w:r>
                      <w:proofErr w:type="spellStart"/>
                      <w:r w:rsidR="00CA6B30" w:rsidRPr="00CA6B30">
                        <w:rPr>
                          <w:i/>
                        </w:rPr>
                        <w:t>Statistics</w:t>
                      </w:r>
                      <w:proofErr w:type="spellEnd"/>
                      <w:r w:rsidR="00CA6B30" w:rsidRPr="00CA6B30">
                        <w:rPr>
                          <w:i/>
                        </w:rPr>
                        <w:t xml:space="preserve"> Department</w:t>
                      </w:r>
                    </w:p>
                    <w:p w14:paraId="6277B942" w14:textId="77777777" w:rsidR="00CF7B18" w:rsidRDefault="00665BA4" w:rsidP="005B121D">
                      <w:r w:rsidRPr="005B121D">
                        <w:t xml:space="preserve">Ředitel odboru / </w:t>
                      </w:r>
                      <w:proofErr w:type="spellStart"/>
                      <w:r w:rsidRPr="009D3ACD">
                        <w:rPr>
                          <w:i/>
                        </w:rPr>
                        <w:t>Director</w:t>
                      </w:r>
                      <w:proofErr w:type="spellEnd"/>
                      <w:r w:rsidRPr="005B121D">
                        <w:t xml:space="preserve">: </w:t>
                      </w:r>
                      <w:r w:rsidR="002C1A65">
                        <w:t xml:space="preserve">               </w:t>
                      </w:r>
                      <w:r w:rsidR="002838E8">
                        <w:t>Ing</w:t>
                      </w:r>
                      <w:r w:rsidR="009B0D44">
                        <w:t>.</w:t>
                      </w:r>
                      <w:r w:rsidR="002838E8">
                        <w:t xml:space="preserve"> Radek Matějka</w:t>
                      </w:r>
                    </w:p>
                    <w:p w14:paraId="260B0F4A" w14:textId="2FA4947C" w:rsidR="001706D6" w:rsidRPr="005B121D" w:rsidRDefault="00CF7B18" w:rsidP="005B121D">
                      <w:r>
                        <w:t>K</w:t>
                      </w:r>
                      <w:r w:rsidR="00665BA4" w:rsidRPr="005B121D">
                        <w:t xml:space="preserve">ontaktní osoba / </w:t>
                      </w:r>
                      <w:proofErr w:type="spellStart"/>
                      <w:r w:rsidR="00665BA4" w:rsidRPr="009D3ACD">
                        <w:rPr>
                          <w:i/>
                        </w:rPr>
                        <w:t>Contact</w:t>
                      </w:r>
                      <w:proofErr w:type="spellEnd"/>
                      <w:r w:rsidR="00665BA4" w:rsidRPr="009D3ACD">
                        <w:rPr>
                          <w:i/>
                        </w:rPr>
                        <w:t xml:space="preserve"> person</w:t>
                      </w:r>
                      <w:r w:rsidR="00665BA4" w:rsidRPr="005B121D">
                        <w:t xml:space="preserve">: </w:t>
                      </w:r>
                      <w:r w:rsidR="009B0D44">
                        <w:t xml:space="preserve">Ing. </w:t>
                      </w:r>
                      <w:r w:rsidR="00EF5254">
                        <w:t>Karel Novotný</w:t>
                      </w:r>
                      <w:r w:rsidR="00665BA4" w:rsidRPr="005B121D">
                        <w:t xml:space="preserve">, e-mail: </w:t>
                      </w:r>
                      <w:r w:rsidR="00EF5254">
                        <w:t>karel.novotny</w:t>
                      </w:r>
                      <w:r w:rsidR="00665BA4" w:rsidRPr="005B121D">
                        <w:t>@</w:t>
                      </w:r>
                      <w:r w:rsidR="00397651">
                        <w:t>csu.gov</w:t>
                      </w:r>
                      <w:r w:rsidR="00665BA4" w:rsidRPr="005B121D">
                        <w:t>.cz</w:t>
                      </w:r>
                    </w:p>
                    <w:p w14:paraId="11565C75" w14:textId="77777777" w:rsidR="00F15AAA" w:rsidRDefault="00F15AAA"/>
                    <w:p w14:paraId="3925AE6D" w14:textId="77777777"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14:paraId="75A14EBB" w14:textId="77777777"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14:paraId="4856528B" w14:textId="77777777"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55F561BA" wp14:editId="41B3082B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012190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3A939" w14:textId="77777777" w:rsidR="00665BA4" w:rsidRPr="009A60D1" w:rsidRDefault="00790758" w:rsidP="009A60D1">
                            <w:pPr>
                              <w:pStyle w:val="TLIdentifikace-sted"/>
                            </w:pPr>
                            <w:r>
                              <w:t>Průmysl, energetika</w:t>
                            </w:r>
                            <w:r w:rsidR="00665BA4" w:rsidRPr="009A60D1">
                              <w:t xml:space="preserve"> / </w:t>
                            </w:r>
                            <w:r>
                              <w:t>Industry, energy</w:t>
                            </w:r>
                          </w:p>
                          <w:p w14:paraId="14CFB039" w14:textId="2CFF08CC" w:rsidR="002607F9" w:rsidRPr="009A60D1" w:rsidRDefault="00790758" w:rsidP="009A60D1">
                            <w:pPr>
                              <w:pStyle w:val="TLIdentifikace-sted"/>
                            </w:pPr>
                            <w:r>
                              <w:t xml:space="preserve">Praha, </w:t>
                            </w:r>
                            <w:r w:rsidR="00AB4A0D">
                              <w:t>28</w:t>
                            </w:r>
                            <w:r>
                              <w:t xml:space="preserve">. </w:t>
                            </w:r>
                            <w:r w:rsidR="00374AD3">
                              <w:t>6</w:t>
                            </w:r>
                            <w:r>
                              <w:t>. 20</w:t>
                            </w:r>
                            <w:r w:rsidR="0009428E">
                              <w:t>2</w:t>
                            </w:r>
                            <w:r w:rsidR="00C109F0">
                              <w:t>5</w:t>
                            </w:r>
                            <w:r w:rsidR="00665BA4" w:rsidRPr="009A60D1">
                              <w:t xml:space="preserve"> / </w:t>
                            </w:r>
                            <w:r>
                              <w:t xml:space="preserve">Prague, </w:t>
                            </w:r>
                            <w:r w:rsidR="00AB4A0D">
                              <w:t>28</w:t>
                            </w:r>
                            <w:r>
                              <w:t xml:space="preserve">. </w:t>
                            </w:r>
                            <w:r w:rsidR="00374AD3">
                              <w:t>6</w:t>
                            </w:r>
                            <w:r>
                              <w:t>. 20</w:t>
                            </w:r>
                            <w:r w:rsidR="0009428E">
                              <w:t>2</w:t>
                            </w:r>
                            <w:r w:rsidR="00C109F0">
                              <w:t>5</w:t>
                            </w:r>
                          </w:p>
                          <w:p w14:paraId="7EA83D3D" w14:textId="6952F767" w:rsidR="00665BA4" w:rsidRPr="009A60D1" w:rsidRDefault="00665BA4" w:rsidP="009A60D1">
                            <w:pPr>
                              <w:pStyle w:val="TLIdentifikace-sted"/>
                            </w:pPr>
                            <w:r w:rsidRPr="009A60D1">
                              <w:t>Kód publikace</w:t>
                            </w:r>
                            <w:r w:rsidR="009E2886">
                              <w:t>: 150141-</w:t>
                            </w:r>
                            <w:r w:rsidR="0009428E">
                              <w:t>2</w:t>
                            </w:r>
                            <w:r w:rsidR="00C109F0">
                              <w:t>5</w:t>
                            </w:r>
                            <w:r w:rsidRPr="009A60D1">
                              <w:t xml:space="preserve"> / </w:t>
                            </w:r>
                            <w:r w:rsidRPr="007D40DF">
                              <w:rPr>
                                <w:i/>
                              </w:rPr>
                              <w:t>Publication Code:</w:t>
                            </w:r>
                            <w:r w:rsidR="009E2886">
                              <w:rPr>
                                <w:i/>
                              </w:rPr>
                              <w:t>150141-</w:t>
                            </w:r>
                            <w:r w:rsidR="00374AD3">
                              <w:rPr>
                                <w:i/>
                              </w:rPr>
                              <w:t>2</w:t>
                            </w:r>
                            <w:r w:rsidR="00C109F0">
                              <w:rPr>
                                <w:i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561B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margin-left:134.65pt;margin-top:368.55pt;width:403.9pt;height:79.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" filled="f" stroked="f">
                <v:textbox style="mso-fit-shape-to-text:t" inset="0,0,0,0">
                  <w:txbxContent>
                    <w:p w14:paraId="2D93A939" w14:textId="77777777" w:rsidR="00665BA4" w:rsidRPr="009A60D1" w:rsidRDefault="00790758" w:rsidP="009A60D1">
                      <w:pPr>
                        <w:pStyle w:val="TLIdentifikace-sted"/>
                      </w:pPr>
                      <w:r>
                        <w:t>Průmysl, energetika</w:t>
                      </w:r>
                      <w:r w:rsidR="00665BA4" w:rsidRPr="009A60D1">
                        <w:t xml:space="preserve"> / </w:t>
                      </w:r>
                      <w:proofErr w:type="spellStart"/>
                      <w:r>
                        <w:t>Industry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energy</w:t>
                      </w:r>
                      <w:proofErr w:type="spellEnd"/>
                    </w:p>
                    <w:p w14:paraId="14CFB039" w14:textId="2CFF08CC" w:rsidR="002607F9" w:rsidRPr="009A60D1" w:rsidRDefault="00790758" w:rsidP="009A60D1">
                      <w:pPr>
                        <w:pStyle w:val="TLIdentifikace-sted"/>
                      </w:pPr>
                      <w:r>
                        <w:t xml:space="preserve">Praha, </w:t>
                      </w:r>
                      <w:r w:rsidR="00AB4A0D">
                        <w:t>28</w:t>
                      </w:r>
                      <w:r>
                        <w:t xml:space="preserve">. </w:t>
                      </w:r>
                      <w:r w:rsidR="00374AD3">
                        <w:t>6</w:t>
                      </w:r>
                      <w:r>
                        <w:t>. 20</w:t>
                      </w:r>
                      <w:r w:rsidR="0009428E">
                        <w:t>2</w:t>
                      </w:r>
                      <w:r w:rsidR="00C109F0">
                        <w:t>5</w:t>
                      </w:r>
                      <w:r w:rsidR="00665BA4" w:rsidRPr="009A60D1">
                        <w:t xml:space="preserve"> / </w:t>
                      </w:r>
                      <w:r>
                        <w:t xml:space="preserve">Prague, </w:t>
                      </w:r>
                      <w:r w:rsidR="00AB4A0D">
                        <w:t>28</w:t>
                      </w:r>
                      <w:r>
                        <w:t xml:space="preserve">. </w:t>
                      </w:r>
                      <w:r w:rsidR="00374AD3">
                        <w:t>6</w:t>
                      </w:r>
                      <w:r>
                        <w:t>. 20</w:t>
                      </w:r>
                      <w:r w:rsidR="0009428E">
                        <w:t>2</w:t>
                      </w:r>
                      <w:r w:rsidR="00C109F0">
                        <w:t>5</w:t>
                      </w:r>
                    </w:p>
                    <w:p w14:paraId="7EA83D3D" w14:textId="6952F767" w:rsidR="00665BA4" w:rsidRPr="009A60D1" w:rsidRDefault="00665BA4" w:rsidP="009A60D1">
                      <w:pPr>
                        <w:pStyle w:val="TLIdentifikace-sted"/>
                      </w:pPr>
                      <w:r w:rsidRPr="009A60D1">
                        <w:t>Kód publikace</w:t>
                      </w:r>
                      <w:r w:rsidR="009E2886">
                        <w:t>: 150141-</w:t>
                      </w:r>
                      <w:r w:rsidR="0009428E">
                        <w:t>2</w:t>
                      </w:r>
                      <w:r w:rsidR="00C109F0">
                        <w:t>5</w:t>
                      </w:r>
                      <w:r w:rsidRPr="009A60D1">
                        <w:t xml:space="preserve"> / </w:t>
                      </w:r>
                      <w:proofErr w:type="spellStart"/>
                      <w:r w:rsidRPr="007D40DF">
                        <w:rPr>
                          <w:i/>
                        </w:rPr>
                        <w:t>Publication</w:t>
                      </w:r>
                      <w:proofErr w:type="spellEnd"/>
                      <w:r w:rsidRPr="007D40DF">
                        <w:rPr>
                          <w:i/>
                        </w:rPr>
                        <w:t xml:space="preserve"> Code:</w:t>
                      </w:r>
                      <w:r w:rsidR="009E2886">
                        <w:rPr>
                          <w:i/>
                        </w:rPr>
                        <w:t>150141-</w:t>
                      </w:r>
                      <w:r w:rsidR="00374AD3">
                        <w:rPr>
                          <w:i/>
                        </w:rPr>
                        <w:t>2</w:t>
                      </w:r>
                      <w:r w:rsidR="00C109F0">
                        <w:rPr>
                          <w:i/>
                        </w:rPr>
                        <w:t>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0C4D2D2B" wp14:editId="07CA9268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418080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418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3A6DF" w14:textId="77777777" w:rsidR="00665BA4" w:rsidRPr="004A6607" w:rsidRDefault="00B016B9" w:rsidP="000E6FBD">
                            <w:pPr>
                              <w:pStyle w:val="Nzev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4A6607">
                              <w:rPr>
                                <w:sz w:val="44"/>
                                <w:szCs w:val="44"/>
                              </w:rPr>
                              <w:t>E</w:t>
                            </w:r>
                            <w:r w:rsidR="00790758" w:rsidRPr="004A6607">
                              <w:rPr>
                                <w:sz w:val="44"/>
                                <w:szCs w:val="44"/>
                              </w:rPr>
                              <w:t>KONOMICKÉ VÝSLEDKY</w:t>
                            </w:r>
                            <w:r w:rsidR="0047735C" w:rsidRPr="004A6607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578D3" w:rsidRPr="004A6607">
                              <w:rPr>
                                <w:sz w:val="44"/>
                                <w:szCs w:val="44"/>
                              </w:rPr>
                              <w:br/>
                            </w:r>
                            <w:r w:rsidR="00790758" w:rsidRPr="004A6607">
                              <w:rPr>
                                <w:sz w:val="44"/>
                                <w:szCs w:val="44"/>
                              </w:rPr>
                              <w:t>PRŮMYSLU ČR</w:t>
                            </w:r>
                            <w:r w:rsidR="00665BA4" w:rsidRPr="004A6607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578D3" w:rsidRPr="004A6607">
                              <w:rPr>
                                <w:sz w:val="44"/>
                                <w:szCs w:val="44"/>
                              </w:rPr>
                              <w:br/>
                            </w:r>
                            <w:r w:rsidR="00790758" w:rsidRPr="004A6607">
                              <w:rPr>
                                <w:i/>
                                <w:sz w:val="44"/>
                                <w:szCs w:val="44"/>
                              </w:rPr>
                              <w:t>EKONOMIC RESULTS OF THE</w:t>
                            </w:r>
                          </w:p>
                          <w:p w14:paraId="0F35B326" w14:textId="77777777" w:rsidR="00665BA4" w:rsidRPr="004A6607" w:rsidRDefault="00790758" w:rsidP="000E6FBD">
                            <w:pPr>
                              <w:pStyle w:val="Nzev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4A6607">
                              <w:rPr>
                                <w:i/>
                                <w:sz w:val="44"/>
                                <w:szCs w:val="44"/>
                              </w:rPr>
                              <w:t>INDUSTRY OF THE ČR</w:t>
                            </w:r>
                          </w:p>
                          <w:p w14:paraId="1A266F21" w14:textId="77777777" w:rsidR="00665BA4" w:rsidRPr="00B016B9" w:rsidRDefault="00665BA4" w:rsidP="0012192F">
                            <w:pPr>
                              <w:pStyle w:val="Podnadpis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14:paraId="4F8212EA" w14:textId="128C9D28" w:rsidR="00665BA4" w:rsidRPr="0012192F" w:rsidRDefault="00790758" w:rsidP="0012192F">
                            <w:pPr>
                              <w:pStyle w:val="Podnadpis"/>
                            </w:pPr>
                            <w:r>
                              <w:t>v letech 20</w:t>
                            </w:r>
                            <w:r w:rsidR="003B7CCA">
                              <w:t>1</w:t>
                            </w:r>
                            <w:r w:rsidR="00AF19B0">
                              <w:t>2</w:t>
                            </w:r>
                            <w:r>
                              <w:t xml:space="preserve"> až 20</w:t>
                            </w:r>
                            <w:r w:rsidR="0009428E">
                              <w:t>2</w:t>
                            </w:r>
                            <w:r w:rsidR="00C109F0">
                              <w:t>3</w:t>
                            </w:r>
                            <w:r w:rsidR="00665BA4" w:rsidRPr="0012192F">
                              <w:t xml:space="preserve"> / </w:t>
                            </w:r>
                            <w:r w:rsidRPr="00114932">
                              <w:rPr>
                                <w:i/>
                              </w:rPr>
                              <w:t>In 20</w:t>
                            </w:r>
                            <w:r w:rsidR="003B7CCA" w:rsidRPr="00114932">
                              <w:rPr>
                                <w:i/>
                              </w:rPr>
                              <w:t>1</w:t>
                            </w:r>
                            <w:r w:rsidR="00AF19B0">
                              <w:rPr>
                                <w:i/>
                              </w:rPr>
                              <w:t>2</w:t>
                            </w:r>
                            <w:bookmarkStart w:id="0" w:name="_GoBack"/>
                            <w:bookmarkEnd w:id="0"/>
                            <w:r w:rsidRPr="00114932">
                              <w:rPr>
                                <w:i/>
                              </w:rPr>
                              <w:t xml:space="preserve"> to 20</w:t>
                            </w:r>
                            <w:r w:rsidR="0009428E">
                              <w:rPr>
                                <w:i/>
                              </w:rPr>
                              <w:t>2</w:t>
                            </w:r>
                            <w:r w:rsidR="00C109F0">
                              <w:rPr>
                                <w:i/>
                              </w:rPr>
                              <w:t>3</w:t>
                            </w:r>
                          </w:p>
                          <w:p w14:paraId="4C1C7140" w14:textId="77777777"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4D2D2B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4.65pt;margin-top:116.25pt;width:403.9pt;height:190.4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" filled="f" stroked="f">
                <v:textbox style="mso-fit-shape-to-text:t" inset="0,0,0,0">
                  <w:txbxContent>
                    <w:p w14:paraId="6753A6DF" w14:textId="77777777" w:rsidR="00665BA4" w:rsidRPr="004A6607" w:rsidRDefault="00B016B9" w:rsidP="000E6FBD">
                      <w:pPr>
                        <w:pStyle w:val="Nzev"/>
                        <w:rPr>
                          <w:i/>
                          <w:sz w:val="44"/>
                          <w:szCs w:val="44"/>
                        </w:rPr>
                      </w:pPr>
                      <w:r w:rsidRPr="004A6607">
                        <w:rPr>
                          <w:sz w:val="44"/>
                          <w:szCs w:val="44"/>
                        </w:rPr>
                        <w:t>E</w:t>
                      </w:r>
                      <w:r w:rsidR="00790758" w:rsidRPr="004A6607">
                        <w:rPr>
                          <w:sz w:val="44"/>
                          <w:szCs w:val="44"/>
                        </w:rPr>
                        <w:t>KONOMICKÉ VÝSLEDKY</w:t>
                      </w:r>
                      <w:r w:rsidR="0047735C" w:rsidRPr="004A6607">
                        <w:rPr>
                          <w:sz w:val="44"/>
                          <w:szCs w:val="44"/>
                        </w:rPr>
                        <w:t xml:space="preserve"> </w:t>
                      </w:r>
                      <w:r w:rsidR="007578D3" w:rsidRPr="004A6607">
                        <w:rPr>
                          <w:sz w:val="44"/>
                          <w:szCs w:val="44"/>
                        </w:rPr>
                        <w:br/>
                      </w:r>
                      <w:r w:rsidR="00790758" w:rsidRPr="004A6607">
                        <w:rPr>
                          <w:sz w:val="44"/>
                          <w:szCs w:val="44"/>
                        </w:rPr>
                        <w:t>PRŮMYSLU ČR</w:t>
                      </w:r>
                      <w:r w:rsidR="00665BA4" w:rsidRPr="004A6607">
                        <w:rPr>
                          <w:sz w:val="44"/>
                          <w:szCs w:val="44"/>
                        </w:rPr>
                        <w:t xml:space="preserve"> </w:t>
                      </w:r>
                      <w:r w:rsidR="007578D3" w:rsidRPr="004A6607">
                        <w:rPr>
                          <w:sz w:val="44"/>
                          <w:szCs w:val="44"/>
                        </w:rPr>
                        <w:br/>
                      </w:r>
                      <w:r w:rsidR="00790758" w:rsidRPr="004A6607">
                        <w:rPr>
                          <w:i/>
                          <w:sz w:val="44"/>
                          <w:szCs w:val="44"/>
                        </w:rPr>
                        <w:t>EKONOMIC RESULTS OF THE</w:t>
                      </w:r>
                    </w:p>
                    <w:p w14:paraId="0F35B326" w14:textId="77777777" w:rsidR="00665BA4" w:rsidRPr="004A6607" w:rsidRDefault="00790758" w:rsidP="000E6FBD">
                      <w:pPr>
                        <w:pStyle w:val="Nzev"/>
                        <w:rPr>
                          <w:i/>
                          <w:sz w:val="44"/>
                          <w:szCs w:val="44"/>
                        </w:rPr>
                      </w:pPr>
                      <w:r w:rsidRPr="004A6607">
                        <w:rPr>
                          <w:i/>
                          <w:sz w:val="44"/>
                          <w:szCs w:val="44"/>
                        </w:rPr>
                        <w:t>INDUSTRY OF THE ČR</w:t>
                      </w:r>
                    </w:p>
                    <w:p w14:paraId="1A266F21" w14:textId="77777777" w:rsidR="00665BA4" w:rsidRPr="00B016B9" w:rsidRDefault="00665BA4" w:rsidP="0012192F">
                      <w:pPr>
                        <w:pStyle w:val="Podnadpis"/>
                        <w:rPr>
                          <w:sz w:val="44"/>
                          <w:szCs w:val="44"/>
                        </w:rPr>
                      </w:pPr>
                    </w:p>
                    <w:p w14:paraId="4F8212EA" w14:textId="128C9D28" w:rsidR="00665BA4" w:rsidRPr="0012192F" w:rsidRDefault="00790758" w:rsidP="0012192F">
                      <w:pPr>
                        <w:pStyle w:val="Podnadpis"/>
                      </w:pPr>
                      <w:r>
                        <w:t>v letech 20</w:t>
                      </w:r>
                      <w:r w:rsidR="003B7CCA">
                        <w:t>1</w:t>
                      </w:r>
                      <w:r w:rsidR="00AF19B0">
                        <w:t>2</w:t>
                      </w:r>
                      <w:r>
                        <w:t xml:space="preserve"> až 20</w:t>
                      </w:r>
                      <w:r w:rsidR="0009428E">
                        <w:t>2</w:t>
                      </w:r>
                      <w:r w:rsidR="00C109F0">
                        <w:t>3</w:t>
                      </w:r>
                      <w:r w:rsidR="00665BA4" w:rsidRPr="0012192F">
                        <w:t xml:space="preserve"> / </w:t>
                      </w:r>
                      <w:r w:rsidRPr="00114932">
                        <w:rPr>
                          <w:i/>
                        </w:rPr>
                        <w:t>In 20</w:t>
                      </w:r>
                      <w:r w:rsidR="003B7CCA" w:rsidRPr="00114932">
                        <w:rPr>
                          <w:i/>
                        </w:rPr>
                        <w:t>1</w:t>
                      </w:r>
                      <w:r w:rsidR="00AF19B0">
                        <w:rPr>
                          <w:i/>
                        </w:rPr>
                        <w:t>2</w:t>
                      </w:r>
                      <w:bookmarkStart w:id="1" w:name="_GoBack"/>
                      <w:bookmarkEnd w:id="1"/>
                      <w:r w:rsidRPr="00114932">
                        <w:rPr>
                          <w:i/>
                        </w:rPr>
                        <w:t xml:space="preserve"> to 20</w:t>
                      </w:r>
                      <w:r w:rsidR="0009428E">
                        <w:rPr>
                          <w:i/>
                        </w:rPr>
                        <w:t>2</w:t>
                      </w:r>
                      <w:r w:rsidR="00C109F0">
                        <w:rPr>
                          <w:i/>
                        </w:rPr>
                        <w:t>3</w:t>
                      </w:r>
                    </w:p>
                    <w:p w14:paraId="4C1C7140" w14:textId="77777777"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15F53B6" wp14:editId="411B1BDF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635" r="0" b="63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3A580" w14:textId="642AB8B4"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>Czech Statistical Office</w:t>
                            </w:r>
                            <w:r w:rsidRPr="00D66223">
                              <w:t xml:space="preserve">, </w:t>
                            </w:r>
                            <w:r w:rsidR="00CF7B18">
                              <w:t xml:space="preserve">Praha / </w:t>
                            </w:r>
                            <w:r w:rsidR="00CF7B18" w:rsidRPr="006C58B7">
                              <w:rPr>
                                <w:i/>
                              </w:rPr>
                              <w:t>Prague</w:t>
                            </w:r>
                            <w:r w:rsidR="00CF7B18">
                              <w:t>, 20</w:t>
                            </w:r>
                            <w:r w:rsidR="0009428E">
                              <w:t>2</w:t>
                            </w:r>
                            <w:r w:rsidR="00C109F0">
                              <w:t>5</w:t>
                            </w:r>
                          </w:p>
                          <w:p w14:paraId="6A91022E" w14:textId="77777777" w:rsidR="00665BA4" w:rsidRPr="005251DD" w:rsidRDefault="00665BA4" w:rsidP="00665BA4"/>
                          <w:p w14:paraId="580D8104" w14:textId="77777777" w:rsidR="00FC684B" w:rsidRPr="005251DD" w:rsidRDefault="00FC684B" w:rsidP="00FC684B"/>
                          <w:p w14:paraId="191B5C49" w14:textId="77777777" w:rsidR="00F15AAA" w:rsidRDefault="00F15AAA"/>
                          <w:p w14:paraId="49B00A3A" w14:textId="77777777"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14:paraId="01852545" w14:textId="77777777" w:rsidR="00665BA4" w:rsidRPr="005251DD" w:rsidRDefault="00665BA4" w:rsidP="00665BA4"/>
                          <w:p w14:paraId="6BF38581" w14:textId="77777777"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F53B6" id="Text Box 7" o:sp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WoCsAIAALA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" filled="f" stroked="f">
                <v:textbox inset="0,0,0,0">
                  <w:txbxContent>
                    <w:p w14:paraId="5823A580" w14:textId="642AB8B4"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D3ACD">
                        <w:rPr>
                          <w:i/>
                        </w:rPr>
                        <w:t>Statistical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CF7B18">
                        <w:t xml:space="preserve">Praha / </w:t>
                      </w:r>
                      <w:r w:rsidR="00CF7B18" w:rsidRPr="006C58B7">
                        <w:rPr>
                          <w:i/>
                        </w:rPr>
                        <w:t>Prague</w:t>
                      </w:r>
                      <w:r w:rsidR="00CF7B18">
                        <w:t>, 20</w:t>
                      </w:r>
                      <w:r w:rsidR="0009428E">
                        <w:t>2</w:t>
                      </w:r>
                      <w:r w:rsidR="00C109F0">
                        <w:t>5</w:t>
                      </w:r>
                    </w:p>
                    <w:p w14:paraId="6A91022E" w14:textId="77777777" w:rsidR="00665BA4" w:rsidRPr="005251DD" w:rsidRDefault="00665BA4" w:rsidP="00665BA4"/>
                    <w:p w14:paraId="580D8104" w14:textId="77777777" w:rsidR="00FC684B" w:rsidRPr="005251DD" w:rsidRDefault="00FC684B" w:rsidP="00FC684B"/>
                    <w:p w14:paraId="191B5C49" w14:textId="77777777" w:rsidR="00F15AAA" w:rsidRDefault="00F15AAA"/>
                    <w:p w14:paraId="49B00A3A" w14:textId="77777777"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14:paraId="01852545" w14:textId="77777777" w:rsidR="00665BA4" w:rsidRPr="005251DD" w:rsidRDefault="00665BA4" w:rsidP="00665BA4"/>
                    <w:p w14:paraId="6BF38581" w14:textId="77777777"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4144" behindDoc="0" locked="1" layoutInCell="0" allowOverlap="1" wp14:anchorId="4809210A" wp14:editId="21455892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71489458" id="Přímá spojnice 33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p w14:paraId="22D00FAE" w14:textId="77777777" w:rsidR="00F66749" w:rsidRDefault="00374AD3" w:rsidP="00AE1A83">
      <w:pPr>
        <w:rPr>
          <w:color w:val="BD1B21"/>
          <w:sz w:val="24"/>
        </w:rPr>
      </w:pPr>
      <w:r>
        <w:rPr>
          <w:noProof/>
          <w:color w:val="BD1B2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C63AE01" wp14:editId="17175BD2">
                <wp:simplePos x="0" y="0"/>
                <wp:positionH relativeFrom="page">
                  <wp:posOffset>593090</wp:posOffset>
                </wp:positionH>
                <wp:positionV relativeFrom="page">
                  <wp:posOffset>9622155</wp:posOffset>
                </wp:positionV>
                <wp:extent cx="6120130" cy="36004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03B16" w14:textId="5E85EB73" w:rsidR="009142AA" w:rsidRPr="00AF2852" w:rsidRDefault="009142AA" w:rsidP="009142AA">
                            <w:r>
                              <w:br/>
                            </w:r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 xml:space="preserve">, </w:t>
                            </w:r>
                            <w:r w:rsidR="0016033B">
                              <w:t>Praha / Prague, 20</w:t>
                            </w:r>
                            <w:r w:rsidR="0009428E">
                              <w:t>2</w:t>
                            </w:r>
                            <w:r w:rsidR="00C109F0">
                              <w:t>5</w:t>
                            </w:r>
                          </w:p>
                          <w:p w14:paraId="3A677450" w14:textId="77777777" w:rsidR="009142AA" w:rsidRDefault="009142AA" w:rsidP="009142AA"/>
                          <w:p w14:paraId="2DE5F92E" w14:textId="77777777" w:rsidR="009142AA" w:rsidRPr="00841D9F" w:rsidRDefault="009142AA" w:rsidP="009142AA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14:paraId="6A952490" w14:textId="77777777" w:rsidR="009142AA" w:rsidRPr="00AF2852" w:rsidRDefault="009142AA" w:rsidP="009142AA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3AE01" id="_x0000_s1030" type="#_x0000_t202" style="position:absolute;margin-left:46.7pt;margin-top:757.65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/S/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" filled="f" stroked="f">
                <v:textbox inset="0,0,0,0">
                  <w:txbxContent>
                    <w:p w14:paraId="08803B16" w14:textId="5E85EB73" w:rsidR="009142AA" w:rsidRPr="00AF2852" w:rsidRDefault="009142AA" w:rsidP="009142AA">
                      <w:r>
                        <w:br/>
                      </w:r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 xml:space="preserve">, </w:t>
                      </w:r>
                      <w:r w:rsidR="0016033B">
                        <w:t>Praha / Prague, 20</w:t>
                      </w:r>
                      <w:r w:rsidR="0009428E">
                        <w:t>2</w:t>
                      </w:r>
                      <w:r w:rsidR="00C109F0">
                        <w:t>5</w:t>
                      </w:r>
                      <w:bookmarkStart w:id="1" w:name="_GoBack"/>
                      <w:bookmarkEnd w:id="1"/>
                    </w:p>
                    <w:p w14:paraId="3A677450" w14:textId="77777777" w:rsidR="009142AA" w:rsidRDefault="009142AA" w:rsidP="009142AA"/>
                    <w:p w14:paraId="2DE5F92E" w14:textId="77777777" w:rsidR="009142AA" w:rsidRPr="00841D9F" w:rsidRDefault="009142AA" w:rsidP="009142AA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14:paraId="6A952490" w14:textId="77777777" w:rsidR="009142AA" w:rsidRPr="00AF2852" w:rsidRDefault="009142AA" w:rsidP="009142AA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color w:val="BD1B21"/>
          <w:sz w:val="24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62A39B6" wp14:editId="4CF504AF">
                <wp:simplePos x="0" y="0"/>
                <wp:positionH relativeFrom="page">
                  <wp:posOffset>467360</wp:posOffset>
                </wp:positionH>
                <wp:positionV relativeFrom="page">
                  <wp:posOffset>1111250</wp:posOffset>
                </wp:positionV>
                <wp:extent cx="6119495" cy="1146175"/>
                <wp:effectExtent l="635" t="0" r="4445" b="0"/>
                <wp:wrapNone/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396573" w14:textId="49A64977" w:rsidR="009142AA" w:rsidRPr="00B95F50" w:rsidRDefault="009142AA" w:rsidP="009142AA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</w:t>
                            </w:r>
                            <w:r w:rsidR="00397651">
                              <w:rPr>
                                <w:b/>
                                <w:bCs/>
                                <w:sz w:val="24"/>
                              </w:rPr>
                              <w:t>csu.gov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.cz</w:t>
                            </w:r>
                          </w:p>
                          <w:p w14:paraId="00F5BCE1" w14:textId="4808C6A1" w:rsidR="009142AA" w:rsidRPr="00DD685B" w:rsidRDefault="009142AA" w:rsidP="009142AA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</w:t>
                            </w:r>
                            <w:r w:rsidR="00397651">
                              <w:rPr>
                                <w:b/>
                                <w:i/>
                                <w:sz w:val="24"/>
                              </w:rPr>
                              <w:t>csu.gov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A39B6" id="Text Box 28" o:spid="_x0000_s1031" type="#_x0000_t202" style="position:absolute;margin-left:36.8pt;margin-top:87.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" filled="f" stroked="f">
                <v:textbox style="mso-fit-shape-to-text:t" inset="0,0,0,0">
                  <w:txbxContent>
                    <w:p w14:paraId="3C396573" w14:textId="49A64977" w:rsidR="009142AA" w:rsidRPr="00B95F50" w:rsidRDefault="009142AA" w:rsidP="009142AA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</w:t>
                      </w:r>
                      <w:r w:rsidR="00397651">
                        <w:rPr>
                          <w:b/>
                          <w:bCs/>
                          <w:sz w:val="24"/>
                        </w:rPr>
                        <w:t>csu.gov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.cz</w:t>
                      </w:r>
                    </w:p>
                    <w:p w14:paraId="00F5BCE1" w14:textId="4808C6A1" w:rsidR="009142AA" w:rsidRPr="00DD685B" w:rsidRDefault="009142AA" w:rsidP="009142AA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Are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you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interested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in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the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latest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data on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inflation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, GDP,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population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,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average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wages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and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the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like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?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If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the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answer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is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YES,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don´t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hesitate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to visit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us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at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</w:t>
                      </w:r>
                      <w:r w:rsidR="00397651">
                        <w:rPr>
                          <w:b/>
                          <w:i/>
                          <w:sz w:val="24"/>
                        </w:rPr>
                        <w:t>csu.gov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F66749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DE2E2" w14:textId="77777777" w:rsidR="00A6063C" w:rsidRDefault="00A6063C" w:rsidP="00E71A58">
      <w:r>
        <w:separator/>
      </w:r>
    </w:p>
  </w:endnote>
  <w:endnote w:type="continuationSeparator" w:id="0">
    <w:p w14:paraId="641D4F3B" w14:textId="77777777" w:rsidR="00A6063C" w:rsidRDefault="00A6063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4377C" w14:textId="77777777" w:rsidR="007661E9" w:rsidRPr="00F1639F" w:rsidRDefault="005647BF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CAB6A" w14:textId="77777777" w:rsidR="00B80EC6" w:rsidRPr="00F1639F" w:rsidRDefault="00374AD3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728" behindDoc="0" locked="0" layoutInCell="1" allowOverlap="1" wp14:anchorId="6CB244EC" wp14:editId="0E0AF46B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t>Období, za které byla publikace vydána</w:t>
    </w:r>
    <w:r w:rsidR="00B5752E" w:rsidRPr="00F1639F">
      <w:rPr>
        <w:rStyle w:val="ZpatChar"/>
        <w:szCs w:val="16"/>
      </w:rPr>
      <w:t xml:space="preserve"> / </w:t>
    </w:r>
    <w:r w:rsidR="00B5752E" w:rsidRPr="00F1639F">
      <w:rPr>
        <w:rStyle w:val="ZpatChar"/>
        <w:i/>
        <w:szCs w:val="16"/>
      </w:rPr>
      <w:t>Období, za které byla publikace vydána (EN)</w:t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fldChar w:fldCharType="begin"/>
    </w:r>
    <w:r w:rsidR="005647BF" w:rsidRPr="00F1639F">
      <w:rPr>
        <w:rStyle w:val="ZpatChar"/>
        <w:szCs w:val="16"/>
      </w:rPr>
      <w:instrText>PAGE   \* MERGEFORMAT</w:instrText>
    </w:r>
    <w:r w:rsidR="005647BF" w:rsidRPr="00F1639F">
      <w:rPr>
        <w:rStyle w:val="ZpatChar"/>
        <w:szCs w:val="16"/>
      </w:rPr>
      <w:fldChar w:fldCharType="separate"/>
    </w:r>
    <w:r w:rsidR="009142AA">
      <w:rPr>
        <w:rStyle w:val="ZpatChar"/>
        <w:szCs w:val="16"/>
      </w:rPr>
      <w:t>3</w:t>
    </w:r>
    <w:r w:rsidR="005647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A5A23" w14:textId="77777777" w:rsidR="00A6063C" w:rsidRDefault="00A6063C" w:rsidP="00E71A58">
      <w:r>
        <w:separator/>
      </w:r>
    </w:p>
  </w:footnote>
  <w:footnote w:type="continuationSeparator" w:id="0">
    <w:p w14:paraId="7E39F9B4" w14:textId="77777777" w:rsidR="00A6063C" w:rsidRDefault="00A6063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81373" w14:textId="77777777" w:rsidR="00515C74" w:rsidRPr="009142AA" w:rsidRDefault="00515C74" w:rsidP="00937AE2">
    <w:pPr>
      <w:pStyle w:val="Zhlav"/>
    </w:pPr>
  </w:p>
  <w:p w14:paraId="088F0516" w14:textId="77777777" w:rsidR="009142AA" w:rsidRDefault="009142A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04892" w14:textId="77777777" w:rsidR="00515C74" w:rsidRPr="00937AE2" w:rsidRDefault="00515C74" w:rsidP="00937AE2">
    <w:pPr>
      <w:pStyle w:val="Zhlav"/>
    </w:pPr>
    <w:r w:rsidRPr="00937AE2">
      <w:t>Název publikace</w:t>
    </w:r>
  </w:p>
  <w:p w14:paraId="493D01C0" w14:textId="77777777" w:rsidR="00B5752E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55F561B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758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428E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14932"/>
    <w:rsid w:val="0012192F"/>
    <w:rsid w:val="00125D69"/>
    <w:rsid w:val="00133217"/>
    <w:rsid w:val="001405FA"/>
    <w:rsid w:val="001425C3"/>
    <w:rsid w:val="0015172B"/>
    <w:rsid w:val="0016033B"/>
    <w:rsid w:val="0016256B"/>
    <w:rsid w:val="00163793"/>
    <w:rsid w:val="00165CAC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1F784E"/>
    <w:rsid w:val="002118B9"/>
    <w:rsid w:val="00217C5B"/>
    <w:rsid w:val="0022139E"/>
    <w:rsid w:val="002252E0"/>
    <w:rsid w:val="002255F6"/>
    <w:rsid w:val="00227850"/>
    <w:rsid w:val="00230C6E"/>
    <w:rsid w:val="002324C4"/>
    <w:rsid w:val="00236443"/>
    <w:rsid w:val="002436BA"/>
    <w:rsid w:val="00244A15"/>
    <w:rsid w:val="00247319"/>
    <w:rsid w:val="0024799E"/>
    <w:rsid w:val="00253C0F"/>
    <w:rsid w:val="002607F9"/>
    <w:rsid w:val="00265CB9"/>
    <w:rsid w:val="00271465"/>
    <w:rsid w:val="00280B16"/>
    <w:rsid w:val="002838E8"/>
    <w:rsid w:val="00285412"/>
    <w:rsid w:val="00295E7D"/>
    <w:rsid w:val="002A16D4"/>
    <w:rsid w:val="002A230C"/>
    <w:rsid w:val="002C1A65"/>
    <w:rsid w:val="002C236F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50773"/>
    <w:rsid w:val="003657F3"/>
    <w:rsid w:val="00374AD3"/>
    <w:rsid w:val="003818DC"/>
    <w:rsid w:val="00385D98"/>
    <w:rsid w:val="00397651"/>
    <w:rsid w:val="00397BAA"/>
    <w:rsid w:val="003A2B4D"/>
    <w:rsid w:val="003A478C"/>
    <w:rsid w:val="003A5525"/>
    <w:rsid w:val="003A6B38"/>
    <w:rsid w:val="003B5A32"/>
    <w:rsid w:val="003B7CCA"/>
    <w:rsid w:val="003C3490"/>
    <w:rsid w:val="003D315C"/>
    <w:rsid w:val="003D3BEB"/>
    <w:rsid w:val="003D57B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6607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A71C1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3E4"/>
    <w:rsid w:val="00645B33"/>
    <w:rsid w:val="00646A31"/>
    <w:rsid w:val="006516CB"/>
    <w:rsid w:val="00657E87"/>
    <w:rsid w:val="00664803"/>
    <w:rsid w:val="00665BA4"/>
    <w:rsid w:val="006678DA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58B7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0BE"/>
    <w:rsid w:val="00780EF1"/>
    <w:rsid w:val="00790758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2804"/>
    <w:rsid w:val="00834304"/>
    <w:rsid w:val="00834FAA"/>
    <w:rsid w:val="00836086"/>
    <w:rsid w:val="0084176D"/>
    <w:rsid w:val="0084708F"/>
    <w:rsid w:val="008477C8"/>
    <w:rsid w:val="0085114D"/>
    <w:rsid w:val="00852217"/>
    <w:rsid w:val="00855408"/>
    <w:rsid w:val="00856D65"/>
    <w:rsid w:val="00857D8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42AA"/>
    <w:rsid w:val="0091728D"/>
    <w:rsid w:val="0092180B"/>
    <w:rsid w:val="00921F14"/>
    <w:rsid w:val="00924AC8"/>
    <w:rsid w:val="0092597A"/>
    <w:rsid w:val="00930CFE"/>
    <w:rsid w:val="009312E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0D44"/>
    <w:rsid w:val="009B6FD3"/>
    <w:rsid w:val="009C1750"/>
    <w:rsid w:val="009C2E29"/>
    <w:rsid w:val="009C554B"/>
    <w:rsid w:val="009C719E"/>
    <w:rsid w:val="009D3ACD"/>
    <w:rsid w:val="009E2886"/>
    <w:rsid w:val="009E5DDB"/>
    <w:rsid w:val="009F4CA7"/>
    <w:rsid w:val="00A10D66"/>
    <w:rsid w:val="00A14114"/>
    <w:rsid w:val="00A23E43"/>
    <w:rsid w:val="00A2748B"/>
    <w:rsid w:val="00A30F65"/>
    <w:rsid w:val="00A418BC"/>
    <w:rsid w:val="00A46DE0"/>
    <w:rsid w:val="00A50D73"/>
    <w:rsid w:val="00A50E98"/>
    <w:rsid w:val="00A52CAD"/>
    <w:rsid w:val="00A53FC7"/>
    <w:rsid w:val="00A6063C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B4A0D"/>
    <w:rsid w:val="00AC33EF"/>
    <w:rsid w:val="00AD306C"/>
    <w:rsid w:val="00AD5BB4"/>
    <w:rsid w:val="00AE09B3"/>
    <w:rsid w:val="00AE1A83"/>
    <w:rsid w:val="00AF19B0"/>
    <w:rsid w:val="00B00913"/>
    <w:rsid w:val="00B01593"/>
    <w:rsid w:val="00B016B9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A5897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109F0"/>
    <w:rsid w:val="00C21F94"/>
    <w:rsid w:val="00C27913"/>
    <w:rsid w:val="00C33B68"/>
    <w:rsid w:val="00C36A79"/>
    <w:rsid w:val="00C405D4"/>
    <w:rsid w:val="00C44CCB"/>
    <w:rsid w:val="00C4513B"/>
    <w:rsid w:val="00C54697"/>
    <w:rsid w:val="00C73885"/>
    <w:rsid w:val="00C747B1"/>
    <w:rsid w:val="00C82191"/>
    <w:rsid w:val="00C90CF4"/>
    <w:rsid w:val="00C92EB6"/>
    <w:rsid w:val="00C93389"/>
    <w:rsid w:val="00CA4567"/>
    <w:rsid w:val="00CA6B30"/>
    <w:rsid w:val="00CB4930"/>
    <w:rsid w:val="00CC2E7D"/>
    <w:rsid w:val="00CD10A5"/>
    <w:rsid w:val="00CD2076"/>
    <w:rsid w:val="00CE670B"/>
    <w:rsid w:val="00CF51EC"/>
    <w:rsid w:val="00CF73AE"/>
    <w:rsid w:val="00CF7B18"/>
    <w:rsid w:val="00D040DD"/>
    <w:rsid w:val="00D13986"/>
    <w:rsid w:val="00D25F28"/>
    <w:rsid w:val="00D27973"/>
    <w:rsid w:val="00D50F46"/>
    <w:rsid w:val="00D66223"/>
    <w:rsid w:val="00D72EE1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64F2"/>
    <w:rsid w:val="00E17262"/>
    <w:rsid w:val="00E253A2"/>
    <w:rsid w:val="00E3188D"/>
    <w:rsid w:val="00E3309D"/>
    <w:rsid w:val="00E50156"/>
    <w:rsid w:val="00E53470"/>
    <w:rsid w:val="00E539F6"/>
    <w:rsid w:val="00E6519D"/>
    <w:rsid w:val="00E67696"/>
    <w:rsid w:val="00E70242"/>
    <w:rsid w:val="00E71A58"/>
    <w:rsid w:val="00E72A7A"/>
    <w:rsid w:val="00E75C94"/>
    <w:rsid w:val="00E905FE"/>
    <w:rsid w:val="00E93820"/>
    <w:rsid w:val="00E96E34"/>
    <w:rsid w:val="00EA0C68"/>
    <w:rsid w:val="00EC03D7"/>
    <w:rsid w:val="00EC0729"/>
    <w:rsid w:val="00ED62C6"/>
    <w:rsid w:val="00ED64C1"/>
    <w:rsid w:val="00EE3446"/>
    <w:rsid w:val="00EE3E78"/>
    <w:rsid w:val="00EE45CD"/>
    <w:rsid w:val="00EE4B1B"/>
    <w:rsid w:val="00EF150D"/>
    <w:rsid w:val="00EF1F5A"/>
    <w:rsid w:val="00EF5254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5A33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681"/>
    <w:rsid w:val="00FC0E5F"/>
    <w:rsid w:val="00FC1A95"/>
    <w:rsid w:val="00FC56DE"/>
    <w:rsid w:val="00FC684B"/>
    <w:rsid w:val="00FD12E1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2B535AC"/>
  <w15:docId w15:val="{26A5D8B0-50F2-420E-9285-74F46D40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SIJI\Publikace%205-01\R2016\0F308D2DF74B2AB8E054001E0B886D78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1256F-045D-49F8-9D78-DA8D0B0E3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0F308D2DF74B2AB8E054001E0B886D78.dot</Template>
  <TotalTime>9</TotalTime>
  <Pages>2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silhava8182</dc:creator>
  <cp:lastModifiedBy>Novotný Karel</cp:lastModifiedBy>
  <cp:revision>10</cp:revision>
  <cp:lastPrinted>2016-09-05T12:24:00Z</cp:lastPrinted>
  <dcterms:created xsi:type="dcterms:W3CDTF">2021-05-28T08:11:00Z</dcterms:created>
  <dcterms:modified xsi:type="dcterms:W3CDTF">2025-06-16T12:09:00Z</dcterms:modified>
</cp:coreProperties>
</file>