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F63FB7">
      <w:pPr>
        <w:spacing w:line="240" w:lineRule="auto"/>
        <w:rPr>
          <w:rFonts w:cs="Arial"/>
          <w:lang w:eastAsia="ar-SA"/>
        </w:rPr>
      </w:pPr>
      <w:r>
        <w:rPr>
          <w:rFonts w:cs="Arial"/>
        </w:rPr>
        <w:br w:type="page"/>
      </w:r>
      <w:r w:rsidR="00D400CD">
        <w:rPr>
          <w:rFonts w:cs="Arial"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34.65pt;margin-top:754.65pt;width:403.95pt;height:19.3pt;z-index:9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HOZlqe5&#10;AgAArwUAAA4AAAAAAAAAAAAAAAAALAIAAGRycy9lMm9Eb2MueG1sUEsBAi0AFAAGAAgAAAAhAAdl&#10;cHfhAAAADgEAAA8AAAAAAAAAAAAAAAAAEQUAAGRycy9kb3ducmV2LnhtbFBLBQYAAAAABAAEAPMA&#10;AAAfBgAAAAA=&#10;" filled="f" stroked="f">
            <v:textbox inset="0,0,0,0">
              <w:txbxContent>
                <w:p w:rsidR="00D6000F" w:rsidRPr="005251DD" w:rsidRDefault="00D6000F" w:rsidP="00CA0C7F">
                  <w:r w:rsidRPr="005251DD">
                    <w:t>Český statistický úřad,</w:t>
                  </w:r>
                  <w:r w:rsidR="009F7943">
                    <w:t xml:space="preserve"> Praha, 2016</w:t>
                  </w:r>
                </w:p>
              </w:txbxContent>
            </v:textbox>
            <w10:wrap anchorx="page" anchory="page"/>
            <w10:anchorlock/>
          </v:shape>
        </w:pict>
      </w:r>
      <w:r w:rsidR="00D400CD">
        <w:rPr>
          <w:rFonts w:cs="Arial"/>
          <w:noProof/>
          <w:lang w:val="en-US" w:eastAsia="en-US"/>
        </w:rPr>
        <w:pict>
          <v:shape id="_x0000_s1050" type="#_x0000_t202" style="position:absolute;margin-left:134.3pt;margin-top:652.05pt;width:403.95pt;height:72.8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6000F" w:rsidRPr="006C5577" w:rsidRDefault="00D6000F" w:rsidP="00CA0C7F">
                  <w:pPr>
                    <w:pStyle w:val="TL-Identifikace-dole"/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 rozvoje společnosti</w:t>
                  </w:r>
                  <w:r w:rsidRPr="006C5577">
                    <w:t xml:space="preserve"> </w:t>
                  </w:r>
                </w:p>
                <w:p w:rsidR="00D6000F" w:rsidRPr="006C5577" w:rsidRDefault="00027510" w:rsidP="00CA0C7F">
                  <w:pPr>
                    <w:pStyle w:val="TL-Identifikace-dole"/>
                  </w:pPr>
                  <w:r>
                    <w:t>Ředitel odboru: Ing. Martin M</w:t>
                  </w:r>
                  <w:r w:rsidR="00D6000F">
                    <w:t>ana</w:t>
                  </w:r>
                </w:p>
                <w:p w:rsidR="00D6000F" w:rsidRPr="006C5577" w:rsidRDefault="00D6000F" w:rsidP="00CA0C7F">
                  <w:pPr>
                    <w:pStyle w:val="TL-Identifikace-dole"/>
                  </w:pPr>
                  <w:r>
                    <w:t>Kontaktní osoba: Ing. Václav Sojka, e-mail: vaclav.sojka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D400CD">
        <w:rPr>
          <w:rFonts w:cs="Arial"/>
          <w:noProof/>
          <w:lang w:val="en-US" w:eastAsia="en-US"/>
        </w:rPr>
        <w:pict>
          <v:shape id="_x0000_s1049" type="#_x0000_t202" style="position:absolute;margin-left:134.65pt;margin-top:368.55pt;width:403.9pt;height:132.8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6000F" w:rsidRPr="00D31445" w:rsidRDefault="00D6000F" w:rsidP="00CA0C7F">
                  <w:pPr>
                    <w:pStyle w:val="TL-identifikace-sted"/>
                  </w:pPr>
                  <w:r>
                    <w:t>Věda, výzkum, inovace</w:t>
                  </w:r>
                </w:p>
                <w:p w:rsidR="00D6000F" w:rsidRPr="00D31445" w:rsidRDefault="00D6000F" w:rsidP="00CA0C7F">
                  <w:pPr>
                    <w:pStyle w:val="TL-identifikace-sted"/>
                  </w:pPr>
                  <w:r>
                    <w:t xml:space="preserve">Praha, </w:t>
                  </w:r>
                  <w:r w:rsidR="00E7109B">
                    <w:t>16</w:t>
                  </w:r>
                  <w:r w:rsidR="00D72A31">
                    <w:t>. 03. 2016</w:t>
                  </w:r>
                </w:p>
                <w:p w:rsidR="00D6000F" w:rsidRPr="00D31445" w:rsidRDefault="00D6000F" w:rsidP="00CA0C7F">
                  <w:pPr>
                    <w:pStyle w:val="TL-identifikace-sted"/>
                  </w:pPr>
                  <w:r w:rsidRPr="00D31445">
                    <w:t xml:space="preserve">Kód publikace: </w:t>
                  </w:r>
                  <w:r w:rsidR="005E37B3">
                    <w:t>211003</w:t>
                  </w:r>
                  <w:r w:rsidR="009F7943">
                    <w:t>-16</w:t>
                  </w:r>
                </w:p>
                <w:p w:rsidR="00D6000F" w:rsidRPr="00D31445" w:rsidRDefault="009F7943" w:rsidP="00CA0C7F">
                  <w:pPr>
                    <w:spacing w:after="20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Č. j.: </w:t>
                  </w:r>
                  <w:r w:rsidR="00C63E49">
                    <w:rPr>
                      <w:sz w:val="24"/>
                    </w:rPr>
                    <w:t>730/2016 – 63</w:t>
                  </w:r>
                </w:p>
                <w:p w:rsidR="00D6000F" w:rsidRPr="00D31445" w:rsidRDefault="002F4DF4" w:rsidP="00CA0C7F">
                  <w:pPr>
                    <w:spacing w:after="200"/>
                    <w:rPr>
                      <w:sz w:val="24"/>
                    </w:rPr>
                  </w:pPr>
                  <w:r>
                    <w:rPr>
                      <w:sz w:val="24"/>
                    </w:rPr>
                    <w:t>Pořadové číslo v roce: 1</w:t>
                  </w:r>
                </w:p>
              </w:txbxContent>
            </v:textbox>
            <w10:wrap anchorx="page" anchory="page"/>
            <w10:anchorlock/>
          </v:shape>
        </w:pict>
      </w:r>
      <w:r w:rsidR="00D400CD">
        <w:rPr>
          <w:rFonts w:cs="Arial"/>
          <w:noProof/>
          <w:lang w:val="en-US" w:eastAsia="en-US"/>
        </w:rPr>
        <w:pict>
          <v:shape id="_x0000_s1048" type="#_x0000_t202" style="position:absolute;margin-left:134.65pt;margin-top:116.25pt;width:403.9pt;height:173.8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f1xro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" filled="f" stroked="f">
            <v:textbox style="mso-fit-shape-to-text:t" inset="0,0,0,0">
              <w:txbxContent>
                <w:p w:rsidR="00D6000F" w:rsidRPr="00CB62F8" w:rsidRDefault="00D6000F" w:rsidP="00CA0C7F">
                  <w:pPr>
                    <w:pStyle w:val="Nzev"/>
                    <w:rPr>
                      <w:sz w:val="44"/>
                    </w:rPr>
                  </w:pPr>
                  <w:bookmarkStart w:id="0" w:name="_Toc415056884"/>
                  <w:r w:rsidRPr="00CB62F8">
                    <w:rPr>
                      <w:sz w:val="44"/>
                    </w:rPr>
                    <w:t>Nepřímá veřejná podpora výzkumu a vývoje v České republice</w:t>
                  </w:r>
                  <w:bookmarkEnd w:id="0"/>
                </w:p>
                <w:p w:rsidR="00D6000F" w:rsidRPr="009B04D0" w:rsidRDefault="00D6000F" w:rsidP="00CA0C7F">
                  <w:pPr>
                    <w:pStyle w:val="Podtitul"/>
                  </w:pPr>
                </w:p>
                <w:p w:rsidR="00D6000F" w:rsidRPr="009B04D0" w:rsidRDefault="009F7943" w:rsidP="00CB62F8">
                  <w:pPr>
                    <w:pStyle w:val="Podtitul"/>
                  </w:pPr>
                  <w:r>
                    <w:t>2014</w:t>
                  </w:r>
                </w:p>
              </w:txbxContent>
            </v:textbox>
            <w10:wrap anchorx="page" anchory="page"/>
            <w10:anchorlock/>
          </v:shape>
        </w:pict>
      </w:r>
      <w:r w:rsidR="00D400CD">
        <w:rPr>
          <w:rFonts w:cs="Arial"/>
          <w:noProof/>
          <w:lang w:val="en-US" w:eastAsia="en-US"/>
        </w:rPr>
        <w:pict>
          <v:group id="Group 24" o:spid="_x0000_s1041" style="position:absolute;margin-left:45.1pt;margin-top:36.85pt;width:177.15pt;height:43.65pt;z-index:5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">
            <o:lock v:ext="edit" aspectratio="t"/>
            <v:rect id="Rectangle 9" o:spid="_x0000_s1042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Bd4wQAA&#10;ANoAAAAPAAAAZHJzL2Rvd25yZXYueG1sRI9Bi8IwFITvgv8hPMGbpi6ySjWKKAuCuwer4PXZPNtg&#10;81KaaLv/frMgeBxm5htmue5sJZ7UeONYwWScgCDOnTZcKDifvkZzED4ga6wck4Jf8rBe9XtLTLVr&#10;+UjPLBQiQtinqKAMoU6l9HlJFv3Y1cTRu7nGYoiyKaRusI1wW8mPJPmUFg3HhRJr2paU37OHVWDk&#10;d2uzn8vOJY/6ZC6z69yHg1LDQbdZgAjUhXf41d5rBVP4vxJv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wXeMEAAADaAAAADwAAAAAAAAAAAAAAAACXAgAAZHJzL2Rvd25y&#10;ZXYueG1sUEsFBgAAAAAEAAQA9QAAAIUDAAAAAA==&#10;" fillcolor="#0071bc" stroked="f">
              <o:lock v:ext="edit" aspectratio="t"/>
            </v:rect>
            <v:rect id="Rectangle 10" o:spid="_x0000_s1043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1" o:spid="_x0000_s1044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KZHxAAA&#10;ANsAAAAPAAAAZHJzL2Rvd25yZXYueG1sRI9Ba8JAFITvBf/D8oTemo1S2hBdRSyFQttDEyHXZ/aZ&#10;LGbfhuxq4r93C4Ueh5n5hllvJ9uJKw3eOFawSFIQxLXThhsFh/L9KQPhA7LGzjEpuJGH7Wb2sMZc&#10;u5F/6FqERkQI+xwVtCH0uZS+bsmiT1xPHL2TGyyGKIdG6gHHCLedXKbpi7RoOC602NO+pfpcXKwC&#10;I79GW3xXby699KWpXo+ZD59KPc6n3QpEoCn8h//aH1rB8hl+v8QfID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CmR8QAAADbAAAADwAAAAAAAAAAAAAAAACXAgAAZHJzL2Rv&#10;d25yZXYueG1sUEsFBgAAAAAEAAQA9QAAAIgDAAAAAA==&#10;" fillcolor="#0071bc" stroked="f">
              <o:lock v:ext="edit" aspectratio="t"/>
            </v:rect>
            <v:shape id="Freeform 12" o:spid="_x0000_s1045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Bw3wQAA&#10;ANsAAAAPAAAAZHJzL2Rvd25yZXYueG1sRI9Bi8IwFITvwv6H8ARvmlpQlq5Riqzsiqet9f5o3jbF&#10;5qU0Ueu/N4LgcZiZb5jVZrCtuFLvG8cK5rMEBHHldMO1gvK4m36C8AFZY+uYFNzJw2b9MVphpt2N&#10;/+hahFpECPsMFZgQukxKXxmy6GeuI47ev+sthij7WuoebxFuW5kmyVJabDguGOxoa6g6Fxer4Dsn&#10;Q3nZbQvet6ef0/mQNvuDUpPxkH+BCDSEd/jV/tUK0gU8v8QfI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swcN8EAAADb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6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uFoAxgAA&#10;ANsAAAAPAAAAZHJzL2Rvd25yZXYueG1sRI9Ba8JAFITvBf/D8oRepG5UEEndhKIUpCqoaQ+9PbKv&#10;SWj2bdjdmvTfdwWhx2FmvmHW+WBacSXnG8sKZtMEBHFpdcOVgvfi9WkFwgdkja1lUvBLHvJs9LDG&#10;VNuez3S9hEpECPsUFdQhdKmUvqzJoJ/ajjh6X9YZDFG6SmqHfYSbVs6TZCkNNhwXauxoU1P5ffkx&#10;CjZF++EWh35/dpPt7u3zWMnieFLqcTy8PIMINIT/8L290wrmS7h9iT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uFoAxgAAANsAAAAPAAAAAAAAAAAAAAAAAJcCAABkcnMv&#10;ZG93bnJldi54bWxQSwUGAAAAAAQABAD1AAAAig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7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DMawwAA&#10;ANsAAAAPAAAAZHJzL2Rvd25yZXYueG1sRI9Ba8JAFITvgv9heYIXqZt60JK6SlWi3kpVen7NPpPQ&#10;7Nt0dzXx37sFweMw880w82VnanEl5yvLCl7HCQji3OqKCwWnY/byBsIHZI21ZVJwIw/LRb83x1Tb&#10;lr/oegiFiCXsU1RQhtCkUvq8JIN+bBvi6J2tMxiidIXUDttYbmo5SZKpNFhxXCixoXVJ+e/hYhRM&#10;pt8/u2xfrD7r7d/I6fMmG7UbpYaD7uMdRKAuPMMPeq8jN4P/L/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DMawwAAANsAAAAPAAAAAAAAAAAAAAAAAJcCAABkcnMvZG93&#10;bnJldi54bWxQSwUGAAAAAAQABAD1AAAAhw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D400CD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0" style="position:absolute;z-index:4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>
      <w:pPr>
        <w:spacing w:line="240" w:lineRule="auto"/>
        <w:rPr>
          <w:rFonts w:cs="Arial"/>
          <w:lang w:eastAsia="ar-SA"/>
        </w:rPr>
      </w:pPr>
    </w:p>
    <w:p w:rsidR="0060487F" w:rsidRDefault="0060487F" w:rsidP="0060487F">
      <w:pPr>
        <w:pStyle w:val="Styl1"/>
        <w:rPr>
          <w:rFonts w:cs="Arial"/>
          <w:sz w:val="20"/>
        </w:rPr>
      </w:pPr>
    </w:p>
    <w:p w:rsidR="0060487F" w:rsidRPr="006404A7" w:rsidRDefault="00D400CD" w:rsidP="0060487F">
      <w:pPr>
        <w:pStyle w:val="Styl1"/>
        <w:rPr>
          <w:rFonts w:cs="Arial"/>
          <w:color w:val="7DB41E"/>
          <w:sz w:val="20"/>
          <w:szCs w:val="20"/>
        </w:rPr>
      </w:pPr>
      <w:r>
        <w:rPr>
          <w:noProof/>
          <w:lang w:val="en-US" w:eastAsia="en-US"/>
        </w:rPr>
        <w:pict>
          <v:shape id="_x0000_s1028" type="#_x0000_t202" style="position:absolute;margin-left:56.7pt;margin-top:116.25pt;width:481.9pt;height:595.3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" filled="f" stroked="f">
            <v:textbox inset="0,0,0,0">
              <w:txbxContent>
                <w:p w:rsidR="00D6000F" w:rsidRPr="007C3F6A" w:rsidRDefault="00D6000F" w:rsidP="007C3F6A">
                  <w:pPr>
                    <w:pStyle w:val="TL-Kontakty"/>
                  </w:pPr>
                  <w:r w:rsidRPr="009E7797">
                    <w:rPr>
                      <w:rStyle w:val="TL-KontaktyChar"/>
                      <w:b/>
                    </w:rPr>
                    <w:t>KONTAKTY V</w:t>
                  </w:r>
                  <w:r w:rsidRPr="007C3F6A">
                    <w:t> ÚSTŘEDÍ</w:t>
                  </w:r>
                </w:p>
                <w:p w:rsidR="00D6000F" w:rsidRPr="00EA4153" w:rsidRDefault="00D6000F" w:rsidP="00BD366B">
                  <w:pPr>
                    <w:spacing w:after="80" w:line="240" w:lineRule="auto"/>
                    <w:rPr>
                      <w:b/>
                      <w:color w:val="0071BC"/>
                    </w:rPr>
                  </w:pPr>
                  <w:r w:rsidRPr="00320214">
                    <w:rPr>
                      <w:b/>
                      <w:color w:val="0071BC"/>
                    </w:rPr>
                    <w:t>Český statistický úřad</w:t>
                  </w:r>
                  <w:r>
                    <w:rPr>
                      <w:b/>
                      <w:color w:val="0071BC"/>
                    </w:rPr>
                    <w:t xml:space="preserve"> | </w:t>
                  </w:r>
                  <w:r>
                    <w:t xml:space="preserve">Na padesátém 81, 100 82 Praha 10 | tel.: 274 051 111 | </w:t>
                  </w:r>
                  <w:r w:rsidRPr="00841D9F">
                    <w:rPr>
                      <w:b/>
                      <w:bCs/>
                    </w:rPr>
                    <w:t>www.czso.cz</w:t>
                  </w:r>
                </w:p>
                <w:p w:rsidR="00D6000F" w:rsidRPr="00B27293" w:rsidRDefault="00D6000F" w:rsidP="00BD366B">
                  <w:pPr>
                    <w:spacing w:after="80" w:line="240" w:lineRule="auto"/>
                  </w:pPr>
                  <w:r w:rsidRPr="00100014">
                    <w:rPr>
                      <w:b/>
                    </w:rPr>
                    <w:t>Oddělení informačních služeb</w:t>
                  </w:r>
                  <w:r w:rsidRPr="00EA4153">
                    <w:t xml:space="preserve"> |</w:t>
                  </w:r>
                  <w:r>
                    <w:rPr>
                      <w:b/>
                    </w:rPr>
                    <w:t xml:space="preserve"> </w:t>
                  </w:r>
                  <w:r>
                    <w:t>tel.: 274 052 648, 274 052 304, 274 052 451 | e-mail: infoservis@czso.cz</w:t>
                  </w:r>
                </w:p>
                <w:p w:rsidR="00D6000F" w:rsidRPr="00EA4153" w:rsidRDefault="00D6000F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Prodejna publikací ČSÚ</w:t>
                  </w:r>
                  <w:r>
                    <w:t xml:space="preserve"> | tel.: 274 052 361 | e-mail: prodejna@czso.cz</w:t>
                  </w:r>
                </w:p>
                <w:p w:rsidR="00D6000F" w:rsidRPr="00EA4153" w:rsidRDefault="00D6000F" w:rsidP="00BD366B">
                  <w:pPr>
                    <w:spacing w:after="8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Evropská data (ESDS), </w:t>
                  </w:r>
                  <w:r w:rsidRPr="00100014">
                    <w:rPr>
                      <w:b/>
                    </w:rPr>
                    <w:t>mezinárodní srovnání</w:t>
                  </w:r>
                  <w:r>
                    <w:t xml:space="preserve"> | tel.: 274 052 347, 274 052 757 | e-mail: esds@czso.cz</w:t>
                  </w:r>
                </w:p>
                <w:p w:rsidR="00D6000F" w:rsidRPr="00EA4153" w:rsidRDefault="00D6000F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Ústřední statistická knihovna</w:t>
                  </w:r>
                  <w:r>
                    <w:t xml:space="preserve"> | tel.: 274 052 361 | e-mail: knihovna@czso.cz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71229A" w:rsidRDefault="00D6000F" w:rsidP="004F06F5">
                  <w:pPr>
                    <w:pStyle w:val="TL-Kontakty"/>
                  </w:pPr>
                  <w:r w:rsidRPr="0071229A">
                    <w:t>INFORMAČNÍ SLUŽBY V REGIONECH</w:t>
                  </w:r>
                </w:p>
                <w:p w:rsidR="00D6000F" w:rsidRDefault="00D6000F" w:rsidP="00BD366B">
                  <w:pPr>
                    <w:spacing w:line="240" w:lineRule="auto"/>
                  </w:pPr>
                  <w:r w:rsidRPr="00100014">
                    <w:rPr>
                      <w:b/>
                      <w:color w:val="0071BC"/>
                    </w:rPr>
                    <w:t>Hl. m. Praha</w:t>
                  </w:r>
                  <w:r>
                    <w:t xml:space="preserve"> | Na padesátém 81, 100 82 Praha 10 | tel.: 274 052 673, 274 054 223</w:t>
                  </w:r>
                </w:p>
                <w:p w:rsidR="00D6000F" w:rsidRPr="00100014" w:rsidRDefault="00D6000F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infoservispraha@czso.cz | </w:t>
                  </w:r>
                  <w:r w:rsidRPr="00100014">
                    <w:rPr>
                      <w:b/>
                    </w:rPr>
                    <w:t>www.praha.czso.cz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Středočeský kraj</w:t>
                  </w:r>
                  <w:r>
                    <w:t xml:space="preserve"> | Na padesátém 81, 100 82 Praha 10</w:t>
                  </w:r>
                  <w:r w:rsidRPr="00B27293">
                    <w:t xml:space="preserve"> |</w:t>
                  </w:r>
                  <w:r w:rsidRPr="00B27293">
                    <w:rPr>
                      <w:b/>
                    </w:rPr>
                    <w:t xml:space="preserve"> </w:t>
                  </w:r>
                  <w:r>
                    <w:t>tel.: 274 054 175</w:t>
                  </w:r>
                </w:p>
                <w:p w:rsidR="00D6000F" w:rsidRPr="00B27293" w:rsidRDefault="00D6000F" w:rsidP="00BD366B">
                  <w:pPr>
                    <w:spacing w:line="240" w:lineRule="auto"/>
                  </w:pPr>
                  <w:r>
                    <w:t xml:space="preserve">e-mail: infoservisstc@czso.cz | </w:t>
                  </w:r>
                  <w:r w:rsidRPr="00100014">
                    <w:rPr>
                      <w:b/>
                    </w:rPr>
                    <w:t>www.stredocesky.czso.cz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České Budějovice</w:t>
                  </w:r>
                  <w:r>
                    <w:t xml:space="preserve"> | Žižkova 1, 370 77 České Budějovice | tel.: 386 718 440</w:t>
                  </w:r>
                </w:p>
                <w:p w:rsidR="00D6000F" w:rsidRPr="00B27293" w:rsidRDefault="00D6000F" w:rsidP="00BD366B">
                  <w:pPr>
                    <w:spacing w:line="240" w:lineRule="auto"/>
                  </w:pPr>
                  <w:r>
                    <w:t xml:space="preserve">e-mail: infoserviscb@czso.cz | </w:t>
                  </w:r>
                  <w:r w:rsidRPr="00100014">
                    <w:rPr>
                      <w:b/>
                    </w:rPr>
                    <w:t>www.cbudejovice.czso.cz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Plzeň</w:t>
                  </w:r>
                  <w:r>
                    <w:t xml:space="preserve"> | Slovanská alej 36, 326 64 Plzeň | tel.: 377 612 108, 377 612 249</w:t>
                  </w:r>
                </w:p>
                <w:p w:rsidR="00D6000F" w:rsidRPr="00B27293" w:rsidRDefault="00D6000F" w:rsidP="00BD366B">
                  <w:pPr>
                    <w:spacing w:line="240" w:lineRule="auto"/>
                  </w:pPr>
                  <w:r>
                    <w:t xml:space="preserve">e-mail: infoservisplzen@czso.cz | </w:t>
                  </w:r>
                  <w:r w:rsidRPr="0071229A">
                    <w:rPr>
                      <w:b/>
                    </w:rPr>
                    <w:t>www.plzen.czso.cz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Karlovy Vary</w:t>
                  </w:r>
                  <w:r>
                    <w:t xml:space="preserve"> | Sportovní 28, 360 01 Karlovy Vary | tel.: 353 114 529, 353 114 525</w:t>
                  </w:r>
                </w:p>
                <w:p w:rsidR="00D6000F" w:rsidRDefault="00D6000F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infoserviskv@czso.cz | </w:t>
                  </w:r>
                  <w:r>
                    <w:rPr>
                      <w:b/>
                    </w:rPr>
                    <w:t>www.kvary.czso.cz</w:t>
                  </w:r>
                </w:p>
                <w:p w:rsidR="00D6000F" w:rsidRDefault="00D6000F" w:rsidP="00BD366B">
                  <w:pPr>
                    <w:spacing w:line="240" w:lineRule="auto"/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Ústí nad Labem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Špálova 2684, 400 11 Ústí nad Labem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472 706 176, 472 706 121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infoservisul@czso.cz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www.ustinadlabem.czso.cz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Liberec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Nám. Dr. Edvarda Beneše 585/26, 460 01 Liberec 1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485 238 811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infoservislbc@czso.cz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www.liberec.czso.cz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Hradec Králové</w:t>
                  </w:r>
                  <w:r>
                    <w:t xml:space="preserve"> | </w:t>
                  </w:r>
                  <w:r>
                    <w:rPr>
                      <w:bCs/>
                    </w:rPr>
                    <w:t xml:space="preserve">Myslivečkova 914, </w:t>
                  </w:r>
                  <w:r w:rsidRPr="0071229A">
                    <w:rPr>
                      <w:bCs/>
                    </w:rPr>
                    <w:t>500 03 Hradec Králové 3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495 762 322, 495 762 317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infoservishk@czso.cz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www.hradeckralove.czso.cz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V Ráji 872, 531 53 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466 743 480, 466 743 418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infoservispa@czso.cz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www.pardubice.czso.cz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Jihlava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Ke Skalce 30, 586 01 Jihlava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567 109 062, 567 109 080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infoservisvys@czso.cz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www.jihlava.czso.cz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Brno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Jezuitská 2, 601 59 Brno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542 528 115, 542 528 105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infoservisbrno@czso.cz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www.brno.czso.cz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Jeremenkova 1142/42, 772 11 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585 731 516, 585 731 509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infoservisolom@czso.cz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www.olomouc.czso.cz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B27293" w:rsidRDefault="00D6000F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Repinova 17, 702 03 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595 131 230, 595 131 232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infoservis_ov@czso.cz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www.ostrava.czso.cz</w:t>
                  </w: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D6000F" w:rsidRPr="0071229A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tř. Tomáše Bati 1565, 761 76 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577 004 931, 577 004 935</w:t>
                  </w:r>
                </w:p>
                <w:p w:rsidR="00D6000F" w:rsidRPr="00B27293" w:rsidRDefault="00D6000F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infoservis-zl@czso.cz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www.zlin.czso.cz</w:t>
                  </w:r>
                </w:p>
                <w:p w:rsidR="00D6000F" w:rsidRPr="00B27293" w:rsidRDefault="00D6000F" w:rsidP="00BD366B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Textové pole 2" o:spid="_x0000_s1027" type="#_x0000_t202" style="position:absolute;margin-left:56.7pt;margin-top:56.7pt;width:481.85pt;height:33.1pt;z-index:1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" filled="f" stroked="f">
            <v:textbox style="mso-fit-shape-to-text:t" inset="0,0,0,0">
              <w:txbxContent>
                <w:p w:rsidR="00D6000F" w:rsidRPr="00B95F50" w:rsidRDefault="00D6000F" w:rsidP="0060487F">
                  <w:pPr>
                    <w:rPr>
                      <w:b/>
                      <w:bCs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6" type="#_x0000_t202" style="position:absolute;margin-left:56.35pt;margin-top:732.75pt;width:481.9pt;height:42.6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" filled="f" stroked="f">
            <v:textbox inset="0,0,0,0">
              <w:txbxContent>
                <w:p w:rsidR="00F2211D" w:rsidRDefault="00F2211D" w:rsidP="004F06F5">
                  <w:r>
                    <w:t xml:space="preserve">ISBN: </w:t>
                  </w:r>
                  <w:r w:rsidRPr="00F2211D">
                    <w:t>978-80-250-2695-3</w:t>
                  </w:r>
                </w:p>
                <w:p w:rsidR="00D6000F" w:rsidRPr="00AF2852" w:rsidRDefault="00D6000F" w:rsidP="004F06F5">
                  <w:r w:rsidRPr="00841D9F">
                    <w:t>© Český sta</w:t>
                  </w:r>
                  <w:r w:rsidR="009F7943">
                    <w:t>tistický úřad, Praha, 2016</w:t>
                  </w:r>
                </w:p>
              </w:txbxContent>
            </v:textbox>
            <w10:wrap anchorx="page" anchory="page"/>
            <w10:anchorlock/>
          </v:shape>
        </w:pict>
      </w:r>
    </w:p>
    <w:p w:rsidR="00A75E40" w:rsidRDefault="00A75E40" w:rsidP="00F04811">
      <w:pPr>
        <w:pStyle w:val="Zkladnodstavec"/>
        <w:spacing w:after="240"/>
        <w:rPr>
          <w:rFonts w:ascii="Arial" w:hAnsi="Arial" w:cs="Arial"/>
          <w:b/>
          <w:color w:val="A5007B"/>
          <w:sz w:val="32"/>
          <w:szCs w:val="32"/>
        </w:rPr>
      </w:pPr>
    </w:p>
    <w:p w:rsidR="00A75E40" w:rsidRPr="0060487F" w:rsidRDefault="00A75E40">
      <w:pPr>
        <w:rPr>
          <w:rFonts w:eastAsia="Calibri" w:cs="Arial"/>
          <w:b/>
          <w:color w:val="A5007B"/>
          <w:sz w:val="32"/>
          <w:szCs w:val="32"/>
        </w:rPr>
        <w:sectPr w:rsidR="00A75E40" w:rsidRPr="0060487F" w:rsidSect="009E7797">
          <w:pgSz w:w="11906" w:h="16838" w:code="9"/>
          <w:pgMar w:top="1134" w:right="1134" w:bottom="1418" w:left="1134" w:header="709" w:footer="567" w:gutter="0"/>
          <w:pgNumType w:start="2"/>
          <w:cols w:space="708"/>
          <w:titlePg/>
          <w:docGrid w:linePitch="360"/>
        </w:sectPr>
      </w:pPr>
    </w:p>
    <w:p w:rsidR="007B06EC" w:rsidRPr="008C09DF" w:rsidRDefault="00BC6AC1" w:rsidP="007B06EC">
      <w:pPr>
        <w:pStyle w:val="Nadpis1"/>
      </w:pPr>
      <w:bookmarkStart w:id="1" w:name="_Toc415056885"/>
      <w:r w:rsidRPr="008C09DF">
        <w:lastRenderedPageBreak/>
        <w:t>OBSAH</w:t>
      </w:r>
      <w:bookmarkStart w:id="2" w:name="_GoBack"/>
      <w:bookmarkEnd w:id="1"/>
      <w:bookmarkEnd w:id="2"/>
    </w:p>
    <w:p w:rsidR="00BD5414" w:rsidRPr="004F05BE" w:rsidRDefault="008C09DF" w:rsidP="001D395C">
      <w:pPr>
        <w:tabs>
          <w:tab w:val="right" w:leader="dot" w:pos="9072"/>
        </w:tabs>
        <w:rPr>
          <w:b/>
        </w:rPr>
      </w:pPr>
      <w:r w:rsidRPr="008C09DF">
        <w:rPr>
          <w:b/>
          <w:color w:val="009BB4"/>
        </w:rPr>
        <w:t>ÚVOD</w:t>
      </w:r>
      <w:r w:rsidR="00B13D0A">
        <w:rPr>
          <w:b/>
        </w:rPr>
        <w:tab/>
      </w:r>
      <w:r w:rsidR="00B13D0A">
        <w:rPr>
          <w:b/>
        </w:rPr>
        <w:tab/>
      </w:r>
      <w:r w:rsidR="00621FFD">
        <w:rPr>
          <w:b/>
        </w:rPr>
        <w:t>7</w:t>
      </w:r>
    </w:p>
    <w:p w:rsidR="00D934C3" w:rsidRDefault="00D934C3" w:rsidP="001D395C">
      <w:pPr>
        <w:tabs>
          <w:tab w:val="right" w:leader="dot" w:pos="9072"/>
        </w:tabs>
        <w:rPr>
          <w:b/>
        </w:rPr>
      </w:pPr>
    </w:p>
    <w:p w:rsidR="001C3E82" w:rsidRPr="00071C08" w:rsidRDefault="008C09DF" w:rsidP="001D395C">
      <w:pPr>
        <w:tabs>
          <w:tab w:val="right" w:leader="dot" w:pos="9072"/>
        </w:tabs>
        <w:rPr>
          <w:b/>
        </w:rPr>
      </w:pPr>
      <w:r w:rsidRPr="00D00D4B">
        <w:rPr>
          <w:b/>
          <w:color w:val="009BB4"/>
        </w:rPr>
        <w:t>METODICKÁ ČÁST</w:t>
      </w:r>
      <w:r w:rsidR="00B13D0A" w:rsidRPr="00071C08">
        <w:rPr>
          <w:b/>
        </w:rPr>
        <w:tab/>
      </w:r>
      <w:r w:rsidR="00B13D0A" w:rsidRPr="00071C08">
        <w:rPr>
          <w:b/>
        </w:rPr>
        <w:tab/>
      </w:r>
      <w:r w:rsidR="00D57DB4" w:rsidRPr="00071C08">
        <w:rPr>
          <w:b/>
        </w:rPr>
        <w:t>11</w:t>
      </w:r>
    </w:p>
    <w:p w:rsidR="00D934C3" w:rsidRPr="00071C08" w:rsidRDefault="00D934C3" w:rsidP="00D934C3">
      <w:pPr>
        <w:tabs>
          <w:tab w:val="right" w:leader="dot" w:pos="9072"/>
        </w:tabs>
      </w:pPr>
      <w:r w:rsidRPr="00071C08">
        <w:t>1. Zák</w:t>
      </w:r>
      <w:r w:rsidR="00EF0A53" w:rsidRPr="00071C08">
        <w:t>ladní informace o statistice</w:t>
      </w:r>
      <w:r w:rsidR="00EF0A53" w:rsidRPr="00071C08">
        <w:tab/>
      </w:r>
      <w:r w:rsidR="00EF0A53" w:rsidRPr="00071C08">
        <w:tab/>
        <w:t>12</w:t>
      </w:r>
    </w:p>
    <w:p w:rsidR="00D934C3" w:rsidRPr="00071C08" w:rsidRDefault="008C09DF" w:rsidP="00D934C3">
      <w:pPr>
        <w:tabs>
          <w:tab w:val="right" w:leader="dot" w:pos="9072"/>
        </w:tabs>
      </w:pPr>
      <w:r w:rsidRPr="00071C08">
        <w:t>2. Metodika a definice ukazatelů</w:t>
      </w:r>
      <w:r w:rsidR="00EF0A53" w:rsidRPr="00071C08">
        <w:tab/>
      </w:r>
      <w:r w:rsidR="00EF0A53" w:rsidRPr="00071C08">
        <w:tab/>
        <w:t>13</w:t>
      </w:r>
    </w:p>
    <w:p w:rsidR="008C09DF" w:rsidRPr="00071C08" w:rsidRDefault="008C09DF" w:rsidP="008C09DF">
      <w:pPr>
        <w:tabs>
          <w:tab w:val="right" w:leader="dot" w:pos="9072"/>
        </w:tabs>
        <w:ind w:left="284"/>
      </w:pPr>
      <w:r w:rsidRPr="00071C08">
        <w:t>2.1 Legislativní vymezení daňových od</w:t>
      </w:r>
      <w:r w:rsidR="004E5BE4" w:rsidRPr="00071C08">
        <w:t>počtů na výzkum a vývoj v ČR</w:t>
      </w:r>
      <w:r w:rsidR="004E5BE4" w:rsidRPr="00071C08">
        <w:tab/>
      </w:r>
      <w:r w:rsidR="004E5BE4" w:rsidRPr="00071C08">
        <w:tab/>
        <w:t>13</w:t>
      </w:r>
    </w:p>
    <w:p w:rsidR="008C09DF" w:rsidRPr="00071C08" w:rsidRDefault="008C09DF" w:rsidP="008C09DF">
      <w:pPr>
        <w:tabs>
          <w:tab w:val="right" w:leader="dot" w:pos="9072"/>
        </w:tabs>
        <w:ind w:left="284"/>
      </w:pPr>
      <w:r w:rsidRPr="00071C08">
        <w:t xml:space="preserve">2.2 Statistika nepřímé veřejné (daňové) </w:t>
      </w:r>
      <w:r w:rsidR="004E5BE4" w:rsidRPr="00071C08">
        <w:t xml:space="preserve">podpory </w:t>
      </w:r>
      <w:proofErr w:type="spellStart"/>
      <w:r w:rsidR="004E5BE4" w:rsidRPr="00071C08">
        <w:t>VaV</w:t>
      </w:r>
      <w:proofErr w:type="spellEnd"/>
      <w:r w:rsidR="004E5BE4" w:rsidRPr="00071C08">
        <w:tab/>
      </w:r>
      <w:r w:rsidR="004E5BE4" w:rsidRPr="00071C08">
        <w:tab/>
        <w:t>16</w:t>
      </w:r>
    </w:p>
    <w:p w:rsidR="008C09DF" w:rsidRPr="00071C08" w:rsidRDefault="008C09DF" w:rsidP="008C09DF">
      <w:pPr>
        <w:tabs>
          <w:tab w:val="right" w:leader="dot" w:pos="9072"/>
        </w:tabs>
        <w:ind w:left="284"/>
      </w:pPr>
      <w:r w:rsidRPr="00071C08">
        <w:t>2.3 Doplňující informace ze šetření</w:t>
      </w:r>
      <w:r w:rsidR="004E5BE4" w:rsidRPr="00071C08">
        <w:t xml:space="preserve"> o výzkumu a vývoji VTR 5-01</w:t>
      </w:r>
      <w:r w:rsidR="004E5BE4" w:rsidRPr="00071C08">
        <w:tab/>
      </w:r>
      <w:r w:rsidR="004E5BE4" w:rsidRPr="00071C08">
        <w:tab/>
        <w:t>19</w:t>
      </w:r>
    </w:p>
    <w:p w:rsidR="00D0550F" w:rsidRDefault="00D0550F" w:rsidP="00D934C3">
      <w:pPr>
        <w:tabs>
          <w:tab w:val="right" w:leader="dot" w:pos="9072"/>
        </w:tabs>
        <w:rPr>
          <w:b/>
          <w:color w:val="009BB4"/>
        </w:rPr>
      </w:pPr>
    </w:p>
    <w:p w:rsidR="00D934C3" w:rsidRPr="008C09DF" w:rsidRDefault="008C09DF" w:rsidP="00D934C3">
      <w:pPr>
        <w:tabs>
          <w:tab w:val="right" w:leader="dot" w:pos="9072"/>
        </w:tabs>
        <w:rPr>
          <w:color w:val="009BB4"/>
        </w:rPr>
      </w:pPr>
      <w:r w:rsidRPr="008C09DF">
        <w:rPr>
          <w:b/>
          <w:color w:val="009BB4"/>
        </w:rPr>
        <w:t>ANALYTICKÁ ČÁST</w:t>
      </w:r>
      <w:r w:rsidR="00621FFD">
        <w:rPr>
          <w:b/>
        </w:rPr>
        <w:tab/>
      </w:r>
      <w:r w:rsidR="00621FFD">
        <w:rPr>
          <w:b/>
        </w:rPr>
        <w:tab/>
        <w:t>23</w:t>
      </w:r>
    </w:p>
    <w:p w:rsidR="004F05BE" w:rsidRPr="00DF11F2" w:rsidRDefault="00DF11F2" w:rsidP="001D395C">
      <w:pPr>
        <w:tabs>
          <w:tab w:val="right" w:leader="dot" w:pos="9072"/>
        </w:tabs>
      </w:pPr>
      <w:r w:rsidRPr="00DF11F2">
        <w:t xml:space="preserve">3.1 Shrnutí základních údajů o nepřímé veřejné podpoře </w:t>
      </w:r>
      <w:proofErr w:type="spellStart"/>
      <w:r w:rsidRPr="00DF11F2">
        <w:t>VaV</w:t>
      </w:r>
      <w:proofErr w:type="spellEnd"/>
      <w:r w:rsidR="00B13D0A" w:rsidRPr="00DF11F2">
        <w:tab/>
      </w:r>
      <w:r w:rsidR="00B13D0A" w:rsidRPr="00DF11F2">
        <w:tab/>
      </w:r>
      <w:r w:rsidR="00621FFD">
        <w:t>24</w:t>
      </w:r>
    </w:p>
    <w:p w:rsidR="00F357AA" w:rsidRPr="00071C08" w:rsidRDefault="00DF11F2" w:rsidP="00DF11F2">
      <w:pPr>
        <w:tabs>
          <w:tab w:val="right" w:leader="dot" w:pos="9072"/>
        </w:tabs>
      </w:pPr>
      <w:r w:rsidRPr="00071C08">
        <w:t xml:space="preserve">3.2 </w:t>
      </w:r>
      <w:r w:rsidR="00A10F4D" w:rsidRPr="00071C08">
        <w:t>Podniky</w:t>
      </w:r>
      <w:r w:rsidR="00505964" w:rsidRPr="00071C08">
        <w:t xml:space="preserve"> s nepřímou veřejnou podporou výzkumu a vývoje (</w:t>
      </w:r>
      <w:proofErr w:type="spellStart"/>
      <w:r w:rsidR="00505964" w:rsidRPr="00071C08">
        <w:t>VaV</w:t>
      </w:r>
      <w:proofErr w:type="spellEnd"/>
      <w:r w:rsidR="00505964" w:rsidRPr="00071C08">
        <w:t>)</w:t>
      </w:r>
      <w:r w:rsidR="00A10F4D" w:rsidRPr="00071C08">
        <w:t xml:space="preserve"> v ČR</w:t>
      </w:r>
      <w:r w:rsidR="00B13D0A" w:rsidRPr="00071C08">
        <w:tab/>
      </w:r>
      <w:r w:rsidR="00B13D0A" w:rsidRPr="00071C08">
        <w:tab/>
      </w:r>
      <w:r w:rsidR="00071C08" w:rsidRPr="00071C08">
        <w:t>28</w:t>
      </w:r>
    </w:p>
    <w:p w:rsidR="00F357AA" w:rsidRPr="00071C08" w:rsidRDefault="00DF11F2" w:rsidP="00DF11F2">
      <w:pPr>
        <w:tabs>
          <w:tab w:val="right" w:leader="dot" w:pos="9072"/>
        </w:tabs>
      </w:pPr>
      <w:r w:rsidRPr="00071C08">
        <w:t xml:space="preserve">3.3 </w:t>
      </w:r>
      <w:r w:rsidR="00A10F4D" w:rsidRPr="00071C08">
        <w:t>Odečtené</w:t>
      </w:r>
      <w:r w:rsidR="00F357AA" w:rsidRPr="00071C08">
        <w:t xml:space="preserve"> </w:t>
      </w:r>
      <w:r w:rsidR="00A10F4D" w:rsidRPr="00071C08">
        <w:t xml:space="preserve">výdaje na </w:t>
      </w:r>
      <w:proofErr w:type="spellStart"/>
      <w:r w:rsidR="00A10F4D" w:rsidRPr="00071C08">
        <w:t>VaV</w:t>
      </w:r>
      <w:proofErr w:type="spellEnd"/>
      <w:r w:rsidR="00A10F4D" w:rsidRPr="00071C08">
        <w:t xml:space="preserve"> od základu daně v ČR</w:t>
      </w:r>
      <w:r w:rsidR="00B13D0A" w:rsidRPr="00071C08">
        <w:tab/>
      </w:r>
      <w:r w:rsidR="00B13D0A" w:rsidRPr="00071C08">
        <w:tab/>
      </w:r>
      <w:r w:rsidR="00071C08" w:rsidRPr="00071C08">
        <w:t>35</w:t>
      </w:r>
    </w:p>
    <w:p w:rsidR="00F357AA" w:rsidRPr="00071C08" w:rsidRDefault="00DF11F2" w:rsidP="00DF11F2">
      <w:pPr>
        <w:tabs>
          <w:tab w:val="right" w:leader="dot" w:pos="9072"/>
        </w:tabs>
      </w:pPr>
      <w:r w:rsidRPr="00071C08">
        <w:t xml:space="preserve">3.4 </w:t>
      </w:r>
      <w:r w:rsidR="00A10F4D" w:rsidRPr="00071C08">
        <w:t xml:space="preserve">Nepřímá veřejná podpora </w:t>
      </w:r>
      <w:proofErr w:type="spellStart"/>
      <w:r w:rsidR="00A10F4D" w:rsidRPr="00071C08">
        <w:t>VaV</w:t>
      </w:r>
      <w:proofErr w:type="spellEnd"/>
      <w:r w:rsidR="00A10F4D" w:rsidRPr="00071C08">
        <w:t xml:space="preserve"> v ČR</w:t>
      </w:r>
      <w:r w:rsidR="00B13D0A" w:rsidRPr="00071C08">
        <w:tab/>
      </w:r>
      <w:r w:rsidR="00B13D0A" w:rsidRPr="00071C08">
        <w:tab/>
      </w:r>
      <w:r w:rsidR="00071C08" w:rsidRPr="00071C08">
        <w:t>40</w:t>
      </w:r>
    </w:p>
    <w:p w:rsidR="00F357AA" w:rsidRPr="00071C08" w:rsidRDefault="00DF11F2" w:rsidP="00DF11F2">
      <w:pPr>
        <w:tabs>
          <w:tab w:val="right" w:leader="dot" w:pos="9072"/>
        </w:tabs>
      </w:pPr>
      <w:r w:rsidRPr="00071C08">
        <w:t xml:space="preserve">3.5 </w:t>
      </w:r>
      <w:r w:rsidR="00A10F4D" w:rsidRPr="00071C08">
        <w:t xml:space="preserve">Nepřímá veřejná podpora </w:t>
      </w:r>
      <w:proofErr w:type="spellStart"/>
      <w:r w:rsidR="00A10F4D" w:rsidRPr="00071C08">
        <w:t>VaV</w:t>
      </w:r>
      <w:proofErr w:type="spellEnd"/>
      <w:r w:rsidR="00A10F4D" w:rsidRPr="00071C08">
        <w:t xml:space="preserve"> </w:t>
      </w:r>
      <w:r w:rsidR="00F357AA" w:rsidRPr="00071C08">
        <w:t>v mezinárodním kontextu</w:t>
      </w:r>
      <w:r w:rsidR="00B13D0A" w:rsidRPr="00071C08">
        <w:tab/>
      </w:r>
      <w:r w:rsidR="00B13D0A" w:rsidRPr="00071C08">
        <w:tab/>
      </w:r>
      <w:r w:rsidR="00071C08" w:rsidRPr="00071C08">
        <w:t>46</w:t>
      </w:r>
    </w:p>
    <w:p w:rsidR="00D934C3" w:rsidRDefault="00D934C3" w:rsidP="009A47F2">
      <w:pPr>
        <w:tabs>
          <w:tab w:val="right" w:leader="dot" w:pos="9072"/>
        </w:tabs>
        <w:rPr>
          <w:b/>
        </w:rPr>
      </w:pPr>
    </w:p>
    <w:p w:rsidR="00D57DB4" w:rsidRPr="008C09DF" w:rsidRDefault="008C09DF" w:rsidP="009A47F2">
      <w:pPr>
        <w:tabs>
          <w:tab w:val="right" w:leader="dot" w:pos="9072"/>
        </w:tabs>
        <w:rPr>
          <w:b/>
          <w:color w:val="009BB4"/>
        </w:rPr>
      </w:pPr>
      <w:r w:rsidRPr="008C09DF">
        <w:rPr>
          <w:b/>
          <w:color w:val="009BB4"/>
        </w:rPr>
        <w:t>TABULKOVÁ ČÁST</w:t>
      </w:r>
      <w:r w:rsidR="006839BD">
        <w:rPr>
          <w:b/>
        </w:rPr>
        <w:tab/>
      </w:r>
      <w:r w:rsidR="006839BD">
        <w:rPr>
          <w:b/>
        </w:rPr>
        <w:tab/>
        <w:t>49</w:t>
      </w:r>
    </w:p>
    <w:p w:rsidR="001C3E82" w:rsidRDefault="001C3E82" w:rsidP="00314F33">
      <w:pPr>
        <w:tabs>
          <w:tab w:val="right" w:leader="dot" w:pos="9072"/>
        </w:tabs>
      </w:pPr>
      <w:r>
        <w:t xml:space="preserve">Tab. 1 </w:t>
      </w:r>
      <w:proofErr w:type="gramStart"/>
      <w:r w:rsidR="00314F33" w:rsidRPr="00314F33">
        <w:t>Základní</w:t>
      </w:r>
      <w:proofErr w:type="gramEnd"/>
      <w:r w:rsidR="00314F33" w:rsidRPr="00314F33">
        <w:t xml:space="preserve"> ukazatele o nepřímé veřejné podpoře </w:t>
      </w:r>
      <w:proofErr w:type="spellStart"/>
      <w:r w:rsidR="00314F33" w:rsidRPr="00314F33">
        <w:t>VaV</w:t>
      </w:r>
      <w:proofErr w:type="spellEnd"/>
      <w:r w:rsidR="00314F33" w:rsidRPr="00314F33">
        <w:t xml:space="preserve"> v ČR (veřejné a soukromé podniky)</w:t>
      </w:r>
      <w:r w:rsidR="009A47F2">
        <w:tab/>
      </w:r>
      <w:r w:rsidR="00B13D0A">
        <w:tab/>
      </w:r>
      <w:r w:rsidR="006839BD">
        <w:t>50</w:t>
      </w:r>
    </w:p>
    <w:p w:rsidR="00D934C3" w:rsidRDefault="001C3E82" w:rsidP="00314F33">
      <w:pPr>
        <w:tabs>
          <w:tab w:val="right" w:leader="dot" w:pos="9072"/>
        </w:tabs>
      </w:pPr>
      <w:r>
        <w:t xml:space="preserve">Tab. 2 </w:t>
      </w:r>
      <w:r w:rsidR="00D934C3">
        <w:t xml:space="preserve">Nepřímá veřejná podpora </w:t>
      </w:r>
      <w:proofErr w:type="spellStart"/>
      <w:r w:rsidR="00D934C3">
        <w:t>VaV</w:t>
      </w:r>
      <w:proofErr w:type="spellEnd"/>
      <w:r w:rsidR="00314F33" w:rsidRPr="00314F33">
        <w:t xml:space="preserve"> v soukromých podnicích</w:t>
      </w:r>
      <w:r w:rsidR="00D934C3">
        <w:t xml:space="preserve"> </w:t>
      </w:r>
      <w:r w:rsidR="00314F33" w:rsidRPr="00314F33">
        <w:t>v ČR podle vlastnictví a velikost</w:t>
      </w:r>
      <w:r w:rsidR="00D934C3">
        <w:t xml:space="preserve">i </w:t>
      </w:r>
    </w:p>
    <w:p w:rsidR="001C3E82" w:rsidRDefault="00314F33" w:rsidP="00D934C3">
      <w:pPr>
        <w:tabs>
          <w:tab w:val="right" w:leader="dot" w:pos="9072"/>
        </w:tabs>
        <w:ind w:left="709"/>
      </w:pPr>
      <w:r w:rsidRPr="00314F33">
        <w:t>této podpory</w:t>
      </w:r>
      <w:r w:rsidR="009A47F2">
        <w:tab/>
      </w:r>
      <w:r w:rsidR="00B13D0A">
        <w:tab/>
      </w:r>
      <w:r w:rsidR="006839BD">
        <w:t>51</w:t>
      </w:r>
    </w:p>
    <w:p w:rsidR="00D934C3" w:rsidRDefault="001C3E82" w:rsidP="007A0237">
      <w:pPr>
        <w:tabs>
          <w:tab w:val="right" w:leader="dot" w:pos="9072"/>
        </w:tabs>
      </w:pPr>
      <w:r>
        <w:t xml:space="preserve">Tab. 3 </w:t>
      </w:r>
      <w:r w:rsidR="007A0237" w:rsidRPr="007A0237">
        <w:t xml:space="preserve">Nepřímá veřejná podpora </w:t>
      </w:r>
      <w:proofErr w:type="spellStart"/>
      <w:r w:rsidR="007A0237" w:rsidRPr="007A0237">
        <w:t>VaV</w:t>
      </w:r>
      <w:proofErr w:type="spellEnd"/>
      <w:r w:rsidR="007A0237" w:rsidRPr="007A0237">
        <w:t xml:space="preserve"> v soukromých podnicích v ČR podle vlastnictví a velikosti </w:t>
      </w:r>
    </w:p>
    <w:p w:rsidR="001C3E82" w:rsidRDefault="007A0237" w:rsidP="00D934C3">
      <w:pPr>
        <w:tabs>
          <w:tab w:val="right" w:leader="dot" w:pos="9072"/>
        </w:tabs>
        <w:ind w:left="709"/>
      </w:pPr>
      <w:r w:rsidRPr="007A0237">
        <w:t>sledovaných podniků</w:t>
      </w:r>
      <w:r w:rsidR="009A47F2">
        <w:tab/>
      </w:r>
      <w:r w:rsidR="00B13D0A">
        <w:tab/>
      </w:r>
      <w:r w:rsidR="006839BD">
        <w:t>52</w:t>
      </w:r>
    </w:p>
    <w:p w:rsidR="001C3E82" w:rsidRDefault="001C3E82" w:rsidP="00D934C3">
      <w:pPr>
        <w:tabs>
          <w:tab w:val="right" w:leader="dot" w:pos="9072"/>
        </w:tabs>
        <w:ind w:left="709" w:hanging="709"/>
      </w:pPr>
      <w:r>
        <w:t xml:space="preserve">Tab. 4 </w:t>
      </w:r>
      <w:r w:rsidR="00D934C3">
        <w:t xml:space="preserve">Nepřímá veřejná podpora </w:t>
      </w:r>
      <w:proofErr w:type="spellStart"/>
      <w:r w:rsidR="00D934C3">
        <w:t>VaV</w:t>
      </w:r>
      <w:proofErr w:type="spellEnd"/>
      <w:r w:rsidR="000A15CF" w:rsidRPr="000A15CF">
        <w:t xml:space="preserve"> v soukromých podnicích v ČR podle vlastnictví a převažující ekonomické činnosti (</w:t>
      </w:r>
      <w:r w:rsidR="001F2CCD">
        <w:t>vybrané sekce CZ-NACE</w:t>
      </w:r>
      <w:r w:rsidR="000A15CF" w:rsidRPr="000A15CF">
        <w:t>) sledovaných podniků</w:t>
      </w:r>
      <w:r w:rsidR="009A47F2">
        <w:tab/>
      </w:r>
      <w:r w:rsidR="00B13D0A">
        <w:tab/>
      </w:r>
      <w:r w:rsidR="006839BD">
        <w:t>53</w:t>
      </w:r>
    </w:p>
    <w:p w:rsidR="00D934C3" w:rsidRDefault="001C3E82" w:rsidP="000A15CF">
      <w:pPr>
        <w:tabs>
          <w:tab w:val="right" w:leader="dot" w:pos="9072"/>
        </w:tabs>
      </w:pPr>
      <w:r>
        <w:t xml:space="preserve">Tab. 5 </w:t>
      </w:r>
      <w:r w:rsidR="000A15CF" w:rsidRPr="000A15CF">
        <w:t xml:space="preserve">Nepřímá veřejná podpora </w:t>
      </w:r>
      <w:proofErr w:type="spellStart"/>
      <w:r w:rsidR="000A15CF" w:rsidRPr="000A15CF">
        <w:t>VaV</w:t>
      </w:r>
      <w:proofErr w:type="spellEnd"/>
      <w:r w:rsidR="000A15CF" w:rsidRPr="000A15CF">
        <w:t xml:space="preserve"> v soukromých podnicích v ČR podle převažující ekonomické </w:t>
      </w:r>
    </w:p>
    <w:p w:rsidR="001C3E82" w:rsidRDefault="000A15CF" w:rsidP="00D934C3">
      <w:pPr>
        <w:tabs>
          <w:tab w:val="right" w:leader="dot" w:pos="9072"/>
        </w:tabs>
        <w:ind w:left="709"/>
      </w:pPr>
      <w:r w:rsidRPr="000A15CF">
        <w:t>činnosti (</w:t>
      </w:r>
      <w:r w:rsidR="001F2CCD">
        <w:t>vybrané sekce CZ-NACE</w:t>
      </w:r>
      <w:r w:rsidRPr="000A15CF">
        <w:t>) a vlastnictví podniků</w:t>
      </w:r>
      <w:r w:rsidR="001C3E82">
        <w:tab/>
      </w:r>
      <w:r w:rsidR="00B13D0A">
        <w:tab/>
      </w:r>
      <w:r w:rsidR="006839BD">
        <w:t>54</w:t>
      </w:r>
    </w:p>
    <w:p w:rsidR="00D934C3" w:rsidRDefault="001C3E82" w:rsidP="003F2E69">
      <w:pPr>
        <w:tabs>
          <w:tab w:val="right" w:leader="dot" w:pos="9072"/>
        </w:tabs>
      </w:pPr>
      <w:r>
        <w:t xml:space="preserve">Tab. 6 </w:t>
      </w:r>
      <w:r w:rsidR="003F2E69" w:rsidRPr="003F2E69">
        <w:t xml:space="preserve">Nepřímá veřejná podpora </w:t>
      </w:r>
      <w:proofErr w:type="spellStart"/>
      <w:r w:rsidR="003F2E69" w:rsidRPr="003F2E69">
        <w:t>VaV</w:t>
      </w:r>
      <w:proofErr w:type="spellEnd"/>
      <w:r w:rsidR="003F2E69" w:rsidRPr="003F2E69">
        <w:t xml:space="preserve"> v soukromých podnicích v ČR podle převažující ekonomické </w:t>
      </w:r>
    </w:p>
    <w:p w:rsidR="001C3E82" w:rsidRDefault="003F2E69" w:rsidP="00D934C3">
      <w:pPr>
        <w:tabs>
          <w:tab w:val="right" w:leader="dot" w:pos="9072"/>
        </w:tabs>
        <w:ind w:left="709"/>
      </w:pPr>
      <w:r w:rsidRPr="003F2E69">
        <w:t>činnosti (vybra</w:t>
      </w:r>
      <w:r w:rsidR="001F2CCD">
        <w:t>né sekce CZ-</w:t>
      </w:r>
      <w:r w:rsidRPr="003F2E69">
        <w:t>NACE) podniků a velikosti nepřímé podpory</w:t>
      </w:r>
      <w:r w:rsidR="009A47F2">
        <w:tab/>
      </w:r>
      <w:r w:rsidR="00B13D0A">
        <w:tab/>
      </w:r>
      <w:r w:rsidR="006839BD">
        <w:t>55</w:t>
      </w:r>
    </w:p>
    <w:p w:rsidR="00D934C3" w:rsidRDefault="001C3E82" w:rsidP="003F2E69">
      <w:pPr>
        <w:tabs>
          <w:tab w:val="right" w:leader="dot" w:pos="9072"/>
        </w:tabs>
      </w:pPr>
      <w:r>
        <w:t xml:space="preserve">Tab. 7 </w:t>
      </w:r>
      <w:r w:rsidR="003F2E69" w:rsidRPr="003F2E69">
        <w:t xml:space="preserve">Nepřímá veřejná podpora </w:t>
      </w:r>
      <w:proofErr w:type="spellStart"/>
      <w:r w:rsidR="003F2E69" w:rsidRPr="003F2E69">
        <w:t>VaV</w:t>
      </w:r>
      <w:proofErr w:type="spellEnd"/>
      <w:r w:rsidR="003F2E69" w:rsidRPr="003F2E69">
        <w:t xml:space="preserve"> v soukromých podnicích v ČR podle převažující ekonomické </w:t>
      </w:r>
    </w:p>
    <w:p w:rsidR="001C3E82" w:rsidRDefault="001F2CCD" w:rsidP="00D934C3">
      <w:pPr>
        <w:tabs>
          <w:tab w:val="right" w:leader="dot" w:pos="9072"/>
        </w:tabs>
        <w:ind w:left="709"/>
      </w:pPr>
      <w:r>
        <w:t>činnosti (vybrané sekce CZ-</w:t>
      </w:r>
      <w:r w:rsidR="003F2E69" w:rsidRPr="003F2E69">
        <w:t>NACE) a velikosti podniků</w:t>
      </w:r>
      <w:r w:rsidR="009A47F2">
        <w:tab/>
      </w:r>
      <w:r w:rsidR="00B13D0A">
        <w:tab/>
      </w:r>
      <w:r w:rsidR="006839BD">
        <w:t>56</w:t>
      </w:r>
    </w:p>
    <w:p w:rsidR="007D5954" w:rsidRDefault="001C3E82" w:rsidP="009A47F2">
      <w:pPr>
        <w:tabs>
          <w:tab w:val="right" w:leader="dot" w:pos="9072"/>
        </w:tabs>
      </w:pPr>
      <w:r>
        <w:t xml:space="preserve">Tab. 8 </w:t>
      </w:r>
      <w:r w:rsidR="004F62EB" w:rsidRPr="004F62EB">
        <w:t xml:space="preserve">Nepřímá veřejná podpora </w:t>
      </w:r>
      <w:proofErr w:type="spellStart"/>
      <w:r w:rsidR="004F62EB" w:rsidRPr="004F62EB">
        <w:t>VaV</w:t>
      </w:r>
      <w:proofErr w:type="spellEnd"/>
      <w:r w:rsidR="004F62EB" w:rsidRPr="004F62EB">
        <w:t xml:space="preserve"> v soukromých podnicích v ČR podle jejich sídla </w:t>
      </w:r>
    </w:p>
    <w:p w:rsidR="001C3E82" w:rsidRDefault="004F62EB" w:rsidP="007D5954">
      <w:pPr>
        <w:tabs>
          <w:tab w:val="right" w:leader="dot" w:pos="9072"/>
        </w:tabs>
        <w:ind w:left="709"/>
      </w:pPr>
      <w:r w:rsidRPr="004F62EB">
        <w:t>(</w:t>
      </w:r>
      <w:r w:rsidR="007D5954">
        <w:t>CZ-</w:t>
      </w:r>
      <w:r w:rsidRPr="004F62EB">
        <w:t>NUTS 3/kraje)</w:t>
      </w:r>
      <w:r w:rsidR="009A47F2">
        <w:tab/>
      </w:r>
      <w:r w:rsidR="00B13D0A">
        <w:tab/>
      </w:r>
      <w:r w:rsidR="006839BD">
        <w:t>57</w:t>
      </w:r>
    </w:p>
    <w:p w:rsidR="001C3E82" w:rsidRDefault="001C3E82" w:rsidP="009A47F2">
      <w:pPr>
        <w:tabs>
          <w:tab w:val="right" w:leader="dot" w:pos="9072"/>
        </w:tabs>
      </w:pPr>
      <w:r>
        <w:t xml:space="preserve">Tab. 9 </w:t>
      </w:r>
      <w:r w:rsidR="004F62EB" w:rsidRPr="004F62EB">
        <w:t xml:space="preserve">Nepřímá veřejná podpora </w:t>
      </w:r>
      <w:proofErr w:type="spellStart"/>
      <w:r w:rsidR="004F62EB" w:rsidRPr="004F62EB">
        <w:t>VaV</w:t>
      </w:r>
      <w:proofErr w:type="spellEnd"/>
      <w:r w:rsidR="004F62EB" w:rsidRPr="004F62EB">
        <w:t xml:space="preserve"> ve zpracovatelském </w:t>
      </w:r>
      <w:r w:rsidR="001F2CCD">
        <w:t>průmyslu v ČR podle odvětví (CZ-</w:t>
      </w:r>
      <w:r w:rsidR="004F62EB" w:rsidRPr="004F62EB">
        <w:t>NACE)</w:t>
      </w:r>
      <w:r w:rsidR="009A47F2">
        <w:tab/>
      </w:r>
      <w:r w:rsidR="00B13D0A">
        <w:tab/>
      </w:r>
      <w:r w:rsidR="006839BD">
        <w:t>58</w:t>
      </w:r>
    </w:p>
    <w:p w:rsidR="00D934C3" w:rsidRDefault="001C3E82" w:rsidP="004F62EB">
      <w:pPr>
        <w:tabs>
          <w:tab w:val="right" w:leader="dot" w:pos="9072"/>
        </w:tabs>
      </w:pPr>
      <w:r>
        <w:t xml:space="preserve">Tab. 10 </w:t>
      </w:r>
      <w:r w:rsidR="004F62EB" w:rsidRPr="004F62EB">
        <w:t xml:space="preserve">Nepřímá veřejná podpora </w:t>
      </w:r>
      <w:proofErr w:type="spellStart"/>
      <w:r w:rsidR="004F62EB" w:rsidRPr="004F62EB">
        <w:t>VaV</w:t>
      </w:r>
      <w:proofErr w:type="spellEnd"/>
      <w:r w:rsidR="004F62EB" w:rsidRPr="004F62EB">
        <w:t xml:space="preserve"> ve zpracovatelském </w:t>
      </w:r>
      <w:r w:rsidR="001F2CCD">
        <w:t>průmyslu v ČR podle odvětví (CZ-</w:t>
      </w:r>
      <w:r w:rsidR="004F62EB" w:rsidRPr="004F62EB">
        <w:t xml:space="preserve">NACE) </w:t>
      </w:r>
    </w:p>
    <w:p w:rsidR="001C3E82" w:rsidRDefault="004F62EB" w:rsidP="00D934C3">
      <w:pPr>
        <w:tabs>
          <w:tab w:val="right" w:leader="dot" w:pos="9072"/>
        </w:tabs>
        <w:ind w:left="709"/>
      </w:pPr>
      <w:r w:rsidRPr="004F62EB">
        <w:t xml:space="preserve">a vlastnictví </w:t>
      </w:r>
      <w:r w:rsidR="007D5954">
        <w:t>sledovaných podniků</w:t>
      </w:r>
      <w:r w:rsidR="009A47F2">
        <w:tab/>
      </w:r>
      <w:r w:rsidR="00B13D0A">
        <w:tab/>
      </w:r>
      <w:r w:rsidR="006839BD">
        <w:t>59</w:t>
      </w:r>
    </w:p>
    <w:p w:rsidR="00D934C3" w:rsidRDefault="001C3E82" w:rsidP="004F62EB">
      <w:pPr>
        <w:tabs>
          <w:tab w:val="right" w:leader="dot" w:pos="9072"/>
        </w:tabs>
      </w:pPr>
      <w:r>
        <w:t xml:space="preserve">Tab. 11 </w:t>
      </w:r>
      <w:r w:rsidR="004F62EB" w:rsidRPr="004F62EB">
        <w:t xml:space="preserve">Nepřímá veřejná podpora </w:t>
      </w:r>
      <w:proofErr w:type="spellStart"/>
      <w:r w:rsidR="004F62EB" w:rsidRPr="004F62EB">
        <w:t>VaV</w:t>
      </w:r>
      <w:proofErr w:type="spellEnd"/>
      <w:r w:rsidR="004F62EB" w:rsidRPr="004F62EB">
        <w:t xml:space="preserve"> ve zpracovatelském </w:t>
      </w:r>
      <w:r w:rsidR="001F2CCD">
        <w:t>průmyslu v ČR podle odvětví (CZ-</w:t>
      </w:r>
      <w:r w:rsidR="004F62EB" w:rsidRPr="004F62EB">
        <w:t>NAC</w:t>
      </w:r>
      <w:r w:rsidR="00D934C3">
        <w:t xml:space="preserve">E) </w:t>
      </w:r>
    </w:p>
    <w:p w:rsidR="001C3E82" w:rsidRDefault="004F62EB" w:rsidP="00D934C3">
      <w:pPr>
        <w:tabs>
          <w:tab w:val="right" w:leader="dot" w:pos="9072"/>
        </w:tabs>
        <w:ind w:left="709"/>
      </w:pPr>
      <w:r w:rsidRPr="004F62EB">
        <w:t>a vel</w:t>
      </w:r>
      <w:r w:rsidR="007D5954">
        <w:t>ikosti sledovaných podniků</w:t>
      </w:r>
      <w:r w:rsidR="009A47F2">
        <w:tab/>
      </w:r>
      <w:r w:rsidR="00B13D0A">
        <w:tab/>
      </w:r>
      <w:r w:rsidR="006839BD">
        <w:t>60</w:t>
      </w:r>
    </w:p>
    <w:p w:rsidR="00D934C3" w:rsidRDefault="001C3E82" w:rsidP="000805F8">
      <w:pPr>
        <w:tabs>
          <w:tab w:val="right" w:leader="dot" w:pos="9072"/>
        </w:tabs>
      </w:pPr>
      <w:r>
        <w:t xml:space="preserve">Tab. 12 </w:t>
      </w:r>
      <w:r w:rsidR="000805F8" w:rsidRPr="000805F8">
        <w:t xml:space="preserve">Přímá a nepřímá veřejná podpora </w:t>
      </w:r>
      <w:proofErr w:type="spellStart"/>
      <w:r w:rsidR="000805F8" w:rsidRPr="000805F8">
        <w:t>VaV</w:t>
      </w:r>
      <w:proofErr w:type="spellEnd"/>
      <w:r w:rsidR="000805F8" w:rsidRPr="000805F8">
        <w:t xml:space="preserve"> v soukromých podnicích v ČR podle velikosti </w:t>
      </w:r>
    </w:p>
    <w:p w:rsidR="001C3E82" w:rsidRDefault="000805F8" w:rsidP="00D934C3">
      <w:pPr>
        <w:tabs>
          <w:tab w:val="right" w:leader="dot" w:pos="9072"/>
        </w:tabs>
        <w:ind w:left="709"/>
      </w:pPr>
      <w:r w:rsidRPr="000805F8">
        <w:t>a vlastnictví sledovaných podniků</w:t>
      </w:r>
      <w:r w:rsidR="009A47F2">
        <w:tab/>
      </w:r>
      <w:r w:rsidR="00B13D0A">
        <w:tab/>
      </w:r>
      <w:r w:rsidR="006839BD">
        <w:t>61</w:t>
      </w:r>
    </w:p>
    <w:p w:rsidR="001F2CCD" w:rsidRDefault="001C3E82" w:rsidP="001F2CCD">
      <w:pPr>
        <w:tabs>
          <w:tab w:val="right" w:leader="dot" w:pos="9072"/>
        </w:tabs>
      </w:pPr>
      <w:r>
        <w:t xml:space="preserve">Tab. 13 </w:t>
      </w:r>
      <w:r w:rsidR="000805F8" w:rsidRPr="000805F8">
        <w:t xml:space="preserve">Přímá a nepřímá veřejná podpora </w:t>
      </w:r>
      <w:proofErr w:type="spellStart"/>
      <w:r w:rsidR="000805F8" w:rsidRPr="000805F8">
        <w:t>VaV</w:t>
      </w:r>
      <w:proofErr w:type="spellEnd"/>
      <w:r w:rsidR="000805F8" w:rsidRPr="000805F8">
        <w:t xml:space="preserve"> v soukromých podnicích v ČR podle vlastnictví</w:t>
      </w:r>
      <w:r w:rsidR="001F2CCD">
        <w:t xml:space="preserve"> </w:t>
      </w:r>
    </w:p>
    <w:p w:rsidR="001C3E82" w:rsidRDefault="000805F8" w:rsidP="001F2CCD">
      <w:pPr>
        <w:tabs>
          <w:tab w:val="right" w:leader="dot" w:pos="9072"/>
        </w:tabs>
        <w:ind w:left="709"/>
      </w:pPr>
      <w:r w:rsidRPr="000805F8">
        <w:t xml:space="preserve">a odvětví </w:t>
      </w:r>
      <w:r w:rsidR="001F2CCD">
        <w:t>(CZ-</w:t>
      </w:r>
      <w:r w:rsidR="001F2CCD" w:rsidRPr="004F62EB">
        <w:t>NAC</w:t>
      </w:r>
      <w:r w:rsidR="001F2CCD">
        <w:t xml:space="preserve">E) </w:t>
      </w:r>
      <w:r w:rsidRPr="000805F8">
        <w:t>sledovaných podniků</w:t>
      </w:r>
      <w:r w:rsidR="009A47F2">
        <w:tab/>
      </w:r>
      <w:r w:rsidR="00B13D0A">
        <w:tab/>
      </w:r>
      <w:r w:rsidR="006839BD">
        <w:t>62</w:t>
      </w:r>
    </w:p>
    <w:p w:rsidR="001F2CCD" w:rsidRDefault="001C3E82" w:rsidP="001F2CCD">
      <w:pPr>
        <w:tabs>
          <w:tab w:val="right" w:leader="dot" w:pos="9072"/>
        </w:tabs>
        <w:ind w:left="709" w:hanging="709"/>
      </w:pPr>
      <w:r>
        <w:t xml:space="preserve">Tab. 14 </w:t>
      </w:r>
      <w:r w:rsidR="00725178" w:rsidRPr="00725178">
        <w:t xml:space="preserve">Přímá a nepřímá veřejná podpora </w:t>
      </w:r>
      <w:proofErr w:type="spellStart"/>
      <w:r w:rsidR="00725178" w:rsidRPr="00725178">
        <w:t>VaV</w:t>
      </w:r>
      <w:proofErr w:type="spellEnd"/>
      <w:r w:rsidR="00725178" w:rsidRPr="00725178">
        <w:t xml:space="preserve"> v soukromých podnicích v ČR podle odvětví </w:t>
      </w:r>
    </w:p>
    <w:p w:rsidR="001C3E82" w:rsidRDefault="001F2CCD" w:rsidP="001F2CCD">
      <w:pPr>
        <w:tabs>
          <w:tab w:val="right" w:leader="dot" w:pos="9072"/>
        </w:tabs>
        <w:ind w:left="709"/>
      </w:pPr>
      <w:r>
        <w:t>(CZ-</w:t>
      </w:r>
      <w:r w:rsidRPr="004F62EB">
        <w:t>NAC</w:t>
      </w:r>
      <w:r>
        <w:t xml:space="preserve">E) </w:t>
      </w:r>
      <w:r w:rsidR="00725178" w:rsidRPr="00725178">
        <w:t>a vlastnictví sledovaných podniků</w:t>
      </w:r>
      <w:r w:rsidR="009A47F2">
        <w:tab/>
      </w:r>
      <w:r w:rsidR="00B13D0A">
        <w:tab/>
      </w:r>
      <w:r w:rsidR="006839BD">
        <w:t>63</w:t>
      </w:r>
    </w:p>
    <w:p w:rsidR="001F2CCD" w:rsidRDefault="001C3E82" w:rsidP="00725178">
      <w:pPr>
        <w:tabs>
          <w:tab w:val="right" w:leader="dot" w:pos="9072"/>
        </w:tabs>
      </w:pPr>
      <w:r>
        <w:t xml:space="preserve">Tab. 15 </w:t>
      </w:r>
      <w:r w:rsidR="00725178" w:rsidRPr="00725178">
        <w:t xml:space="preserve">Přímá a nepřímá veřejná podpora </w:t>
      </w:r>
      <w:proofErr w:type="spellStart"/>
      <w:r w:rsidR="00725178" w:rsidRPr="00725178">
        <w:t>VaV</w:t>
      </w:r>
      <w:proofErr w:type="spellEnd"/>
      <w:r w:rsidR="00725178" w:rsidRPr="00725178">
        <w:t xml:space="preserve"> v soukromých podnicích v ČR podle odvětví </w:t>
      </w:r>
    </w:p>
    <w:p w:rsidR="001C3E82" w:rsidRDefault="001F2CCD" w:rsidP="001F2CCD">
      <w:pPr>
        <w:tabs>
          <w:tab w:val="right" w:leader="dot" w:pos="9072"/>
        </w:tabs>
        <w:ind w:left="709"/>
      </w:pPr>
      <w:r>
        <w:t>(CZ-</w:t>
      </w:r>
      <w:r w:rsidRPr="004F62EB">
        <w:t>NAC</w:t>
      </w:r>
      <w:r>
        <w:t xml:space="preserve">E) </w:t>
      </w:r>
      <w:r w:rsidR="00725178" w:rsidRPr="00725178">
        <w:t>a velikosti sledovaných podniků</w:t>
      </w:r>
      <w:r w:rsidR="009A47F2">
        <w:tab/>
      </w:r>
      <w:r w:rsidR="00B13D0A">
        <w:tab/>
      </w:r>
      <w:r w:rsidR="006839BD">
        <w:t>64</w:t>
      </w:r>
    </w:p>
    <w:p w:rsidR="00926763" w:rsidRDefault="001C3E82" w:rsidP="00926763">
      <w:pPr>
        <w:tabs>
          <w:tab w:val="right" w:leader="dot" w:pos="9072"/>
        </w:tabs>
      </w:pPr>
      <w:r>
        <w:t xml:space="preserve">Tab. 16 </w:t>
      </w:r>
      <w:r w:rsidR="00926763" w:rsidRPr="00926763">
        <w:t xml:space="preserve">Přímá a nepřímá veřejná podpora </w:t>
      </w:r>
      <w:proofErr w:type="spellStart"/>
      <w:r w:rsidR="00926763" w:rsidRPr="00926763">
        <w:t>VaV</w:t>
      </w:r>
      <w:proofErr w:type="spellEnd"/>
      <w:r w:rsidR="00926763" w:rsidRPr="00926763">
        <w:t xml:space="preserve"> v soukromých podnicích v ČR podle jejich sídla </w:t>
      </w:r>
    </w:p>
    <w:p w:rsidR="001C3E82" w:rsidRDefault="007D5954" w:rsidP="00D934C3">
      <w:pPr>
        <w:tabs>
          <w:tab w:val="right" w:leader="dot" w:pos="9072"/>
        </w:tabs>
        <w:ind w:left="709"/>
      </w:pPr>
      <w:r>
        <w:t>(CZ-</w:t>
      </w:r>
      <w:r w:rsidR="00926763" w:rsidRPr="00926763">
        <w:t>NUTS 3/kraje)</w:t>
      </w:r>
      <w:r w:rsidR="009A47F2">
        <w:tab/>
      </w:r>
      <w:r w:rsidR="00B13D0A">
        <w:tab/>
      </w:r>
      <w:r w:rsidR="006839BD">
        <w:t>65</w:t>
      </w:r>
    </w:p>
    <w:p w:rsidR="00540AE1" w:rsidRDefault="001C3E82" w:rsidP="00540AE1">
      <w:pPr>
        <w:tabs>
          <w:tab w:val="right" w:leader="dot" w:pos="9072"/>
        </w:tabs>
      </w:pPr>
      <w:r>
        <w:t xml:space="preserve">Tab. 17 </w:t>
      </w:r>
      <w:r w:rsidR="00540AE1" w:rsidRPr="00540AE1">
        <w:t xml:space="preserve">Přímá a nepřímá veřejná podpora </w:t>
      </w:r>
      <w:proofErr w:type="spellStart"/>
      <w:r w:rsidR="00540AE1" w:rsidRPr="00540AE1">
        <w:t>VaV</w:t>
      </w:r>
      <w:proofErr w:type="spellEnd"/>
      <w:r w:rsidR="00540AE1" w:rsidRPr="00540AE1">
        <w:t xml:space="preserve"> ve zpracovatelském průmyslu v ČR podle odvětví </w:t>
      </w:r>
    </w:p>
    <w:p w:rsidR="001C3E82" w:rsidRDefault="001F2CCD" w:rsidP="00D934C3">
      <w:pPr>
        <w:tabs>
          <w:tab w:val="right" w:leader="dot" w:pos="9072"/>
        </w:tabs>
        <w:ind w:left="709"/>
      </w:pPr>
      <w:r>
        <w:t>(CZ-</w:t>
      </w:r>
      <w:r w:rsidR="00540AE1" w:rsidRPr="00540AE1">
        <w:t>NACE)</w:t>
      </w:r>
      <w:r w:rsidR="009A47F2">
        <w:tab/>
      </w:r>
      <w:r w:rsidR="00B13D0A">
        <w:tab/>
      </w:r>
      <w:r w:rsidR="006839BD">
        <w:t>66</w:t>
      </w:r>
    </w:p>
    <w:p w:rsidR="00540AE1" w:rsidRDefault="001C3E82" w:rsidP="00540AE1">
      <w:pPr>
        <w:tabs>
          <w:tab w:val="right" w:leader="dot" w:pos="9072"/>
        </w:tabs>
      </w:pPr>
      <w:r>
        <w:lastRenderedPageBreak/>
        <w:t xml:space="preserve">Tab. 18 </w:t>
      </w:r>
      <w:r w:rsidR="00540AE1" w:rsidRPr="00540AE1">
        <w:t xml:space="preserve">Přímá a nepřímá veřejná podpora </w:t>
      </w:r>
      <w:proofErr w:type="spellStart"/>
      <w:r w:rsidR="00540AE1" w:rsidRPr="00540AE1">
        <w:t>VaV</w:t>
      </w:r>
      <w:proofErr w:type="spellEnd"/>
      <w:r w:rsidR="00540AE1" w:rsidRPr="00540AE1">
        <w:t xml:space="preserve"> ve zpracovatelském průmyslu v ČR podle odvětví </w:t>
      </w:r>
    </w:p>
    <w:p w:rsidR="001C3E82" w:rsidRDefault="00540AE1" w:rsidP="00D934C3">
      <w:pPr>
        <w:tabs>
          <w:tab w:val="right" w:leader="dot" w:pos="9072"/>
        </w:tabs>
        <w:ind w:left="709"/>
      </w:pPr>
      <w:r w:rsidRPr="00540AE1">
        <w:t>(CZ NACE) a vlastnictví sledovaných podniků</w:t>
      </w:r>
      <w:r w:rsidR="009A47F2">
        <w:tab/>
      </w:r>
      <w:r w:rsidR="00B13D0A">
        <w:tab/>
      </w:r>
      <w:r w:rsidR="006839BD">
        <w:t>67</w:t>
      </w:r>
    </w:p>
    <w:p w:rsidR="00540AE1" w:rsidRDefault="001C3E82" w:rsidP="00540AE1">
      <w:pPr>
        <w:tabs>
          <w:tab w:val="right" w:leader="dot" w:pos="9072"/>
        </w:tabs>
      </w:pPr>
      <w:r>
        <w:t xml:space="preserve">Tab. 19 </w:t>
      </w:r>
      <w:r w:rsidR="00A206FB">
        <w:t xml:space="preserve">Přímá a </w:t>
      </w:r>
      <w:r w:rsidR="00540AE1" w:rsidRPr="00540AE1">
        <w:t xml:space="preserve">nepřímá veřejná podpora </w:t>
      </w:r>
      <w:proofErr w:type="spellStart"/>
      <w:r w:rsidR="00540AE1" w:rsidRPr="00540AE1">
        <w:t>VaV</w:t>
      </w:r>
      <w:proofErr w:type="spellEnd"/>
      <w:r w:rsidR="00540AE1" w:rsidRPr="00540AE1">
        <w:t xml:space="preserve"> ve zpracovatelském průmyslu v ČR podle odvětví </w:t>
      </w:r>
    </w:p>
    <w:p w:rsidR="001C3E82" w:rsidRDefault="00540AE1" w:rsidP="00D934C3">
      <w:pPr>
        <w:tabs>
          <w:tab w:val="right" w:leader="dot" w:pos="9072"/>
        </w:tabs>
        <w:ind w:left="709"/>
      </w:pPr>
      <w:r w:rsidRPr="00540AE1">
        <w:t>(CZ NACE) a vel</w:t>
      </w:r>
      <w:r w:rsidR="007D5954">
        <w:t>ikosti sledovaných podniků</w:t>
      </w:r>
      <w:r w:rsidR="009A47F2">
        <w:tab/>
      </w:r>
      <w:r w:rsidR="00B13D0A">
        <w:tab/>
      </w:r>
      <w:r w:rsidR="006839BD">
        <w:t>68</w:t>
      </w:r>
    </w:p>
    <w:p w:rsidR="001C3E82" w:rsidRDefault="00621FFD" w:rsidP="00043994">
      <w:pPr>
        <w:tabs>
          <w:tab w:val="right" w:leader="dot" w:pos="9072"/>
        </w:tabs>
      </w:pPr>
      <w:r>
        <w:t>Tab. 20</w:t>
      </w:r>
      <w:r w:rsidR="001C3E82">
        <w:t xml:space="preserve"> </w:t>
      </w:r>
      <w:r w:rsidR="00043994" w:rsidRPr="00043994">
        <w:t xml:space="preserve">Podíl přímé a nepřímé veřejné podpory </w:t>
      </w:r>
      <w:proofErr w:type="spellStart"/>
      <w:r w:rsidR="00043994" w:rsidRPr="00043994">
        <w:t>VaV</w:t>
      </w:r>
      <w:proofErr w:type="spellEnd"/>
      <w:r w:rsidR="00043994" w:rsidRPr="00043994">
        <w:t xml:space="preserve"> na HDP u podniků – mezinárodní srovnání</w:t>
      </w:r>
      <w:r w:rsidR="001C3E82">
        <w:tab/>
      </w:r>
      <w:r w:rsidR="00B13D0A">
        <w:tab/>
      </w:r>
      <w:r w:rsidR="006839BD">
        <w:t>69</w:t>
      </w:r>
    </w:p>
    <w:p w:rsidR="00D934C3" w:rsidRDefault="00D934C3" w:rsidP="00043994">
      <w:pPr>
        <w:tabs>
          <w:tab w:val="right" w:leader="dot" w:pos="9072"/>
        </w:tabs>
      </w:pPr>
    </w:p>
    <w:p w:rsidR="00D934C3" w:rsidRPr="00E6001E" w:rsidRDefault="00DF11F2" w:rsidP="00043994">
      <w:pPr>
        <w:tabs>
          <w:tab w:val="right" w:leader="dot" w:pos="9072"/>
        </w:tabs>
        <w:rPr>
          <w:b/>
        </w:rPr>
      </w:pPr>
      <w:r w:rsidRPr="00E6001E">
        <w:rPr>
          <w:b/>
          <w:color w:val="009BB4"/>
        </w:rPr>
        <w:t>PŘÍLOHY</w:t>
      </w:r>
      <w:r w:rsidR="006839BD">
        <w:rPr>
          <w:b/>
        </w:rPr>
        <w:tab/>
      </w:r>
      <w:r w:rsidR="006839BD">
        <w:rPr>
          <w:b/>
        </w:rPr>
        <w:tab/>
        <w:t>71</w:t>
      </w:r>
    </w:p>
    <w:p w:rsidR="00DF11F2" w:rsidRDefault="00DF11F2" w:rsidP="00043994">
      <w:pPr>
        <w:tabs>
          <w:tab w:val="right" w:leader="dot" w:pos="9072"/>
        </w:tabs>
      </w:pPr>
      <w:r>
        <w:t xml:space="preserve">P1: </w:t>
      </w:r>
      <w:r w:rsidRPr="00DF11F2">
        <w:t>Výstupy ČSÚ za oblast statistik vědy, technologií a inovací</w:t>
      </w:r>
      <w:r w:rsidR="006839BD">
        <w:tab/>
      </w:r>
      <w:r w:rsidR="006839BD">
        <w:tab/>
        <w:t>72</w:t>
      </w:r>
    </w:p>
    <w:p w:rsidR="00DF11F2" w:rsidRPr="00BD5414" w:rsidRDefault="00DF11F2" w:rsidP="00DF11F2">
      <w:pPr>
        <w:tabs>
          <w:tab w:val="right" w:leader="dot" w:pos="9072"/>
        </w:tabs>
      </w:pPr>
      <w:r>
        <w:t xml:space="preserve">P2: </w:t>
      </w:r>
      <w:r w:rsidRPr="00DF11F2">
        <w:t xml:space="preserve">Přehled daňové podpory </w:t>
      </w:r>
      <w:proofErr w:type="spellStart"/>
      <w:r w:rsidRPr="00DF11F2">
        <w:t>VaV</w:t>
      </w:r>
      <w:proofErr w:type="spellEnd"/>
      <w:r w:rsidRPr="00DF11F2">
        <w:t xml:space="preserve"> v zemích OECD</w:t>
      </w:r>
      <w:r w:rsidR="006839BD">
        <w:tab/>
      </w:r>
      <w:r w:rsidR="006839BD">
        <w:tab/>
        <w:t>73</w:t>
      </w:r>
    </w:p>
    <w:p w:rsidR="00DF11F2" w:rsidRPr="00BD5414" w:rsidRDefault="00DF11F2" w:rsidP="00043994">
      <w:pPr>
        <w:tabs>
          <w:tab w:val="right" w:leader="dot" w:pos="9072"/>
        </w:tabs>
      </w:pPr>
    </w:p>
    <w:sectPr w:rsidR="00DF11F2" w:rsidRPr="00BD5414" w:rsidSect="00F15BEF"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CD" w:rsidRDefault="00D400CD" w:rsidP="00E71A58">
      <w:r>
        <w:separator/>
      </w:r>
    </w:p>
  </w:endnote>
  <w:endnote w:type="continuationSeparator" w:id="0">
    <w:p w:rsidR="00D400CD" w:rsidRDefault="00D400C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CD" w:rsidRDefault="00D400CD" w:rsidP="00E71A58">
      <w:r>
        <w:separator/>
      </w:r>
    </w:p>
  </w:footnote>
  <w:footnote w:type="continuationSeparator" w:id="0">
    <w:p w:rsidR="00D400CD" w:rsidRDefault="00D400CD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5F"/>
    <w:rsid w:val="0000767A"/>
    <w:rsid w:val="000077E7"/>
    <w:rsid w:val="00010702"/>
    <w:rsid w:val="000158B9"/>
    <w:rsid w:val="00016CCE"/>
    <w:rsid w:val="00027510"/>
    <w:rsid w:val="0003041A"/>
    <w:rsid w:val="000368A7"/>
    <w:rsid w:val="00043994"/>
    <w:rsid w:val="0004694F"/>
    <w:rsid w:val="000472C0"/>
    <w:rsid w:val="00051C4D"/>
    <w:rsid w:val="0005739C"/>
    <w:rsid w:val="00062EC5"/>
    <w:rsid w:val="00064171"/>
    <w:rsid w:val="000641DA"/>
    <w:rsid w:val="00071C08"/>
    <w:rsid w:val="000805F8"/>
    <w:rsid w:val="00080E37"/>
    <w:rsid w:val="00081AAC"/>
    <w:rsid w:val="00085870"/>
    <w:rsid w:val="00087634"/>
    <w:rsid w:val="00087A0A"/>
    <w:rsid w:val="000966D6"/>
    <w:rsid w:val="000A1183"/>
    <w:rsid w:val="000A15CF"/>
    <w:rsid w:val="000B0735"/>
    <w:rsid w:val="000B0777"/>
    <w:rsid w:val="000C1883"/>
    <w:rsid w:val="000C3408"/>
    <w:rsid w:val="000C4ABE"/>
    <w:rsid w:val="000D6B36"/>
    <w:rsid w:val="000F0B7C"/>
    <w:rsid w:val="000F41F1"/>
    <w:rsid w:val="000F5BEB"/>
    <w:rsid w:val="000F6A39"/>
    <w:rsid w:val="001103C6"/>
    <w:rsid w:val="0011197B"/>
    <w:rsid w:val="001405FA"/>
    <w:rsid w:val="00140A1B"/>
    <w:rsid w:val="001425C3"/>
    <w:rsid w:val="00143453"/>
    <w:rsid w:val="00146553"/>
    <w:rsid w:val="001475F6"/>
    <w:rsid w:val="001544C2"/>
    <w:rsid w:val="00155181"/>
    <w:rsid w:val="001552AE"/>
    <w:rsid w:val="00156A62"/>
    <w:rsid w:val="001604A9"/>
    <w:rsid w:val="00163793"/>
    <w:rsid w:val="001714F2"/>
    <w:rsid w:val="00175980"/>
    <w:rsid w:val="00185010"/>
    <w:rsid w:val="001913C8"/>
    <w:rsid w:val="001920C0"/>
    <w:rsid w:val="001A364E"/>
    <w:rsid w:val="001A51D6"/>
    <w:rsid w:val="001A552F"/>
    <w:rsid w:val="001B3110"/>
    <w:rsid w:val="001B75ED"/>
    <w:rsid w:val="001B7941"/>
    <w:rsid w:val="001C3E82"/>
    <w:rsid w:val="001D395C"/>
    <w:rsid w:val="001E2E1C"/>
    <w:rsid w:val="001E5CBD"/>
    <w:rsid w:val="001F199C"/>
    <w:rsid w:val="001F28A3"/>
    <w:rsid w:val="001F2CCD"/>
    <w:rsid w:val="001F4597"/>
    <w:rsid w:val="00201371"/>
    <w:rsid w:val="0020344B"/>
    <w:rsid w:val="0020650B"/>
    <w:rsid w:val="00207A19"/>
    <w:rsid w:val="00211943"/>
    <w:rsid w:val="00216EB6"/>
    <w:rsid w:val="00217872"/>
    <w:rsid w:val="0022139E"/>
    <w:rsid w:val="002216F1"/>
    <w:rsid w:val="002252E0"/>
    <w:rsid w:val="002255F6"/>
    <w:rsid w:val="00236443"/>
    <w:rsid w:val="002436BA"/>
    <w:rsid w:val="00244A15"/>
    <w:rsid w:val="0024799E"/>
    <w:rsid w:val="002704E6"/>
    <w:rsid w:val="00276B63"/>
    <w:rsid w:val="002872C2"/>
    <w:rsid w:val="00290C0F"/>
    <w:rsid w:val="00295694"/>
    <w:rsid w:val="0029633E"/>
    <w:rsid w:val="002A4F13"/>
    <w:rsid w:val="002C1E2A"/>
    <w:rsid w:val="002C31D3"/>
    <w:rsid w:val="002C43BD"/>
    <w:rsid w:val="002D3DF2"/>
    <w:rsid w:val="002D47D8"/>
    <w:rsid w:val="002E0064"/>
    <w:rsid w:val="002E02A1"/>
    <w:rsid w:val="002E39E9"/>
    <w:rsid w:val="002F1C06"/>
    <w:rsid w:val="002F473A"/>
    <w:rsid w:val="002F4840"/>
    <w:rsid w:val="002F4DF4"/>
    <w:rsid w:val="0030115C"/>
    <w:rsid w:val="00301C0F"/>
    <w:rsid w:val="00304771"/>
    <w:rsid w:val="00306C5B"/>
    <w:rsid w:val="00314F33"/>
    <w:rsid w:val="003156E7"/>
    <w:rsid w:val="003209D6"/>
    <w:rsid w:val="003257F5"/>
    <w:rsid w:val="00332DE4"/>
    <w:rsid w:val="00341A7B"/>
    <w:rsid w:val="00356A61"/>
    <w:rsid w:val="00356ABD"/>
    <w:rsid w:val="00357CC8"/>
    <w:rsid w:val="003657F3"/>
    <w:rsid w:val="003715C8"/>
    <w:rsid w:val="00373650"/>
    <w:rsid w:val="00385D98"/>
    <w:rsid w:val="00395678"/>
    <w:rsid w:val="003A2B4D"/>
    <w:rsid w:val="003A478C"/>
    <w:rsid w:val="003A5525"/>
    <w:rsid w:val="003A6B38"/>
    <w:rsid w:val="003B07C1"/>
    <w:rsid w:val="003B5A32"/>
    <w:rsid w:val="003C1606"/>
    <w:rsid w:val="003C48BB"/>
    <w:rsid w:val="003D3D33"/>
    <w:rsid w:val="003E0C21"/>
    <w:rsid w:val="003E2BEE"/>
    <w:rsid w:val="003F0699"/>
    <w:rsid w:val="003F2E69"/>
    <w:rsid w:val="003F313C"/>
    <w:rsid w:val="003F52E9"/>
    <w:rsid w:val="003F62AA"/>
    <w:rsid w:val="00410D5F"/>
    <w:rsid w:val="00414240"/>
    <w:rsid w:val="00422315"/>
    <w:rsid w:val="004236B3"/>
    <w:rsid w:val="00423910"/>
    <w:rsid w:val="00427185"/>
    <w:rsid w:val="00427765"/>
    <w:rsid w:val="004313F0"/>
    <w:rsid w:val="0043194A"/>
    <w:rsid w:val="00435439"/>
    <w:rsid w:val="00436048"/>
    <w:rsid w:val="004423DA"/>
    <w:rsid w:val="004479AD"/>
    <w:rsid w:val="00455781"/>
    <w:rsid w:val="00471D56"/>
    <w:rsid w:val="00472688"/>
    <w:rsid w:val="00480A0A"/>
    <w:rsid w:val="0048139F"/>
    <w:rsid w:val="00481B3C"/>
    <w:rsid w:val="00483CCC"/>
    <w:rsid w:val="004846A2"/>
    <w:rsid w:val="00497328"/>
    <w:rsid w:val="004A77DF"/>
    <w:rsid w:val="004B55B7"/>
    <w:rsid w:val="004C1966"/>
    <w:rsid w:val="004C2E6C"/>
    <w:rsid w:val="004C3867"/>
    <w:rsid w:val="004C4CD0"/>
    <w:rsid w:val="004C70DC"/>
    <w:rsid w:val="004D0211"/>
    <w:rsid w:val="004D26B0"/>
    <w:rsid w:val="004E3005"/>
    <w:rsid w:val="004E3936"/>
    <w:rsid w:val="004E46DF"/>
    <w:rsid w:val="004E5BE4"/>
    <w:rsid w:val="004E5C31"/>
    <w:rsid w:val="004E6919"/>
    <w:rsid w:val="004E7551"/>
    <w:rsid w:val="004F05BE"/>
    <w:rsid w:val="004F06F5"/>
    <w:rsid w:val="004F33A0"/>
    <w:rsid w:val="004F62EB"/>
    <w:rsid w:val="00502D0B"/>
    <w:rsid w:val="00503A24"/>
    <w:rsid w:val="00505964"/>
    <w:rsid w:val="005108C0"/>
    <w:rsid w:val="005110A5"/>
    <w:rsid w:val="005116AE"/>
    <w:rsid w:val="00511873"/>
    <w:rsid w:val="00513B7E"/>
    <w:rsid w:val="00515D96"/>
    <w:rsid w:val="005161B9"/>
    <w:rsid w:val="00516C32"/>
    <w:rsid w:val="00517B67"/>
    <w:rsid w:val="00525137"/>
    <w:rsid w:val="005251DD"/>
    <w:rsid w:val="00527020"/>
    <w:rsid w:val="00533F4C"/>
    <w:rsid w:val="00540AE1"/>
    <w:rsid w:val="00545AFD"/>
    <w:rsid w:val="005629BB"/>
    <w:rsid w:val="00571D93"/>
    <w:rsid w:val="00576FE4"/>
    <w:rsid w:val="00583274"/>
    <w:rsid w:val="00583F8C"/>
    <w:rsid w:val="00583FFD"/>
    <w:rsid w:val="005865B9"/>
    <w:rsid w:val="005872D8"/>
    <w:rsid w:val="00590645"/>
    <w:rsid w:val="00593152"/>
    <w:rsid w:val="00593616"/>
    <w:rsid w:val="00593C9D"/>
    <w:rsid w:val="0059538A"/>
    <w:rsid w:val="005A21E0"/>
    <w:rsid w:val="005A6D36"/>
    <w:rsid w:val="005B4204"/>
    <w:rsid w:val="005B4A27"/>
    <w:rsid w:val="005B6B27"/>
    <w:rsid w:val="005C2E31"/>
    <w:rsid w:val="005C665F"/>
    <w:rsid w:val="005D44A6"/>
    <w:rsid w:val="005D5802"/>
    <w:rsid w:val="005D5E5F"/>
    <w:rsid w:val="005E37B3"/>
    <w:rsid w:val="005E5841"/>
    <w:rsid w:val="005E68B8"/>
    <w:rsid w:val="005E763D"/>
    <w:rsid w:val="005F0BD1"/>
    <w:rsid w:val="005F5310"/>
    <w:rsid w:val="0060342E"/>
    <w:rsid w:val="00604307"/>
    <w:rsid w:val="0060487F"/>
    <w:rsid w:val="00607283"/>
    <w:rsid w:val="00610925"/>
    <w:rsid w:val="00610EDF"/>
    <w:rsid w:val="00615C91"/>
    <w:rsid w:val="006179E9"/>
    <w:rsid w:val="00617B26"/>
    <w:rsid w:val="00621FFD"/>
    <w:rsid w:val="00624093"/>
    <w:rsid w:val="006257D8"/>
    <w:rsid w:val="006343AA"/>
    <w:rsid w:val="006404A7"/>
    <w:rsid w:val="00641532"/>
    <w:rsid w:val="006451E4"/>
    <w:rsid w:val="006451F0"/>
    <w:rsid w:val="00657E87"/>
    <w:rsid w:val="00662212"/>
    <w:rsid w:val="00662635"/>
    <w:rsid w:val="006710C9"/>
    <w:rsid w:val="00673310"/>
    <w:rsid w:val="00673CD6"/>
    <w:rsid w:val="00675E37"/>
    <w:rsid w:val="00681EC9"/>
    <w:rsid w:val="0068221E"/>
    <w:rsid w:val="0068260E"/>
    <w:rsid w:val="006839BD"/>
    <w:rsid w:val="00685DAE"/>
    <w:rsid w:val="00687495"/>
    <w:rsid w:val="00693C50"/>
    <w:rsid w:val="00695BEF"/>
    <w:rsid w:val="006977F6"/>
    <w:rsid w:val="00697A13"/>
    <w:rsid w:val="006A109C"/>
    <w:rsid w:val="006B78D8"/>
    <w:rsid w:val="006B79DE"/>
    <w:rsid w:val="006C113F"/>
    <w:rsid w:val="006C3C9F"/>
    <w:rsid w:val="006D0D80"/>
    <w:rsid w:val="006D1CB5"/>
    <w:rsid w:val="006D566D"/>
    <w:rsid w:val="006D61F6"/>
    <w:rsid w:val="006D7F8A"/>
    <w:rsid w:val="006E279A"/>
    <w:rsid w:val="006E313B"/>
    <w:rsid w:val="006F1D47"/>
    <w:rsid w:val="006F7318"/>
    <w:rsid w:val="007010F3"/>
    <w:rsid w:val="00707ACC"/>
    <w:rsid w:val="00710016"/>
    <w:rsid w:val="00710A84"/>
    <w:rsid w:val="007211F5"/>
    <w:rsid w:val="00725178"/>
    <w:rsid w:val="00730645"/>
    <w:rsid w:val="00730AE8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9C6"/>
    <w:rsid w:val="00761B3D"/>
    <w:rsid w:val="00776527"/>
    <w:rsid w:val="0079384B"/>
    <w:rsid w:val="00797F5F"/>
    <w:rsid w:val="007A0237"/>
    <w:rsid w:val="007A1D16"/>
    <w:rsid w:val="007B06EC"/>
    <w:rsid w:val="007C3F6A"/>
    <w:rsid w:val="007D1FB5"/>
    <w:rsid w:val="007D5954"/>
    <w:rsid w:val="007D62A4"/>
    <w:rsid w:val="007E2CCC"/>
    <w:rsid w:val="007E7E61"/>
    <w:rsid w:val="007F0845"/>
    <w:rsid w:val="007F146E"/>
    <w:rsid w:val="007F5906"/>
    <w:rsid w:val="007F5A1B"/>
    <w:rsid w:val="007F7CD2"/>
    <w:rsid w:val="0080002C"/>
    <w:rsid w:val="0080521C"/>
    <w:rsid w:val="00805E10"/>
    <w:rsid w:val="00811F2C"/>
    <w:rsid w:val="00821FF6"/>
    <w:rsid w:val="0083143E"/>
    <w:rsid w:val="0083159F"/>
    <w:rsid w:val="00834FAA"/>
    <w:rsid w:val="00836086"/>
    <w:rsid w:val="00841063"/>
    <w:rsid w:val="00842E41"/>
    <w:rsid w:val="00847B1D"/>
    <w:rsid w:val="00863D57"/>
    <w:rsid w:val="00874492"/>
    <w:rsid w:val="00876086"/>
    <w:rsid w:val="00882361"/>
    <w:rsid w:val="008877F9"/>
    <w:rsid w:val="008937CB"/>
    <w:rsid w:val="008A31DC"/>
    <w:rsid w:val="008A5856"/>
    <w:rsid w:val="008B2742"/>
    <w:rsid w:val="008B7C02"/>
    <w:rsid w:val="008C0003"/>
    <w:rsid w:val="008C09DF"/>
    <w:rsid w:val="008C0E88"/>
    <w:rsid w:val="008C1A57"/>
    <w:rsid w:val="008D2A16"/>
    <w:rsid w:val="008E31FF"/>
    <w:rsid w:val="008F5169"/>
    <w:rsid w:val="009003A8"/>
    <w:rsid w:val="00902EFF"/>
    <w:rsid w:val="00906960"/>
    <w:rsid w:val="00914A9A"/>
    <w:rsid w:val="00921F14"/>
    <w:rsid w:val="00926763"/>
    <w:rsid w:val="009338E5"/>
    <w:rsid w:val="0093390B"/>
    <w:rsid w:val="00935B0F"/>
    <w:rsid w:val="009401D9"/>
    <w:rsid w:val="0094427A"/>
    <w:rsid w:val="00952983"/>
    <w:rsid w:val="00954FFA"/>
    <w:rsid w:val="00955B8B"/>
    <w:rsid w:val="00960870"/>
    <w:rsid w:val="00963F00"/>
    <w:rsid w:val="0096694B"/>
    <w:rsid w:val="00974923"/>
    <w:rsid w:val="00974B04"/>
    <w:rsid w:val="00987E97"/>
    <w:rsid w:val="009A47F2"/>
    <w:rsid w:val="009A5806"/>
    <w:rsid w:val="009A7070"/>
    <w:rsid w:val="009B6FD3"/>
    <w:rsid w:val="009C3B7E"/>
    <w:rsid w:val="009D03C6"/>
    <w:rsid w:val="009D2BBA"/>
    <w:rsid w:val="009E65B8"/>
    <w:rsid w:val="009E7797"/>
    <w:rsid w:val="009F7943"/>
    <w:rsid w:val="00A10D66"/>
    <w:rsid w:val="00A10F4D"/>
    <w:rsid w:val="00A206FB"/>
    <w:rsid w:val="00A21A2E"/>
    <w:rsid w:val="00A23E43"/>
    <w:rsid w:val="00A25902"/>
    <w:rsid w:val="00A3242F"/>
    <w:rsid w:val="00A33820"/>
    <w:rsid w:val="00A33BB6"/>
    <w:rsid w:val="00A35B46"/>
    <w:rsid w:val="00A40DDC"/>
    <w:rsid w:val="00A4170C"/>
    <w:rsid w:val="00A459EC"/>
    <w:rsid w:val="00A46DE0"/>
    <w:rsid w:val="00A56914"/>
    <w:rsid w:val="00A62CE1"/>
    <w:rsid w:val="00A63804"/>
    <w:rsid w:val="00A75964"/>
    <w:rsid w:val="00A75BC3"/>
    <w:rsid w:val="00A75E40"/>
    <w:rsid w:val="00A77CC5"/>
    <w:rsid w:val="00A85057"/>
    <w:rsid w:val="00A857C0"/>
    <w:rsid w:val="00A87C69"/>
    <w:rsid w:val="00A9460A"/>
    <w:rsid w:val="00A94E20"/>
    <w:rsid w:val="00AA559A"/>
    <w:rsid w:val="00AB2AF1"/>
    <w:rsid w:val="00AB67CD"/>
    <w:rsid w:val="00AC62CF"/>
    <w:rsid w:val="00AD306C"/>
    <w:rsid w:val="00AD3CE8"/>
    <w:rsid w:val="00AF062C"/>
    <w:rsid w:val="00B00E2A"/>
    <w:rsid w:val="00B021DC"/>
    <w:rsid w:val="00B031D4"/>
    <w:rsid w:val="00B13D0A"/>
    <w:rsid w:val="00B178A2"/>
    <w:rsid w:val="00B17E71"/>
    <w:rsid w:val="00B17FDE"/>
    <w:rsid w:val="00B21836"/>
    <w:rsid w:val="00B25D3F"/>
    <w:rsid w:val="00B32DDB"/>
    <w:rsid w:val="00B33C76"/>
    <w:rsid w:val="00B360DE"/>
    <w:rsid w:val="00B4079B"/>
    <w:rsid w:val="00B45197"/>
    <w:rsid w:val="00B5338C"/>
    <w:rsid w:val="00B6608F"/>
    <w:rsid w:val="00B66F0A"/>
    <w:rsid w:val="00B765A7"/>
    <w:rsid w:val="00B76D1E"/>
    <w:rsid w:val="00B82AF1"/>
    <w:rsid w:val="00B849FD"/>
    <w:rsid w:val="00B858DD"/>
    <w:rsid w:val="00B95940"/>
    <w:rsid w:val="00BA0F35"/>
    <w:rsid w:val="00BB6799"/>
    <w:rsid w:val="00BB76FE"/>
    <w:rsid w:val="00BC4A78"/>
    <w:rsid w:val="00BC6AC1"/>
    <w:rsid w:val="00BD0E3B"/>
    <w:rsid w:val="00BD366B"/>
    <w:rsid w:val="00BD5414"/>
    <w:rsid w:val="00BD6D50"/>
    <w:rsid w:val="00BE0470"/>
    <w:rsid w:val="00BF09A3"/>
    <w:rsid w:val="00BF6BE5"/>
    <w:rsid w:val="00C01BB8"/>
    <w:rsid w:val="00C058F6"/>
    <w:rsid w:val="00C1059A"/>
    <w:rsid w:val="00C21F94"/>
    <w:rsid w:val="00C370B8"/>
    <w:rsid w:val="00C41A67"/>
    <w:rsid w:val="00C45446"/>
    <w:rsid w:val="00C53308"/>
    <w:rsid w:val="00C546BF"/>
    <w:rsid w:val="00C63E49"/>
    <w:rsid w:val="00C74512"/>
    <w:rsid w:val="00C746C2"/>
    <w:rsid w:val="00C75024"/>
    <w:rsid w:val="00C774BB"/>
    <w:rsid w:val="00C820B0"/>
    <w:rsid w:val="00C866FE"/>
    <w:rsid w:val="00C86C49"/>
    <w:rsid w:val="00C903FE"/>
    <w:rsid w:val="00C90CF4"/>
    <w:rsid w:val="00C93389"/>
    <w:rsid w:val="00C958DA"/>
    <w:rsid w:val="00C95E3D"/>
    <w:rsid w:val="00C97150"/>
    <w:rsid w:val="00CA0C7F"/>
    <w:rsid w:val="00CA35BA"/>
    <w:rsid w:val="00CB41CA"/>
    <w:rsid w:val="00CB62F8"/>
    <w:rsid w:val="00CC0FC5"/>
    <w:rsid w:val="00CC1887"/>
    <w:rsid w:val="00CC7383"/>
    <w:rsid w:val="00CE00F3"/>
    <w:rsid w:val="00CF47FD"/>
    <w:rsid w:val="00CF51EC"/>
    <w:rsid w:val="00D00D4B"/>
    <w:rsid w:val="00D040DD"/>
    <w:rsid w:val="00D045D0"/>
    <w:rsid w:val="00D04839"/>
    <w:rsid w:val="00D0550F"/>
    <w:rsid w:val="00D267E2"/>
    <w:rsid w:val="00D31B66"/>
    <w:rsid w:val="00D400CD"/>
    <w:rsid w:val="00D41AF1"/>
    <w:rsid w:val="00D50475"/>
    <w:rsid w:val="00D52763"/>
    <w:rsid w:val="00D57DB4"/>
    <w:rsid w:val="00D6000F"/>
    <w:rsid w:val="00D644E2"/>
    <w:rsid w:val="00D72A31"/>
    <w:rsid w:val="00D72C5F"/>
    <w:rsid w:val="00D75B68"/>
    <w:rsid w:val="00D81FA6"/>
    <w:rsid w:val="00D87A8C"/>
    <w:rsid w:val="00D9320F"/>
    <w:rsid w:val="00D934C3"/>
    <w:rsid w:val="00D94B8F"/>
    <w:rsid w:val="00DA4844"/>
    <w:rsid w:val="00DC5B3B"/>
    <w:rsid w:val="00DE0CF4"/>
    <w:rsid w:val="00DF11F2"/>
    <w:rsid w:val="00DF1398"/>
    <w:rsid w:val="00DF3F1A"/>
    <w:rsid w:val="00E01C0E"/>
    <w:rsid w:val="00E04694"/>
    <w:rsid w:val="00E05C11"/>
    <w:rsid w:val="00E106F6"/>
    <w:rsid w:val="00E12D30"/>
    <w:rsid w:val="00E158E3"/>
    <w:rsid w:val="00E30C67"/>
    <w:rsid w:val="00E30F7E"/>
    <w:rsid w:val="00E3121F"/>
    <w:rsid w:val="00E33EAE"/>
    <w:rsid w:val="00E340F9"/>
    <w:rsid w:val="00E47F4A"/>
    <w:rsid w:val="00E504C3"/>
    <w:rsid w:val="00E55B86"/>
    <w:rsid w:val="00E6001E"/>
    <w:rsid w:val="00E605BF"/>
    <w:rsid w:val="00E6176C"/>
    <w:rsid w:val="00E67DC3"/>
    <w:rsid w:val="00E7109B"/>
    <w:rsid w:val="00E71A58"/>
    <w:rsid w:val="00E81E1F"/>
    <w:rsid w:val="00E82D69"/>
    <w:rsid w:val="00EA0C68"/>
    <w:rsid w:val="00EA14A2"/>
    <w:rsid w:val="00EA59D1"/>
    <w:rsid w:val="00EB0339"/>
    <w:rsid w:val="00EB0F76"/>
    <w:rsid w:val="00EB7F5D"/>
    <w:rsid w:val="00EC3DB4"/>
    <w:rsid w:val="00ED48F5"/>
    <w:rsid w:val="00EE01F9"/>
    <w:rsid w:val="00EE3CC6"/>
    <w:rsid w:val="00EE3E78"/>
    <w:rsid w:val="00EE46B8"/>
    <w:rsid w:val="00EE52FC"/>
    <w:rsid w:val="00EE5A03"/>
    <w:rsid w:val="00EF0A53"/>
    <w:rsid w:val="00EF1F5A"/>
    <w:rsid w:val="00EF472B"/>
    <w:rsid w:val="00F04811"/>
    <w:rsid w:val="00F0488C"/>
    <w:rsid w:val="00F13640"/>
    <w:rsid w:val="00F15BEF"/>
    <w:rsid w:val="00F2211D"/>
    <w:rsid w:val="00F22E88"/>
    <w:rsid w:val="00F22E95"/>
    <w:rsid w:val="00F24FAA"/>
    <w:rsid w:val="00F26446"/>
    <w:rsid w:val="00F30D8A"/>
    <w:rsid w:val="00F3364D"/>
    <w:rsid w:val="00F357AA"/>
    <w:rsid w:val="00F35998"/>
    <w:rsid w:val="00F41DF0"/>
    <w:rsid w:val="00F43ED8"/>
    <w:rsid w:val="00F5744D"/>
    <w:rsid w:val="00F63DDE"/>
    <w:rsid w:val="00F63FB7"/>
    <w:rsid w:val="00F65369"/>
    <w:rsid w:val="00F67C33"/>
    <w:rsid w:val="00F72EE1"/>
    <w:rsid w:val="00F73A0C"/>
    <w:rsid w:val="00FB1007"/>
    <w:rsid w:val="00FB259D"/>
    <w:rsid w:val="00FB57C8"/>
    <w:rsid w:val="00FC075C"/>
    <w:rsid w:val="00FC0E5F"/>
    <w:rsid w:val="00FC56DE"/>
    <w:rsid w:val="00FC58DB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titulChar">
    <w:name w:val="Podtitul Char"/>
    <w:link w:val="Podtitul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28FDE-860B-4697-9FE5-AE865116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</Template>
  <TotalTime>1</TotalTime>
  <Pages>5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</cp:revision>
  <cp:lastPrinted>2015-10-07T13:23:00Z</cp:lastPrinted>
  <dcterms:created xsi:type="dcterms:W3CDTF">2016-04-11T09:53:00Z</dcterms:created>
  <dcterms:modified xsi:type="dcterms:W3CDTF">2016-04-11T10:01:00Z</dcterms:modified>
</cp:coreProperties>
</file>