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016992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B48E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DC" w:rsidRPr="006C5577" w:rsidRDefault="004924DC" w:rsidP="00AD53D0">
                            <w:r>
                              <w:t>Z</w:t>
                            </w:r>
                            <w:r w:rsidRPr="006C5577">
                              <w:t xml:space="preserve">pracoval: Odbor </w:t>
                            </w:r>
                            <w:r w:rsidR="00AD53D0">
                              <w:rPr>
                                <w:rFonts w:cs="Arial"/>
                                <w:szCs w:val="22"/>
                              </w:rPr>
                              <w:t>statistiky obyvatelstva</w:t>
                            </w:r>
                          </w:p>
                          <w:p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AD53D0">
                              <w:t>Robert Šanda</w:t>
                            </w:r>
                          </w:p>
                          <w:p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AD53D0" w:rsidRPr="006C5577">
                              <w:t>J</w:t>
                            </w:r>
                            <w:r w:rsidR="00AD53D0">
                              <w:t>an Bílík</w:t>
                            </w:r>
                            <w:r w:rsidR="00AD53D0" w:rsidRPr="006C5577">
                              <w:t>,</w:t>
                            </w:r>
                            <w:r w:rsidR="00AD53D0">
                              <w:t xml:space="preserve"> e-mail: jan.bilik@czso.cz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0zSA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Am&#10;k80zSAIAADoEAAAOAAAAAAAAAAAAAAAAAC4CAABkcnMvZTJvRG9jLnhtbFBLAQItABQABgAIAAAA&#10;IQBU965p4gAAAA4BAAAPAAAAAAAAAAAAAAAAAKIEAABkcnMvZG93bnJldi54bWxQSwUGAAAAAAQA&#10;BADzAAAAsQUAAAAA&#10;" filled="f" stroked="f">
                <v:textbox inset="0,0,0,0">
                  <w:txbxContent>
                    <w:p w:rsidR="004924DC" w:rsidRPr="006C5577" w:rsidRDefault="004924DC" w:rsidP="00AD53D0">
                      <w:r>
                        <w:t>Z</w:t>
                      </w:r>
                      <w:r w:rsidRPr="006C5577">
                        <w:t xml:space="preserve">pracoval: Odbor </w:t>
                      </w:r>
                      <w:r w:rsidR="00AD53D0">
                        <w:rPr>
                          <w:rFonts w:cs="Arial"/>
                          <w:szCs w:val="22"/>
                        </w:rPr>
                        <w:t>statistiky obyvatelstva</w:t>
                      </w:r>
                    </w:p>
                    <w:p w:rsidR="004924DC" w:rsidRPr="006C5577" w:rsidRDefault="004924DC" w:rsidP="004924DC">
                      <w:r w:rsidRPr="006C5577">
                        <w:t xml:space="preserve">Ředitel odboru: </w:t>
                      </w:r>
                      <w:r w:rsidR="00AD53D0">
                        <w:t>Robert Šanda</w:t>
                      </w:r>
                    </w:p>
                    <w:p w:rsidR="001706D6" w:rsidRPr="006C5577" w:rsidRDefault="004924DC" w:rsidP="004924DC">
                      <w:r w:rsidRPr="006C5577">
                        <w:t xml:space="preserve">Kontaktní osoba: </w:t>
                      </w:r>
                      <w:r w:rsidR="00AD53D0" w:rsidRPr="006C5577">
                        <w:t>J</w:t>
                      </w:r>
                      <w:r w:rsidR="00AD53D0">
                        <w:t>an Bílík</w:t>
                      </w:r>
                      <w:r w:rsidR="00AD53D0" w:rsidRPr="006C5577">
                        <w:t>,</w:t>
                      </w:r>
                      <w:r w:rsidR="00AD53D0">
                        <w:t xml:space="preserve"> e-mail: jan.bilik@czso.cz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7D52" w:rsidRDefault="004D7D52" w:rsidP="004924DC">
                            <w:pPr>
                              <w:pStyle w:val="TLIdentifikace-sted"/>
                            </w:pPr>
                            <w:r>
                              <w:t xml:space="preserve">Lidé a společnost </w:t>
                            </w:r>
                          </w:p>
                          <w:p w:rsidR="004D7D52" w:rsidRDefault="00054F8F" w:rsidP="004924DC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4D7D52" w:rsidRPr="004924DC">
                              <w:t xml:space="preserve">, </w:t>
                            </w:r>
                            <w:r w:rsidR="0051628B">
                              <w:t>2</w:t>
                            </w:r>
                            <w:r w:rsidR="007960F2">
                              <w:t>2</w:t>
                            </w:r>
                            <w:r w:rsidR="004D7D52">
                              <w:t xml:space="preserve">. </w:t>
                            </w:r>
                            <w:r w:rsidR="007960F2">
                              <w:t>9</w:t>
                            </w:r>
                            <w:r w:rsidR="004D7D52">
                              <w:t>. 20</w:t>
                            </w:r>
                            <w:r w:rsidR="005356FE">
                              <w:t>2</w:t>
                            </w:r>
                            <w:r w:rsidR="007960F2">
                              <w:t>5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5356FE">
                              <w:t>130</w:t>
                            </w:r>
                            <w:r w:rsidR="006458CC">
                              <w:t>206</w:t>
                            </w:r>
                            <w:r w:rsidR="005356FE">
                              <w:t>-2</w:t>
                            </w:r>
                            <w:r w:rsidR="007960F2">
                              <w:t>5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D7D52" w:rsidRDefault="004D7D52" w:rsidP="004924DC">
                      <w:pPr>
                        <w:pStyle w:val="TLIdentifikace-sted"/>
                      </w:pPr>
                      <w:r>
                        <w:t xml:space="preserve">Lidé a společnost </w:t>
                      </w:r>
                    </w:p>
                    <w:p w:rsidR="004D7D52" w:rsidRDefault="00054F8F" w:rsidP="004924DC">
                      <w:pPr>
                        <w:pStyle w:val="TLIdentifikace-sted"/>
                      </w:pPr>
                      <w:r>
                        <w:t>Praha</w:t>
                      </w:r>
                      <w:r w:rsidR="004D7D52" w:rsidRPr="004924DC">
                        <w:t xml:space="preserve">, </w:t>
                      </w:r>
                      <w:r w:rsidR="0051628B">
                        <w:t>2</w:t>
                      </w:r>
                      <w:r w:rsidR="007960F2">
                        <w:t>2</w:t>
                      </w:r>
                      <w:r w:rsidR="004D7D52">
                        <w:t xml:space="preserve">. </w:t>
                      </w:r>
                      <w:r w:rsidR="007960F2">
                        <w:t>9</w:t>
                      </w:r>
                      <w:r w:rsidR="004D7D52">
                        <w:t>. 20</w:t>
                      </w:r>
                      <w:r w:rsidR="005356FE">
                        <w:t>2</w:t>
                      </w:r>
                      <w:r w:rsidR="007960F2">
                        <w:t>5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5356FE">
                        <w:t>130</w:t>
                      </w:r>
                      <w:r w:rsidR="006458CC">
                        <w:t>206</w:t>
                      </w:r>
                      <w:r w:rsidR="005356FE">
                        <w:t>-2</w:t>
                      </w:r>
                      <w:r w:rsidR="007960F2">
                        <w:t>5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1562100</wp:posOffset>
                </wp:positionV>
                <wp:extent cx="5129530" cy="2207895"/>
                <wp:effectExtent l="0" t="0" r="13970" b="1016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0E6FBD" w:rsidRDefault="003A7020" w:rsidP="006458CC">
                            <w:pPr>
                              <w:pStyle w:val="Zkladntext"/>
                              <w:spacing w:line="288" w:lineRule="auto"/>
                              <w:jc w:val="left"/>
                            </w:pP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Z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emřelí podle 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zkráceného 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seznamu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pří</w:t>
                            </w:r>
                            <w:bookmarkStart w:id="0" w:name="_GoBack"/>
                            <w:bookmarkEnd w:id="0"/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čin smrti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v ČR, krajích a okresech</w:t>
                            </w:r>
                            <w:r w:rsidR="00665BA4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7578D3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br/>
                            </w:r>
                          </w:p>
                          <w:p w:rsidR="00665BA4" w:rsidRPr="0012192F" w:rsidRDefault="00665BA4" w:rsidP="0012192F">
                            <w:pPr>
                              <w:pStyle w:val="Podnadpis"/>
                            </w:pPr>
                          </w:p>
                          <w:p w:rsidR="002A412E" w:rsidRPr="00E02532" w:rsidRDefault="002A412E" w:rsidP="002A412E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356FE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7960F2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5</w:t>
                            </w:r>
                            <w:r w:rsidR="00054F8F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</w:rPr>
                              <w:t>-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E36639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7960F2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</w:p>
                          <w:p w:rsidR="001706D6" w:rsidRPr="0012192F" w:rsidRDefault="001706D6" w:rsidP="002A412E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52.7pt;margin-top:123pt;width:403.9pt;height:173.8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" filled="f" stroked="f">
                <v:textbox style="mso-fit-shape-to-text:t" inset="0,0,0,0">
                  <w:txbxContent>
                    <w:p w:rsidR="00665BA4" w:rsidRPr="000E6FBD" w:rsidRDefault="003A7020" w:rsidP="006458CC">
                      <w:pPr>
                        <w:pStyle w:val="Zkladntext"/>
                        <w:spacing w:line="288" w:lineRule="auto"/>
                        <w:jc w:val="left"/>
                      </w:pP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Z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emřelí podle 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zkráceného 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seznamu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pří</w:t>
                      </w:r>
                      <w:bookmarkStart w:id="1" w:name="_GoBack"/>
                      <w:bookmarkEnd w:id="1"/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čin smrti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v ČR, krajích a okresech</w:t>
                      </w:r>
                      <w:r w:rsidR="00665BA4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="007578D3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br/>
                      </w:r>
                    </w:p>
                    <w:p w:rsidR="00665BA4" w:rsidRPr="0012192F" w:rsidRDefault="00665BA4" w:rsidP="0012192F">
                      <w:pPr>
                        <w:pStyle w:val="Podnadpis"/>
                      </w:pPr>
                    </w:p>
                    <w:p w:rsidR="002A412E" w:rsidRPr="00E02532" w:rsidRDefault="002A412E" w:rsidP="002A412E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</w:pP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356FE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7960F2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5</w:t>
                      </w:r>
                      <w:r w:rsidR="00054F8F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</w:rPr>
                        <w:t>-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E36639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7960F2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4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</w:p>
                    <w:p w:rsidR="001706D6" w:rsidRPr="0012192F" w:rsidRDefault="001706D6" w:rsidP="002A412E">
                      <w:pPr>
                        <w:pStyle w:val="Podnadpis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924DC" w:rsidRDefault="005000F2" w:rsidP="004924DC">
                            <w:r>
                              <w:t xml:space="preserve">© Český statistický úřad, </w:t>
                            </w:r>
                            <w:r w:rsidR="00054F8F">
                              <w:t>Praha</w:t>
                            </w:r>
                            <w:r w:rsidR="00AD53D0" w:rsidRPr="004924DC">
                              <w:t xml:space="preserve">, </w:t>
                            </w:r>
                            <w:r w:rsidR="005356FE">
                              <w:t>202</w:t>
                            </w:r>
                            <w:r w:rsidR="007960F2">
                              <w:t>5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4924DC" w:rsidRDefault="005000F2" w:rsidP="004924DC">
                      <w:r>
                        <w:t xml:space="preserve">© Český statistický úřad, </w:t>
                      </w:r>
                      <w:r w:rsidR="00054F8F">
                        <w:t>Praha</w:t>
                      </w:r>
                      <w:r w:rsidR="00AD53D0" w:rsidRPr="004924DC">
                        <w:t xml:space="preserve">, </w:t>
                      </w:r>
                      <w:r w:rsidR="005356FE">
                        <w:t>202</w:t>
                      </w:r>
                      <w:r w:rsidR="007960F2">
                        <w:t>5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54C7A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7115F873" wp14:editId="72E94D3C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0FA" w:rsidRPr="006F5416" w:rsidRDefault="000B30FA" w:rsidP="000B30FA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:rsidR="000B30FA" w:rsidRPr="007D40DF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0B30FA" w:rsidRPr="00D66223" w:rsidRDefault="000B30FA" w:rsidP="000B30FA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:rsidR="0010437D" w:rsidRPr="0010437D" w:rsidRDefault="000B30FA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C7633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0B30FA" w:rsidRPr="006F5416" w:rsidRDefault="000B30FA" w:rsidP="000B30FA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:rsidR="000B30FA" w:rsidRPr="007D40DF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0B30FA" w:rsidRPr="00D66223" w:rsidRDefault="000B30FA" w:rsidP="000B30FA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:rsidR="0010437D" w:rsidRPr="0010437D" w:rsidRDefault="000B30FA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7B44E191" wp14:editId="1C8E71BD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321924" w:rsidRDefault="000A3A2C" w:rsidP="008F029B">
                            <w:r w:rsidRPr="00321924">
                              <w:rPr>
                                <w:szCs w:val="26"/>
                              </w:rPr>
                              <w:t>ISBN XX-XXXX-XXX-X</w:t>
                            </w:r>
                            <w:r w:rsidR="004A14E4" w:rsidRPr="00321924">
                              <w:rPr>
                                <w:szCs w:val="26"/>
                              </w:rPr>
                              <w:t xml:space="preserve"> </w:t>
                            </w:r>
                            <w:r w:rsidRPr="00321924">
                              <w:t>(pouze u nepravidelných a ročních publikací)</w:t>
                            </w:r>
                            <w:r w:rsidR="00834304" w:rsidRPr="00321924">
                              <w:br/>
                            </w:r>
                            <w:r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D559F5">
                              <w:t>Praha, 202</w:t>
                            </w:r>
                            <w:r w:rsidR="007960F2">
                              <w:t>5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4E191" id="_x0000_s1031" type="#_x0000_t202" style="position:absolute;margin-left:56.7pt;margin-top:747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321924" w:rsidRDefault="000A3A2C" w:rsidP="008F029B">
                      <w:r w:rsidRPr="00321924">
                        <w:rPr>
                          <w:szCs w:val="26"/>
                        </w:rPr>
                        <w:t>ISBN XX-XXXX-XXX-X</w:t>
                      </w:r>
                      <w:r w:rsidR="004A14E4" w:rsidRPr="00321924">
                        <w:rPr>
                          <w:szCs w:val="26"/>
                        </w:rPr>
                        <w:t xml:space="preserve"> </w:t>
                      </w:r>
                      <w:r w:rsidRPr="00321924">
                        <w:t>(pouze u nepravidelných a ročních publikací)</w:t>
                      </w:r>
                      <w:r w:rsidR="00834304" w:rsidRPr="00321924">
                        <w:br/>
                      </w:r>
                      <w:r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D559F5">
                        <w:t xml:space="preserve">Praha, </w:t>
                      </w:r>
                      <w:r w:rsidR="00D559F5">
                        <w:t>202</w:t>
                      </w:r>
                      <w:r w:rsidR="007960F2">
                        <w:t>5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1FAE0F18" wp14:editId="7385BE5E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8A89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50D73" w:rsidRDefault="00A50D73" w:rsidP="00E06D5C">
      <w:pPr>
        <w:pStyle w:val="Obsah"/>
      </w:pPr>
    </w:p>
    <w:sectPr w:rsidR="00A50D7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497" w:rsidRDefault="00A26497" w:rsidP="00E71A58">
      <w:r>
        <w:separator/>
      </w:r>
    </w:p>
  </w:endnote>
  <w:endnote w:type="continuationSeparator" w:id="0">
    <w:p w:rsidR="00A26497" w:rsidRDefault="00A2649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E06D5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t>Období, za které byla publikace vydána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846799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497" w:rsidRDefault="00A26497" w:rsidP="00E71A58">
      <w:r>
        <w:separator/>
      </w:r>
    </w:p>
  </w:footnote>
  <w:footnote w:type="continuationSeparator" w:id="0">
    <w:p w:rsidR="00A26497" w:rsidRDefault="00A2649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6F5416" w:rsidRDefault="00515C74" w:rsidP="00937AE2">
    <w:pPr>
      <w:pStyle w:val="Zhlav"/>
    </w:pPr>
    <w:r w:rsidRPr="006F5416">
      <w:t>Název publikac</w:t>
    </w:r>
    <w:r w:rsidR="006F5416" w:rsidRPr="006F5416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88"/>
    <w:rsid w:val="0000209D"/>
    <w:rsid w:val="00004D5A"/>
    <w:rsid w:val="000056D5"/>
    <w:rsid w:val="0000767A"/>
    <w:rsid w:val="00010702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4C88"/>
    <w:rsid w:val="00054F8F"/>
    <w:rsid w:val="000610E1"/>
    <w:rsid w:val="00062EC5"/>
    <w:rsid w:val="00062F22"/>
    <w:rsid w:val="00062F44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30FA"/>
    <w:rsid w:val="000C3408"/>
    <w:rsid w:val="000C6AFD"/>
    <w:rsid w:val="000D5637"/>
    <w:rsid w:val="000E6FBD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94093"/>
    <w:rsid w:val="001A552F"/>
    <w:rsid w:val="001B2CA9"/>
    <w:rsid w:val="001B3110"/>
    <w:rsid w:val="001B4729"/>
    <w:rsid w:val="001B6C09"/>
    <w:rsid w:val="001C05CD"/>
    <w:rsid w:val="001D68B2"/>
    <w:rsid w:val="001E1122"/>
    <w:rsid w:val="001F4597"/>
    <w:rsid w:val="001F46B6"/>
    <w:rsid w:val="0021088D"/>
    <w:rsid w:val="002118B9"/>
    <w:rsid w:val="00217C5B"/>
    <w:rsid w:val="0022139E"/>
    <w:rsid w:val="00222DE3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16D4"/>
    <w:rsid w:val="002A19A8"/>
    <w:rsid w:val="002A230C"/>
    <w:rsid w:val="002A412E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A7020"/>
    <w:rsid w:val="003B5A32"/>
    <w:rsid w:val="003C3490"/>
    <w:rsid w:val="003D0D2C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2C9B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2AE2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7D52"/>
    <w:rsid w:val="004F06F5"/>
    <w:rsid w:val="004F33A0"/>
    <w:rsid w:val="005000F2"/>
    <w:rsid w:val="00500A8A"/>
    <w:rsid w:val="005108C0"/>
    <w:rsid w:val="00511873"/>
    <w:rsid w:val="00512A2F"/>
    <w:rsid w:val="00513B7E"/>
    <w:rsid w:val="00515C74"/>
    <w:rsid w:val="0051628B"/>
    <w:rsid w:val="0052007E"/>
    <w:rsid w:val="0052337A"/>
    <w:rsid w:val="005240EA"/>
    <w:rsid w:val="00525137"/>
    <w:rsid w:val="005251DD"/>
    <w:rsid w:val="00532CE7"/>
    <w:rsid w:val="0053324C"/>
    <w:rsid w:val="00534A28"/>
    <w:rsid w:val="005356FE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31CE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8CC"/>
    <w:rsid w:val="00645B2A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7137"/>
    <w:rsid w:val="00706AD4"/>
    <w:rsid w:val="007140BE"/>
    <w:rsid w:val="007211F5"/>
    <w:rsid w:val="00725BB5"/>
    <w:rsid w:val="00727A9A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60F2"/>
    <w:rsid w:val="007A233D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679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5A21"/>
    <w:rsid w:val="00937AE2"/>
    <w:rsid w:val="0094427A"/>
    <w:rsid w:val="00974923"/>
    <w:rsid w:val="00980D3D"/>
    <w:rsid w:val="00985CC8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478A"/>
    <w:rsid w:val="009E5273"/>
    <w:rsid w:val="009E5DDB"/>
    <w:rsid w:val="009E74B1"/>
    <w:rsid w:val="009F4CA7"/>
    <w:rsid w:val="00A10D66"/>
    <w:rsid w:val="00A14114"/>
    <w:rsid w:val="00A16413"/>
    <w:rsid w:val="00A23E43"/>
    <w:rsid w:val="00A26497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3D0"/>
    <w:rsid w:val="00AE09B3"/>
    <w:rsid w:val="00AE1A83"/>
    <w:rsid w:val="00AE3D5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77762"/>
    <w:rsid w:val="00B80EC6"/>
    <w:rsid w:val="00B865ED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5692C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05091"/>
    <w:rsid w:val="00D13986"/>
    <w:rsid w:val="00D235B7"/>
    <w:rsid w:val="00D25F28"/>
    <w:rsid w:val="00D2662D"/>
    <w:rsid w:val="00D27973"/>
    <w:rsid w:val="00D50F46"/>
    <w:rsid w:val="00D50F86"/>
    <w:rsid w:val="00D559F5"/>
    <w:rsid w:val="00D66223"/>
    <w:rsid w:val="00D8084C"/>
    <w:rsid w:val="00DA7C0C"/>
    <w:rsid w:val="00DB2EC8"/>
    <w:rsid w:val="00DC5B3B"/>
    <w:rsid w:val="00DD129F"/>
    <w:rsid w:val="00DF42FF"/>
    <w:rsid w:val="00E01C0E"/>
    <w:rsid w:val="00E039ED"/>
    <w:rsid w:val="00E03F9A"/>
    <w:rsid w:val="00E04694"/>
    <w:rsid w:val="00E06D5C"/>
    <w:rsid w:val="00E12B1E"/>
    <w:rsid w:val="00E17262"/>
    <w:rsid w:val="00E253A2"/>
    <w:rsid w:val="00E3309D"/>
    <w:rsid w:val="00E36639"/>
    <w:rsid w:val="00E50156"/>
    <w:rsid w:val="00E53470"/>
    <w:rsid w:val="00E539F6"/>
    <w:rsid w:val="00E6519D"/>
    <w:rsid w:val="00E67696"/>
    <w:rsid w:val="00E71A58"/>
    <w:rsid w:val="00E72A7A"/>
    <w:rsid w:val="00E75C94"/>
    <w:rsid w:val="00E777C6"/>
    <w:rsid w:val="00E93820"/>
    <w:rsid w:val="00EA0C68"/>
    <w:rsid w:val="00EA32BC"/>
    <w:rsid w:val="00EA364D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34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5267877"/>
  <w15:docId w15:val="{BC144299-34E4-491F-A339-4E2DECF9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3A7020"/>
    <w:pPr>
      <w:spacing w:after="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A7020"/>
    <w:rPr>
      <w:rFonts w:ascii="Arial" w:eastAsia="Times New Roman" w:hAnsi="Arial"/>
      <w:szCs w:val="24"/>
      <w:lang w:eastAsia="cs-CZ"/>
    </w:rPr>
  </w:style>
  <w:style w:type="paragraph" w:customStyle="1" w:styleId="A-Normlnbezodsa">
    <w:name w:val="A-Normální_bez_odsa"/>
    <w:basedOn w:val="Normln"/>
    <w:autoRedefine/>
    <w:rsid w:val="003A7020"/>
    <w:pPr>
      <w:spacing w:after="6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7C13C-255D-464D-98A6-022979A2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193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23</cp:revision>
  <cp:lastPrinted>2014-07-17T14:07:00Z</cp:lastPrinted>
  <dcterms:created xsi:type="dcterms:W3CDTF">2017-09-18T06:59:00Z</dcterms:created>
  <dcterms:modified xsi:type="dcterms:W3CDTF">2025-09-16T05:57:00Z</dcterms:modified>
  <cp:category/>
</cp:coreProperties>
</file>