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01AB3" w14:textId="77777777"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14:paraId="0E7D19B3" w14:textId="77777777"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14:paraId="704FA53E" w14:textId="77777777"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14:paraId="3A8324B9" w14:textId="0A881C2A"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4B0445">
        <w:t>ří</w:t>
      </w:r>
      <w:r w:rsidR="00236C56">
        <w:t>jen</w:t>
      </w:r>
      <w:r w:rsidR="0012357D" w:rsidRPr="00A10CB8">
        <w:t xml:space="preserve"> 202</w:t>
      </w:r>
      <w:r w:rsidR="00806762">
        <w:t>5</w:t>
      </w:r>
      <w:r w:rsidR="003B3E7C" w:rsidRPr="00A10CB8">
        <w:tab/>
        <w:t>3</w:t>
      </w:r>
    </w:p>
    <w:p w14:paraId="5424A7F2" w14:textId="2B43F2EF"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236C56">
        <w:rPr>
          <w:i/>
          <w:lang w:val="en-GB"/>
        </w:rPr>
        <w:t>Octo</w:t>
      </w:r>
      <w:r w:rsidR="004B0445">
        <w:rPr>
          <w:i/>
          <w:lang w:val="en-GB"/>
        </w:rPr>
        <w:t>ber</w:t>
      </w:r>
      <w:r w:rsidR="0012357D" w:rsidRPr="00A10CB8">
        <w:rPr>
          <w:i/>
          <w:lang w:val="en-GB"/>
        </w:rPr>
        <w:t xml:space="preserve"> 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3B3E7C" w:rsidRPr="00A10CB8">
        <w:t>5</w:t>
      </w:r>
    </w:p>
    <w:p w14:paraId="1D4BC77B" w14:textId="77777777"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14:paraId="7F3087FB" w14:textId="77777777"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14:paraId="03DDA146" w14:textId="77777777"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14:paraId="68809BEC" w14:textId="77777777"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14:paraId="28EA8DFE" w14:textId="77777777"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806762">
        <w:rPr>
          <w:b/>
        </w:rPr>
        <w:t>4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806762">
        <w:rPr>
          <w:b/>
        </w:rPr>
        <w:t>5</w:t>
      </w:r>
    </w:p>
    <w:p w14:paraId="49561A45" w14:textId="77777777"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4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5</w:t>
      </w:r>
    </w:p>
    <w:p w14:paraId="073AB079" w14:textId="77777777"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14:paraId="7190B88B" w14:textId="77777777"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14:paraId="58049B3D" w14:textId="77777777"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14:paraId="43C45EFB" w14:textId="77777777"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14:paraId="5F7CABA2" w14:textId="77777777"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806762">
        <w:t>4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806762">
        <w:t>5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806762">
        <w:rPr>
          <w:i/>
          <w:lang w:val="en-GB"/>
        </w:rPr>
        <w:t>4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BF7EFE" w:rsidRPr="00A10CB8">
        <w:t>16</w:t>
      </w:r>
    </w:p>
    <w:p w14:paraId="4CD147A2" w14:textId="77777777"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14:paraId="13B5ED44" w14:textId="77777777"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14:paraId="455C1442" w14:textId="77777777"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14:paraId="7881F78C" w14:textId="77777777"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14:paraId="2D02B251" w14:textId="77777777"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14:paraId="5B7F9C06" w14:textId="77777777"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14:paraId="499180C6" w14:textId="77777777"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14:paraId="6E0609AA" w14:textId="77777777"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14:paraId="78ADA183" w14:textId="77777777"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14:paraId="381A0804" w14:textId="77777777"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D15A3" w14:textId="77777777" w:rsidR="00BA417B" w:rsidRDefault="00BA417B" w:rsidP="00E71A58">
      <w:r>
        <w:separator/>
      </w:r>
    </w:p>
  </w:endnote>
  <w:endnote w:type="continuationSeparator" w:id="0">
    <w:p w14:paraId="1B962879" w14:textId="77777777" w:rsidR="00BA417B" w:rsidRDefault="00BA417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5F115" w14:textId="77777777"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3539" w14:textId="66820B8C"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B0445">
      <w:rPr>
        <w:szCs w:val="16"/>
      </w:rPr>
      <w:t>ří</w:t>
    </w:r>
    <w:r w:rsidR="00236C56">
      <w:rPr>
        <w:szCs w:val="16"/>
      </w:rPr>
      <w:t>jen</w:t>
    </w:r>
    <w:r w:rsidR="002E4CC7">
      <w:rPr>
        <w:rStyle w:val="ZpatChar"/>
        <w:szCs w:val="16"/>
      </w:rPr>
      <w:t xml:space="preserve"> 202</w:t>
    </w:r>
    <w:r w:rsidR="00806762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236C56">
      <w:rPr>
        <w:rStyle w:val="ZpatChar"/>
        <w:i/>
        <w:szCs w:val="16"/>
      </w:rPr>
      <w:t>Octo</w:t>
    </w:r>
    <w:r w:rsidR="004B0445">
      <w:rPr>
        <w:rStyle w:val="ZpatChar"/>
        <w:i/>
        <w:szCs w:val="16"/>
      </w:rPr>
      <w:t>ber</w:t>
    </w:r>
    <w:r w:rsidR="004D4B1B">
      <w:rPr>
        <w:rStyle w:val="ZpatChar"/>
        <w:i/>
        <w:szCs w:val="16"/>
      </w:rPr>
      <w:t xml:space="preserve"> 202</w:t>
    </w:r>
    <w:r w:rsidR="00806762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5343E" w14:textId="77777777" w:rsidR="00BA417B" w:rsidRDefault="00BA417B" w:rsidP="00E71A58">
      <w:r>
        <w:separator/>
      </w:r>
    </w:p>
  </w:footnote>
  <w:footnote w:type="continuationSeparator" w:id="0">
    <w:p w14:paraId="6DE0CFD9" w14:textId="77777777" w:rsidR="00BA417B" w:rsidRDefault="00BA417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B423" w14:textId="77777777" w:rsidR="003B3E7C" w:rsidRPr="00937AE2" w:rsidRDefault="003B3E7C" w:rsidP="00937AE2">
    <w:pPr>
      <w:pStyle w:val="Zhlav"/>
    </w:pPr>
    <w:r>
      <w:t>Indexy spotřebitelských cen</w:t>
    </w:r>
  </w:p>
  <w:p w14:paraId="095E9E80" w14:textId="77777777"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48ED6" w14:textId="77777777" w:rsidR="003B3E7C" w:rsidRPr="00937AE2" w:rsidRDefault="003B3E7C" w:rsidP="00937AE2">
    <w:pPr>
      <w:pStyle w:val="Zhlav"/>
    </w:pPr>
    <w:r>
      <w:t>Indexy spotřebitelských cen</w:t>
    </w:r>
  </w:p>
  <w:p w14:paraId="7D688639" w14:textId="77777777"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202753">
    <w:abstractNumId w:val="12"/>
  </w:num>
  <w:num w:numId="2" w16cid:durableId="2007173612">
    <w:abstractNumId w:val="8"/>
  </w:num>
  <w:num w:numId="3" w16cid:durableId="187065961">
    <w:abstractNumId w:val="3"/>
  </w:num>
  <w:num w:numId="4" w16cid:durableId="855579237">
    <w:abstractNumId w:val="2"/>
  </w:num>
  <w:num w:numId="5" w16cid:durableId="1516381432">
    <w:abstractNumId w:val="1"/>
  </w:num>
  <w:num w:numId="6" w16cid:durableId="1207795238">
    <w:abstractNumId w:val="0"/>
  </w:num>
  <w:num w:numId="7" w16cid:durableId="1681546615">
    <w:abstractNumId w:val="9"/>
  </w:num>
  <w:num w:numId="8" w16cid:durableId="571088280">
    <w:abstractNumId w:val="7"/>
  </w:num>
  <w:num w:numId="9" w16cid:durableId="1173571745">
    <w:abstractNumId w:val="6"/>
  </w:num>
  <w:num w:numId="10" w16cid:durableId="1310015912">
    <w:abstractNumId w:val="5"/>
  </w:num>
  <w:num w:numId="11" w16cid:durableId="166748403">
    <w:abstractNumId w:val="4"/>
  </w:num>
  <w:num w:numId="12" w16cid:durableId="1725447155">
    <w:abstractNumId w:val="10"/>
  </w:num>
  <w:num w:numId="13" w16cid:durableId="1048531163">
    <w:abstractNumId w:val="14"/>
  </w:num>
  <w:num w:numId="14" w16cid:durableId="1733036489">
    <w:abstractNumId w:val="13"/>
  </w:num>
  <w:num w:numId="15" w16cid:durableId="2059162751">
    <w:abstractNumId w:val="11"/>
  </w:num>
  <w:num w:numId="16" w16cid:durableId="2010794524">
    <w:abstractNumId w:val="16"/>
  </w:num>
  <w:num w:numId="17" w16cid:durableId="5614503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57BE2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43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66226"/>
    <w:rsid w:val="001706D6"/>
    <w:rsid w:val="001714F2"/>
    <w:rsid w:val="00174B70"/>
    <w:rsid w:val="001849F2"/>
    <w:rsid w:val="00184B08"/>
    <w:rsid w:val="00185010"/>
    <w:rsid w:val="00187C36"/>
    <w:rsid w:val="00194630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3441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36C56"/>
    <w:rsid w:val="002436BA"/>
    <w:rsid w:val="00244A15"/>
    <w:rsid w:val="00247319"/>
    <w:rsid w:val="0024799E"/>
    <w:rsid w:val="00253C0F"/>
    <w:rsid w:val="002555F9"/>
    <w:rsid w:val="00257F98"/>
    <w:rsid w:val="00270443"/>
    <w:rsid w:val="00270F53"/>
    <w:rsid w:val="00271465"/>
    <w:rsid w:val="00274676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2344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248E"/>
    <w:rsid w:val="00496879"/>
    <w:rsid w:val="004A1103"/>
    <w:rsid w:val="004A1719"/>
    <w:rsid w:val="004A2538"/>
    <w:rsid w:val="004A3212"/>
    <w:rsid w:val="004A61C5"/>
    <w:rsid w:val="004A77DF"/>
    <w:rsid w:val="004B0445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A3"/>
    <w:rsid w:val="005A28FF"/>
    <w:rsid w:val="005A3DF8"/>
    <w:rsid w:val="005A3F78"/>
    <w:rsid w:val="005A40AC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5F7B87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227A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A22F0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6762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1B26"/>
    <w:rsid w:val="00852217"/>
    <w:rsid w:val="00855408"/>
    <w:rsid w:val="00856D65"/>
    <w:rsid w:val="00857781"/>
    <w:rsid w:val="00861B41"/>
    <w:rsid w:val="00862E8D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3CE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027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07E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27A34"/>
    <w:rsid w:val="00A30F65"/>
    <w:rsid w:val="00A418BC"/>
    <w:rsid w:val="00A41940"/>
    <w:rsid w:val="00A4414A"/>
    <w:rsid w:val="00A46DE0"/>
    <w:rsid w:val="00A50D73"/>
    <w:rsid w:val="00A52CAD"/>
    <w:rsid w:val="00A53FC7"/>
    <w:rsid w:val="00A57B40"/>
    <w:rsid w:val="00A610E3"/>
    <w:rsid w:val="00A62CE1"/>
    <w:rsid w:val="00A6319A"/>
    <w:rsid w:val="00A63992"/>
    <w:rsid w:val="00A6642B"/>
    <w:rsid w:val="00A66C37"/>
    <w:rsid w:val="00A6741E"/>
    <w:rsid w:val="00A75E40"/>
    <w:rsid w:val="00A77D1D"/>
    <w:rsid w:val="00A857C0"/>
    <w:rsid w:val="00A858E3"/>
    <w:rsid w:val="00A9231F"/>
    <w:rsid w:val="00A92BAE"/>
    <w:rsid w:val="00A94D1E"/>
    <w:rsid w:val="00AA2996"/>
    <w:rsid w:val="00AA3D58"/>
    <w:rsid w:val="00AA52BF"/>
    <w:rsid w:val="00AA559A"/>
    <w:rsid w:val="00AA731D"/>
    <w:rsid w:val="00AB2AF1"/>
    <w:rsid w:val="00AB7726"/>
    <w:rsid w:val="00AC3D93"/>
    <w:rsid w:val="00AC574A"/>
    <w:rsid w:val="00AC6034"/>
    <w:rsid w:val="00AD22C5"/>
    <w:rsid w:val="00AD306C"/>
    <w:rsid w:val="00AE02FB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2CF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A417B"/>
    <w:rsid w:val="00BB15E2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1637"/>
    <w:rsid w:val="00DF16B3"/>
    <w:rsid w:val="00DF42FF"/>
    <w:rsid w:val="00DF5B53"/>
    <w:rsid w:val="00E0033C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342D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B5016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2790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899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DE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866A298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D927-2AA3-493D-8066-022753F9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52</TotalTime>
  <Pages>1</Pages>
  <Words>358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92</cp:revision>
  <cp:lastPrinted>2017-01-18T13:33:00Z</cp:lastPrinted>
  <dcterms:created xsi:type="dcterms:W3CDTF">2022-02-11T11:11:00Z</dcterms:created>
  <dcterms:modified xsi:type="dcterms:W3CDTF">2025-10-28T19:43:00Z</dcterms:modified>
</cp:coreProperties>
</file>