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D7FCC" w14:textId="77777777"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14:paraId="6D8CA580" w14:textId="77777777"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14:paraId="47B60B06" w14:textId="77777777" w:rsidR="003B5013" w:rsidRPr="00954D13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954D13">
        <w:rPr>
          <w:szCs w:val="20"/>
          <w:lang w:val="en-GB"/>
        </w:rPr>
        <w:t>carried out in 20</w:t>
      </w:r>
      <w:r w:rsidR="00463010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Pr="00954D13">
        <w:rPr>
          <w:szCs w:val="20"/>
          <w:lang w:val="en-GB"/>
        </w:rPr>
        <w:t xml:space="preserve">. </w:t>
      </w:r>
      <w:r w:rsidRPr="00954D13">
        <w:rPr>
          <w:rFonts w:cs="Arial"/>
          <w:szCs w:val="20"/>
          <w:lang w:val="en-GB"/>
        </w:rPr>
        <w:t xml:space="preserve">The weights are updated </w:t>
      </w:r>
      <w:r w:rsidR="0084227C" w:rsidRPr="00954D13">
        <w:rPr>
          <w:rFonts w:cs="Arial"/>
          <w:szCs w:val="20"/>
          <w:lang w:val="en-GB"/>
        </w:rPr>
        <w:t>since January 202</w:t>
      </w:r>
      <w:r w:rsidR="00AC41BF" w:rsidRPr="00954D13">
        <w:rPr>
          <w:rFonts w:cs="Arial"/>
          <w:szCs w:val="20"/>
          <w:lang w:val="en-GB"/>
        </w:rPr>
        <w:t>4</w:t>
      </w:r>
      <w:r w:rsidR="0084227C" w:rsidRPr="00954D13">
        <w:rPr>
          <w:rFonts w:cs="Arial"/>
          <w:szCs w:val="20"/>
          <w:lang w:val="en-GB"/>
        </w:rPr>
        <w:t xml:space="preserve"> </w:t>
      </w:r>
      <w:r w:rsidR="00463010" w:rsidRPr="00954D13">
        <w:rPr>
          <w:rStyle w:val="jlqj4b"/>
          <w:rFonts w:eastAsia="MS Gothic"/>
          <w:lang w:val="en"/>
        </w:rPr>
        <w:t>on the basis of the household expenditure of national accounts statistics</w:t>
      </w:r>
      <w:r w:rsidR="00926B38" w:rsidRPr="00954D13">
        <w:rPr>
          <w:rStyle w:val="jlqj4b"/>
          <w:rFonts w:eastAsia="MS Gothic"/>
          <w:lang w:val="en"/>
        </w:rPr>
        <w:t>. They</w:t>
      </w:r>
      <w:r w:rsidR="00AC41BF" w:rsidRPr="00954D13">
        <w:rPr>
          <w:rStyle w:val="jlqj4b"/>
          <w:rFonts w:eastAsia="MS Gothic"/>
          <w:lang w:val="en"/>
        </w:rPr>
        <w:t xml:space="preserve"> are primarily based on the expenditure</w:t>
      </w:r>
      <w:r w:rsidR="00463010" w:rsidRPr="00954D13">
        <w:rPr>
          <w:rStyle w:val="jlqj4b"/>
          <w:rFonts w:eastAsia="MS Gothic"/>
          <w:lang w:val="en"/>
        </w:rPr>
        <w:t xml:space="preserve"> in 202</w:t>
      </w:r>
      <w:r w:rsidR="00AC41BF" w:rsidRPr="00954D13">
        <w:rPr>
          <w:rStyle w:val="jlqj4b"/>
          <w:rFonts w:eastAsia="MS Gothic"/>
          <w:lang w:val="en"/>
        </w:rPr>
        <w:t>2 and are modified by the estimate of the expenditure in 2023</w:t>
      </w:r>
      <w:r w:rsidRPr="00954D13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954D13">
        <w:rPr>
          <w:rFonts w:cs="Arial"/>
          <w:szCs w:val="20"/>
          <w:lang w:val="en-GB"/>
        </w:rPr>
        <w:t>updated</w:t>
      </w:r>
      <w:r w:rsidRPr="00954D13">
        <w:rPr>
          <w:rFonts w:cs="Arial"/>
          <w:szCs w:val="20"/>
          <w:lang w:val="en-GB"/>
        </w:rPr>
        <w:t xml:space="preserve"> using Household Budget Survey </w:t>
      </w:r>
      <w:r w:rsidR="00F02F21" w:rsidRPr="00954D13">
        <w:rPr>
          <w:rFonts w:cs="Arial"/>
          <w:szCs w:val="20"/>
          <w:lang w:val="en-GB"/>
        </w:rPr>
        <w:t>extended by</w:t>
      </w:r>
      <w:r w:rsidRPr="00954D13">
        <w:rPr>
          <w:rFonts w:cs="Arial"/>
          <w:szCs w:val="20"/>
          <w:lang w:val="en-GB"/>
        </w:rPr>
        <w:t xml:space="preserve"> other available sources and surveys. P</w:t>
      </w:r>
      <w:r w:rsidRPr="00954D13">
        <w:rPr>
          <w:rFonts w:cs="Arial"/>
          <w:color w:val="000000"/>
          <w:szCs w:val="20"/>
          <w:lang w:val="en-GB"/>
        </w:rPr>
        <w:t>rice indices that are</w:t>
      </w:r>
      <w:r w:rsidRPr="00954D13">
        <w:rPr>
          <w:rFonts w:cs="Arial"/>
          <w:szCs w:val="20"/>
          <w:lang w:val="en-GB"/>
        </w:rPr>
        <w:t xml:space="preserve"> </w:t>
      </w:r>
      <w:r w:rsidR="00740FB9" w:rsidRPr="00954D13">
        <w:rPr>
          <w:rFonts w:cs="Arial"/>
          <w:szCs w:val="20"/>
          <w:lang w:val="en-GB"/>
        </w:rPr>
        <w:t>calculated</w:t>
      </w:r>
      <w:r w:rsidRPr="00954D13">
        <w:rPr>
          <w:rFonts w:cs="Arial"/>
          <w:szCs w:val="20"/>
          <w:lang w:val="en-GB"/>
        </w:rPr>
        <w:t xml:space="preserve"> according</w:t>
      </w:r>
      <w:r w:rsidRPr="00FE346C">
        <w:rPr>
          <w:rFonts w:cs="Arial"/>
          <w:szCs w:val="20"/>
          <w:lang w:val="en-GB"/>
        </w:rPr>
        <w:t xml:space="preserve"> to new revised index patterns are published since January </w:t>
      </w:r>
      <w:r w:rsidRPr="00954D13">
        <w:rPr>
          <w:rFonts w:cs="Arial"/>
          <w:szCs w:val="20"/>
          <w:lang w:val="en-GB"/>
        </w:rPr>
        <w:t>20</w:t>
      </w:r>
      <w:r w:rsidR="00AA1721" w:rsidRPr="00954D13">
        <w:rPr>
          <w:rFonts w:cs="Arial"/>
          <w:szCs w:val="20"/>
          <w:lang w:val="en-GB"/>
        </w:rPr>
        <w:t>2</w:t>
      </w:r>
      <w:r w:rsidR="00AC41BF" w:rsidRPr="00954D13">
        <w:rPr>
          <w:rFonts w:cs="Arial"/>
          <w:szCs w:val="20"/>
          <w:lang w:val="en-GB"/>
        </w:rPr>
        <w:t>4</w:t>
      </w:r>
      <w:r w:rsidRPr="00954D13">
        <w:rPr>
          <w:rFonts w:cs="Arial"/>
          <w:szCs w:val="20"/>
          <w:lang w:val="en-GB"/>
        </w:rPr>
        <w:t>.</w:t>
      </w:r>
    </w:p>
    <w:p w14:paraId="2DD1B1D5" w14:textId="77777777" w:rsidR="00253247" w:rsidRPr="00954D13" w:rsidRDefault="00435F00" w:rsidP="00C0253B">
      <w:pPr>
        <w:jc w:val="both"/>
        <w:rPr>
          <w:szCs w:val="20"/>
          <w:lang w:val="en-GB"/>
        </w:rPr>
      </w:pPr>
      <w:r w:rsidRPr="00954D13">
        <w:rPr>
          <w:rFonts w:cs="Arial"/>
          <w:color w:val="222222"/>
          <w:szCs w:val="20"/>
          <w:lang w:val="en-GB"/>
        </w:rPr>
        <w:t>Starting f</w:t>
      </w:r>
      <w:r w:rsidR="00300DA6" w:rsidRPr="00954D13">
        <w:rPr>
          <w:rFonts w:cs="Arial"/>
          <w:color w:val="222222"/>
          <w:szCs w:val="20"/>
          <w:lang w:val="en-GB"/>
        </w:rPr>
        <w:t xml:space="preserve">rom January 2018, detailed </w:t>
      </w:r>
      <w:r w:rsidRPr="00954D1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954D13">
        <w:rPr>
          <w:rFonts w:cs="Arial"/>
          <w:color w:val="222222"/>
          <w:szCs w:val="20"/>
          <w:lang w:val="en-GB"/>
        </w:rPr>
        <w:t>ind</w:t>
      </w:r>
      <w:r w:rsidRPr="00954D13">
        <w:rPr>
          <w:rFonts w:cs="Arial"/>
          <w:color w:val="222222"/>
          <w:szCs w:val="20"/>
          <w:lang w:val="en-GB"/>
        </w:rPr>
        <w:t>ic</w:t>
      </w:r>
      <w:r w:rsidR="00300DA6" w:rsidRPr="00954D13">
        <w:rPr>
          <w:rFonts w:cs="Arial"/>
          <w:color w:val="222222"/>
          <w:szCs w:val="20"/>
          <w:lang w:val="en-GB"/>
        </w:rPr>
        <w:t>es are calculated based on the ECOICOP classification</w:t>
      </w:r>
      <w:r w:rsidRPr="00954D1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954D13">
        <w:rPr>
          <w:rFonts w:cs="Arial"/>
          <w:color w:val="222222"/>
          <w:szCs w:val="20"/>
          <w:lang w:val="en-GB"/>
        </w:rPr>
        <w:t xml:space="preserve">, which </w:t>
      </w:r>
      <w:r w:rsidR="00731A21" w:rsidRPr="00954D13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954D13">
        <w:rPr>
          <w:rFonts w:cs="Arial"/>
          <w:color w:val="222222"/>
          <w:szCs w:val="20"/>
          <w:lang w:val="en-GB"/>
        </w:rPr>
        <w:t>a </w:t>
      </w:r>
      <w:r w:rsidR="00300DA6" w:rsidRPr="00954D1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954D13">
        <w:rPr>
          <w:rFonts w:cs="Arial"/>
          <w:color w:val="222222"/>
          <w:szCs w:val="20"/>
        </w:rPr>
        <w:t xml:space="preserve"> basket.</w:t>
      </w:r>
      <w:r w:rsidR="00300DA6" w:rsidRPr="00954D13">
        <w:rPr>
          <w:szCs w:val="20"/>
          <w:lang w:val="en-GB"/>
        </w:rPr>
        <w:t xml:space="preserve"> </w:t>
      </w:r>
      <w:r w:rsidR="006D204B" w:rsidRPr="00954D13">
        <w:rPr>
          <w:szCs w:val="20"/>
          <w:lang w:val="en-GB"/>
        </w:rPr>
        <w:t xml:space="preserve">This change </w:t>
      </w:r>
      <w:r w:rsidR="00731A21" w:rsidRPr="00954D13">
        <w:rPr>
          <w:szCs w:val="20"/>
          <w:lang w:val="en-GB"/>
        </w:rPr>
        <w:t xml:space="preserve">occurred </w:t>
      </w:r>
      <w:r w:rsidR="006D204B" w:rsidRPr="00954D13">
        <w:rPr>
          <w:szCs w:val="20"/>
          <w:lang w:val="en-GB"/>
        </w:rPr>
        <w:t xml:space="preserve">according </w:t>
      </w:r>
      <w:r w:rsidR="00184706" w:rsidRPr="00954D13">
        <w:rPr>
          <w:szCs w:val="20"/>
          <w:lang w:val="en-GB"/>
        </w:rPr>
        <w:t xml:space="preserve">to the </w:t>
      </w:r>
      <w:r w:rsidR="00184706" w:rsidRPr="00954D13">
        <w:rPr>
          <w:color w:val="000000"/>
          <w:szCs w:val="20"/>
          <w:lang w:val="en-GB"/>
        </w:rPr>
        <w:t xml:space="preserve">Regulation (EU) 2016/792 of the European </w:t>
      </w:r>
      <w:r w:rsidR="00701674" w:rsidRPr="00954D13">
        <w:rPr>
          <w:color w:val="000000"/>
          <w:szCs w:val="20"/>
          <w:lang w:val="en-GB"/>
        </w:rPr>
        <w:t>P</w:t>
      </w:r>
      <w:r w:rsidR="00184706" w:rsidRPr="00954D13">
        <w:rPr>
          <w:color w:val="000000"/>
          <w:szCs w:val="20"/>
          <w:lang w:val="en-GB"/>
        </w:rPr>
        <w:t xml:space="preserve">arliament and of the </w:t>
      </w:r>
      <w:r w:rsidR="00701674" w:rsidRPr="00954D13">
        <w:rPr>
          <w:color w:val="000000"/>
          <w:szCs w:val="20"/>
          <w:lang w:val="en-GB"/>
        </w:rPr>
        <w:t>C</w:t>
      </w:r>
      <w:r w:rsidR="00184706" w:rsidRPr="00954D13">
        <w:rPr>
          <w:color w:val="000000"/>
          <w:szCs w:val="20"/>
          <w:lang w:val="en-GB"/>
        </w:rPr>
        <w:t>ouncil</w:t>
      </w:r>
      <w:r w:rsidR="00883DBA" w:rsidRPr="00954D13">
        <w:rPr>
          <w:szCs w:val="20"/>
          <w:lang w:val="en-GB"/>
        </w:rPr>
        <w:t>.</w:t>
      </w:r>
      <w:r w:rsidR="00FE560A" w:rsidRPr="00954D13">
        <w:rPr>
          <w:szCs w:val="20"/>
          <w:lang w:val="en-GB"/>
        </w:rPr>
        <w:t xml:space="preserve"> </w:t>
      </w:r>
      <w:r w:rsidR="00FE560A" w:rsidRPr="00954D13">
        <w:rPr>
          <w:rFonts w:cs="Arial"/>
          <w:szCs w:val="20"/>
          <w:lang w:val="en-GB"/>
        </w:rPr>
        <w:t>The structure of publishe</w:t>
      </w:r>
      <w:r w:rsidR="00DA29B7" w:rsidRPr="00954D13">
        <w:rPr>
          <w:rFonts w:cs="Arial"/>
          <w:szCs w:val="20"/>
          <w:lang w:val="en-GB"/>
        </w:rPr>
        <w:t>d</w:t>
      </w:r>
      <w:r w:rsidR="00FE560A" w:rsidRPr="00954D13">
        <w:rPr>
          <w:rFonts w:cs="Arial"/>
          <w:szCs w:val="20"/>
          <w:lang w:val="en-GB"/>
        </w:rPr>
        <w:t xml:space="preserve"> indices </w:t>
      </w:r>
      <w:r w:rsidR="00731A21" w:rsidRPr="00954D13">
        <w:rPr>
          <w:rFonts w:cs="Arial"/>
          <w:szCs w:val="20"/>
          <w:lang w:val="en-GB"/>
        </w:rPr>
        <w:t xml:space="preserve">remained </w:t>
      </w:r>
      <w:r w:rsidR="00FE560A" w:rsidRPr="00954D13">
        <w:rPr>
          <w:rFonts w:cs="Arial"/>
          <w:szCs w:val="20"/>
          <w:lang w:val="en-GB"/>
        </w:rPr>
        <w:t>unchanged.</w:t>
      </w:r>
    </w:p>
    <w:p w14:paraId="60A00B3F" w14:textId="77777777" w:rsidR="00DC2651" w:rsidRPr="00FE346C" w:rsidRDefault="00DC2651" w:rsidP="00C0253B">
      <w:pPr>
        <w:jc w:val="both"/>
        <w:rPr>
          <w:szCs w:val="20"/>
          <w:lang w:val="en-GB"/>
        </w:rPr>
      </w:pPr>
      <w:r w:rsidRPr="00954D13">
        <w:rPr>
          <w:szCs w:val="20"/>
          <w:lang w:val="en-GB"/>
        </w:rPr>
        <w:t>Starting from January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4</w:t>
      </w:r>
      <w:r w:rsidRPr="00954D13">
        <w:rPr>
          <w:szCs w:val="20"/>
          <w:lang w:val="en-GB"/>
        </w:rPr>
        <w:t>, the price reference period of December 20</w:t>
      </w:r>
      <w:r w:rsidR="00AC41BF" w:rsidRPr="00954D13">
        <w:rPr>
          <w:szCs w:val="20"/>
          <w:lang w:val="en-GB"/>
        </w:rPr>
        <w:t>21</w:t>
      </w:r>
      <w:r w:rsidRPr="00954D13">
        <w:rPr>
          <w:szCs w:val="20"/>
          <w:lang w:val="en-GB"/>
        </w:rPr>
        <w:t xml:space="preserve"> for the price indices </w:t>
      </w:r>
      <w:r w:rsidR="00850921" w:rsidRPr="00954D13">
        <w:rPr>
          <w:szCs w:val="20"/>
          <w:lang w:val="en-GB"/>
        </w:rPr>
        <w:t>is</w:t>
      </w:r>
      <w:r w:rsidRPr="00954D13">
        <w:rPr>
          <w:szCs w:val="20"/>
          <w:lang w:val="en-GB"/>
        </w:rPr>
        <w:t xml:space="preserve"> changed to December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Pr="00954D13">
        <w:rPr>
          <w:szCs w:val="20"/>
          <w:lang w:val="en-GB"/>
        </w:rPr>
        <w:t xml:space="preserve">. </w:t>
      </w:r>
      <w:r w:rsidR="000E14BB" w:rsidRPr="00954D13">
        <w:rPr>
          <w:szCs w:val="20"/>
          <w:lang w:val="en-GB"/>
        </w:rPr>
        <w:t xml:space="preserve">Indices </w:t>
      </w:r>
      <w:r w:rsidR="00D211AB" w:rsidRPr="00954D13">
        <w:rPr>
          <w:szCs w:val="20"/>
          <w:lang w:val="en-GB"/>
        </w:rPr>
        <w:t xml:space="preserve">calculated with the </w:t>
      </w:r>
      <w:r w:rsidR="00B67AA6" w:rsidRPr="00954D13">
        <w:rPr>
          <w:szCs w:val="20"/>
          <w:lang w:val="en-GB"/>
        </w:rPr>
        <w:t xml:space="preserve">new </w:t>
      </w:r>
      <w:r w:rsidR="00D211AB" w:rsidRPr="00954D13">
        <w:rPr>
          <w:szCs w:val="20"/>
          <w:lang w:val="en-GB"/>
        </w:rPr>
        <w:t>base December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="00D211AB" w:rsidRPr="00954D13">
        <w:rPr>
          <w:szCs w:val="20"/>
          <w:lang w:val="en-GB"/>
        </w:rPr>
        <w:t xml:space="preserve"> = 100 </w:t>
      </w:r>
      <w:r w:rsidRPr="00954D13">
        <w:rPr>
          <w:szCs w:val="20"/>
          <w:lang w:val="en-GB"/>
        </w:rPr>
        <w:t>a</w:t>
      </w:r>
      <w:r w:rsidRPr="00FE346C">
        <w:rPr>
          <w:szCs w:val="20"/>
          <w:lang w:val="en-GB"/>
        </w:rPr>
        <w:t xml:space="preserve">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14:paraId="76DC6C0A" w14:textId="77777777" w:rsidR="00BC7413" w:rsidRDefault="00BC7413" w:rsidP="00BC7413">
      <w:pPr>
        <w:pStyle w:val="Podnadpis"/>
        <w:spacing w:after="240"/>
        <w:jc w:val="both"/>
        <w:rPr>
          <w:b w:val="0"/>
          <w:sz w:val="20"/>
          <w:lang w:val="en-GB"/>
        </w:rPr>
      </w:pPr>
      <w:r w:rsidRPr="008A0A15">
        <w:rPr>
          <w:b w:val="0"/>
          <w:sz w:val="20"/>
          <w:lang w:val="en-GB"/>
        </w:rPr>
        <w:t>Prices of individual kinds of goods and services are collected monthly, when contemporary we can distinguish three basic modes of price collection – field survey, central prices and scanner data.</w:t>
      </w:r>
      <w:r>
        <w:rPr>
          <w:b w:val="0"/>
          <w:sz w:val="20"/>
          <w:lang w:val="en-GB"/>
        </w:rPr>
        <w:t xml:space="preserve"> Prices </w:t>
      </w:r>
      <w:r w:rsidRPr="008A0A15">
        <w:rPr>
          <w:b w:val="0"/>
          <w:sz w:val="20"/>
          <w:lang w:val="en-GB"/>
        </w:rPr>
        <w:t>collected by field survey ale collected directly in selected shops (about 8 500) by field survey employees of the CZSO</w:t>
      </w:r>
      <w:r>
        <w:rPr>
          <w:b w:val="0"/>
          <w:sz w:val="20"/>
          <w:lang w:val="en-GB"/>
        </w:rPr>
        <w:t xml:space="preserve"> in 35 </w:t>
      </w:r>
      <w:r w:rsidRPr="008A0A15">
        <w:rPr>
          <w:b w:val="0"/>
          <w:sz w:val="20"/>
          <w:lang w:val="en-GB"/>
        </w:rPr>
        <w:t>chosen districts across Czechia and in the Capital City of Prague.</w:t>
      </w:r>
      <w:r>
        <w:rPr>
          <w:b w:val="0"/>
          <w:sz w:val="20"/>
          <w:lang w:val="en-GB"/>
        </w:rPr>
        <w:t xml:space="preserve"> C</w:t>
      </w:r>
      <w:r w:rsidRPr="008A0A15">
        <w:rPr>
          <w:b w:val="0"/>
          <w:sz w:val="20"/>
          <w:lang w:val="en-GB"/>
        </w:rPr>
        <w:t xml:space="preserve">entrally surveyed prices </w:t>
      </w:r>
      <w:r>
        <w:rPr>
          <w:b w:val="0"/>
          <w:sz w:val="20"/>
          <w:lang w:val="en-GB"/>
        </w:rPr>
        <w:t xml:space="preserve">are </w:t>
      </w:r>
      <w:r w:rsidRPr="008A0A15">
        <w:rPr>
          <w:b w:val="0"/>
          <w:sz w:val="20"/>
          <w:lang w:val="en-GB"/>
        </w:rPr>
        <w:t xml:space="preserve">e.g. </w:t>
      </w:r>
      <w:r>
        <w:rPr>
          <w:b w:val="0"/>
          <w:sz w:val="20"/>
          <w:lang w:val="en-GB"/>
        </w:rPr>
        <w:t xml:space="preserve">prices that are </w:t>
      </w:r>
      <w:r w:rsidRPr="008A0A15">
        <w:rPr>
          <w:b w:val="0"/>
          <w:sz w:val="20"/>
          <w:lang w:val="en-GB"/>
        </w:rPr>
        <w:t xml:space="preserve">same for the </w:t>
      </w:r>
      <w:r>
        <w:rPr>
          <w:b w:val="0"/>
          <w:sz w:val="20"/>
          <w:lang w:val="en-GB"/>
        </w:rPr>
        <w:t>entire</w:t>
      </w:r>
      <w:r w:rsidRPr="008A0A15">
        <w:rPr>
          <w:b w:val="0"/>
          <w:sz w:val="20"/>
          <w:lang w:val="en-GB"/>
        </w:rPr>
        <w:t xml:space="preserve"> Czech</w:t>
      </w:r>
      <w:r>
        <w:rPr>
          <w:b w:val="0"/>
          <w:sz w:val="20"/>
          <w:lang w:val="en-GB"/>
        </w:rPr>
        <w:t>ia</w:t>
      </w:r>
      <w:r w:rsidRPr="008A0A15">
        <w:rPr>
          <w:b w:val="0"/>
          <w:sz w:val="20"/>
          <w:lang w:val="en-GB"/>
        </w:rPr>
        <w:t xml:space="preserve"> or average prices detectable from various </w:t>
      </w:r>
      <w:r>
        <w:rPr>
          <w:b w:val="0"/>
          <w:sz w:val="20"/>
          <w:lang w:val="en-GB"/>
        </w:rPr>
        <w:t>questionnaires</w:t>
      </w:r>
      <w:r w:rsidRPr="008A0A15">
        <w:rPr>
          <w:b w:val="0"/>
          <w:sz w:val="20"/>
          <w:lang w:val="en-GB"/>
        </w:rPr>
        <w:t xml:space="preserve">, </w:t>
      </w:r>
      <w:r>
        <w:rPr>
          <w:b w:val="0"/>
          <w:sz w:val="20"/>
          <w:lang w:val="en-GB"/>
        </w:rPr>
        <w:t>prices surveyed on the Internet. Scanner data are</w:t>
      </w:r>
      <w:r w:rsidRPr="00375A67">
        <w:rPr>
          <w:b w:val="0"/>
          <w:sz w:val="20"/>
          <w:lang w:val="en-GB"/>
        </w:rPr>
        <w:t xml:space="preserve"> data f</w:t>
      </w:r>
      <w:r>
        <w:rPr>
          <w:b w:val="0"/>
          <w:sz w:val="20"/>
          <w:lang w:val="en-GB"/>
        </w:rPr>
        <w:t>rom retail chain cash registers, t</w:t>
      </w:r>
      <w:r w:rsidRPr="00375A67">
        <w:rPr>
          <w:b w:val="0"/>
          <w:sz w:val="20"/>
          <w:lang w:val="en-GB"/>
        </w:rPr>
        <w:t xml:space="preserve">heir gradual implementation into the </w:t>
      </w:r>
      <w:r>
        <w:rPr>
          <w:b w:val="0"/>
          <w:sz w:val="20"/>
          <w:lang w:val="en-GB"/>
        </w:rPr>
        <w:t>inflation rate compilation process</w:t>
      </w:r>
      <w:r w:rsidRPr="00375A67">
        <w:rPr>
          <w:b w:val="0"/>
          <w:sz w:val="20"/>
          <w:lang w:val="en-GB"/>
        </w:rPr>
        <w:t xml:space="preserve"> began in 2019</w:t>
      </w:r>
      <w:r>
        <w:rPr>
          <w:b w:val="0"/>
          <w:sz w:val="20"/>
          <w:lang w:val="en-GB"/>
        </w:rPr>
        <w:t>.</w:t>
      </w:r>
    </w:p>
    <w:p w14:paraId="0129BB04" w14:textId="77777777" w:rsidR="00BC7413" w:rsidRDefault="00BC7413" w:rsidP="00BC7413">
      <w:pPr>
        <w:jc w:val="both"/>
        <w:rPr>
          <w:rStyle w:val="Hypertextovodkaz"/>
          <w:lang w:val="en-GB"/>
        </w:rPr>
      </w:pPr>
      <w:r w:rsidRPr="00375A67">
        <w:rPr>
          <w:lang w:val="en-GB"/>
        </w:rPr>
        <w:t xml:space="preserve">More detailed information on the consumer prices </w:t>
      </w:r>
      <w:r>
        <w:rPr>
          <w:lang w:val="en-GB"/>
        </w:rPr>
        <w:t xml:space="preserve">survey </w:t>
      </w:r>
      <w:r w:rsidRPr="00375A67">
        <w:rPr>
          <w:lang w:val="en-GB"/>
        </w:rPr>
        <w:t>and the calculations of the respective indices is available in th</w:t>
      </w:r>
      <w:r>
        <w:rPr>
          <w:lang w:val="en-GB"/>
        </w:rPr>
        <w:t>e Methodological manual of the C</w:t>
      </w:r>
      <w:r w:rsidRPr="00375A67">
        <w:rPr>
          <w:lang w:val="en-GB"/>
        </w:rPr>
        <w:t xml:space="preserve">onsumer </w:t>
      </w:r>
      <w:r>
        <w:rPr>
          <w:lang w:val="en-GB"/>
        </w:rPr>
        <w:t>Price Indices</w:t>
      </w:r>
      <w:r w:rsidRPr="00375A67">
        <w:rPr>
          <w:lang w:val="en-GB"/>
        </w:rPr>
        <w:t xml:space="preserve"> on the CZSO website: </w:t>
      </w:r>
      <w:hyperlink r:id="rId8" w:history="1">
        <w:r w:rsidRPr="00A60530">
          <w:rPr>
            <w:rStyle w:val="Hypertextovodkaz"/>
            <w:lang w:val="en-GB"/>
          </w:rPr>
          <w:t>Inflation, Inflation Rate – Methodology</w:t>
        </w:r>
      </w:hyperlink>
    </w:p>
    <w:p w14:paraId="38F833D6" w14:textId="77777777" w:rsidR="0097104F" w:rsidRPr="00FE346C" w:rsidRDefault="00883DBA" w:rsidP="00BC7413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14:paraId="24E9791A" w14:textId="77777777"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 w14:anchorId="40C7E943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823188752" r:id="rId10"/>
        </w:object>
      </w:r>
    </w:p>
    <w:p w14:paraId="2BD7B004" w14:textId="77777777"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14:paraId="0C884D91" w14:textId="77777777"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14:paraId="64146B6C" w14:textId="77777777"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14:paraId="7E69ED77" w14:textId="77777777"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sectPr w:rsidR="00E82A8A" w:rsidRPr="00FE346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67128" w14:textId="77777777" w:rsidR="009E0292" w:rsidRDefault="009E0292" w:rsidP="00E71A58">
      <w:r>
        <w:separator/>
      </w:r>
    </w:p>
  </w:endnote>
  <w:endnote w:type="continuationSeparator" w:id="0">
    <w:p w14:paraId="379C593D" w14:textId="77777777" w:rsidR="009E0292" w:rsidRDefault="009E029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1C0B6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3F025" w14:textId="377DA2C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711FCB">
      <w:rPr>
        <w:szCs w:val="16"/>
      </w:rPr>
      <w:t>ří</w:t>
    </w:r>
    <w:r w:rsidR="00912CAC">
      <w:rPr>
        <w:szCs w:val="16"/>
      </w:rPr>
      <w:t>jen</w:t>
    </w:r>
    <w:r w:rsidR="00E86453">
      <w:rPr>
        <w:rStyle w:val="ZpatChar"/>
        <w:szCs w:val="16"/>
      </w:rPr>
      <w:t xml:space="preserve"> 202</w:t>
    </w:r>
    <w:r w:rsidR="003D68DC">
      <w:rPr>
        <w:rStyle w:val="ZpatChar"/>
        <w:szCs w:val="16"/>
      </w:rPr>
      <w:t>5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912CAC">
      <w:rPr>
        <w:rStyle w:val="ZpatChar"/>
        <w:i/>
        <w:szCs w:val="16"/>
      </w:rPr>
      <w:t>Octo</w:t>
    </w:r>
    <w:r w:rsidR="00711FCB">
      <w:rPr>
        <w:rStyle w:val="ZpatChar"/>
        <w:i/>
        <w:szCs w:val="16"/>
      </w:rPr>
      <w:t>ber</w:t>
    </w:r>
    <w:r w:rsidR="00D73BE7">
      <w:rPr>
        <w:rStyle w:val="ZpatChar"/>
        <w:i/>
        <w:szCs w:val="16"/>
      </w:rPr>
      <w:t xml:space="preserve"> 202</w:t>
    </w:r>
    <w:r w:rsidR="003D68DC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54944" w14:textId="77777777" w:rsidR="009E0292" w:rsidRDefault="009E0292" w:rsidP="00E71A58">
      <w:r>
        <w:separator/>
      </w:r>
    </w:p>
  </w:footnote>
  <w:footnote w:type="continuationSeparator" w:id="0">
    <w:p w14:paraId="66C26267" w14:textId="77777777" w:rsidR="009E0292" w:rsidRDefault="009E029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8AF4C" w14:textId="77777777" w:rsidR="00F943EC" w:rsidRPr="00937AE2" w:rsidRDefault="00F943EC" w:rsidP="00937AE2">
    <w:pPr>
      <w:pStyle w:val="Zhlav"/>
    </w:pPr>
    <w:r>
      <w:t>Indexy spotřebitelských cen</w:t>
    </w:r>
  </w:p>
  <w:p w14:paraId="0B49CC42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3F44A" w14:textId="77777777" w:rsidR="00F943EC" w:rsidRPr="00937AE2" w:rsidRDefault="00F943EC" w:rsidP="00937AE2">
    <w:pPr>
      <w:pStyle w:val="Zhlav"/>
    </w:pPr>
    <w:r>
      <w:t>Indexy spotřebitelských cen</w:t>
    </w:r>
  </w:p>
  <w:p w14:paraId="338F9A7E" w14:textId="77777777"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767785">
    <w:abstractNumId w:val="12"/>
  </w:num>
  <w:num w:numId="2" w16cid:durableId="672756124">
    <w:abstractNumId w:val="8"/>
  </w:num>
  <w:num w:numId="3" w16cid:durableId="1111245364">
    <w:abstractNumId w:val="3"/>
  </w:num>
  <w:num w:numId="4" w16cid:durableId="800346382">
    <w:abstractNumId w:val="2"/>
  </w:num>
  <w:num w:numId="5" w16cid:durableId="1994672416">
    <w:abstractNumId w:val="1"/>
  </w:num>
  <w:num w:numId="6" w16cid:durableId="1420833355">
    <w:abstractNumId w:val="0"/>
  </w:num>
  <w:num w:numId="7" w16cid:durableId="1523278189">
    <w:abstractNumId w:val="9"/>
  </w:num>
  <w:num w:numId="8" w16cid:durableId="1838687785">
    <w:abstractNumId w:val="7"/>
  </w:num>
  <w:num w:numId="9" w16cid:durableId="192809688">
    <w:abstractNumId w:val="6"/>
  </w:num>
  <w:num w:numId="10" w16cid:durableId="420151476">
    <w:abstractNumId w:val="5"/>
  </w:num>
  <w:num w:numId="11" w16cid:durableId="1966304238">
    <w:abstractNumId w:val="4"/>
  </w:num>
  <w:num w:numId="12" w16cid:durableId="534732195">
    <w:abstractNumId w:val="10"/>
  </w:num>
  <w:num w:numId="13" w16cid:durableId="1506824036">
    <w:abstractNumId w:val="14"/>
  </w:num>
  <w:num w:numId="14" w16cid:durableId="517695314">
    <w:abstractNumId w:val="13"/>
  </w:num>
  <w:num w:numId="15" w16cid:durableId="1715426202">
    <w:abstractNumId w:val="11"/>
  </w:num>
  <w:num w:numId="16" w16cid:durableId="634606117">
    <w:abstractNumId w:val="16"/>
  </w:num>
  <w:num w:numId="17" w16cid:durableId="10147686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04F"/>
    <w:rsid w:val="0000209D"/>
    <w:rsid w:val="000043EB"/>
    <w:rsid w:val="00004D5A"/>
    <w:rsid w:val="000056D5"/>
    <w:rsid w:val="0000767A"/>
    <w:rsid w:val="00007908"/>
    <w:rsid w:val="00010702"/>
    <w:rsid w:val="00022060"/>
    <w:rsid w:val="000234D6"/>
    <w:rsid w:val="00023D29"/>
    <w:rsid w:val="000241B1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16B5"/>
    <w:rsid w:val="0008263E"/>
    <w:rsid w:val="00082C19"/>
    <w:rsid w:val="00083C3F"/>
    <w:rsid w:val="00085395"/>
    <w:rsid w:val="0008746A"/>
    <w:rsid w:val="00087634"/>
    <w:rsid w:val="00087AB2"/>
    <w:rsid w:val="00087F2B"/>
    <w:rsid w:val="0009009A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0F5D52"/>
    <w:rsid w:val="00100F5C"/>
    <w:rsid w:val="00101053"/>
    <w:rsid w:val="00104C4C"/>
    <w:rsid w:val="00106E2F"/>
    <w:rsid w:val="00111332"/>
    <w:rsid w:val="0012192F"/>
    <w:rsid w:val="00122F92"/>
    <w:rsid w:val="00125D69"/>
    <w:rsid w:val="001405FA"/>
    <w:rsid w:val="001425C3"/>
    <w:rsid w:val="00157546"/>
    <w:rsid w:val="00157F4E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0EAB"/>
    <w:rsid w:val="001A15E7"/>
    <w:rsid w:val="001A552F"/>
    <w:rsid w:val="001A78CF"/>
    <w:rsid w:val="001B1185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3C75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27FE7"/>
    <w:rsid w:val="00230C6E"/>
    <w:rsid w:val="00231B76"/>
    <w:rsid w:val="00233C5C"/>
    <w:rsid w:val="002357DF"/>
    <w:rsid w:val="00236443"/>
    <w:rsid w:val="002368CB"/>
    <w:rsid w:val="00236D84"/>
    <w:rsid w:val="00242278"/>
    <w:rsid w:val="002436BA"/>
    <w:rsid w:val="00244A15"/>
    <w:rsid w:val="00247319"/>
    <w:rsid w:val="0024799E"/>
    <w:rsid w:val="00253247"/>
    <w:rsid w:val="00253C0F"/>
    <w:rsid w:val="0026448E"/>
    <w:rsid w:val="00266FE0"/>
    <w:rsid w:val="00267106"/>
    <w:rsid w:val="00271465"/>
    <w:rsid w:val="0027565F"/>
    <w:rsid w:val="00283734"/>
    <w:rsid w:val="00285412"/>
    <w:rsid w:val="00293B99"/>
    <w:rsid w:val="002951F2"/>
    <w:rsid w:val="00296378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1193E"/>
    <w:rsid w:val="003209D6"/>
    <w:rsid w:val="00321CB7"/>
    <w:rsid w:val="00325749"/>
    <w:rsid w:val="0032656E"/>
    <w:rsid w:val="00332190"/>
    <w:rsid w:val="00341605"/>
    <w:rsid w:val="00344668"/>
    <w:rsid w:val="003462D9"/>
    <w:rsid w:val="0036045D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065F"/>
    <w:rsid w:val="003B1F88"/>
    <w:rsid w:val="003B31D0"/>
    <w:rsid w:val="003B5013"/>
    <w:rsid w:val="003B5A32"/>
    <w:rsid w:val="003C3490"/>
    <w:rsid w:val="003D3BEB"/>
    <w:rsid w:val="003D6764"/>
    <w:rsid w:val="003D68DC"/>
    <w:rsid w:val="003D6920"/>
    <w:rsid w:val="003E4C91"/>
    <w:rsid w:val="003E6477"/>
    <w:rsid w:val="003F1FA7"/>
    <w:rsid w:val="003F313C"/>
    <w:rsid w:val="003F551C"/>
    <w:rsid w:val="003F74DA"/>
    <w:rsid w:val="0040485E"/>
    <w:rsid w:val="00405264"/>
    <w:rsid w:val="00407C13"/>
    <w:rsid w:val="00407D60"/>
    <w:rsid w:val="00410638"/>
    <w:rsid w:val="004139A2"/>
    <w:rsid w:val="00422C02"/>
    <w:rsid w:val="00424D10"/>
    <w:rsid w:val="00427508"/>
    <w:rsid w:val="00432A58"/>
    <w:rsid w:val="00434617"/>
    <w:rsid w:val="00435F00"/>
    <w:rsid w:val="00436248"/>
    <w:rsid w:val="00440900"/>
    <w:rsid w:val="004441A0"/>
    <w:rsid w:val="004508A2"/>
    <w:rsid w:val="004524E4"/>
    <w:rsid w:val="0045356C"/>
    <w:rsid w:val="00456D6B"/>
    <w:rsid w:val="00460F40"/>
    <w:rsid w:val="00463010"/>
    <w:rsid w:val="0047148A"/>
    <w:rsid w:val="0047183F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84EE4"/>
    <w:rsid w:val="00486D6B"/>
    <w:rsid w:val="004901C6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D608B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048B"/>
    <w:rsid w:val="00523204"/>
    <w:rsid w:val="0052337A"/>
    <w:rsid w:val="00525137"/>
    <w:rsid w:val="005251DD"/>
    <w:rsid w:val="00527010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25CF"/>
    <w:rsid w:val="0057364B"/>
    <w:rsid w:val="00574773"/>
    <w:rsid w:val="00583999"/>
    <w:rsid w:val="00583FDF"/>
    <w:rsid w:val="00583FFD"/>
    <w:rsid w:val="005911BE"/>
    <w:rsid w:val="00591EBF"/>
    <w:rsid w:val="00593152"/>
    <w:rsid w:val="005952C6"/>
    <w:rsid w:val="00597542"/>
    <w:rsid w:val="005A095C"/>
    <w:rsid w:val="005A10F2"/>
    <w:rsid w:val="005A21E0"/>
    <w:rsid w:val="005A28FF"/>
    <w:rsid w:val="005A3DF8"/>
    <w:rsid w:val="005A42DB"/>
    <w:rsid w:val="005A5549"/>
    <w:rsid w:val="005B121D"/>
    <w:rsid w:val="005B1A8F"/>
    <w:rsid w:val="005B6667"/>
    <w:rsid w:val="005C06ED"/>
    <w:rsid w:val="005C5F75"/>
    <w:rsid w:val="005C7E38"/>
    <w:rsid w:val="005D1AF7"/>
    <w:rsid w:val="005D396E"/>
    <w:rsid w:val="005D5802"/>
    <w:rsid w:val="005D5A04"/>
    <w:rsid w:val="005D5A97"/>
    <w:rsid w:val="005D7890"/>
    <w:rsid w:val="005E7C78"/>
    <w:rsid w:val="005F2BE0"/>
    <w:rsid w:val="005F3EB1"/>
    <w:rsid w:val="005F5662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1C"/>
    <w:rsid w:val="006A6488"/>
    <w:rsid w:val="006B344A"/>
    <w:rsid w:val="006B43EB"/>
    <w:rsid w:val="006B719B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02E5"/>
    <w:rsid w:val="006E13E5"/>
    <w:rsid w:val="006E2005"/>
    <w:rsid w:val="006E265A"/>
    <w:rsid w:val="006E279A"/>
    <w:rsid w:val="006E313B"/>
    <w:rsid w:val="006E37E4"/>
    <w:rsid w:val="006E52AA"/>
    <w:rsid w:val="006E719B"/>
    <w:rsid w:val="00701674"/>
    <w:rsid w:val="00705287"/>
    <w:rsid w:val="00705F73"/>
    <w:rsid w:val="00706AD4"/>
    <w:rsid w:val="00711C0A"/>
    <w:rsid w:val="00711FCB"/>
    <w:rsid w:val="00712D59"/>
    <w:rsid w:val="007140BE"/>
    <w:rsid w:val="007211F5"/>
    <w:rsid w:val="00725BB5"/>
    <w:rsid w:val="00727BE3"/>
    <w:rsid w:val="00730AE8"/>
    <w:rsid w:val="00731A21"/>
    <w:rsid w:val="00740FB9"/>
    <w:rsid w:val="00741493"/>
    <w:rsid w:val="007417CA"/>
    <w:rsid w:val="00742117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85095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C400E"/>
    <w:rsid w:val="007D1ADE"/>
    <w:rsid w:val="007D2F90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2353"/>
    <w:rsid w:val="00883DBA"/>
    <w:rsid w:val="00884704"/>
    <w:rsid w:val="008873D4"/>
    <w:rsid w:val="00890DBE"/>
    <w:rsid w:val="0089223D"/>
    <w:rsid w:val="008931E4"/>
    <w:rsid w:val="00893E85"/>
    <w:rsid w:val="00894031"/>
    <w:rsid w:val="00897588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3BBF"/>
    <w:rsid w:val="008D4883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2CAC"/>
    <w:rsid w:val="00915AC8"/>
    <w:rsid w:val="0091728D"/>
    <w:rsid w:val="00920A32"/>
    <w:rsid w:val="009210A4"/>
    <w:rsid w:val="0092180B"/>
    <w:rsid w:val="00921F14"/>
    <w:rsid w:val="00924AC8"/>
    <w:rsid w:val="0092597A"/>
    <w:rsid w:val="00926B38"/>
    <w:rsid w:val="00927AD2"/>
    <w:rsid w:val="00930CFE"/>
    <w:rsid w:val="0093484E"/>
    <w:rsid w:val="00934C43"/>
    <w:rsid w:val="00937AE2"/>
    <w:rsid w:val="00941733"/>
    <w:rsid w:val="0094427A"/>
    <w:rsid w:val="00954D13"/>
    <w:rsid w:val="009558D5"/>
    <w:rsid w:val="00956240"/>
    <w:rsid w:val="00956F29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A794C"/>
    <w:rsid w:val="009B6FD3"/>
    <w:rsid w:val="009C1750"/>
    <w:rsid w:val="009C2E29"/>
    <w:rsid w:val="009C554B"/>
    <w:rsid w:val="009C719E"/>
    <w:rsid w:val="009D3ACD"/>
    <w:rsid w:val="009E0292"/>
    <w:rsid w:val="009E5DDB"/>
    <w:rsid w:val="009E628E"/>
    <w:rsid w:val="009F1DD4"/>
    <w:rsid w:val="009F4CA7"/>
    <w:rsid w:val="00A10D66"/>
    <w:rsid w:val="00A129AE"/>
    <w:rsid w:val="00A12A2D"/>
    <w:rsid w:val="00A13526"/>
    <w:rsid w:val="00A14114"/>
    <w:rsid w:val="00A1791F"/>
    <w:rsid w:val="00A17F6E"/>
    <w:rsid w:val="00A20511"/>
    <w:rsid w:val="00A23E43"/>
    <w:rsid w:val="00A30F65"/>
    <w:rsid w:val="00A3164B"/>
    <w:rsid w:val="00A418BC"/>
    <w:rsid w:val="00A4414A"/>
    <w:rsid w:val="00A46DE0"/>
    <w:rsid w:val="00A47B29"/>
    <w:rsid w:val="00A50D73"/>
    <w:rsid w:val="00A52CAD"/>
    <w:rsid w:val="00A53FC7"/>
    <w:rsid w:val="00A62CE1"/>
    <w:rsid w:val="00A66C37"/>
    <w:rsid w:val="00A6741E"/>
    <w:rsid w:val="00A707D2"/>
    <w:rsid w:val="00A75E40"/>
    <w:rsid w:val="00A77D1D"/>
    <w:rsid w:val="00A8189F"/>
    <w:rsid w:val="00A839C6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B4A28"/>
    <w:rsid w:val="00AC096E"/>
    <w:rsid w:val="00AC41BF"/>
    <w:rsid w:val="00AD306C"/>
    <w:rsid w:val="00AD70D9"/>
    <w:rsid w:val="00AE09B3"/>
    <w:rsid w:val="00AE1255"/>
    <w:rsid w:val="00AE1A83"/>
    <w:rsid w:val="00AE4324"/>
    <w:rsid w:val="00AF0310"/>
    <w:rsid w:val="00AF11A8"/>
    <w:rsid w:val="00B00913"/>
    <w:rsid w:val="00B01593"/>
    <w:rsid w:val="00B10A4D"/>
    <w:rsid w:val="00B17E71"/>
    <w:rsid w:val="00B17FDE"/>
    <w:rsid w:val="00B2379C"/>
    <w:rsid w:val="00B2687D"/>
    <w:rsid w:val="00B32DDB"/>
    <w:rsid w:val="00B3318B"/>
    <w:rsid w:val="00B3428E"/>
    <w:rsid w:val="00B34528"/>
    <w:rsid w:val="00B35F99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C7413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9C7"/>
    <w:rsid w:val="00C33B68"/>
    <w:rsid w:val="00C34437"/>
    <w:rsid w:val="00C36A79"/>
    <w:rsid w:val="00C37152"/>
    <w:rsid w:val="00C405D4"/>
    <w:rsid w:val="00C4513B"/>
    <w:rsid w:val="00C452D3"/>
    <w:rsid w:val="00C46002"/>
    <w:rsid w:val="00C46388"/>
    <w:rsid w:val="00C50690"/>
    <w:rsid w:val="00C54697"/>
    <w:rsid w:val="00C548A0"/>
    <w:rsid w:val="00C54E94"/>
    <w:rsid w:val="00C605F3"/>
    <w:rsid w:val="00C73885"/>
    <w:rsid w:val="00C747B1"/>
    <w:rsid w:val="00C75742"/>
    <w:rsid w:val="00C75B09"/>
    <w:rsid w:val="00C7635A"/>
    <w:rsid w:val="00C82191"/>
    <w:rsid w:val="00C831B2"/>
    <w:rsid w:val="00C8791F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C79E1"/>
    <w:rsid w:val="00CD10A5"/>
    <w:rsid w:val="00CD2076"/>
    <w:rsid w:val="00CE0B27"/>
    <w:rsid w:val="00CE4CFD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840CC"/>
    <w:rsid w:val="00DA29B7"/>
    <w:rsid w:val="00DA4E55"/>
    <w:rsid w:val="00DA7C0C"/>
    <w:rsid w:val="00DB2EC8"/>
    <w:rsid w:val="00DB5695"/>
    <w:rsid w:val="00DC0DDB"/>
    <w:rsid w:val="00DC2651"/>
    <w:rsid w:val="00DC4EF3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1F85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501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C5DE3"/>
    <w:rsid w:val="00ED0BDC"/>
    <w:rsid w:val="00ED62C6"/>
    <w:rsid w:val="00ED64C1"/>
    <w:rsid w:val="00EE3446"/>
    <w:rsid w:val="00EE3E78"/>
    <w:rsid w:val="00EE4B1B"/>
    <w:rsid w:val="00EE52E7"/>
    <w:rsid w:val="00EE773D"/>
    <w:rsid w:val="00EF0699"/>
    <w:rsid w:val="00EF150D"/>
    <w:rsid w:val="00EF1F5A"/>
    <w:rsid w:val="00F02F21"/>
    <w:rsid w:val="00F0382F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771DF"/>
    <w:rsid w:val="00F8006F"/>
    <w:rsid w:val="00F81531"/>
    <w:rsid w:val="00F85066"/>
    <w:rsid w:val="00F943EC"/>
    <w:rsid w:val="00FA5D4D"/>
    <w:rsid w:val="00FA61D0"/>
    <w:rsid w:val="00FB7895"/>
    <w:rsid w:val="00FC0E30"/>
    <w:rsid w:val="00FC0E5F"/>
    <w:rsid w:val="00FC1A95"/>
    <w:rsid w:val="00FC508D"/>
    <w:rsid w:val="00FC56DE"/>
    <w:rsid w:val="00FC684B"/>
    <w:rsid w:val="00FC68D0"/>
    <w:rsid w:val="00FD1E2D"/>
    <w:rsid w:val="00FD7D96"/>
    <w:rsid w:val="00FE2F78"/>
    <w:rsid w:val="00FE346C"/>
    <w:rsid w:val="00FE519B"/>
    <w:rsid w:val="00FE560A"/>
    <w:rsid w:val="00FF09D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0158334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what_is_it_inflation_resp_inflation_rat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1E8BB-9F1A-4AD6-BBF8-C7CED6A0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</TotalTime>
  <Pages>1</Pages>
  <Words>454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40</cp:revision>
  <cp:lastPrinted>2017-01-18T13:33:00Z</cp:lastPrinted>
  <dcterms:created xsi:type="dcterms:W3CDTF">2024-02-15T09:23:00Z</dcterms:created>
  <dcterms:modified xsi:type="dcterms:W3CDTF">2025-10-28T19:33:00Z</dcterms:modified>
</cp:coreProperties>
</file>