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C4A73" w14:textId="77777777" w:rsidR="007C64F7" w:rsidRDefault="007C64F7" w:rsidP="007C64F7">
      <w:pPr>
        <w:pStyle w:val="Nadpis1"/>
      </w:pPr>
      <w:bookmarkStart w:id="0" w:name="_Toc130286016"/>
      <w:bookmarkStart w:id="1" w:name="_Toc114134045"/>
      <w:bookmarkStart w:id="2" w:name="_Toc58605374"/>
      <w:bookmarkStart w:id="3" w:name="_Toc66719930"/>
      <w:bookmarkStart w:id="4" w:name="_Toc532558287"/>
      <w:bookmarkStart w:id="5" w:name="_Toc58605375"/>
      <w:bookmarkStart w:id="6" w:name="_Toc82508186"/>
      <w:bookmarkStart w:id="7" w:name="_Toc114134047"/>
      <w:bookmarkStart w:id="8" w:name="_Toc114134048"/>
      <w:bookmarkStart w:id="9" w:name="_Toc97736119"/>
      <w:bookmarkStart w:id="10" w:name="_Toc74643859"/>
      <w:bookmarkStart w:id="11" w:name="_Toc90395915"/>
      <w:bookmarkStart w:id="12" w:name="_Toc98245446"/>
      <w:bookmarkStart w:id="13" w:name="_Toc74643860"/>
      <w:r>
        <w:t>1. Shrnutí</w:t>
      </w:r>
      <w:bookmarkEnd w:id="0"/>
    </w:p>
    <w:p w14:paraId="3E710687" w14:textId="77777777" w:rsidR="007C64F7" w:rsidRDefault="007C64F7" w:rsidP="007C64F7">
      <w:pPr>
        <w:pStyle w:val="Normalodrka"/>
        <w:spacing w:after="120"/>
        <w:rPr>
          <w:spacing w:val="-6"/>
        </w:rPr>
      </w:pPr>
      <w:r w:rsidRPr="00D60DAE">
        <w:rPr>
          <w:spacing w:val="-6"/>
        </w:rPr>
        <w:t>Hrubý domácí produkt (HDP) se v roce 2022 zvýšil o 2,4 %</w:t>
      </w:r>
      <w:r>
        <w:rPr>
          <w:rStyle w:val="Znakapoznpodarou"/>
          <w:spacing w:val="-6"/>
          <w:szCs w:val="20"/>
        </w:rPr>
        <w:footnoteReference w:id="1"/>
      </w:r>
      <w:r w:rsidRPr="00D60DAE">
        <w:rPr>
          <w:spacing w:val="-6"/>
        </w:rPr>
        <w:t>. K tomu přispěly zejména kapitálové výdaje a</w:t>
      </w:r>
      <w:r>
        <w:rPr>
          <w:spacing w:val="-6"/>
        </w:rPr>
        <w:t> </w:t>
      </w:r>
      <w:r w:rsidRPr="00D60DAE">
        <w:rPr>
          <w:spacing w:val="-6"/>
        </w:rPr>
        <w:t xml:space="preserve">zahraniční poptávka. Naopak domácí spotřeba loni klesala. Během roku </w:t>
      </w:r>
      <w:r>
        <w:rPr>
          <w:spacing w:val="-6"/>
        </w:rPr>
        <w:t xml:space="preserve">2022 </w:t>
      </w:r>
      <w:r w:rsidRPr="00D60DAE">
        <w:rPr>
          <w:spacing w:val="-6"/>
        </w:rPr>
        <w:t xml:space="preserve">růst oslaboval a ve 4. čtvrtletí se HDP meziročně zvýšil o 0,2 %. Ve druhé polovině roku meziroční ekonomický růst podporovala zejména zahraniční poptávka. Naopak se zmírnil pozitivní vliv kapitálových výdajů a prohluboval se pokles domácí spotřeby. Oproti 3. čtvrtletí HDP klesl o 0,4 % a šlo o druhý mezičtvrtletní pokles v řadě. </w:t>
      </w:r>
      <w:r w:rsidRPr="00D60DAE">
        <w:rPr>
          <w:spacing w:val="-2"/>
        </w:rPr>
        <w:t xml:space="preserve">Zahraniční poptávka v pozitivním směru působila také na mezičtvrtletní dynamiku HDP, ale spotřeba i kapitálové výdaje klesaly. V EU </w:t>
      </w:r>
      <w:r w:rsidRPr="00D60DAE">
        <w:rPr>
          <w:spacing w:val="-6"/>
        </w:rPr>
        <w:t>se hrubý domácí produkt</w:t>
      </w:r>
      <w:r>
        <w:rPr>
          <w:spacing w:val="-6"/>
        </w:rPr>
        <w:t xml:space="preserve"> ve 4. čtvrtletí</w:t>
      </w:r>
      <w:r w:rsidRPr="00D60DAE">
        <w:rPr>
          <w:spacing w:val="-6"/>
        </w:rPr>
        <w:t xml:space="preserve"> celkově meziročně zvýšil o </w:t>
      </w:r>
      <w:r>
        <w:rPr>
          <w:spacing w:val="-6"/>
        </w:rPr>
        <w:t>1,7</w:t>
      </w:r>
      <w:r w:rsidRPr="00D60DAE">
        <w:rPr>
          <w:spacing w:val="-6"/>
        </w:rPr>
        <w:t xml:space="preserve"> % a mezičtvrtletně </w:t>
      </w:r>
      <w:r>
        <w:rPr>
          <w:spacing w:val="-6"/>
        </w:rPr>
        <w:t xml:space="preserve">klesl </w:t>
      </w:r>
      <w:r w:rsidRPr="00D60DAE">
        <w:rPr>
          <w:spacing w:val="-6"/>
        </w:rPr>
        <w:t>o 0,</w:t>
      </w:r>
      <w:r>
        <w:rPr>
          <w:spacing w:val="-6"/>
        </w:rPr>
        <w:t>1</w:t>
      </w:r>
      <w:r w:rsidRPr="00D60DAE">
        <w:rPr>
          <w:spacing w:val="-6"/>
        </w:rPr>
        <w:t xml:space="preserve"> %.</w:t>
      </w:r>
      <w:r>
        <w:rPr>
          <w:spacing w:val="-6"/>
        </w:rPr>
        <w:t xml:space="preserve"> Česko tak v závěru roku patřilo k zemím s podprůměrnou dynamikou HDP.</w:t>
      </w:r>
    </w:p>
    <w:p w14:paraId="1114407D" w14:textId="059514BF" w:rsidR="007C64F7" w:rsidRDefault="007C64F7" w:rsidP="007C64F7">
      <w:pPr>
        <w:pStyle w:val="Normalodrka"/>
        <w:spacing w:after="120"/>
        <w:rPr>
          <w:spacing w:val="-6"/>
        </w:rPr>
      </w:pPr>
      <w:r w:rsidRPr="009B5B6E">
        <w:rPr>
          <w:spacing w:val="-6"/>
        </w:rPr>
        <w:t xml:space="preserve">Hrubá přidaná hodnota (HPH) v roce 2022 vzrostla o 2,5 %. </w:t>
      </w:r>
      <w:r>
        <w:t xml:space="preserve">K růstu přispívaly hlavně služby, zatímco v průmyslu přetrvávaly různé problémy – přerušení dodávek součástek nebo růst cen energií a surovin. Nejvíce se pod vlivem slabé srovnávací základny HPH zvýšila v ostatních činnostech. Dařilo se také informačním a komunikačním činnostem a profesním, vědeckým, technickým a administrativním činnostem. Pod vlivem příznivých výsledků ve výrobě motorových vozidel a přidružených oborech solidně rostla HPH ve zpracovatelském průmyslu, průmysl jako celek ale rostl mírněji. Pokles HPH se loni odehrál jen v zemědělství, lesnictví a rybářství. Ve 4. čtvrtletí HPH meziročně vzrostla o 1,0 % a mezičtvrtletně se zvýšila o 0,3 %. V závěru roku meziročně nejvíce rostla HPH ve zpracovatelském průmyslu. Naopak klesla ve významném uskupení obchod, doprava, ubytování a pohostinství. </w:t>
      </w:r>
    </w:p>
    <w:p w14:paraId="50FAADE9" w14:textId="77777777" w:rsidR="007C64F7" w:rsidRDefault="007C64F7" w:rsidP="007C64F7">
      <w:pPr>
        <w:pStyle w:val="Normalodrka"/>
        <w:spacing w:after="120"/>
        <w:rPr>
          <w:spacing w:val="-6"/>
        </w:rPr>
      </w:pPr>
      <w:r>
        <w:rPr>
          <w:spacing w:val="-6"/>
        </w:rPr>
        <w:t>Vývoz zboží a služeb i dovoz se loni reálně meziročně zvýšily shodně o 5,7 %</w:t>
      </w:r>
      <w:r>
        <w:rPr>
          <w:rStyle w:val="Znakapoznpodarou"/>
          <w:spacing w:val="-6"/>
        </w:rPr>
        <w:footnoteReference w:id="2"/>
      </w:r>
      <w:r>
        <w:rPr>
          <w:spacing w:val="-6"/>
        </w:rPr>
        <w:t xml:space="preserve">. Bilance zahraničního obchodu se zbožím a službami v běžných cenách poprvé od roku 2003 spadla do deficitu 8,3 mld. korun. </w:t>
      </w:r>
      <w:r>
        <w:t xml:space="preserve">Ve 4. čtvrtletí se export zboží a služeb reálně meziročně zvýšil o 9,7 %. Dovoz se meziročně zvýšil o 7,6 %. Bilance zahraničního obchodu se zbožím a službami se ve 4. čtvrtletí meziročně zhoršila o 4,9 mld. korun, zůstala ale přebytková (11,1 mld.). Na zhoršení bilance obchodu se zbožím loni nejvíce působil obchod s </w:t>
      </w:r>
      <w:r>
        <w:rPr>
          <w:spacing w:val="-4"/>
        </w:rPr>
        <w:t xml:space="preserve">ropou a zemním plynem i dalším dováženým zbožím a surovinami, u kterých došlo k výraznému růstu cen. Cenové vlivy stály i za zlepšením bilance obchodu s elektřinou, plynem, párou a klimatizovaným vzduchem </w:t>
      </w:r>
      <w:r>
        <w:rPr>
          <w:spacing w:val="-4"/>
        </w:rPr>
        <w:br/>
        <w:t xml:space="preserve">a pozitivně přispělo také oživení vývozu motorových vozidel. </w:t>
      </w:r>
      <w:r>
        <w:t xml:space="preserve"> </w:t>
      </w:r>
      <w:r>
        <w:rPr>
          <w:spacing w:val="-6"/>
        </w:rPr>
        <w:t xml:space="preserve"> </w:t>
      </w:r>
    </w:p>
    <w:p w14:paraId="3BEEADD2" w14:textId="109C0A44" w:rsidR="007C64F7" w:rsidRDefault="007C64F7" w:rsidP="007C64F7">
      <w:pPr>
        <w:pStyle w:val="Normalodrka"/>
        <w:spacing w:after="120"/>
        <w:rPr>
          <w:spacing w:val="-6"/>
        </w:rPr>
      </w:pPr>
      <w:r>
        <w:rPr>
          <w:spacing w:val="-6"/>
        </w:rPr>
        <w:t xml:space="preserve">Celková cenová hladina se loni (podle deflátoru HDP) zvýšila o 8,4 %. </w:t>
      </w:r>
      <w:r>
        <w:rPr>
          <w:szCs w:val="20"/>
        </w:rPr>
        <w:t>V průběhu roku meziroční růst cenové hladiny posiloval až na 10,7 % ve 4. čtvrtletí. Mezičtvrtletně se cenová hladina snížila o 0,5 %.</w:t>
      </w:r>
      <w:r w:rsidR="00E87D5B">
        <w:rPr>
          <w:szCs w:val="20"/>
        </w:rPr>
        <w:t xml:space="preserve"> </w:t>
      </w:r>
      <w:r>
        <w:rPr>
          <w:spacing w:val="-6"/>
        </w:rPr>
        <w:t xml:space="preserve">Spotřebitelské ceny se loni zvýšily o 15,1 %. Ve 4. čtvrtletí se jejich meziroční růst zmírnil na 15,7 %. </w:t>
      </w:r>
      <w:r>
        <w:t xml:space="preserve">Růst cen byl loni plošný a v 7 ze 12 oddílů spotřebního koše byl dvouciferný. </w:t>
      </w:r>
      <w:r>
        <w:rPr>
          <w:spacing w:val="-6"/>
        </w:rPr>
        <w:t xml:space="preserve">Největší vliv na růst cen měla loni trojice váhově nejvýznamnějších oddílů spotřebního koše, tedy bydlení a energie, potraviny a nealkoholické nápoje a doprava. U potravin růst ve druhé polovině roku zrychlil, v případě bydlení a energií a dopravy naopak dynamika zvolňovala. </w:t>
      </w:r>
    </w:p>
    <w:p w14:paraId="4E8F1386" w14:textId="77777777" w:rsidR="007C64F7" w:rsidRDefault="007C64F7" w:rsidP="007C64F7">
      <w:pPr>
        <w:pStyle w:val="Normalodrka"/>
        <w:spacing w:after="120"/>
        <w:rPr>
          <w:spacing w:val="-6"/>
        </w:rPr>
      </w:pPr>
      <w:proofErr w:type="spellStart"/>
      <w:r>
        <w:rPr>
          <w:spacing w:val="-6"/>
        </w:rPr>
        <w:t>Měnověpolitické</w:t>
      </w:r>
      <w:proofErr w:type="spellEnd"/>
      <w:r>
        <w:rPr>
          <w:spacing w:val="-6"/>
        </w:rPr>
        <w:t xml:space="preserve"> úrokové sazby se loni v 1. pololetí zvyšovaly a od června do konce roku setrvaly na stálé úrovni. Během roku rostly klientské sazby na termínovaných vkladech a zdražilo úvěrové financování pro domácnosti i podniky. Zřetelný byl přeliv prostředků z běžných účtů na termínované vklady.</w:t>
      </w:r>
    </w:p>
    <w:p w14:paraId="61ECEB65" w14:textId="77777777" w:rsidR="007C64F7" w:rsidRDefault="007C64F7" w:rsidP="007C64F7">
      <w:pPr>
        <w:pStyle w:val="Normalodrka"/>
        <w:spacing w:after="120"/>
        <w:rPr>
          <w:spacing w:val="-6"/>
        </w:rPr>
      </w:pPr>
      <w:r>
        <w:rPr>
          <w:spacing w:val="-6"/>
        </w:rPr>
        <w:t>Celková zaměstnanost</w:t>
      </w:r>
      <w:r>
        <w:rPr>
          <w:rStyle w:val="Znakapoznpodarou"/>
          <w:spacing w:val="-6"/>
        </w:rPr>
        <w:footnoteReference w:id="3"/>
      </w:r>
      <w:r>
        <w:rPr>
          <w:spacing w:val="-6"/>
        </w:rPr>
        <w:t xml:space="preserve"> loni vzrostla o 1,7 %. Ve 4. čtvrtletí se meziročně zvýšila o 1,3 %, mezičtvrtletně ale klesla podruhé v řadě, a to o 0,4 %. O</w:t>
      </w:r>
      <w:r w:rsidRPr="00A812A7">
        <w:rPr>
          <w:color w:val="0D0D0D" w:themeColor="text1" w:themeTint="F2"/>
          <w:spacing w:val="-4"/>
        </w:rPr>
        <w:t>becn</w:t>
      </w:r>
      <w:r>
        <w:rPr>
          <w:color w:val="0D0D0D" w:themeColor="text1" w:themeTint="F2"/>
          <w:spacing w:val="-4"/>
        </w:rPr>
        <w:t>á</w:t>
      </w:r>
      <w:r w:rsidRPr="00A812A7">
        <w:rPr>
          <w:color w:val="0D0D0D" w:themeColor="text1" w:themeTint="F2"/>
          <w:spacing w:val="-4"/>
        </w:rPr>
        <w:t xml:space="preserve"> mír</w:t>
      </w:r>
      <w:r>
        <w:rPr>
          <w:color w:val="0D0D0D" w:themeColor="text1" w:themeTint="F2"/>
          <w:spacing w:val="-4"/>
        </w:rPr>
        <w:t>a</w:t>
      </w:r>
      <w:r w:rsidRPr="00A812A7">
        <w:rPr>
          <w:color w:val="0D0D0D" w:themeColor="text1" w:themeTint="F2"/>
          <w:spacing w:val="-4"/>
        </w:rPr>
        <w:t xml:space="preserve"> nezaměstnanosti</w:t>
      </w:r>
      <w:r>
        <w:rPr>
          <w:color w:val="0D0D0D" w:themeColor="text1" w:themeTint="F2"/>
          <w:spacing w:val="-4"/>
        </w:rPr>
        <w:t xml:space="preserve"> od počátku roku stagnovala a v prosinci dosahovala u mužů 1,8 % a u žen 2,5 %.</w:t>
      </w:r>
      <w:r>
        <w:rPr>
          <w:color w:val="1D1B11" w:themeColor="background2" w:themeShade="1A"/>
          <w:spacing w:val="-6"/>
        </w:rPr>
        <w:t xml:space="preserve"> </w:t>
      </w:r>
      <w:r>
        <w:rPr>
          <w:color w:val="0D0D0D" w:themeColor="text1" w:themeTint="F2"/>
          <w:spacing w:val="-6"/>
        </w:rPr>
        <w:t>Průměrná hrubá měsíční nominální mzda loni dosáhla 40 353 korun. Nominálně se zvýšila o 6,5 %, vzhledem k silnému růstu spotřebitelských cen se ale reálně propadla o 7,5 %. Ve 4. čtvrtletí se průměrná mzda meziročně zvýšila o 7,9 % na 43 412 korun. Mezičtvrtletně byla vyšší o 2,1 %.</w:t>
      </w:r>
    </w:p>
    <w:p w14:paraId="590F7B39" w14:textId="77777777" w:rsidR="007C64F7" w:rsidRPr="00861EB6" w:rsidRDefault="007C64F7" w:rsidP="007C64F7">
      <w:pPr>
        <w:pStyle w:val="Normalodrka"/>
        <w:spacing w:after="120"/>
        <w:rPr>
          <w:spacing w:val="-6"/>
        </w:rPr>
      </w:pPr>
      <w:r w:rsidRPr="00861EB6">
        <w:rPr>
          <w:spacing w:val="-6"/>
        </w:rPr>
        <w:t xml:space="preserve">Hospodaření státního rozpočtu (SR) loni skončilo v deficitu 360,4 mld. korun. </w:t>
      </w:r>
      <w:bookmarkStart w:id="14" w:name="_Toc98245441"/>
      <w:bookmarkStart w:id="15" w:name="_Toc90395910"/>
      <w:r w:rsidRPr="00861EB6">
        <w:rPr>
          <w:spacing w:val="-6"/>
        </w:rPr>
        <w:t>K m</w:t>
      </w:r>
      <w:r w:rsidRPr="00861EB6">
        <w:rPr>
          <w:spacing w:val="-4"/>
        </w:rPr>
        <w:t xml:space="preserve">eziročnímu snížení celkového schodku přispělo hlavně příznivější hospodaření SR v 1. čtvrtletí. </w:t>
      </w:r>
      <w:r>
        <w:rPr>
          <w:spacing w:val="-4"/>
        </w:rPr>
        <w:t xml:space="preserve">Dopady </w:t>
      </w:r>
      <w:r w:rsidRPr="00861EB6">
        <w:rPr>
          <w:spacing w:val="-4"/>
        </w:rPr>
        <w:t xml:space="preserve">války na Ukrajině, tedy akcelerace růstu cen energií i paliv </w:t>
      </w:r>
      <w:r>
        <w:rPr>
          <w:spacing w:val="-4"/>
        </w:rPr>
        <w:t>a</w:t>
      </w:r>
      <w:r w:rsidRPr="00861EB6">
        <w:rPr>
          <w:spacing w:val="-4"/>
        </w:rPr>
        <w:t xml:space="preserve"> náklady spojené s uprchlickou vlnou se zpočátku negativně projevily spíše na výdajové straně rozpočtu. </w:t>
      </w:r>
      <w:r w:rsidRPr="00861EB6">
        <w:rPr>
          <w:spacing w:val="-5"/>
        </w:rPr>
        <w:t>V závěru roku byl ale stále více patrný</w:t>
      </w:r>
      <w:r w:rsidRPr="00861EB6">
        <w:rPr>
          <w:spacing w:val="-4"/>
        </w:rPr>
        <w:t xml:space="preserve"> i jejich negativní dopad na rozpočtové příjmy</w:t>
      </w:r>
      <w:r>
        <w:rPr>
          <w:spacing w:val="-4"/>
        </w:rPr>
        <w:t>, a to</w:t>
      </w:r>
      <w:r w:rsidRPr="00861EB6">
        <w:rPr>
          <w:spacing w:val="-4"/>
        </w:rPr>
        <w:t xml:space="preserve"> především v oblasti nepřímých daní. </w:t>
      </w:r>
    </w:p>
    <w:p w14:paraId="41F72B60" w14:textId="77777777" w:rsidR="007C64F7" w:rsidRPr="00C10805" w:rsidRDefault="007C64F7" w:rsidP="007C64F7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  <w:r>
        <w:rPr>
          <w:spacing w:val="-4"/>
        </w:rPr>
        <w:t xml:space="preserve"> </w:t>
      </w:r>
      <w:bookmarkEnd w:id="14"/>
      <w:bookmarkEnd w:id="15"/>
    </w:p>
    <w:p w14:paraId="4247CA68" w14:textId="77777777" w:rsidR="007C64F7" w:rsidRPr="00C10805" w:rsidRDefault="007C64F7" w:rsidP="007C64F7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  <w:r w:rsidRPr="00ED0F73">
        <w:rPr>
          <w:noProof/>
        </w:rPr>
        <w:lastRenderedPageBreak/>
        <w:drawing>
          <wp:inline distT="0" distB="0" distL="0" distR="0" wp14:anchorId="6C759DD0" wp14:editId="77341F55">
            <wp:extent cx="5857143" cy="8828571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57143" cy="8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p w14:paraId="6D687C14" w14:textId="31BFB2FA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C3665D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BFBA8" w14:textId="77777777" w:rsidR="00C8019E" w:rsidRDefault="00C8019E" w:rsidP="00E71A58">
      <w:r>
        <w:separator/>
      </w:r>
    </w:p>
  </w:endnote>
  <w:endnote w:type="continuationSeparator" w:id="0">
    <w:p w14:paraId="3BF26E2A" w14:textId="77777777" w:rsidR="00C8019E" w:rsidRDefault="00C80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B6C8" w14:textId="60535B1F" w:rsidR="00C8019E" w:rsidRPr="00932443" w:rsidRDefault="00C8019E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7E3627">
      <w:rPr>
        <w:szCs w:val="16"/>
      </w:rPr>
      <w:t>26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rok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AFAF" w14:textId="2720A469" w:rsidR="00C8019E" w:rsidRPr="00932443" w:rsidRDefault="00C8019E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rok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7E3627">
      <w:rPr>
        <w:rStyle w:val="ZpatChar"/>
        <w:szCs w:val="16"/>
      </w:rPr>
      <w:t>25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19C3" w14:textId="77777777" w:rsidR="00C8019E" w:rsidRDefault="00C8019E" w:rsidP="00A21B4D">
      <w:pPr>
        <w:spacing w:after="0"/>
      </w:pPr>
      <w:r>
        <w:separator/>
      </w:r>
    </w:p>
  </w:footnote>
  <w:footnote w:type="continuationSeparator" w:id="0">
    <w:p w14:paraId="4094B28B" w14:textId="77777777" w:rsidR="00C8019E" w:rsidRDefault="00C8019E" w:rsidP="00E71A58">
      <w:r>
        <w:continuationSeparator/>
      </w:r>
    </w:p>
  </w:footnote>
  <w:footnote w:id="1">
    <w:p w14:paraId="25A2F9F0" w14:textId="77777777" w:rsidR="00C8019E" w:rsidRDefault="00C8019E" w:rsidP="007C64F7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785B41FA" w14:textId="77777777" w:rsidR="00C8019E" w:rsidRDefault="00C8019E" w:rsidP="007C64F7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5FFF1332" w14:textId="77777777" w:rsidR="00C8019E" w:rsidRDefault="00C8019E" w:rsidP="007C64F7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94A67" w14:textId="77777777" w:rsidR="00C8019E" w:rsidRDefault="00C8019E" w:rsidP="00937AE2">
    <w:pPr>
      <w:pStyle w:val="Zhlav"/>
    </w:pPr>
    <w:r>
      <w:t>Vývoj ekonomiky České republiky</w:t>
    </w:r>
  </w:p>
  <w:p w14:paraId="3E881AB3" w14:textId="77777777" w:rsidR="00C8019E" w:rsidRPr="006F5416" w:rsidRDefault="00C8019E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D3DB" w14:textId="77777777" w:rsidR="00C8019E" w:rsidRDefault="00C8019E" w:rsidP="00937AE2">
    <w:pPr>
      <w:pStyle w:val="Zhlav"/>
    </w:pPr>
    <w:r>
      <w:t>Vývoj ekonomiky České republiky</w:t>
    </w:r>
  </w:p>
  <w:p w14:paraId="57266714" w14:textId="77777777" w:rsidR="00C8019E" w:rsidRPr="006F5416" w:rsidRDefault="00C8019E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675651">
    <w:abstractNumId w:val="25"/>
  </w:num>
  <w:num w:numId="2" w16cid:durableId="42993069">
    <w:abstractNumId w:val="8"/>
  </w:num>
  <w:num w:numId="3" w16cid:durableId="1188448633">
    <w:abstractNumId w:val="3"/>
  </w:num>
  <w:num w:numId="4" w16cid:durableId="178853939">
    <w:abstractNumId w:val="2"/>
  </w:num>
  <w:num w:numId="5" w16cid:durableId="467431360">
    <w:abstractNumId w:val="1"/>
  </w:num>
  <w:num w:numId="6" w16cid:durableId="1323971648">
    <w:abstractNumId w:val="0"/>
  </w:num>
  <w:num w:numId="7" w16cid:durableId="1319113600">
    <w:abstractNumId w:val="9"/>
  </w:num>
  <w:num w:numId="8" w16cid:durableId="1380520353">
    <w:abstractNumId w:val="7"/>
  </w:num>
  <w:num w:numId="9" w16cid:durableId="1491631085">
    <w:abstractNumId w:val="6"/>
  </w:num>
  <w:num w:numId="10" w16cid:durableId="1311446643">
    <w:abstractNumId w:val="5"/>
  </w:num>
  <w:num w:numId="11" w16cid:durableId="1993364951">
    <w:abstractNumId w:val="4"/>
  </w:num>
  <w:num w:numId="12" w16cid:durableId="231276771">
    <w:abstractNumId w:val="15"/>
  </w:num>
  <w:num w:numId="13" w16cid:durableId="207644179">
    <w:abstractNumId w:val="27"/>
  </w:num>
  <w:num w:numId="14" w16cid:durableId="1218779089">
    <w:abstractNumId w:val="14"/>
  </w:num>
  <w:num w:numId="15" w16cid:durableId="1609242427">
    <w:abstractNumId w:val="20"/>
  </w:num>
  <w:num w:numId="16" w16cid:durableId="375545102">
    <w:abstractNumId w:val="16"/>
  </w:num>
  <w:num w:numId="17" w16cid:durableId="1211458968">
    <w:abstractNumId w:val="28"/>
  </w:num>
  <w:num w:numId="18" w16cid:durableId="482963397">
    <w:abstractNumId w:val="21"/>
  </w:num>
  <w:num w:numId="19" w16cid:durableId="836001720">
    <w:abstractNumId w:val="29"/>
  </w:num>
  <w:num w:numId="20" w16cid:durableId="979767753">
    <w:abstractNumId w:val="30"/>
  </w:num>
  <w:num w:numId="21" w16cid:durableId="862285838">
    <w:abstractNumId w:val="26"/>
  </w:num>
  <w:num w:numId="22" w16cid:durableId="582881778">
    <w:abstractNumId w:val="19"/>
  </w:num>
  <w:num w:numId="23" w16cid:durableId="526522376">
    <w:abstractNumId w:val="17"/>
  </w:num>
  <w:num w:numId="24" w16cid:durableId="386228362">
    <w:abstractNumId w:val="18"/>
  </w:num>
  <w:num w:numId="25" w16cid:durableId="1287664625">
    <w:abstractNumId w:val="13"/>
  </w:num>
  <w:num w:numId="26" w16cid:durableId="907227532">
    <w:abstractNumId w:val="23"/>
  </w:num>
  <w:num w:numId="27" w16cid:durableId="1723559017">
    <w:abstractNumId w:val="22"/>
  </w:num>
  <w:num w:numId="28" w16cid:durableId="1931085482">
    <w:abstractNumId w:val="10"/>
  </w:num>
  <w:num w:numId="29" w16cid:durableId="612982388">
    <w:abstractNumId w:val="30"/>
  </w:num>
  <w:num w:numId="30" w16cid:durableId="189496072">
    <w:abstractNumId w:val="24"/>
  </w:num>
  <w:num w:numId="31" w16cid:durableId="611744734">
    <w:abstractNumId w:val="12"/>
  </w:num>
  <w:num w:numId="32" w16cid:durableId="1852186949">
    <w:abstractNumId w:val="31"/>
  </w:num>
  <w:num w:numId="33" w16cid:durableId="698824509">
    <w:abstractNumId w:val="30"/>
  </w:num>
  <w:num w:numId="34" w16cid:durableId="6997447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26B0"/>
    <w:rsid w:val="005B41C9"/>
    <w:rsid w:val="005B44E6"/>
    <w:rsid w:val="005B4853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5A84"/>
    <w:rsid w:val="00626079"/>
    <w:rsid w:val="00631698"/>
    <w:rsid w:val="00631E44"/>
    <w:rsid w:val="00634C57"/>
    <w:rsid w:val="00634CE7"/>
    <w:rsid w:val="006350D5"/>
    <w:rsid w:val="0063642C"/>
    <w:rsid w:val="006376B3"/>
    <w:rsid w:val="00637858"/>
    <w:rsid w:val="006404A7"/>
    <w:rsid w:val="00640A38"/>
    <w:rsid w:val="00640E6B"/>
    <w:rsid w:val="00641787"/>
    <w:rsid w:val="0064179B"/>
    <w:rsid w:val="00642489"/>
    <w:rsid w:val="00644055"/>
    <w:rsid w:val="00644137"/>
    <w:rsid w:val="0064478C"/>
    <w:rsid w:val="00645160"/>
    <w:rsid w:val="006451E4"/>
    <w:rsid w:val="0064574B"/>
    <w:rsid w:val="00645B33"/>
    <w:rsid w:val="006516CB"/>
    <w:rsid w:val="00652E30"/>
    <w:rsid w:val="00653BD0"/>
    <w:rsid w:val="00654110"/>
    <w:rsid w:val="00656C5D"/>
    <w:rsid w:val="00656CFB"/>
    <w:rsid w:val="00656D25"/>
    <w:rsid w:val="00657E87"/>
    <w:rsid w:val="00660D2D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499B"/>
    <w:rsid w:val="0074501E"/>
    <w:rsid w:val="007450BF"/>
    <w:rsid w:val="0074599A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B85"/>
    <w:rsid w:val="007644A2"/>
    <w:rsid w:val="00764974"/>
    <w:rsid w:val="00764D18"/>
    <w:rsid w:val="0076521E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EF1"/>
    <w:rsid w:val="00781A91"/>
    <w:rsid w:val="00781AD3"/>
    <w:rsid w:val="00781F36"/>
    <w:rsid w:val="00783576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F06"/>
    <w:rsid w:val="008E7000"/>
    <w:rsid w:val="008E723E"/>
    <w:rsid w:val="008E7B8E"/>
    <w:rsid w:val="008E7FC9"/>
    <w:rsid w:val="008F0107"/>
    <w:rsid w:val="008F029B"/>
    <w:rsid w:val="008F0589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FE1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65D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9B9"/>
    <w:rsid w:val="00D27973"/>
    <w:rsid w:val="00D27F3A"/>
    <w:rsid w:val="00D31537"/>
    <w:rsid w:val="00D31E1E"/>
    <w:rsid w:val="00D322A0"/>
    <w:rsid w:val="00D32824"/>
    <w:rsid w:val="00D334E2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730A"/>
    <w:rsid w:val="00F073ED"/>
    <w:rsid w:val="00F07C4C"/>
    <w:rsid w:val="00F07E45"/>
    <w:rsid w:val="00F10F11"/>
    <w:rsid w:val="00F11159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523CDF2"/>
    <w:rsid w:val="06B1A837"/>
    <w:rsid w:val="12650F4E"/>
    <w:rsid w:val="1394E51D"/>
    <w:rsid w:val="2A0E9F3A"/>
    <w:rsid w:val="2A2A6298"/>
    <w:rsid w:val="38C72AFC"/>
    <w:rsid w:val="3E4A9713"/>
    <w:rsid w:val="48038D4B"/>
    <w:rsid w:val="49E8263C"/>
    <w:rsid w:val="50A35788"/>
    <w:rsid w:val="52944939"/>
    <w:rsid w:val="5CF587E8"/>
    <w:rsid w:val="6AEA4E8B"/>
    <w:rsid w:val="75B5B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38702-393C-4E0B-95FC-639749005827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eabc42bd-08fe-4a27-9645-04f6ad96d74a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7D090CF-62AF-4131-9322-2E648D49B2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075E46-B04D-41F5-8C6A-84D308B1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</Template>
  <TotalTime>3</TotalTime>
  <Pages>2</Pages>
  <Words>649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Karolína Zábojníková</cp:lastModifiedBy>
  <cp:revision>4</cp:revision>
  <cp:lastPrinted>2019-04-08T10:52:00Z</cp:lastPrinted>
  <dcterms:created xsi:type="dcterms:W3CDTF">2023-03-21T09:13:00Z</dcterms:created>
  <dcterms:modified xsi:type="dcterms:W3CDTF">2023-03-21T09:17:00Z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