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3A5979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8E7302">
                              <w:t>7</w:t>
                            </w:r>
                            <w:r w:rsidR="00BB7DA5">
                              <w:t xml:space="preserve">. </w:t>
                            </w:r>
                            <w:r w:rsidR="008E7302">
                              <w:t>10</w:t>
                            </w:r>
                            <w:r w:rsidR="00BB7DA5">
                              <w:t xml:space="preserve">. </w:t>
                            </w:r>
                            <w:r w:rsidR="00F73B61">
                              <w:t>20</w:t>
                            </w:r>
                            <w:r w:rsidR="00861A5D">
                              <w:t>2</w:t>
                            </w:r>
                            <w:r w:rsidR="008E7302">
                              <w:t>5</w:t>
                            </w:r>
                            <w:r w:rsidR="00BB7DA5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8E7302">
                              <w:rPr>
                                <w:i/>
                              </w:rPr>
                              <w:t>7</w:t>
                            </w:r>
                            <w:r w:rsidR="00673BC6">
                              <w:rPr>
                                <w:i/>
                              </w:rPr>
                              <w:t xml:space="preserve"> </w:t>
                            </w:r>
                            <w:r w:rsidR="008E7302">
                              <w:rPr>
                                <w:i/>
                              </w:rPr>
                              <w:t>October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</w:t>
                            </w:r>
                            <w:r w:rsidR="00A21BC8">
                              <w:rPr>
                                <w:i/>
                              </w:rPr>
                              <w:t>20</w:t>
                            </w:r>
                            <w:r w:rsidR="00861A5D">
                              <w:rPr>
                                <w:i/>
                              </w:rPr>
                              <w:t>2</w:t>
                            </w:r>
                            <w:r w:rsidR="008E7302">
                              <w:rPr>
                                <w:i/>
                              </w:rPr>
                              <w:t>5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</w:t>
                            </w:r>
                            <w:r w:rsidR="005022E0">
                              <w:t>68</w:t>
                            </w:r>
                            <w:r w:rsidRPr="004924DC">
                              <w:t>-</w:t>
                            </w:r>
                            <w:r w:rsidR="00861A5D">
                              <w:t>2</w:t>
                            </w:r>
                            <w:r w:rsidR="008E7302">
                              <w:t>5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3A5979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8E7302">
                        <w:t>7</w:t>
                      </w:r>
                      <w:r w:rsidR="00BB7DA5">
                        <w:t xml:space="preserve">. </w:t>
                      </w:r>
                      <w:r w:rsidR="008E7302">
                        <w:t>10</w:t>
                      </w:r>
                      <w:r w:rsidR="00BB7DA5">
                        <w:t xml:space="preserve">. </w:t>
                      </w:r>
                      <w:r w:rsidR="00F73B61">
                        <w:t>20</w:t>
                      </w:r>
                      <w:r w:rsidR="00861A5D">
                        <w:t>2</w:t>
                      </w:r>
                      <w:r w:rsidR="008E7302">
                        <w:t>5</w:t>
                      </w:r>
                      <w:r w:rsidR="00BB7DA5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 xml:space="preserve">, </w:t>
                      </w:r>
                      <w:r w:rsidR="008E7302">
                        <w:rPr>
                          <w:i/>
                        </w:rPr>
                        <w:t>7</w:t>
                      </w:r>
                      <w:r w:rsidR="00673BC6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8E7302">
                        <w:rPr>
                          <w:i/>
                        </w:rPr>
                        <w:t>October</w:t>
                      </w:r>
                      <w:proofErr w:type="spellEnd"/>
                      <w:r w:rsidR="00BB7DA5" w:rsidRPr="00D60553">
                        <w:rPr>
                          <w:i/>
                        </w:rPr>
                        <w:t xml:space="preserve"> </w:t>
                      </w:r>
                      <w:r w:rsidR="00A21BC8">
                        <w:rPr>
                          <w:i/>
                        </w:rPr>
                        <w:t>20</w:t>
                      </w:r>
                      <w:r w:rsidR="00861A5D">
                        <w:rPr>
                          <w:i/>
                        </w:rPr>
                        <w:t>2</w:t>
                      </w:r>
                      <w:r w:rsidR="008E7302">
                        <w:rPr>
                          <w:i/>
                        </w:rPr>
                        <w:t>5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</w:t>
                      </w:r>
                      <w:r w:rsidR="005022E0">
                        <w:t>68</w:t>
                      </w:r>
                      <w:r w:rsidRPr="004924DC">
                        <w:t>-</w:t>
                      </w:r>
                      <w:r w:rsidR="00861A5D">
                        <w:t>2</w:t>
                      </w:r>
                      <w:r w:rsidR="008E7302">
                        <w:t>5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 xml:space="preserve">Č. j.: XXX / </w:t>
                      </w:r>
                      <w:proofErr w:type="spellStart"/>
                      <w:r w:rsidRPr="004924DC">
                        <w:t>XXXX</w:t>
                      </w:r>
                      <w:proofErr w:type="spellEnd"/>
                      <w:r w:rsidRPr="004924DC">
                        <w:t xml:space="preserve"> – </w:t>
                      </w:r>
                      <w:proofErr w:type="spellStart"/>
                      <w:r w:rsidRPr="004924DC">
                        <w:t>XXXX</w:t>
                      </w:r>
                      <w:proofErr w:type="spellEnd"/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1671320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B32" w:rsidRDefault="00AD5B32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</w:p>
                          <w:p w:rsidR="00BB7DA5" w:rsidRPr="00F73B61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</w:pPr>
                            <w:r w:rsidRPr="00F73B61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 xml:space="preserve">Demografická ročenka </w:t>
                            </w:r>
                            <w:r w:rsidR="00AD5B32" w:rsidRPr="00F73B61">
                              <w:rPr>
                                <w:rFonts w:cs="Arial"/>
                                <w:b/>
                                <w:color w:val="BC091B"/>
                                <w:sz w:val="48"/>
                                <w:szCs w:val="44"/>
                              </w:rPr>
                              <w:t>krajů</w:t>
                            </w:r>
                          </w:p>
                          <w:p w:rsidR="00BB7DA5" w:rsidRPr="00F73B61" w:rsidRDefault="00BB7DA5" w:rsidP="00BB7DA5">
                            <w:pPr>
                              <w:pStyle w:val="Nzev"/>
                              <w:rPr>
                                <w:sz w:val="48"/>
                                <w:szCs w:val="44"/>
                              </w:rPr>
                            </w:pPr>
                          </w:p>
                          <w:p w:rsidR="00BB7DA5" w:rsidRPr="00F73B61" w:rsidRDefault="00BB7DA5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F73B61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 xml:space="preserve">Demographic Yearbook of </w:t>
                            </w:r>
                            <w:r w:rsidR="00AD5B32" w:rsidRPr="00F73B61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8"/>
                                <w:szCs w:val="44"/>
                                <w:lang w:val="en-US"/>
                              </w:rPr>
                              <w:t>the Regions of the Czech Republic</w:t>
                            </w:r>
                          </w:p>
                          <w:p w:rsidR="00AD5B32" w:rsidRPr="007B3ADA" w:rsidRDefault="00AD5B32" w:rsidP="00AD5B32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i/>
                                <w:color w:val="BC091B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BB7DA5" w:rsidRPr="009C6294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415E26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8E7302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5</w:t>
                            </w:r>
                            <w:r w:rsidR="00954C21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3A5979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-</w:t>
                            </w:r>
                            <w:r w:rsidR="00F73B61" w:rsidRPr="009C629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</w:t>
                            </w:r>
                            <w:r w:rsidR="00AA021D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8E7302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4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1.6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kfIMrd4AAAAMAQAADwAAAAAAAAAAAAAAAACkBAAAZHJzL2Rvd25yZXYueG1sUEsFBgAAAAAEAAQA&#10;8wAAAK8FAAAAAA==&#10;" filled="f" stroked="f">
                <v:textbox style="mso-fit-shape-to-text:t" inset="0,0,0,0">
                  <w:txbxContent>
                    <w:p w:rsidR="00AD5B32" w:rsidRDefault="00AD5B32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</w:p>
                    <w:p w:rsidR="00BB7DA5" w:rsidRPr="00F73B61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</w:pPr>
                      <w:r w:rsidRPr="00F73B61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 xml:space="preserve">Demografická ročenka </w:t>
                      </w:r>
                      <w:r w:rsidR="00AD5B32" w:rsidRPr="00F73B61">
                        <w:rPr>
                          <w:rFonts w:cs="Arial"/>
                          <w:b/>
                          <w:color w:val="BC091B"/>
                          <w:sz w:val="48"/>
                          <w:szCs w:val="44"/>
                        </w:rPr>
                        <w:t>krajů</w:t>
                      </w:r>
                    </w:p>
                    <w:p w:rsidR="00BB7DA5" w:rsidRPr="00F73B61" w:rsidRDefault="00BB7DA5" w:rsidP="00BB7DA5">
                      <w:pPr>
                        <w:pStyle w:val="Nzev"/>
                        <w:rPr>
                          <w:sz w:val="48"/>
                          <w:szCs w:val="44"/>
                        </w:rPr>
                      </w:pPr>
                    </w:p>
                    <w:p w:rsidR="00BB7DA5" w:rsidRPr="00F73B61" w:rsidRDefault="00BB7DA5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44"/>
                          <w:szCs w:val="44"/>
                          <w:lang w:val="en-US"/>
                        </w:rPr>
                      </w:pPr>
                      <w:r w:rsidRPr="00F73B61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 xml:space="preserve">Demographic Yearbook of </w:t>
                      </w:r>
                      <w:r w:rsidR="00AD5B32" w:rsidRPr="00F73B61">
                        <w:rPr>
                          <w:rFonts w:cs="Arial"/>
                          <w:b/>
                          <w:i/>
                          <w:color w:val="BC091B"/>
                          <w:sz w:val="48"/>
                          <w:szCs w:val="44"/>
                          <w:lang w:val="en-US"/>
                        </w:rPr>
                        <w:t>the Regions of the Czech Republic</w:t>
                      </w:r>
                    </w:p>
                    <w:p w:rsidR="00AD5B32" w:rsidRPr="007B3ADA" w:rsidRDefault="00AD5B32" w:rsidP="00AD5B32">
                      <w:pPr>
                        <w:spacing w:after="120" w:line="240" w:lineRule="auto"/>
                        <w:rPr>
                          <w:rFonts w:cs="Arial"/>
                          <w:b/>
                          <w:i/>
                          <w:color w:val="BC091B"/>
                          <w:sz w:val="32"/>
                          <w:szCs w:val="32"/>
                          <w:lang w:val="en-US"/>
                        </w:rPr>
                      </w:pPr>
                    </w:p>
                    <w:p w:rsidR="00BB7DA5" w:rsidRPr="009C6294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415E26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8E7302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5</w:t>
                      </w:r>
                      <w:r w:rsidR="00954C21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bookmarkStart w:id="1" w:name="_GoBack"/>
                      <w:bookmarkEnd w:id="1"/>
                      <w:r w:rsidR="003A5979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-</w:t>
                      </w:r>
                      <w:r w:rsidR="00F73B61" w:rsidRPr="009C629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</w:t>
                      </w:r>
                      <w:r w:rsidR="00AA021D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8E7302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4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E71D5C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DC52D5">
                              <w:t>202</w:t>
                            </w:r>
                            <w:r w:rsidR="008E7302">
                              <w:t>5</w:t>
                            </w:r>
                          </w:p>
                          <w:p w:rsidR="001C601E" w:rsidRPr="004924DC" w:rsidRDefault="001C601E" w:rsidP="00BB7DA5"/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E71D5C">
                        <w:t>Praha</w:t>
                      </w:r>
                      <w:r w:rsidR="00BB7DA5" w:rsidRPr="004924DC">
                        <w:t xml:space="preserve">, </w:t>
                      </w:r>
                      <w:r w:rsidR="00DC52D5">
                        <w:t>202</w:t>
                      </w:r>
                      <w:r w:rsidR="008E7302">
                        <w:t>5</w:t>
                      </w:r>
                    </w:p>
                    <w:p w:rsidR="001C601E" w:rsidRPr="004924DC" w:rsidRDefault="001C601E" w:rsidP="00BB7DA5"/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F1639F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F1639F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F1639F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D4E6C6C" wp14:editId="14A222AF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A4394D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A4394D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 w:rsidRPr="00A4394D">
                              <w:rPr>
                                <w:lang w:val="en-GB"/>
                              </w:rPr>
                              <w:t>,</w:t>
                            </w:r>
                            <w:r w:rsidR="000A3A2C">
                              <w:t xml:space="preserve"> </w:t>
                            </w:r>
                            <w:r w:rsidR="00E71D5C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1B7328">
                              <w:t>202</w:t>
                            </w:r>
                            <w:r w:rsidR="008E7302">
                              <w:t>5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E6C6C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>ISBN XX-</w:t>
                      </w:r>
                      <w:proofErr w:type="spellStart"/>
                      <w:r>
                        <w:rPr>
                          <w:szCs w:val="26"/>
                        </w:rPr>
                        <w:t>XXXX</w:t>
                      </w:r>
                      <w:proofErr w:type="spellEnd"/>
                      <w:r>
                        <w:rPr>
                          <w:szCs w:val="26"/>
                        </w:rPr>
                        <w:t xml:space="preserve">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A4394D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A4394D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 w:rsidRPr="00A4394D">
                        <w:rPr>
                          <w:lang w:val="en-GB"/>
                        </w:rPr>
                        <w:t>,</w:t>
                      </w:r>
                      <w:r w:rsidR="000A3A2C">
                        <w:t xml:space="preserve"> </w:t>
                      </w:r>
                      <w:r w:rsidR="00E71D5C">
                        <w:t>Praha</w:t>
                      </w:r>
                      <w:r w:rsidR="000A3A2C">
                        <w:t xml:space="preserve">, </w:t>
                      </w:r>
                      <w:r w:rsidR="001B7328">
                        <w:t>202</w:t>
                      </w:r>
                      <w:r w:rsidR="008E7302">
                        <w:t>5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>ISBN XX-</w:t>
                      </w:r>
                      <w:proofErr w:type="spellStart"/>
                      <w:r w:rsidRPr="00841D9F">
                        <w:rPr>
                          <w:szCs w:val="26"/>
                        </w:rPr>
                        <w:t>XXXX</w:t>
                      </w:r>
                      <w:proofErr w:type="spellEnd"/>
                      <w:r w:rsidRPr="00841D9F">
                        <w:rPr>
                          <w:szCs w:val="26"/>
                        </w:rPr>
                        <w:t xml:space="preserve">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B1956F0" wp14:editId="0628F3FB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A4394D">
                              <w:rPr>
                                <w:b/>
                                <w:i/>
                                <w:color w:val="0071BC"/>
                                <w:sz w:val="24"/>
                                <w:lang w:val="en-GB"/>
                              </w:rPr>
                              <w:t>Are you interested in the latest data on inflation, GDP, population, average wages and the like? If the answer is YES, don´t hesitate to visit us at:</w:t>
                            </w: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956F0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A4394D">
                        <w:rPr>
                          <w:b/>
                          <w:i/>
                          <w:color w:val="0071BC"/>
                          <w:sz w:val="24"/>
                          <w:lang w:val="en-GB"/>
                        </w:rPr>
                        <w:t>Are you interested in the latest data on inflation, GDP, population, average wages and the like? If the answer is YES, don´t hesitate to visit us at:</w:t>
                      </w: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9A7" w:rsidRDefault="003E39A7" w:rsidP="00E71A58">
      <w:r>
        <w:separator/>
      </w:r>
    </w:p>
  </w:endnote>
  <w:endnote w:type="continuationSeparator" w:id="0">
    <w:p w:rsidR="003E39A7" w:rsidRDefault="003E39A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F73B61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9A7" w:rsidRDefault="003E39A7" w:rsidP="00E71A58">
      <w:r>
        <w:separator/>
      </w:r>
    </w:p>
  </w:footnote>
  <w:footnote w:type="continuationSeparator" w:id="0">
    <w:p w:rsidR="003E39A7" w:rsidRDefault="003E39A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1E78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2290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B7328"/>
    <w:rsid w:val="001C05CD"/>
    <w:rsid w:val="001C072C"/>
    <w:rsid w:val="001C601E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59F2"/>
    <w:rsid w:val="002C1DA1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7A"/>
    <w:rsid w:val="003462D9"/>
    <w:rsid w:val="003657F3"/>
    <w:rsid w:val="003818DC"/>
    <w:rsid w:val="00385D98"/>
    <w:rsid w:val="003A2B4D"/>
    <w:rsid w:val="003A478C"/>
    <w:rsid w:val="003A5525"/>
    <w:rsid w:val="003A5979"/>
    <w:rsid w:val="003A6B38"/>
    <w:rsid w:val="003B5A32"/>
    <w:rsid w:val="003C3490"/>
    <w:rsid w:val="003D6920"/>
    <w:rsid w:val="003E39A7"/>
    <w:rsid w:val="003E4C91"/>
    <w:rsid w:val="003F313C"/>
    <w:rsid w:val="003F39EB"/>
    <w:rsid w:val="003F551C"/>
    <w:rsid w:val="00407C13"/>
    <w:rsid w:val="00410638"/>
    <w:rsid w:val="00415E26"/>
    <w:rsid w:val="00432A58"/>
    <w:rsid w:val="00434617"/>
    <w:rsid w:val="00436177"/>
    <w:rsid w:val="00440900"/>
    <w:rsid w:val="004441A0"/>
    <w:rsid w:val="004455AD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E38A6"/>
    <w:rsid w:val="004F06F5"/>
    <w:rsid w:val="004F33A0"/>
    <w:rsid w:val="004F6C6B"/>
    <w:rsid w:val="005022E0"/>
    <w:rsid w:val="005108C0"/>
    <w:rsid w:val="00510E3C"/>
    <w:rsid w:val="00511873"/>
    <w:rsid w:val="00512A2F"/>
    <w:rsid w:val="00513B7E"/>
    <w:rsid w:val="00515C74"/>
    <w:rsid w:val="0052007E"/>
    <w:rsid w:val="005211C6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3060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3BC6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A2C"/>
    <w:rsid w:val="006C7CA6"/>
    <w:rsid w:val="006D3E8A"/>
    <w:rsid w:val="006D61F6"/>
    <w:rsid w:val="006E279A"/>
    <w:rsid w:val="006E313B"/>
    <w:rsid w:val="006E3C94"/>
    <w:rsid w:val="006E4BE5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3ADA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A5D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E7302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45ACF"/>
    <w:rsid w:val="00954C21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6294"/>
    <w:rsid w:val="009C719E"/>
    <w:rsid w:val="009D3ACD"/>
    <w:rsid w:val="009E5DDB"/>
    <w:rsid w:val="009F4CA7"/>
    <w:rsid w:val="00A10D66"/>
    <w:rsid w:val="00A14114"/>
    <w:rsid w:val="00A21BC8"/>
    <w:rsid w:val="00A23E43"/>
    <w:rsid w:val="00A30F65"/>
    <w:rsid w:val="00A316E6"/>
    <w:rsid w:val="00A418BC"/>
    <w:rsid w:val="00A4394D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021D"/>
    <w:rsid w:val="00AA0FA3"/>
    <w:rsid w:val="00AA2996"/>
    <w:rsid w:val="00AA52BF"/>
    <w:rsid w:val="00AA559A"/>
    <w:rsid w:val="00AB2AF1"/>
    <w:rsid w:val="00AD306C"/>
    <w:rsid w:val="00AD5B32"/>
    <w:rsid w:val="00AE09B3"/>
    <w:rsid w:val="00AE1A83"/>
    <w:rsid w:val="00AF2A4A"/>
    <w:rsid w:val="00B00913"/>
    <w:rsid w:val="00B01593"/>
    <w:rsid w:val="00B10A4D"/>
    <w:rsid w:val="00B17E71"/>
    <w:rsid w:val="00B17FDE"/>
    <w:rsid w:val="00B2379C"/>
    <w:rsid w:val="00B2687D"/>
    <w:rsid w:val="00B32DDB"/>
    <w:rsid w:val="00B33DC9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86975"/>
    <w:rsid w:val="00B92D1D"/>
    <w:rsid w:val="00B938C5"/>
    <w:rsid w:val="00B95940"/>
    <w:rsid w:val="00BA33B3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139C3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3E0B"/>
    <w:rsid w:val="00D040DD"/>
    <w:rsid w:val="00D13986"/>
    <w:rsid w:val="00D25F28"/>
    <w:rsid w:val="00D27973"/>
    <w:rsid w:val="00D50F46"/>
    <w:rsid w:val="00D66223"/>
    <w:rsid w:val="00D8084C"/>
    <w:rsid w:val="00DA04CA"/>
    <w:rsid w:val="00DA7C0C"/>
    <w:rsid w:val="00DB2EC8"/>
    <w:rsid w:val="00DC52D5"/>
    <w:rsid w:val="00DC5B3B"/>
    <w:rsid w:val="00DD129F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1D5C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3B61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1AA422C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9B98F-05E3-49D8-A868-64AA26303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75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27</cp:revision>
  <cp:lastPrinted>2014-07-17T14:07:00Z</cp:lastPrinted>
  <dcterms:created xsi:type="dcterms:W3CDTF">2018-02-21T13:13:00Z</dcterms:created>
  <dcterms:modified xsi:type="dcterms:W3CDTF">2025-06-26T04:12:00Z</dcterms:modified>
  <cp:category/>
</cp:coreProperties>
</file>