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4B0445">
        <w:t>září</w:t>
      </w:r>
      <w:r w:rsidR="0012357D" w:rsidRPr="00A10CB8">
        <w:t xml:space="preserve"> 202</w:t>
      </w:r>
      <w:r w:rsidR="00806762">
        <w:t>5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4B0445">
        <w:rPr>
          <w:i/>
          <w:lang w:val="en-GB"/>
        </w:rPr>
        <w:t>September</w:t>
      </w:r>
      <w:r w:rsidR="0012357D" w:rsidRPr="00A10CB8">
        <w:rPr>
          <w:i/>
          <w:lang w:val="en-GB"/>
        </w:rPr>
        <w:t xml:space="preserve"> 202</w:t>
      </w:r>
      <w:r w:rsidR="00806762">
        <w:rPr>
          <w:i/>
          <w:lang w:val="en-GB"/>
        </w:rPr>
        <w:t>5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806762">
        <w:rPr>
          <w:b/>
        </w:rPr>
        <w:t>4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806762">
        <w:rPr>
          <w:b/>
        </w:rPr>
        <w:t>5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806762">
        <w:rPr>
          <w:b/>
          <w:i/>
          <w:lang w:val="en-GB"/>
        </w:rPr>
        <w:t>4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806762">
        <w:rPr>
          <w:b/>
          <w:i/>
          <w:lang w:val="en-GB"/>
        </w:rPr>
        <w:t>5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806762">
        <w:t>4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806762">
        <w:t>5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806762">
        <w:rPr>
          <w:i/>
          <w:lang w:val="en-GB"/>
        </w:rPr>
        <w:t>4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806762">
        <w:rPr>
          <w:i/>
          <w:lang w:val="en-GB"/>
        </w:rPr>
        <w:t>5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Prosinec 202</w:t>
      </w:r>
      <w:r w:rsidR="00C05900">
        <w:t>3</w:t>
      </w:r>
      <w:r w:rsidRPr="00A10CB8">
        <w:t xml:space="preserve"> = 100 / </w:t>
      </w:r>
      <w:r w:rsidR="00C05900">
        <w:rPr>
          <w:i/>
          <w:lang w:val="en-GB"/>
        </w:rPr>
        <w:t>December 2023</w:t>
      </w:r>
      <w:r w:rsidRPr="00A10CB8">
        <w:rPr>
          <w:i/>
          <w:lang w:val="en-GB"/>
        </w:rPr>
        <w:t>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E8D" w:rsidRDefault="00862E8D" w:rsidP="00E71A58">
      <w:r>
        <w:separator/>
      </w:r>
    </w:p>
  </w:endnote>
  <w:endnote w:type="continuationSeparator" w:id="0">
    <w:p w:rsidR="00862E8D" w:rsidRDefault="00862E8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4B0445">
      <w:rPr>
        <w:szCs w:val="16"/>
      </w:rPr>
      <w:t>září</w:t>
    </w:r>
    <w:r w:rsidR="002E4CC7">
      <w:rPr>
        <w:rStyle w:val="ZpatChar"/>
        <w:szCs w:val="16"/>
      </w:rPr>
      <w:t xml:space="preserve"> 202</w:t>
    </w:r>
    <w:r w:rsidR="00806762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4B0445">
      <w:rPr>
        <w:rStyle w:val="ZpatChar"/>
        <w:i/>
        <w:szCs w:val="16"/>
      </w:rPr>
      <w:t>September</w:t>
    </w:r>
    <w:r w:rsidR="004D4B1B">
      <w:rPr>
        <w:rStyle w:val="ZpatChar"/>
        <w:i/>
        <w:szCs w:val="16"/>
      </w:rPr>
      <w:t xml:space="preserve"> 202</w:t>
    </w:r>
    <w:r w:rsidR="00806762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E8D" w:rsidRDefault="00862E8D" w:rsidP="00E71A58">
      <w:r>
        <w:separator/>
      </w:r>
    </w:p>
  </w:footnote>
  <w:footnote w:type="continuationSeparator" w:id="0">
    <w:p w:rsidR="00862E8D" w:rsidRDefault="00862E8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57BE2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3C99"/>
    <w:rsid w:val="000965A4"/>
    <w:rsid w:val="00096884"/>
    <w:rsid w:val="000974D1"/>
    <w:rsid w:val="0009799E"/>
    <w:rsid w:val="000A1183"/>
    <w:rsid w:val="000A136C"/>
    <w:rsid w:val="000A243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66226"/>
    <w:rsid w:val="001706D6"/>
    <w:rsid w:val="001714F2"/>
    <w:rsid w:val="00174B70"/>
    <w:rsid w:val="001849F2"/>
    <w:rsid w:val="00184B08"/>
    <w:rsid w:val="00185010"/>
    <w:rsid w:val="00187C36"/>
    <w:rsid w:val="00194630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3974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443"/>
    <w:rsid w:val="00270F53"/>
    <w:rsid w:val="00271465"/>
    <w:rsid w:val="00274676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2344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9248E"/>
    <w:rsid w:val="00496879"/>
    <w:rsid w:val="004A1103"/>
    <w:rsid w:val="004A1719"/>
    <w:rsid w:val="004A2538"/>
    <w:rsid w:val="004A3212"/>
    <w:rsid w:val="004A61C5"/>
    <w:rsid w:val="004A77DF"/>
    <w:rsid w:val="004B0445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A3"/>
    <w:rsid w:val="005A28FF"/>
    <w:rsid w:val="005A3DF8"/>
    <w:rsid w:val="005A3F78"/>
    <w:rsid w:val="005A40AC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5F7B87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227A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A22F0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6762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1B26"/>
    <w:rsid w:val="00852217"/>
    <w:rsid w:val="00855408"/>
    <w:rsid w:val="00856D65"/>
    <w:rsid w:val="00857781"/>
    <w:rsid w:val="00861B41"/>
    <w:rsid w:val="00862E8D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3CE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027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07E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27A34"/>
    <w:rsid w:val="00A30F65"/>
    <w:rsid w:val="00A418BC"/>
    <w:rsid w:val="00A41940"/>
    <w:rsid w:val="00A4414A"/>
    <w:rsid w:val="00A46DE0"/>
    <w:rsid w:val="00A50D73"/>
    <w:rsid w:val="00A52CAD"/>
    <w:rsid w:val="00A53FC7"/>
    <w:rsid w:val="00A57B40"/>
    <w:rsid w:val="00A610E3"/>
    <w:rsid w:val="00A62CE1"/>
    <w:rsid w:val="00A6319A"/>
    <w:rsid w:val="00A63992"/>
    <w:rsid w:val="00A6642B"/>
    <w:rsid w:val="00A66C37"/>
    <w:rsid w:val="00A6741E"/>
    <w:rsid w:val="00A75E40"/>
    <w:rsid w:val="00A77D1D"/>
    <w:rsid w:val="00A857C0"/>
    <w:rsid w:val="00A858E3"/>
    <w:rsid w:val="00A9231F"/>
    <w:rsid w:val="00A92BAE"/>
    <w:rsid w:val="00A94D1E"/>
    <w:rsid w:val="00AA2996"/>
    <w:rsid w:val="00AA3D58"/>
    <w:rsid w:val="00AA52BF"/>
    <w:rsid w:val="00AA559A"/>
    <w:rsid w:val="00AA731D"/>
    <w:rsid w:val="00AB2AF1"/>
    <w:rsid w:val="00AB7726"/>
    <w:rsid w:val="00AC3D93"/>
    <w:rsid w:val="00AC574A"/>
    <w:rsid w:val="00AC6034"/>
    <w:rsid w:val="00AD22C5"/>
    <w:rsid w:val="00AD306C"/>
    <w:rsid w:val="00AE02FB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2CF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15E2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05900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62D0F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1637"/>
    <w:rsid w:val="00DF16B3"/>
    <w:rsid w:val="00DF42FF"/>
    <w:rsid w:val="00DF5B53"/>
    <w:rsid w:val="00E0033C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342D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B5016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2790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899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DE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0745C19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AD927-2AA3-493D-8066-022753F9C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51</TotalTime>
  <Pages>1</Pages>
  <Words>358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90</cp:revision>
  <cp:lastPrinted>2017-01-18T13:33:00Z</cp:lastPrinted>
  <dcterms:created xsi:type="dcterms:W3CDTF">2022-02-11T11:11:00Z</dcterms:created>
  <dcterms:modified xsi:type="dcterms:W3CDTF">2025-09-24T15:06:00Z</dcterms:modified>
</cp:coreProperties>
</file>