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DCDF" w14:textId="77777777" w:rsidR="0097104F" w:rsidRDefault="004B59CC" w:rsidP="0097104F">
      <w:pPr>
        <w:pStyle w:val="Nadpis1"/>
      </w:pPr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 xml:space="preserve">vybrané zpravodajské jednotky agregací jednoduchých indexů cen reprezentantů do úhrnu pomocí výpočetního vzorce typu </w:t>
      </w:r>
      <w:proofErr w:type="spellStart"/>
      <w:r w:rsidRPr="00592C0F">
        <w:t>Laspeyres</w:t>
      </w:r>
      <w:proofErr w:type="spellEnd"/>
      <w:r w:rsidRPr="00592C0F">
        <w:t xml:space="preserve">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0238734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</w:t>
      </w:r>
      <w:bookmarkStart w:id="0" w:name="_GoBack"/>
      <w:bookmarkEnd w:id="0"/>
      <w:r w:rsidRPr="00592C0F">
        <w:rPr>
          <w:rFonts w:cs="Arial"/>
          <w:i/>
          <w:iCs/>
        </w:rPr>
        <w:t>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31101" w14:textId="77777777" w:rsidR="00D936E9" w:rsidRDefault="00D936E9" w:rsidP="00E71A58">
      <w:r>
        <w:separator/>
      </w:r>
    </w:p>
  </w:endnote>
  <w:endnote w:type="continuationSeparator" w:id="0">
    <w:p w14:paraId="5FC911A3" w14:textId="77777777" w:rsidR="00D936E9" w:rsidRDefault="00D936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912A8" w14:textId="2BCC5104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A735F">
      <w:rPr>
        <w:szCs w:val="16"/>
      </w:rPr>
      <w:t>září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7A735F">
      <w:rPr>
        <w:rStyle w:val="ZpatChar"/>
        <w:i/>
        <w:szCs w:val="16"/>
      </w:rPr>
      <w:t>September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1D723" w14:textId="77777777" w:rsidR="00D936E9" w:rsidRDefault="00D936E9" w:rsidP="00E71A58">
      <w:r>
        <w:separator/>
      </w:r>
    </w:p>
  </w:footnote>
  <w:footnote w:type="continuationSeparator" w:id="0">
    <w:p w14:paraId="1C624826" w14:textId="77777777" w:rsidR="00D936E9" w:rsidRDefault="00D936E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3694D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17DB3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051A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A735F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27EDC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3BF3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0137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5682D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936E9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202B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3D9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B701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B1A8-0318-4E12-8F87-F7355BAA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18</cp:revision>
  <cp:lastPrinted>2018-01-25T09:54:00Z</cp:lastPrinted>
  <dcterms:created xsi:type="dcterms:W3CDTF">2025-02-11T16:35:00Z</dcterms:created>
  <dcterms:modified xsi:type="dcterms:W3CDTF">2025-09-24T15:06:00Z</dcterms:modified>
</cp:coreProperties>
</file>