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E55D8" w14:textId="77777777"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2F65DFE" wp14:editId="608097F3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C0BA63E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F68E3" w14:textId="137F9954" w:rsidR="009E2886" w:rsidRDefault="00665BA4" w:rsidP="00B41B06">
                            <w:pPr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Pr="005B121D">
                              <w:t>pracoval</w:t>
                            </w:r>
                            <w:r w:rsidR="00C4494C">
                              <w:t xml:space="preserve">: </w:t>
                            </w:r>
                            <w:r w:rsidR="00CA6B30" w:rsidRPr="00CA6B30">
                              <w:t>Odbor statistiky zemědělství a lesnictví, průmyslu,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t>stavebnictví a energetiky</w:t>
                            </w:r>
                            <w:r w:rsidR="00C4494C">
                              <w:t xml:space="preserve"> </w:t>
                            </w:r>
                          </w:p>
                          <w:p w14:paraId="6277B942" w14:textId="2369CB62" w:rsidR="00CF7B18" w:rsidRDefault="00665BA4" w:rsidP="00B41B06">
                            <w:pPr>
                              <w:tabs>
                                <w:tab w:val="left" w:pos="1418"/>
                                <w:tab w:val="left" w:pos="1701"/>
                              </w:tabs>
                            </w:pPr>
                            <w:r w:rsidRPr="005B121D">
                              <w:t xml:space="preserve">Ředitel odboru: </w:t>
                            </w:r>
                            <w:r w:rsidR="002838E8">
                              <w:t>Ing</w:t>
                            </w:r>
                            <w:r w:rsidR="009B0D44">
                              <w:t>.</w:t>
                            </w:r>
                            <w:r w:rsidR="002838E8">
                              <w:t xml:space="preserve"> Radek Matějka</w:t>
                            </w:r>
                          </w:p>
                          <w:p w14:paraId="7B879C1A" w14:textId="37FCB448" w:rsidR="00D91C2B" w:rsidRDefault="00CF7B18" w:rsidP="00B41B06">
                            <w:pPr>
                              <w:tabs>
                                <w:tab w:val="left" w:pos="1701"/>
                              </w:tabs>
                            </w:pPr>
                            <w:r>
                              <w:t>K</w:t>
                            </w:r>
                            <w:r w:rsidR="00C4494C">
                              <w:t>ontaktní osoba</w:t>
                            </w:r>
                            <w:r w:rsidR="00665BA4" w:rsidRPr="005B121D">
                              <w:t xml:space="preserve">: </w:t>
                            </w:r>
                            <w:r w:rsidR="00D91C2B">
                              <w:t>Jana Šabatkov</w:t>
                            </w:r>
                            <w:r w:rsidR="00B30331">
                              <w:t>á</w:t>
                            </w:r>
                            <w:r w:rsidR="00D91C2B">
                              <w:t xml:space="preserve">, e-mail: </w:t>
                            </w:r>
                            <w:hyperlink r:id="rId8" w:history="1">
                              <w:r w:rsidR="00D91C2B" w:rsidRPr="00BA5B53">
                                <w:rPr>
                                  <w:rStyle w:val="Hypertextovodkaz"/>
                                </w:rPr>
                                <w:t>jana.sabatkova@csu.gov..cz</w:t>
                              </w:r>
                            </w:hyperlink>
                          </w:p>
                          <w:p w14:paraId="7102E011" w14:textId="4D7B2970" w:rsidR="00F364FD" w:rsidRDefault="00D91C2B" w:rsidP="00B41B06">
                            <w:pPr>
                              <w:tabs>
                                <w:tab w:val="left" w:pos="1701"/>
                              </w:tabs>
                            </w:pPr>
                            <w:r>
                              <w:t xml:space="preserve">                            </w:t>
                            </w:r>
                            <w:r w:rsidR="00F364FD">
                              <w:t xml:space="preserve">Ing. Marta Ortová, e-mail: </w:t>
                            </w:r>
                            <w:hyperlink r:id="rId9" w:history="1">
                              <w:r w:rsidRPr="00BA5B53">
                                <w:rPr>
                                  <w:rStyle w:val="Hypertextovodkaz"/>
                                </w:rPr>
                                <w:t>marta.ortova@csu.gov.cz</w:t>
                              </w:r>
                            </w:hyperlink>
                          </w:p>
                          <w:p w14:paraId="038E3289" w14:textId="77777777" w:rsidR="00D91C2B" w:rsidRDefault="00D91C2B" w:rsidP="00B41B06">
                            <w:pPr>
                              <w:tabs>
                                <w:tab w:val="left" w:pos="1701"/>
                              </w:tabs>
                            </w:pPr>
                          </w:p>
                          <w:p w14:paraId="11565C75" w14:textId="77777777" w:rsidR="00F15AAA" w:rsidRDefault="00F15AAA"/>
                          <w:p w14:paraId="3925AE6D" w14:textId="77777777"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75A14EBB" w14:textId="77777777"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14:paraId="4856528B" w14:textId="77777777"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sCrwIAAKs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" filled="f" stroked="f">
                <v:textbox inset="0,0,0,0">
                  <w:txbxContent>
                    <w:p w14:paraId="554F68E3" w14:textId="137F9954" w:rsidR="009E2886" w:rsidRDefault="00665BA4" w:rsidP="00B41B06">
                      <w:pPr>
                        <w:rPr>
                          <w:i/>
                        </w:rPr>
                      </w:pPr>
                      <w:r>
                        <w:t>Z</w:t>
                      </w:r>
                      <w:r w:rsidRPr="005B121D">
                        <w:t>pracoval</w:t>
                      </w:r>
                      <w:r w:rsidR="00C4494C">
                        <w:t xml:space="preserve">: </w:t>
                      </w:r>
                      <w:r w:rsidR="00CA6B30" w:rsidRPr="00CA6B30">
                        <w:t>Odbor statistiky zemědělství a lesnictví, průmyslu,</w:t>
                      </w:r>
                      <w:r w:rsidR="00CA6B30">
                        <w:t xml:space="preserve"> </w:t>
                      </w:r>
                      <w:r w:rsidR="00CA6B30" w:rsidRPr="00CA6B30">
                        <w:t>stavebnictví a energetiky</w:t>
                      </w:r>
                      <w:r w:rsidR="00C4494C">
                        <w:t xml:space="preserve"> </w:t>
                      </w:r>
                    </w:p>
                    <w:p w14:paraId="6277B942" w14:textId="2369CB62" w:rsidR="00CF7B18" w:rsidRDefault="00665BA4" w:rsidP="00B41B06">
                      <w:pPr>
                        <w:tabs>
                          <w:tab w:val="left" w:pos="1418"/>
                          <w:tab w:val="left" w:pos="1701"/>
                        </w:tabs>
                      </w:pPr>
                      <w:r w:rsidRPr="005B121D">
                        <w:t xml:space="preserve">Ředitel odboru: </w:t>
                      </w:r>
                      <w:r w:rsidR="002838E8">
                        <w:t>Ing</w:t>
                      </w:r>
                      <w:r w:rsidR="009B0D44">
                        <w:t>.</w:t>
                      </w:r>
                      <w:r w:rsidR="002838E8">
                        <w:t xml:space="preserve"> Radek Matějka</w:t>
                      </w:r>
                    </w:p>
                    <w:p w14:paraId="7B879C1A" w14:textId="37FCB448" w:rsidR="00D91C2B" w:rsidRDefault="00CF7B18" w:rsidP="00B41B06">
                      <w:pPr>
                        <w:tabs>
                          <w:tab w:val="left" w:pos="1701"/>
                        </w:tabs>
                      </w:pPr>
                      <w:r>
                        <w:t>K</w:t>
                      </w:r>
                      <w:r w:rsidR="00C4494C">
                        <w:t>ontaktní osoba</w:t>
                      </w:r>
                      <w:r w:rsidR="00665BA4" w:rsidRPr="005B121D">
                        <w:t xml:space="preserve">: </w:t>
                      </w:r>
                      <w:r w:rsidR="00D91C2B">
                        <w:t>Jana Šabatkov</w:t>
                      </w:r>
                      <w:r w:rsidR="00B30331">
                        <w:t>á</w:t>
                      </w:r>
                      <w:r w:rsidR="00D91C2B">
                        <w:t xml:space="preserve">, e-mail: </w:t>
                      </w:r>
                      <w:hyperlink r:id="rId10" w:history="1">
                        <w:r w:rsidR="00D91C2B" w:rsidRPr="00BA5B53">
                          <w:rPr>
                            <w:rStyle w:val="Hypertextovodkaz"/>
                          </w:rPr>
                          <w:t>jana.sabatkova@csu.gov..cz</w:t>
                        </w:r>
                      </w:hyperlink>
                    </w:p>
                    <w:p w14:paraId="7102E011" w14:textId="4D7B2970" w:rsidR="00F364FD" w:rsidRDefault="00D91C2B" w:rsidP="00B41B06">
                      <w:pPr>
                        <w:tabs>
                          <w:tab w:val="left" w:pos="1701"/>
                        </w:tabs>
                      </w:pPr>
                      <w:r>
                        <w:t xml:space="preserve">                            </w:t>
                      </w:r>
                      <w:r w:rsidR="00F364FD">
                        <w:t xml:space="preserve">Ing. Marta Ortová, e-mail: </w:t>
                      </w:r>
                      <w:hyperlink r:id="rId11" w:history="1">
                        <w:r w:rsidRPr="00BA5B53">
                          <w:rPr>
                            <w:rStyle w:val="Hypertextovodkaz"/>
                          </w:rPr>
                          <w:t>marta.ortova@csu.gov.cz</w:t>
                        </w:r>
                      </w:hyperlink>
                    </w:p>
                    <w:p w14:paraId="038E3289" w14:textId="77777777" w:rsidR="00D91C2B" w:rsidRDefault="00D91C2B" w:rsidP="00B41B06">
                      <w:pPr>
                        <w:tabs>
                          <w:tab w:val="left" w:pos="1701"/>
                        </w:tabs>
                      </w:pPr>
                    </w:p>
                    <w:p w14:paraId="11565C75" w14:textId="77777777" w:rsidR="00F15AAA" w:rsidRDefault="00F15AAA"/>
                    <w:p w14:paraId="3925AE6D" w14:textId="77777777"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75A14EBB" w14:textId="77777777"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14:paraId="4856528B" w14:textId="77777777"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19B10EA1">
                <wp:simplePos x="0" y="0"/>
                <wp:positionH relativeFrom="margin">
                  <wp:align>right</wp:align>
                </wp:positionH>
                <wp:positionV relativeFrom="margin">
                  <wp:posOffset>4288155</wp:posOffset>
                </wp:positionV>
                <wp:extent cx="5129530" cy="1012190"/>
                <wp:effectExtent l="0" t="0" r="13970" b="1651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3F401D4E" w:rsidR="00665BA4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>Průmysl, energetika</w:t>
                            </w:r>
                            <w:r w:rsidR="00665BA4" w:rsidRPr="009A60D1">
                              <w:t xml:space="preserve"> </w:t>
                            </w:r>
                          </w:p>
                          <w:p w14:paraId="14CFB039" w14:textId="43DDD398" w:rsidR="002607F9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D91C2B">
                              <w:t>2</w:t>
                            </w:r>
                            <w:r w:rsidR="00020A89">
                              <w:t>8</w:t>
                            </w:r>
                            <w:r w:rsidR="00D91C2B">
                              <w:t>. 11</w:t>
                            </w:r>
                            <w:r>
                              <w:t>. 20</w:t>
                            </w:r>
                            <w:r w:rsidR="0009428E">
                              <w:t>2</w:t>
                            </w:r>
                            <w:r w:rsidR="00020A89">
                              <w:t>5</w:t>
                            </w:r>
                            <w:r w:rsidR="00665BA4" w:rsidRPr="009A60D1">
                              <w:t xml:space="preserve"> </w:t>
                            </w:r>
                          </w:p>
                          <w:p w14:paraId="7EA83D3D" w14:textId="3993933F"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>Kód publikace</w:t>
                            </w:r>
                            <w:r w:rsidR="009E2886">
                              <w:t xml:space="preserve">: </w:t>
                            </w:r>
                            <w:r w:rsidR="000A3023" w:rsidRPr="000A3023">
                              <w:t>150</w:t>
                            </w:r>
                            <w:r w:rsidR="00D91C2B">
                              <w:t>140</w:t>
                            </w:r>
                            <w:r w:rsidR="000A3023" w:rsidRPr="000A3023">
                              <w:t>-2</w:t>
                            </w:r>
                            <w:r w:rsidR="00020A89">
                              <w:t>5</w:t>
                            </w:r>
                            <w:r w:rsidRPr="009A60D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561B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margin-left:352.7pt;margin-top:337.65pt;width:403.9pt;height:79.7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" filled="f" stroked="f">
                <v:textbox style="mso-fit-shape-to-text:t" inset="0,0,0,0">
                  <w:txbxContent>
                    <w:p w14:paraId="2D93A939" w14:textId="3F401D4E" w:rsidR="00665BA4" w:rsidRPr="009A60D1" w:rsidRDefault="00790758" w:rsidP="009A60D1">
                      <w:pPr>
                        <w:pStyle w:val="TLIdentifikace-sted"/>
                      </w:pPr>
                      <w:r>
                        <w:t>Průmysl, energetika</w:t>
                      </w:r>
                      <w:r w:rsidR="00665BA4" w:rsidRPr="009A60D1">
                        <w:t xml:space="preserve"> </w:t>
                      </w:r>
                    </w:p>
                    <w:p w14:paraId="14CFB039" w14:textId="43DDD398" w:rsidR="002607F9" w:rsidRPr="009A60D1" w:rsidRDefault="00790758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D91C2B">
                        <w:t>2</w:t>
                      </w:r>
                      <w:r w:rsidR="00020A89">
                        <w:t>8</w:t>
                      </w:r>
                      <w:r w:rsidR="00D91C2B">
                        <w:t>. 11</w:t>
                      </w:r>
                      <w:r>
                        <w:t>. 20</w:t>
                      </w:r>
                      <w:r w:rsidR="0009428E">
                        <w:t>2</w:t>
                      </w:r>
                      <w:r w:rsidR="00020A89">
                        <w:t>5</w:t>
                      </w:r>
                      <w:r w:rsidR="00665BA4" w:rsidRPr="009A60D1">
                        <w:t xml:space="preserve"> </w:t>
                      </w:r>
                    </w:p>
                    <w:p w14:paraId="7EA83D3D" w14:textId="3993933F"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>Kód publikace</w:t>
                      </w:r>
                      <w:r w:rsidR="009E2886">
                        <w:t xml:space="preserve">: </w:t>
                      </w:r>
                      <w:r w:rsidR="000A3023" w:rsidRPr="000A3023">
                        <w:t>150</w:t>
                      </w:r>
                      <w:r w:rsidR="00D91C2B">
                        <w:t>140</w:t>
                      </w:r>
                      <w:r w:rsidR="000A3023" w:rsidRPr="000A3023">
                        <w:t>-2</w:t>
                      </w:r>
                      <w:r w:rsidR="00020A89">
                        <w:t>5</w:t>
                      </w:r>
                      <w:r w:rsidRPr="009A60D1">
                        <w:t xml:space="preserve"> 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4835C2D8">
                <wp:simplePos x="0" y="0"/>
                <wp:positionH relativeFrom="page">
                  <wp:posOffset>1717040</wp:posOffset>
                </wp:positionH>
                <wp:positionV relativeFrom="page">
                  <wp:posOffset>1478915</wp:posOffset>
                </wp:positionV>
                <wp:extent cx="5129530" cy="2941955"/>
                <wp:effectExtent l="0" t="0" r="139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4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66F21" w14:textId="3992B03F" w:rsidR="00665BA4" w:rsidRPr="00B016B9" w:rsidRDefault="000A3023" w:rsidP="0032331B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  <w:r w:rsidRPr="000A3023">
                              <w:rPr>
                                <w:sz w:val="44"/>
                                <w:szCs w:val="44"/>
                              </w:rPr>
                              <w:t>Výroba vybraných výrobků v</w:t>
                            </w:r>
                            <w:r w:rsidR="00013004">
                              <w:rPr>
                                <w:sz w:val="44"/>
                                <w:szCs w:val="44"/>
                              </w:rPr>
                              <w:t> </w:t>
                            </w:r>
                            <w:r w:rsidRPr="000A3023">
                              <w:rPr>
                                <w:sz w:val="44"/>
                                <w:szCs w:val="44"/>
                              </w:rPr>
                              <w:t>průmyslu</w:t>
                            </w:r>
                            <w:r w:rsidR="00D91C2B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</w:p>
                          <w:p w14:paraId="4F8212EA" w14:textId="0F8548A4" w:rsidR="00665BA4" w:rsidRPr="0012192F" w:rsidRDefault="00D91C2B" w:rsidP="0012192F">
                            <w:pPr>
                              <w:pStyle w:val="Podnadpis"/>
                            </w:pPr>
                            <w:r>
                              <w:t>za</w:t>
                            </w:r>
                            <w:r w:rsidR="00790758">
                              <w:t xml:space="preserve"> 20</w:t>
                            </w:r>
                            <w:r w:rsidR="0009428E">
                              <w:t>2</w:t>
                            </w:r>
                            <w:r w:rsidR="00020A89">
                              <w:t>4</w:t>
                            </w:r>
                            <w:r w:rsidR="00665BA4" w:rsidRPr="0012192F">
                              <w:t xml:space="preserve"> </w:t>
                            </w:r>
                          </w:p>
                          <w:p w14:paraId="4C1C7140" w14:textId="77777777"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4D2D2B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5.2pt;margin-top:116.45pt;width:403.9pt;height:231.6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" filled="f" stroked="f">
                <v:textbox inset="0,0,0,0">
                  <w:txbxContent>
                    <w:p w14:paraId="1A266F21" w14:textId="3992B03F" w:rsidR="00665BA4" w:rsidRPr="00B016B9" w:rsidRDefault="000A3023" w:rsidP="0032331B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  <w:r w:rsidRPr="000A3023">
                        <w:rPr>
                          <w:sz w:val="44"/>
                          <w:szCs w:val="44"/>
                        </w:rPr>
                        <w:t>Výroba vybraných výrobků v</w:t>
                      </w:r>
                      <w:r w:rsidR="00013004">
                        <w:rPr>
                          <w:sz w:val="44"/>
                          <w:szCs w:val="44"/>
                        </w:rPr>
                        <w:t> </w:t>
                      </w:r>
                      <w:r w:rsidRPr="000A3023">
                        <w:rPr>
                          <w:sz w:val="44"/>
                          <w:szCs w:val="44"/>
                        </w:rPr>
                        <w:t>průmyslu</w:t>
                      </w:r>
                      <w:r w:rsidR="00D91C2B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</w:p>
                    <w:p w14:paraId="4F8212EA" w14:textId="0F8548A4" w:rsidR="00665BA4" w:rsidRPr="0012192F" w:rsidRDefault="00D91C2B" w:rsidP="0012192F">
                      <w:pPr>
                        <w:pStyle w:val="Podnadpis"/>
                      </w:pPr>
                      <w:r>
                        <w:t>za</w:t>
                      </w:r>
                      <w:r w:rsidR="00790758">
                        <w:t xml:space="preserve"> 20</w:t>
                      </w:r>
                      <w:r w:rsidR="0009428E">
                        <w:t>2</w:t>
                      </w:r>
                      <w:r w:rsidR="00020A89">
                        <w:t>4</w:t>
                      </w:r>
                      <w:r w:rsidR="00665BA4" w:rsidRPr="0012192F">
                        <w:t xml:space="preserve"> </w:t>
                      </w:r>
                    </w:p>
                    <w:p w14:paraId="4C1C7140" w14:textId="77777777"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14D712F0" w:rsidR="00665BA4" w:rsidRDefault="00C4494C" w:rsidP="00D66223">
                            <w:r>
                              <w:t>© Český statistický úřad</w:t>
                            </w:r>
                            <w:r w:rsidR="00665BA4" w:rsidRPr="00D66223">
                              <w:t xml:space="preserve">, </w:t>
                            </w:r>
                            <w:r>
                              <w:t>Praha</w:t>
                            </w:r>
                            <w:r w:rsidR="00CF7B18">
                              <w:t>, 20</w:t>
                            </w:r>
                            <w:r w:rsidR="0009428E">
                              <w:t>2</w:t>
                            </w:r>
                            <w:r w:rsidR="00020A89">
                              <w:t>5</w:t>
                            </w:r>
                          </w:p>
                          <w:p w14:paraId="493FA388" w14:textId="77777777" w:rsidR="00020A89" w:rsidRPr="00D66223" w:rsidRDefault="00020A89" w:rsidP="00D66223"/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" filled="f" stroked="f">
                <v:textbox inset="0,0,0,0">
                  <w:txbxContent>
                    <w:p w14:paraId="5823A580" w14:textId="14D712F0" w:rsidR="00665BA4" w:rsidRDefault="00C4494C" w:rsidP="00D66223">
                      <w:r>
                        <w:t>© Český statistický úřad</w:t>
                      </w:r>
                      <w:r w:rsidR="00665BA4" w:rsidRPr="00D66223">
                        <w:t xml:space="preserve">, </w:t>
                      </w:r>
                      <w:r>
                        <w:t>Praha</w:t>
                      </w:r>
                      <w:r w:rsidR="00CF7B18">
                        <w:t>, 20</w:t>
                      </w:r>
                      <w:r w:rsidR="0009428E">
                        <w:t>2</w:t>
                      </w:r>
                      <w:r w:rsidR="00020A89">
                        <w:t>5</w:t>
                      </w:r>
                    </w:p>
                    <w:p w14:paraId="493FA388" w14:textId="77777777" w:rsidR="00020A89" w:rsidRPr="00D66223" w:rsidRDefault="00020A89" w:rsidP="00D66223"/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22D00FAE" w14:textId="77777777"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17175BD2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2C9EC799" w:rsidR="009142AA" w:rsidRPr="00AF2852" w:rsidRDefault="009142AA" w:rsidP="009142AA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úřad, </w:t>
                            </w:r>
                            <w:r w:rsidR="0016033B">
                              <w:t>Praha, 20</w:t>
                            </w:r>
                            <w:r w:rsidR="0009428E">
                              <w:t>2</w:t>
                            </w:r>
                            <w:r w:rsidR="00587D99">
                              <w:t>5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3AE01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" filled="f" stroked="f">
                <v:textbox inset="0,0,0,0">
                  <w:txbxContent>
                    <w:p w14:paraId="08803B16" w14:textId="2C9EC799" w:rsidR="009142AA" w:rsidRPr="00AF2852" w:rsidRDefault="009142AA" w:rsidP="009142AA"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úřad, </w:t>
                      </w:r>
                      <w:r w:rsidR="0016033B">
                        <w:t>Praha, 20</w:t>
                      </w:r>
                      <w:r w:rsidR="0009428E">
                        <w:t>2</w:t>
                      </w:r>
                      <w:r w:rsidR="00587D99">
                        <w:t>5</w:t>
                      </w:r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4CF504AF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96573" w14:textId="70641775" w:rsidR="009142AA" w:rsidRPr="00B95F50" w:rsidRDefault="009142AA" w:rsidP="009142AA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="00F364FD">
                              <w:rPr>
                                <w:b/>
                                <w:bCs/>
                                <w:sz w:val="24"/>
                              </w:rPr>
                              <w:t>www.c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s</w:t>
                            </w:r>
                            <w:r w:rsidR="00F364FD">
                              <w:rPr>
                                <w:b/>
                                <w:bCs/>
                                <w:sz w:val="24"/>
                              </w:rPr>
                              <w:t>u.gov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" filled="f" stroked="f">
                <v:textbox style="mso-fit-shape-to-text:t" inset="0,0,0,0">
                  <w:txbxContent>
                    <w:p w14:paraId="3C396573" w14:textId="70641775" w:rsidR="009142AA" w:rsidRPr="00B95F50" w:rsidRDefault="009142AA" w:rsidP="009142AA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proofErr w:type="spellStart"/>
                      <w:r w:rsidR="00F364FD">
                        <w:rPr>
                          <w:b/>
                          <w:bCs/>
                          <w:sz w:val="24"/>
                        </w:rPr>
                        <w:t>www.c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s</w:t>
                      </w:r>
                      <w:r w:rsidR="00F364FD">
                        <w:rPr>
                          <w:b/>
                          <w:bCs/>
                          <w:sz w:val="24"/>
                        </w:rPr>
                        <w:t>u.gov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.cz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C3AE5" w14:textId="77777777" w:rsidR="007E31DB" w:rsidRDefault="007E31DB" w:rsidP="00E71A58">
      <w:r>
        <w:separator/>
      </w:r>
    </w:p>
  </w:endnote>
  <w:endnote w:type="continuationSeparator" w:id="0">
    <w:p w14:paraId="14DA1F0A" w14:textId="77777777" w:rsidR="007E31DB" w:rsidRDefault="007E31D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1716B" w14:textId="77777777" w:rsidR="007E31DB" w:rsidRDefault="007E31DB" w:rsidP="00E71A58">
      <w:r>
        <w:separator/>
      </w:r>
    </w:p>
  </w:footnote>
  <w:footnote w:type="continuationSeparator" w:id="0">
    <w:p w14:paraId="6C0208E7" w14:textId="77777777" w:rsidR="007E31DB" w:rsidRDefault="007E31D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7C63AE0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624804">
    <w:abstractNumId w:val="11"/>
  </w:num>
  <w:num w:numId="2" w16cid:durableId="429007020">
    <w:abstractNumId w:val="8"/>
  </w:num>
  <w:num w:numId="3" w16cid:durableId="1620338176">
    <w:abstractNumId w:val="3"/>
  </w:num>
  <w:num w:numId="4" w16cid:durableId="229116216">
    <w:abstractNumId w:val="2"/>
  </w:num>
  <w:num w:numId="5" w16cid:durableId="182985068">
    <w:abstractNumId w:val="1"/>
  </w:num>
  <w:num w:numId="6" w16cid:durableId="1395277895">
    <w:abstractNumId w:val="0"/>
  </w:num>
  <w:num w:numId="7" w16cid:durableId="155727358">
    <w:abstractNumId w:val="9"/>
  </w:num>
  <w:num w:numId="8" w16cid:durableId="974483325">
    <w:abstractNumId w:val="7"/>
  </w:num>
  <w:num w:numId="9" w16cid:durableId="2119447794">
    <w:abstractNumId w:val="6"/>
  </w:num>
  <w:num w:numId="10" w16cid:durableId="318191013">
    <w:abstractNumId w:val="5"/>
  </w:num>
  <w:num w:numId="11" w16cid:durableId="1853445390">
    <w:abstractNumId w:val="4"/>
  </w:num>
  <w:num w:numId="12" w16cid:durableId="582883363">
    <w:abstractNumId w:val="10"/>
  </w:num>
  <w:num w:numId="13" w16cid:durableId="19276428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13004"/>
    <w:rsid w:val="00020A89"/>
    <w:rsid w:val="000234D6"/>
    <w:rsid w:val="00023A92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023"/>
    <w:rsid w:val="000A3A2C"/>
    <w:rsid w:val="000C3408"/>
    <w:rsid w:val="000C6AFD"/>
    <w:rsid w:val="000D5637"/>
    <w:rsid w:val="000E0DA7"/>
    <w:rsid w:val="000E6FBD"/>
    <w:rsid w:val="000F52E8"/>
    <w:rsid w:val="00100F5C"/>
    <w:rsid w:val="00104C4C"/>
    <w:rsid w:val="00114932"/>
    <w:rsid w:val="0012192F"/>
    <w:rsid w:val="00125D69"/>
    <w:rsid w:val="00133217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0F5C"/>
    <w:rsid w:val="002838E8"/>
    <w:rsid w:val="00285412"/>
    <w:rsid w:val="00295E7D"/>
    <w:rsid w:val="002A16D4"/>
    <w:rsid w:val="002A230C"/>
    <w:rsid w:val="002B501D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331B"/>
    <w:rsid w:val="0032656E"/>
    <w:rsid w:val="00332190"/>
    <w:rsid w:val="00342DA1"/>
    <w:rsid w:val="00344668"/>
    <w:rsid w:val="003462D9"/>
    <w:rsid w:val="00350773"/>
    <w:rsid w:val="0035486A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3720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56FC7"/>
    <w:rsid w:val="00561AFE"/>
    <w:rsid w:val="005647BF"/>
    <w:rsid w:val="0057364B"/>
    <w:rsid w:val="00574773"/>
    <w:rsid w:val="00583FFD"/>
    <w:rsid w:val="00587D99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9E1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0F9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31DB"/>
    <w:rsid w:val="007E7E61"/>
    <w:rsid w:val="007F0845"/>
    <w:rsid w:val="00807C82"/>
    <w:rsid w:val="0081652B"/>
    <w:rsid w:val="00816905"/>
    <w:rsid w:val="00821FF6"/>
    <w:rsid w:val="0082320A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861D3"/>
    <w:rsid w:val="00992CF3"/>
    <w:rsid w:val="009941E7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0331"/>
    <w:rsid w:val="00B32DDB"/>
    <w:rsid w:val="00B34528"/>
    <w:rsid w:val="00B402FC"/>
    <w:rsid w:val="00B41B06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B532B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94C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4567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07993"/>
    <w:rsid w:val="00D13986"/>
    <w:rsid w:val="00D25F28"/>
    <w:rsid w:val="00D27973"/>
    <w:rsid w:val="00D50F46"/>
    <w:rsid w:val="00D66223"/>
    <w:rsid w:val="00D72EE1"/>
    <w:rsid w:val="00D8084C"/>
    <w:rsid w:val="00D91C2B"/>
    <w:rsid w:val="00DA7C0C"/>
    <w:rsid w:val="00DB2EC8"/>
    <w:rsid w:val="00DB5695"/>
    <w:rsid w:val="00DC5B3B"/>
    <w:rsid w:val="00DC6996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836E3"/>
    <w:rsid w:val="00E93820"/>
    <w:rsid w:val="00E96E34"/>
    <w:rsid w:val="00EA0C68"/>
    <w:rsid w:val="00EC03D7"/>
    <w:rsid w:val="00EC072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364F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sabatkova@csu.gov.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a.ortova@csu.go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ana.sabatkova@csu.gov.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a.ortova@csu.gov.cz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0C69-BB30-4B46-A55C-C548CDD3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7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silhava8182</dc:creator>
  <cp:lastModifiedBy>Šabatková Jana</cp:lastModifiedBy>
  <cp:revision>7</cp:revision>
  <cp:lastPrinted>2016-09-05T12:24:00Z</cp:lastPrinted>
  <dcterms:created xsi:type="dcterms:W3CDTF">2024-11-08T09:17:00Z</dcterms:created>
  <dcterms:modified xsi:type="dcterms:W3CDTF">2025-11-12T12:52:00Z</dcterms:modified>
</cp:coreProperties>
</file>