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ECFC9" w14:textId="77777777"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t xml:space="preserve">Obsah </w:t>
      </w:r>
    </w:p>
    <w:p w14:paraId="7C062496" w14:textId="77777777" w:rsidR="00604C6D" w:rsidRDefault="00604C6D" w:rsidP="00063555">
      <w:pPr>
        <w:pStyle w:val="Zkladntext2"/>
        <w:spacing w:line="360" w:lineRule="auto"/>
        <w:rPr>
          <w:szCs w:val="24"/>
        </w:rPr>
      </w:pPr>
      <w:bookmarkStart w:id="0" w:name="_Toc444112501"/>
    </w:p>
    <w:p w14:paraId="12B69524" w14:textId="77777777" w:rsidR="00D10A0D" w:rsidRPr="00572900" w:rsidRDefault="00D10A0D" w:rsidP="00D10A0D">
      <w:pPr>
        <w:rPr>
          <w:rFonts w:cs="Arial"/>
          <w:szCs w:val="20"/>
        </w:rPr>
      </w:pPr>
      <w:r w:rsidRPr="00D10A0D">
        <w:rPr>
          <w:rFonts w:cs="Arial"/>
          <w:b/>
          <w:szCs w:val="20"/>
        </w:rPr>
        <w:t>Úvod</w:t>
      </w:r>
      <w:r w:rsidRPr="00D10A0D">
        <w:rPr>
          <w:rFonts w:cs="Arial"/>
          <w:b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14:paraId="0184494B" w14:textId="77777777" w:rsidR="00604C6D" w:rsidRDefault="00604C6D" w:rsidP="00604C6D">
      <w:pPr>
        <w:rPr>
          <w:rFonts w:cs="Arial"/>
          <w:b/>
          <w:szCs w:val="20"/>
        </w:rPr>
      </w:pPr>
    </w:p>
    <w:p w14:paraId="4AFC7319" w14:textId="794B58D2" w:rsidR="00604C6D" w:rsidRPr="00572900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A: </w:t>
      </w:r>
      <w:r>
        <w:rPr>
          <w:rFonts w:cs="Arial"/>
          <w:b/>
          <w:szCs w:val="20"/>
        </w:rPr>
        <w:t>Produkce</w:t>
      </w:r>
      <w:r w:rsidRPr="00572900">
        <w:rPr>
          <w:rFonts w:cs="Arial"/>
          <w:b/>
          <w:szCs w:val="20"/>
        </w:rPr>
        <w:t xml:space="preserve"> vybraných průmyslových výrobků </w:t>
      </w:r>
      <w:r>
        <w:rPr>
          <w:rFonts w:cs="Arial"/>
          <w:b/>
          <w:szCs w:val="20"/>
        </w:rPr>
        <w:t xml:space="preserve">a služeb </w:t>
      </w:r>
      <w:r w:rsidRPr="00572900">
        <w:rPr>
          <w:rFonts w:cs="Arial"/>
          <w:b/>
          <w:szCs w:val="20"/>
        </w:rPr>
        <w:t>za rok 202</w:t>
      </w:r>
      <w:r w:rsidR="00AC0A66">
        <w:rPr>
          <w:rFonts w:cs="Arial"/>
          <w:b/>
          <w:szCs w:val="20"/>
        </w:rPr>
        <w:t>4</w:t>
      </w:r>
    </w:p>
    <w:p w14:paraId="51D87068" w14:textId="1EE2E5F4"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1 Objem produkce vybraných průmyslových výrobků a služeb</w:t>
      </w:r>
      <w:r w:rsidR="00075438">
        <w:rPr>
          <w:rFonts w:cs="Arial"/>
          <w:szCs w:val="20"/>
        </w:rPr>
        <w:t xml:space="preserve"> v roce 2024</w:t>
      </w:r>
      <w:r w:rsidRPr="00572900">
        <w:rPr>
          <w:rFonts w:cs="Arial"/>
          <w:szCs w:val="20"/>
        </w:rPr>
        <w:tab/>
        <w:t>Excel / PDF</w:t>
      </w:r>
    </w:p>
    <w:p w14:paraId="191A9BA1" w14:textId="77777777" w:rsidR="00075438" w:rsidRDefault="00604C6D" w:rsidP="00075438">
      <w:pPr>
        <w:spacing w:after="0" w:line="360" w:lineRule="auto"/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2 Hodnota prodané produkce vybraných průmyslových výrobků a služeb</w:t>
      </w:r>
    </w:p>
    <w:p w14:paraId="775D216A" w14:textId="019C774B" w:rsidR="00604C6D" w:rsidRPr="00572900" w:rsidRDefault="00075438" w:rsidP="00075438">
      <w:pPr>
        <w:spacing w:after="0"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v roce 2024</w:t>
      </w:r>
      <w:r w:rsidR="00604C6D"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604C6D" w:rsidRPr="00572900">
        <w:rPr>
          <w:rFonts w:cs="Arial"/>
          <w:szCs w:val="20"/>
        </w:rPr>
        <w:t>Excel / PDF</w:t>
      </w:r>
    </w:p>
    <w:p w14:paraId="4AD7E554" w14:textId="77777777" w:rsidR="00604C6D" w:rsidRPr="00572900" w:rsidRDefault="00604C6D" w:rsidP="00604C6D">
      <w:pPr>
        <w:rPr>
          <w:rFonts w:cs="Arial"/>
          <w:szCs w:val="20"/>
        </w:rPr>
      </w:pPr>
    </w:p>
    <w:p w14:paraId="5785B13D" w14:textId="0F0B7926" w:rsidR="00604C6D" w:rsidRPr="00572900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B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Vybrané ukazatele produkce za roky 20</w:t>
      </w:r>
      <w:r w:rsidR="0057688B">
        <w:rPr>
          <w:rFonts w:cs="Arial"/>
          <w:b/>
          <w:szCs w:val="20"/>
        </w:rPr>
        <w:t>2</w:t>
      </w:r>
      <w:r w:rsidR="00075438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 až 202</w:t>
      </w:r>
      <w:r w:rsidR="00AC0A66">
        <w:rPr>
          <w:rFonts w:cs="Arial"/>
          <w:b/>
          <w:szCs w:val="20"/>
        </w:rPr>
        <w:t>4</w:t>
      </w:r>
    </w:p>
    <w:p w14:paraId="3EED5650" w14:textId="77777777"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1 Objem celkové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14:paraId="32151D25" w14:textId="77777777"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2 Objem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14:paraId="6F0BE55D" w14:textId="77777777"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</w:t>
      </w:r>
      <w:r>
        <w:rPr>
          <w:rFonts w:cs="Arial"/>
          <w:szCs w:val="20"/>
        </w:rPr>
        <w:t>3</w:t>
      </w:r>
      <w:r w:rsidRPr="00572900">
        <w:rPr>
          <w:rFonts w:cs="Arial"/>
          <w:szCs w:val="20"/>
        </w:rPr>
        <w:t xml:space="preserve"> Hodnota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14:paraId="366B0138" w14:textId="77777777" w:rsidR="00604C6D" w:rsidRPr="00572900" w:rsidRDefault="00604C6D" w:rsidP="00604C6D">
      <w:pPr>
        <w:rPr>
          <w:rFonts w:cs="Arial"/>
          <w:szCs w:val="20"/>
        </w:rPr>
      </w:pPr>
    </w:p>
    <w:p w14:paraId="421A927E" w14:textId="77777777" w:rsidR="0027142A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C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</w:t>
      </w:r>
      <w:r w:rsidRPr="00572900">
        <w:rPr>
          <w:rFonts w:cs="Arial"/>
          <w:b/>
          <w:szCs w:val="20"/>
        </w:rPr>
        <w:t>rodukce vybraných komodit (jejich agregátů) od roku 1993</w:t>
      </w:r>
    </w:p>
    <w:p w14:paraId="1072BAC0" w14:textId="77777777" w:rsidR="00604C6D" w:rsidRDefault="0027142A" w:rsidP="00604C6D">
      <w:pPr>
        <w:rPr>
          <w:rFonts w:cs="Arial"/>
          <w:szCs w:val="20"/>
        </w:rPr>
      </w:pPr>
      <w:r>
        <w:rPr>
          <w:rFonts w:cs="Arial"/>
          <w:b/>
          <w:szCs w:val="20"/>
        </w:rPr>
        <w:tab/>
      </w:r>
      <w:r w:rsidRPr="0027142A">
        <w:rPr>
          <w:rFonts w:cs="Arial"/>
          <w:szCs w:val="20"/>
        </w:rPr>
        <w:t>Tab. 1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Produkce vybraných komodit (jejich agregátů) od roku 1993</w:t>
      </w:r>
      <w:r w:rsidR="00604C6D"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 xml:space="preserve">             </w:t>
      </w:r>
      <w:r w:rsidR="00604C6D">
        <w:rPr>
          <w:rFonts w:cs="Arial"/>
          <w:szCs w:val="20"/>
        </w:rPr>
        <w:t>Excel / PDF</w:t>
      </w:r>
      <w:bookmarkEnd w:id="0"/>
    </w:p>
    <w:p w14:paraId="1C731C76" w14:textId="77777777" w:rsidR="0057688B" w:rsidRDefault="0057688B" w:rsidP="00604C6D">
      <w:pPr>
        <w:rPr>
          <w:rFonts w:cs="Arial"/>
          <w:szCs w:val="20"/>
        </w:rPr>
      </w:pPr>
    </w:p>
    <w:p w14:paraId="0717A400" w14:textId="2BEDF204" w:rsidR="0057688B" w:rsidRDefault="0057688B" w:rsidP="0057688B">
      <w:pPr>
        <w:rPr>
          <w:rFonts w:cs="Arial"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D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PRODCOM data za rok 202</w:t>
      </w:r>
      <w:r w:rsidR="00AC0A66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</w:p>
    <w:p w14:paraId="3E31CA44" w14:textId="77777777" w:rsidR="00075438" w:rsidRDefault="0057688B" w:rsidP="00075438">
      <w:pPr>
        <w:spacing w:after="0" w:line="360" w:lineRule="auto"/>
        <w:rPr>
          <w:rFonts w:cs="Arial"/>
          <w:szCs w:val="20"/>
        </w:rPr>
      </w:pPr>
      <w:r w:rsidRPr="00EF3BB4">
        <w:rPr>
          <w:rFonts w:cs="Arial"/>
          <w:szCs w:val="20"/>
        </w:rPr>
        <w:tab/>
      </w:r>
      <w:r w:rsidR="0027142A">
        <w:rPr>
          <w:rFonts w:cs="Arial"/>
          <w:szCs w:val="20"/>
        </w:rPr>
        <w:t xml:space="preserve">Tab. 1 </w:t>
      </w:r>
      <w:r>
        <w:rPr>
          <w:rFonts w:cs="Arial"/>
          <w:szCs w:val="20"/>
        </w:rPr>
        <w:t xml:space="preserve">Mezinárodně srovnatelné údaje ve struktuře publikované </w:t>
      </w:r>
      <w:proofErr w:type="spellStart"/>
      <w:r>
        <w:rPr>
          <w:rFonts w:cs="Arial"/>
          <w:szCs w:val="20"/>
        </w:rPr>
        <w:t>Eurostatem</w:t>
      </w:r>
      <w:proofErr w:type="spellEnd"/>
    </w:p>
    <w:p w14:paraId="050F73CA" w14:textId="4D6611BC" w:rsidR="00075438" w:rsidRDefault="00075438" w:rsidP="00075438">
      <w:pPr>
        <w:spacing w:after="0"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v roce 2024 </w:t>
      </w:r>
      <w:r w:rsidRPr="00075438">
        <w:rPr>
          <w:rFonts w:cs="Arial"/>
          <w:szCs w:val="20"/>
        </w:rPr>
        <w:t xml:space="preserve">(mezinárodně srovnatelné údaje ve struktuře publikované </w:t>
      </w:r>
    </w:p>
    <w:p w14:paraId="30FB5244" w14:textId="20811465" w:rsidR="0057688B" w:rsidRPr="00572900" w:rsidRDefault="00075438" w:rsidP="00075438">
      <w:pPr>
        <w:spacing w:after="0"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</w:t>
      </w:r>
      <w:proofErr w:type="spellStart"/>
      <w:r w:rsidRPr="00075438">
        <w:rPr>
          <w:rFonts w:cs="Arial"/>
          <w:szCs w:val="20"/>
        </w:rPr>
        <w:t>Eurostatem</w:t>
      </w:r>
      <w:proofErr w:type="spellEnd"/>
      <w:r w:rsidRPr="00075438">
        <w:rPr>
          <w:rFonts w:cs="Arial"/>
          <w:szCs w:val="20"/>
        </w:rPr>
        <w:t>)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CD7AA4">
        <w:rPr>
          <w:rFonts w:cs="Arial"/>
          <w:szCs w:val="20"/>
        </w:rPr>
        <w:tab/>
        <w:t>E</w:t>
      </w:r>
      <w:r w:rsidR="0057688B" w:rsidRPr="00572900">
        <w:rPr>
          <w:rFonts w:cs="Arial"/>
          <w:szCs w:val="20"/>
        </w:rPr>
        <w:t>xcel / PDF</w:t>
      </w:r>
    </w:p>
    <w:p w14:paraId="348FD25F" w14:textId="77777777" w:rsidR="0057688B" w:rsidRDefault="0057688B" w:rsidP="00604C6D">
      <w:pPr>
        <w:rPr>
          <w:rFonts w:cs="Arial"/>
          <w:szCs w:val="20"/>
        </w:rPr>
      </w:pPr>
    </w:p>
    <w:sectPr w:rsidR="0057688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5969B" w14:textId="77777777" w:rsidR="000A4796" w:rsidRDefault="000A4796" w:rsidP="00E71A58">
      <w:r>
        <w:separator/>
      </w:r>
    </w:p>
  </w:endnote>
  <w:endnote w:type="continuationSeparator" w:id="0">
    <w:p w14:paraId="2C78F55F" w14:textId="77777777" w:rsidR="000A4796" w:rsidRDefault="000A479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C457" w14:textId="77777777"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2624823F" wp14:editId="61A5824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763236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CCF35" w14:textId="0DCD74CA"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582C983" wp14:editId="25796E8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AC0A66">
      <w:rPr>
        <w:rStyle w:val="ZpatChar"/>
        <w:szCs w:val="16"/>
      </w:rPr>
      <w:t>4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AC0A66">
      <w:rPr>
        <w:rStyle w:val="ZpatChar"/>
        <w:i/>
        <w:szCs w:val="16"/>
      </w:rPr>
      <w:t>4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CD7AA4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73EC9" w14:textId="77777777" w:rsidR="000A4796" w:rsidRDefault="000A4796" w:rsidP="00E71A58">
      <w:r>
        <w:separator/>
      </w:r>
    </w:p>
  </w:footnote>
  <w:footnote w:type="continuationSeparator" w:id="0">
    <w:p w14:paraId="2BE403E3" w14:textId="77777777" w:rsidR="000A4796" w:rsidRDefault="000A479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AC" w14:textId="77777777"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14:paraId="6D4EB63D" w14:textId="77777777"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E051E" w14:textId="4EB3818A" w:rsidR="00844F04" w:rsidRDefault="00844F04" w:rsidP="00172814">
    <w:pPr>
      <w:pStyle w:val="Zhlav"/>
    </w:pPr>
    <w:r>
      <w:t>Výroba vybraných výrobků v průmyslu za rok 20</w:t>
    </w:r>
    <w:r w:rsidR="00DE782E">
      <w:t>2</w:t>
    </w:r>
    <w:r w:rsidR="00AC0A66">
      <w:t>4</w:t>
    </w:r>
  </w:p>
  <w:p w14:paraId="41E749CF" w14:textId="77777777" w:rsidR="005E0189" w:rsidRPr="00F0279F" w:rsidRDefault="005E0189" w:rsidP="00F027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7698">
    <w:abstractNumId w:val="11"/>
  </w:num>
  <w:num w:numId="2" w16cid:durableId="1526282970">
    <w:abstractNumId w:val="8"/>
  </w:num>
  <w:num w:numId="3" w16cid:durableId="1768884011">
    <w:abstractNumId w:val="3"/>
  </w:num>
  <w:num w:numId="4" w16cid:durableId="1906917848">
    <w:abstractNumId w:val="2"/>
  </w:num>
  <w:num w:numId="5" w16cid:durableId="1274282732">
    <w:abstractNumId w:val="1"/>
  </w:num>
  <w:num w:numId="6" w16cid:durableId="742869032">
    <w:abstractNumId w:val="0"/>
  </w:num>
  <w:num w:numId="7" w16cid:durableId="1863786858">
    <w:abstractNumId w:val="9"/>
  </w:num>
  <w:num w:numId="8" w16cid:durableId="336154701">
    <w:abstractNumId w:val="7"/>
  </w:num>
  <w:num w:numId="9" w16cid:durableId="541484433">
    <w:abstractNumId w:val="6"/>
  </w:num>
  <w:num w:numId="10" w16cid:durableId="467816984">
    <w:abstractNumId w:val="5"/>
  </w:num>
  <w:num w:numId="11" w16cid:durableId="179440852">
    <w:abstractNumId w:val="4"/>
  </w:num>
  <w:num w:numId="12" w16cid:durableId="754278940">
    <w:abstractNumId w:val="10"/>
  </w:num>
  <w:num w:numId="13" w16cid:durableId="4406101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75438"/>
    <w:rsid w:val="0008137D"/>
    <w:rsid w:val="000821A7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A4796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6E94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2A"/>
    <w:rsid w:val="00271465"/>
    <w:rsid w:val="00285412"/>
    <w:rsid w:val="002A16D4"/>
    <w:rsid w:val="002A230C"/>
    <w:rsid w:val="002C43BD"/>
    <w:rsid w:val="002C4FD8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5AF2"/>
    <w:rsid w:val="0032656E"/>
    <w:rsid w:val="00327774"/>
    <w:rsid w:val="00332190"/>
    <w:rsid w:val="00344668"/>
    <w:rsid w:val="003462D9"/>
    <w:rsid w:val="00347CD4"/>
    <w:rsid w:val="003657F3"/>
    <w:rsid w:val="00373D19"/>
    <w:rsid w:val="003818DC"/>
    <w:rsid w:val="00385D98"/>
    <w:rsid w:val="003A2B4D"/>
    <w:rsid w:val="003A3186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4613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139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7688B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0189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323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2320A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2DEC"/>
    <w:rsid w:val="00855408"/>
    <w:rsid w:val="00856D65"/>
    <w:rsid w:val="00861B41"/>
    <w:rsid w:val="00863434"/>
    <w:rsid w:val="00864B5E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8F6A11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2913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0A66"/>
    <w:rsid w:val="00AC26CB"/>
    <w:rsid w:val="00AD306C"/>
    <w:rsid w:val="00AE09B3"/>
    <w:rsid w:val="00AE1A83"/>
    <w:rsid w:val="00AE7777"/>
    <w:rsid w:val="00B000DD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5724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D7AA4"/>
    <w:rsid w:val="00CE03C0"/>
    <w:rsid w:val="00CE670B"/>
    <w:rsid w:val="00CF1A93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0ABB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356F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91D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A60BD5F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0EF7-F5E2-42C2-90CB-910DB8E6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66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16</cp:revision>
  <cp:lastPrinted>2020-11-05T10:51:00Z</cp:lastPrinted>
  <dcterms:created xsi:type="dcterms:W3CDTF">2022-11-10T17:51:00Z</dcterms:created>
  <dcterms:modified xsi:type="dcterms:W3CDTF">2025-11-13T09:47:00Z</dcterms:modified>
</cp:coreProperties>
</file>