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A858E3">
        <w:t>květ</w:t>
      </w:r>
      <w:r w:rsidR="00194630">
        <w:t>en</w:t>
      </w:r>
      <w:r w:rsidR="0012357D" w:rsidRPr="00A10CB8">
        <w:t xml:space="preserve"> 202</w:t>
      </w:r>
      <w:r w:rsidR="00806762">
        <w:t>5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A858E3">
        <w:rPr>
          <w:i/>
          <w:lang w:val="en-GB"/>
        </w:rPr>
        <w:t>May</w:t>
      </w:r>
      <w:r w:rsidR="0012357D" w:rsidRPr="00A10CB8">
        <w:rPr>
          <w:i/>
          <w:lang w:val="en-GB"/>
        </w:rPr>
        <w:t xml:space="preserve"> 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806762">
        <w:rPr>
          <w:b/>
        </w:rPr>
        <w:t>4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806762">
        <w:rPr>
          <w:b/>
        </w:rPr>
        <w:t>5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4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5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806762">
        <w:t>4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806762">
        <w:t>5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806762">
        <w:rPr>
          <w:i/>
          <w:lang w:val="en-GB"/>
        </w:rPr>
        <w:t>4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42B" w:rsidRDefault="00A6642B" w:rsidP="00E71A58">
      <w:r>
        <w:separator/>
      </w:r>
    </w:p>
  </w:endnote>
  <w:endnote w:type="continuationSeparator" w:id="0">
    <w:p w:rsidR="00A6642B" w:rsidRDefault="00A6642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A858E3">
      <w:rPr>
        <w:szCs w:val="16"/>
      </w:rPr>
      <w:t>květ</w:t>
    </w:r>
    <w:r w:rsidR="00194630">
      <w:rPr>
        <w:szCs w:val="16"/>
      </w:rPr>
      <w:t>en</w:t>
    </w:r>
    <w:r w:rsidR="002E4CC7">
      <w:rPr>
        <w:rStyle w:val="ZpatChar"/>
        <w:szCs w:val="16"/>
      </w:rPr>
      <w:t xml:space="preserve"> 202</w:t>
    </w:r>
    <w:r w:rsidR="00806762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A858E3">
      <w:rPr>
        <w:rStyle w:val="ZpatChar"/>
        <w:i/>
        <w:szCs w:val="16"/>
      </w:rPr>
      <w:t>May</w:t>
    </w:r>
    <w:r w:rsidR="004D4B1B">
      <w:rPr>
        <w:rStyle w:val="ZpatChar"/>
        <w:i/>
        <w:szCs w:val="16"/>
      </w:rPr>
      <w:t xml:space="preserve"> 202</w:t>
    </w:r>
    <w:r w:rsidR="00806762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42B" w:rsidRDefault="00A6642B" w:rsidP="00E71A58">
      <w:r>
        <w:separator/>
      </w:r>
    </w:p>
  </w:footnote>
  <w:footnote w:type="continuationSeparator" w:id="0">
    <w:p w:rsidR="00A6642B" w:rsidRDefault="00A6642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57BE2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3C99"/>
    <w:rsid w:val="000965A4"/>
    <w:rsid w:val="00096884"/>
    <w:rsid w:val="000974D1"/>
    <w:rsid w:val="0009799E"/>
    <w:rsid w:val="000A1183"/>
    <w:rsid w:val="000A136C"/>
    <w:rsid w:val="000A243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66226"/>
    <w:rsid w:val="001706D6"/>
    <w:rsid w:val="001714F2"/>
    <w:rsid w:val="00174B70"/>
    <w:rsid w:val="001849F2"/>
    <w:rsid w:val="00184B08"/>
    <w:rsid w:val="00185010"/>
    <w:rsid w:val="00187C36"/>
    <w:rsid w:val="00194630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3974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74676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2344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9248E"/>
    <w:rsid w:val="00496879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A3"/>
    <w:rsid w:val="005A28FF"/>
    <w:rsid w:val="005A3DF8"/>
    <w:rsid w:val="005A3F78"/>
    <w:rsid w:val="005A40AC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5F7B87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227A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A22F0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6762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1B26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027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07E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57B40"/>
    <w:rsid w:val="00A610E3"/>
    <w:rsid w:val="00A62CE1"/>
    <w:rsid w:val="00A6319A"/>
    <w:rsid w:val="00A63992"/>
    <w:rsid w:val="00A6642B"/>
    <w:rsid w:val="00A66C37"/>
    <w:rsid w:val="00A6741E"/>
    <w:rsid w:val="00A75E40"/>
    <w:rsid w:val="00A77D1D"/>
    <w:rsid w:val="00A857C0"/>
    <w:rsid w:val="00A858E3"/>
    <w:rsid w:val="00A9231F"/>
    <w:rsid w:val="00A92BAE"/>
    <w:rsid w:val="00A94D1E"/>
    <w:rsid w:val="00AA2996"/>
    <w:rsid w:val="00AA3D58"/>
    <w:rsid w:val="00AA52BF"/>
    <w:rsid w:val="00AA559A"/>
    <w:rsid w:val="00AA731D"/>
    <w:rsid w:val="00AB2AF1"/>
    <w:rsid w:val="00AB7726"/>
    <w:rsid w:val="00AC3D93"/>
    <w:rsid w:val="00AC574A"/>
    <w:rsid w:val="00AC6034"/>
    <w:rsid w:val="00AD22C5"/>
    <w:rsid w:val="00AD306C"/>
    <w:rsid w:val="00AE02FB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15E2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1637"/>
    <w:rsid w:val="00DF16B3"/>
    <w:rsid w:val="00DF42FF"/>
    <w:rsid w:val="00DF5B53"/>
    <w:rsid w:val="00E0033C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342D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899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DE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B62DD0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1C284-88AB-4CE1-82F3-13EB1995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48</TotalTime>
  <Pages>1</Pages>
  <Words>358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82</cp:revision>
  <cp:lastPrinted>2017-01-18T13:33:00Z</cp:lastPrinted>
  <dcterms:created xsi:type="dcterms:W3CDTF">2022-02-11T11:11:00Z</dcterms:created>
  <dcterms:modified xsi:type="dcterms:W3CDTF">2025-05-28T08:22:00Z</dcterms:modified>
</cp:coreProperties>
</file>