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0E6985">
                              <w:rPr>
                                <w:i/>
                                <w:lang w:val="en-US"/>
                              </w:rPr>
                              <w:t>People</w:t>
                            </w:r>
                            <w:r w:rsidRPr="000E6985">
                              <w:rPr>
                                <w:i/>
                              </w:rPr>
                              <w:t xml:space="preserve"> and Society</w:t>
                            </w:r>
                          </w:p>
                          <w:p w:rsidR="00BB7DA5" w:rsidRPr="004924DC" w:rsidRDefault="00DE64E7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073AF8">
                              <w:t>15</w:t>
                            </w:r>
                            <w:r w:rsidR="00BB7DA5">
                              <w:t xml:space="preserve">. </w:t>
                            </w:r>
                            <w:r w:rsidR="00073AF8">
                              <w:t>10</w:t>
                            </w:r>
                            <w:r w:rsidR="00BB7DA5">
                              <w:t>. 20</w:t>
                            </w:r>
                            <w:r w:rsidR="00073AF8">
                              <w:t>25</w:t>
                            </w:r>
                            <w:r w:rsidR="00BB7DA5">
                              <w:t xml:space="preserve"> / </w:t>
                            </w:r>
                            <w:r w:rsidR="000E6985"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073AF8">
                              <w:rPr>
                                <w:i/>
                              </w:rPr>
                              <w:t>15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073AF8">
                              <w:rPr>
                                <w:i/>
                              </w:rPr>
                              <w:t>Octo</w:t>
                            </w:r>
                            <w:r w:rsidR="003656AE" w:rsidRPr="003656AE">
                              <w:rPr>
                                <w:i/>
                                <w:lang w:val="en-GB"/>
                              </w:rPr>
                              <w:t>be</w:t>
                            </w:r>
                            <w:r w:rsidR="00BB7DA5" w:rsidRPr="003656AE">
                              <w:rPr>
                                <w:i/>
                                <w:lang w:val="en-GB"/>
                              </w:rPr>
                              <w:t>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20</w:t>
                            </w:r>
                            <w:r w:rsidR="00073AF8">
                              <w:rPr>
                                <w:i/>
                              </w:rPr>
                              <w:t>25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130054</w:t>
                            </w:r>
                            <w:r w:rsidRPr="004924DC">
                              <w:t>-</w:t>
                            </w:r>
                            <w:r w:rsidR="00073AF8">
                              <w:t>25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0E6985">
                        <w:rPr>
                          <w:i/>
                          <w:lang w:val="en-US"/>
                        </w:rPr>
                        <w:t>People</w:t>
                      </w:r>
                      <w:r w:rsidRPr="000E6985">
                        <w:rPr>
                          <w:i/>
                        </w:rPr>
                        <w:t xml:space="preserve"> and Society</w:t>
                      </w:r>
                    </w:p>
                    <w:p w:rsidR="00BB7DA5" w:rsidRPr="004924DC" w:rsidRDefault="00DE64E7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073AF8">
                        <w:t>15</w:t>
                      </w:r>
                      <w:r w:rsidR="00BB7DA5">
                        <w:t xml:space="preserve">. </w:t>
                      </w:r>
                      <w:r w:rsidR="00073AF8">
                        <w:t>10</w:t>
                      </w:r>
                      <w:r w:rsidR="00BB7DA5">
                        <w:t>. 20</w:t>
                      </w:r>
                      <w:r w:rsidR="00073AF8">
                        <w:t>25</w:t>
                      </w:r>
                      <w:r w:rsidR="00BB7DA5">
                        <w:t xml:space="preserve"> / </w:t>
                      </w:r>
                      <w:r w:rsidR="000E6985"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073AF8">
                        <w:rPr>
                          <w:i/>
                        </w:rPr>
                        <w:t>15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073AF8">
                        <w:rPr>
                          <w:i/>
                        </w:rPr>
                        <w:t>Octo</w:t>
                      </w:r>
                      <w:r w:rsidR="003656AE" w:rsidRPr="003656AE">
                        <w:rPr>
                          <w:i/>
                          <w:lang w:val="en-GB"/>
                        </w:rPr>
                        <w:t>be</w:t>
                      </w:r>
                      <w:r w:rsidR="00BB7DA5" w:rsidRPr="003656AE">
                        <w:rPr>
                          <w:i/>
                          <w:lang w:val="en-GB"/>
                        </w:rPr>
                        <w:t>r</w:t>
                      </w:r>
                      <w:proofErr w:type="spellEnd"/>
                      <w:r w:rsidR="00BB7DA5" w:rsidRPr="00D60553">
                        <w:rPr>
                          <w:i/>
                        </w:rPr>
                        <w:t xml:space="preserve"> 20</w:t>
                      </w:r>
                      <w:r w:rsidR="00073AF8">
                        <w:rPr>
                          <w:i/>
                        </w:rPr>
                        <w:t>25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130054</w:t>
                      </w:r>
                      <w:r w:rsidRPr="004924DC">
                        <w:t>-</w:t>
                      </w:r>
                      <w:r w:rsidR="00073AF8">
                        <w:t>25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 xml:space="preserve">Č. j.: XXX /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  <w:r w:rsidRPr="004924DC">
                        <w:t xml:space="preserve"> –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1654810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5825EF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Demografická ročenka správních obvodů obcí s rozšířenou působností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BB7DA5" w:rsidRPr="005825EF" w:rsidRDefault="00BB7DA5" w:rsidP="00BB7DA5">
                            <w:pPr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>Demographic Yearbook of Administrative Districts of Municipalities with Extended Powers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B7DA5" w:rsidRPr="00DE64E7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303B8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073AF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5</w:t>
                            </w:r>
                            <w:r w:rsidR="00716FB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2331D8"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E7E8E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073AF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</w:t>
                            </w:r>
                            <w:r w:rsidR="00303B8C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073AF8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5</w:t>
                            </w:r>
                            <w:r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– </w:t>
                            </w:r>
                            <w:r w:rsidR="002331D8"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E7E8E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073AF8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0.3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2ucnYt4AAAAMAQAADwAAAAAAAAAAAAAAAACkBAAAZHJzL2Rvd25yZXYueG1sUEsFBgAAAAAEAAQA&#10;8wAAAK8FAAAAAA==&#10;" filled="f" stroked="f">
                <v:textbox style="mso-fit-shape-to-text:t" inset="0,0,0,0">
                  <w:txbxContent>
                    <w:p w:rsidR="00BB7DA5" w:rsidRPr="005825EF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  <w:r w:rsidRPr="005825EF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Demografická ročenka správních obvodů obcí s rozšířenou působností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</w:p>
                    <w:p w:rsidR="00BB7DA5" w:rsidRPr="005825EF" w:rsidRDefault="00BB7DA5" w:rsidP="00BB7DA5">
                      <w:pPr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  <w:r w:rsidRPr="005825EF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>Demographic Yearbook of Administrative Districts of Municipalities with Extended Powers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28"/>
                          <w:szCs w:val="28"/>
                        </w:rPr>
                      </w:pPr>
                    </w:p>
                    <w:p w:rsidR="00BB7DA5" w:rsidRPr="00DE64E7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303B8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073AF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5</w:t>
                      </w:r>
                      <w:r w:rsidR="00716FB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bookmarkStart w:id="1" w:name="_GoBack"/>
                      <w:bookmarkEnd w:id="1"/>
                      <w:r w:rsid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2331D8"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E7E8E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073AF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</w:t>
                      </w: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</w:t>
                      </w:r>
                      <w:r w:rsidR="00303B8C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073AF8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5</w:t>
                      </w:r>
                      <w:r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– </w:t>
                      </w:r>
                      <w:r w:rsidR="002331D8"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E7E8E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073AF8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0E6985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303B8C">
                              <w:t>202</w:t>
                            </w:r>
                            <w:r w:rsidR="00073AF8">
                              <w:t>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0E6985">
                        <w:t>Praha</w:t>
                      </w:r>
                      <w:r w:rsidR="00BB7DA5" w:rsidRPr="004924DC">
                        <w:t xml:space="preserve">, </w:t>
                      </w:r>
                      <w:r w:rsidR="00303B8C">
                        <w:t>202</w:t>
                      </w:r>
                      <w:r w:rsidR="00073AF8">
                        <w:t>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E51FC68" wp14:editId="7A4CC778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0E6985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303B8C">
                              <w:t>202</w:t>
                            </w:r>
                            <w:r w:rsidR="00073AF8">
                              <w:t>5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FC68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>ISBN XX-</w:t>
                      </w:r>
                      <w:proofErr w:type="spellStart"/>
                      <w:r>
                        <w:rPr>
                          <w:szCs w:val="26"/>
                        </w:rPr>
                        <w:t>XXXX</w:t>
                      </w:r>
                      <w:proofErr w:type="spellEnd"/>
                      <w:r>
                        <w:rPr>
                          <w:szCs w:val="26"/>
                        </w:rPr>
                        <w:t xml:space="preserve">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0E6985">
                        <w:t>Praha</w:t>
                      </w:r>
                      <w:r w:rsidR="000A3A2C">
                        <w:t xml:space="preserve">, </w:t>
                      </w:r>
                      <w:r w:rsidR="00303B8C">
                        <w:t>202</w:t>
                      </w:r>
                      <w:r w:rsidR="00073AF8">
                        <w:t>5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>ISBN XX-</w:t>
                      </w:r>
                      <w:proofErr w:type="spellStart"/>
                      <w:r w:rsidRPr="00841D9F">
                        <w:rPr>
                          <w:szCs w:val="26"/>
                        </w:rPr>
                        <w:t>XXXX</w:t>
                      </w:r>
                      <w:proofErr w:type="spellEnd"/>
                      <w:r w:rsidRPr="00841D9F">
                        <w:rPr>
                          <w:szCs w:val="26"/>
                        </w:rPr>
                        <w:t xml:space="preserve">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E8D2E71" wp14:editId="393B9BF6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0502F1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0502F1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C5" w:rsidRDefault="001E2AC5" w:rsidP="00E71A58">
      <w:r>
        <w:separator/>
      </w:r>
    </w:p>
  </w:endnote>
  <w:endnote w:type="continuationSeparator" w:id="0">
    <w:p w:rsidR="001E2AC5" w:rsidRDefault="001E2AC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545B8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C5" w:rsidRDefault="001E2AC5" w:rsidP="00E71A58">
      <w:r>
        <w:separator/>
      </w:r>
    </w:p>
  </w:footnote>
  <w:footnote w:type="continuationSeparator" w:id="0">
    <w:p w:rsidR="001E2AC5" w:rsidRDefault="001E2AC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02F1"/>
    <w:rsid w:val="000522E4"/>
    <w:rsid w:val="00060C89"/>
    <w:rsid w:val="000610E1"/>
    <w:rsid w:val="00062EC5"/>
    <w:rsid w:val="00062F22"/>
    <w:rsid w:val="000712B3"/>
    <w:rsid w:val="00073AF8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985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97D57"/>
    <w:rsid w:val="001A552F"/>
    <w:rsid w:val="001B2CA9"/>
    <w:rsid w:val="001B3110"/>
    <w:rsid w:val="001B4729"/>
    <w:rsid w:val="001B6C09"/>
    <w:rsid w:val="001C05CD"/>
    <w:rsid w:val="001D3B37"/>
    <w:rsid w:val="001D4026"/>
    <w:rsid w:val="001D68B2"/>
    <w:rsid w:val="001E2AC5"/>
    <w:rsid w:val="001F4597"/>
    <w:rsid w:val="002118B9"/>
    <w:rsid w:val="00217C5B"/>
    <w:rsid w:val="0022139E"/>
    <w:rsid w:val="002252E0"/>
    <w:rsid w:val="002255F6"/>
    <w:rsid w:val="00227850"/>
    <w:rsid w:val="00230C6E"/>
    <w:rsid w:val="002331D8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1DA1"/>
    <w:rsid w:val="002C43BD"/>
    <w:rsid w:val="002C72C9"/>
    <w:rsid w:val="002D0E59"/>
    <w:rsid w:val="002D21AB"/>
    <w:rsid w:val="002E02A1"/>
    <w:rsid w:val="002E4E4C"/>
    <w:rsid w:val="00303B8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6AE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F06F5"/>
    <w:rsid w:val="004F33A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E7E8E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6242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416E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16FB7"/>
    <w:rsid w:val="007211F5"/>
    <w:rsid w:val="00725BB5"/>
    <w:rsid w:val="00730AE8"/>
    <w:rsid w:val="00737D02"/>
    <w:rsid w:val="00741493"/>
    <w:rsid w:val="00752180"/>
    <w:rsid w:val="00755202"/>
    <w:rsid w:val="00755D3A"/>
    <w:rsid w:val="007578D3"/>
    <w:rsid w:val="007609C6"/>
    <w:rsid w:val="00762CDA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37D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74A8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072E2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95A18"/>
    <w:rsid w:val="00DA04CA"/>
    <w:rsid w:val="00DA7C0C"/>
    <w:rsid w:val="00DB2EC8"/>
    <w:rsid w:val="00DB35CC"/>
    <w:rsid w:val="00DC5B3B"/>
    <w:rsid w:val="00DD129F"/>
    <w:rsid w:val="00DD685B"/>
    <w:rsid w:val="00DE34C0"/>
    <w:rsid w:val="00DE64E7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EF3B8F"/>
    <w:rsid w:val="00F04811"/>
    <w:rsid w:val="00F0488C"/>
    <w:rsid w:val="00F15AAA"/>
    <w:rsid w:val="00F15BEF"/>
    <w:rsid w:val="00F1639F"/>
    <w:rsid w:val="00F24407"/>
    <w:rsid w:val="00F24FAA"/>
    <w:rsid w:val="00F3364D"/>
    <w:rsid w:val="00F34A87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119CBB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0E54A-30BF-4E5E-BA96-3303F5AD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100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18</cp:revision>
  <cp:lastPrinted>2014-07-17T14:07:00Z</cp:lastPrinted>
  <dcterms:created xsi:type="dcterms:W3CDTF">2017-09-18T05:37:00Z</dcterms:created>
  <dcterms:modified xsi:type="dcterms:W3CDTF">2025-06-27T04:49:00Z</dcterms:modified>
  <cp:category/>
</cp:coreProperties>
</file>